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64853" w14:textId="77777777" w:rsidR="009C42A8" w:rsidRPr="0079205D" w:rsidRDefault="007C02C8" w:rsidP="000B3673">
      <w:pPr>
        <w:widowControl w:val="0"/>
        <w:pBdr>
          <w:bottom w:val="single" w:sz="4" w:space="1" w:color="auto"/>
        </w:pBdr>
        <w:spacing w:before="480"/>
        <w:jc w:val="both"/>
        <w:rPr>
          <w:rFonts w:cs="Times New Roman"/>
          <w:sz w:val="2"/>
          <w:szCs w:val="2"/>
        </w:rPr>
      </w:pPr>
      <w:sdt>
        <w:sdtPr>
          <w:rPr>
            <w:rFonts w:cs="Times New Roman"/>
            <w:spacing w:val="-2"/>
            <w:w w:val="90"/>
            <w:sz w:val="14"/>
            <w:szCs w:val="14"/>
          </w:rPr>
          <w:id w:val="46410873"/>
          <w:lock w:val="sdtContentLocked"/>
          <w:placeholder>
            <w:docPart w:val="D8E9B586BD5C4DD4A1DF2795A22851FC"/>
          </w:placeholder>
          <w:showingPlcHdr/>
        </w:sdtPr>
        <w:sdtEndPr/>
        <w:sdtContent>
          <w:bookmarkStart w:id="0" w:name="_Hlk92186140"/>
          <w:r w:rsidR="000F000D"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sdtContent>
      </w:sdt>
      <w:r w:rsidR="0079205D">
        <w:rPr>
          <w:rFonts w:cs="Times New Roman"/>
          <w:sz w:val="16"/>
          <w:szCs w:val="14"/>
        </w:rPr>
        <w:br/>
      </w:r>
    </w:p>
    <w:p w14:paraId="3DB16AE0" w14:textId="77777777" w:rsidR="009C42A8" w:rsidRDefault="003C1EF2" w:rsidP="003C1EF2">
      <w:pPr>
        <w:spacing w:before="24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Projekts (1. variants)</w:t>
      </w:r>
    </w:p>
    <w:tbl>
      <w:tblPr>
        <w:tblStyle w:val="Reatab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3"/>
        <w:gridCol w:w="4261"/>
      </w:tblGrid>
      <w:tr w:rsidR="003C1EF2" w14:paraId="4EBB224C" w14:textId="77777777" w:rsidTr="00811BE5">
        <w:sdt>
          <w:sdtPr>
            <w:rPr>
              <w:rFonts w:cs="Times New Roman"/>
            </w:rPr>
            <w:id w:val="25447574"/>
            <w:lock w:val="sdtLocked"/>
            <w:placeholder>
              <w:docPart w:val="24E01A320D1A4DFF9C187F2C0AD0332B"/>
            </w:placeholder>
          </w:sdtPr>
          <w:sdtEndPr/>
          <w:sdtContent>
            <w:tc>
              <w:tcPr>
                <w:tcW w:w="4360" w:type="dxa"/>
                <w:vAlign w:val="bottom"/>
              </w:tcPr>
              <w:p w14:paraId="5A5DDB3B" w14:textId="71FE86F8" w:rsidR="003C1EF2" w:rsidRDefault="00132488" w:rsidP="00811BE5">
                <w:pPr>
                  <w:pStyle w:val="Bezatstarpm"/>
                  <w:spacing w:before="240"/>
                  <w:ind w:left="-107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 xml:space="preserve">2025. gada </w:t>
                </w:r>
              </w:p>
            </w:tc>
          </w:sdtContent>
        </w:sdt>
        <w:tc>
          <w:tcPr>
            <w:tcW w:w="4360" w:type="dxa"/>
            <w:vAlign w:val="bottom"/>
          </w:tcPr>
          <w:p w14:paraId="5DB047B0" w14:textId="77777777" w:rsidR="003C1EF2" w:rsidRDefault="007C02C8" w:rsidP="00C523D5">
            <w:pPr>
              <w:pStyle w:val="Bezatstarpm"/>
              <w:ind w:right="-111"/>
              <w:jc w:val="right"/>
            </w:pPr>
            <w:sdt>
              <w:sdtPr>
                <w:id w:val="32932642"/>
                <w:lock w:val="sdtContentLocked"/>
                <w:placeholder>
                  <w:docPart w:val="F184D44BE15E47D3A8B781B7BC33554F"/>
                </w:placeholder>
                <w:showingPlcHdr/>
              </w:sdtPr>
              <w:sdtEndPr/>
              <w:sdtContent>
                <w:r w:rsidR="00F13DD7">
                  <w:t xml:space="preserve">Noteikumi </w:t>
                </w:r>
              </w:sdtContent>
            </w:sdt>
            <w:sdt>
              <w:sdtPr>
                <w:id w:val="25447619"/>
                <w:lock w:val="sdtContentLocked"/>
                <w:placeholder>
                  <w:docPart w:val="41745ED7B44B40D9AAD489C6F293D17A"/>
                </w:placeholder>
                <w:showingPlcHdr/>
              </w:sdtPr>
              <w:sdtEndPr/>
              <w:sdtContent>
                <w:r w:rsidR="003C1EF2">
                  <w:t xml:space="preserve">Nr. </w:t>
                </w:r>
              </w:sdtContent>
            </w:sdt>
            <w:sdt>
              <w:sdtPr>
                <w:id w:val="25447645"/>
                <w:lock w:val="sdtLocked"/>
                <w:placeholder>
                  <w:docPart w:val="3D7C2D024AC34E95B1673CB017FB1255"/>
                </w:placeholder>
                <w:showingPlcHdr/>
              </w:sdtPr>
              <w:sdtEndPr/>
              <w:sdtContent>
                <w:r w:rsidR="007A4159">
                  <w:t>_____</w:t>
                </w:r>
              </w:sdtContent>
            </w:sdt>
          </w:p>
        </w:tc>
      </w:tr>
    </w:tbl>
    <w:sdt>
      <w:sdtPr>
        <w:rPr>
          <w:rFonts w:cs="Times New Roman"/>
          <w:szCs w:val="24"/>
        </w:rPr>
        <w:id w:val="25447675"/>
        <w:lock w:val="sdtContentLocked"/>
        <w:placeholder>
          <w:docPart w:val="1D0DD9A713074735A16E6912D1552DDD"/>
        </w:placeholder>
        <w:showingPlcHdr/>
      </w:sdtPr>
      <w:sdtEndPr/>
      <w:sdtContent>
        <w:p w14:paraId="7C1FA502" w14:textId="77777777" w:rsidR="003C1EF2" w:rsidRDefault="00C2284A" w:rsidP="00C2284A">
          <w:pPr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Rīgā</w:t>
          </w:r>
        </w:p>
      </w:sdtContent>
    </w:sdt>
    <w:p w14:paraId="650A310A" w14:textId="1A57E5FF" w:rsidR="00C2284A" w:rsidRPr="006D665C" w:rsidRDefault="007C02C8" w:rsidP="00C2284A">
      <w:pPr>
        <w:spacing w:before="240" w:after="240"/>
        <w:rPr>
          <w:rFonts w:cs="Times New Roman"/>
          <w:b/>
          <w:szCs w:val="24"/>
        </w:rPr>
      </w:pPr>
      <w:sdt>
        <w:sdtPr>
          <w:rPr>
            <w:rFonts w:cs="Times New Roman"/>
            <w:b/>
            <w:szCs w:val="24"/>
          </w:rPr>
          <w:alias w:val="Nosaukums"/>
          <w:tag w:val="Nosaukums"/>
          <w:id w:val="25447728"/>
          <w:placeholder>
            <w:docPart w:val="B041D81BBF6D4135A00E5CE8D47E715E"/>
          </w:placeholder>
        </w:sdtPr>
        <w:sdtEndPr/>
        <w:sdtContent>
          <w:r w:rsidR="006D665C" w:rsidRPr="006D665C">
            <w:rPr>
              <w:rFonts w:cs="Times New Roman"/>
              <w:b/>
              <w:szCs w:val="24"/>
            </w:rPr>
            <w:t>Grozījumi Latvijas Bankas 202</w:t>
          </w:r>
          <w:r w:rsidR="00F102CE">
            <w:rPr>
              <w:rFonts w:cs="Times New Roman"/>
              <w:b/>
              <w:szCs w:val="24"/>
            </w:rPr>
            <w:t>4</w:t>
          </w:r>
          <w:r w:rsidR="006D665C" w:rsidRPr="006D665C">
            <w:rPr>
              <w:rFonts w:cs="Times New Roman"/>
              <w:b/>
              <w:szCs w:val="24"/>
            </w:rPr>
            <w:t>.</w:t>
          </w:r>
          <w:r w:rsidR="006D665C">
            <w:rPr>
              <w:rFonts w:cs="Times New Roman"/>
              <w:b/>
              <w:szCs w:val="24"/>
            </w:rPr>
            <w:t> </w:t>
          </w:r>
          <w:r w:rsidR="006D665C" w:rsidRPr="006D665C">
            <w:rPr>
              <w:rFonts w:cs="Times New Roman"/>
              <w:b/>
              <w:szCs w:val="24"/>
            </w:rPr>
            <w:t xml:space="preserve">gada </w:t>
          </w:r>
          <w:r w:rsidR="00F102CE">
            <w:rPr>
              <w:rFonts w:cs="Times New Roman"/>
              <w:b/>
              <w:szCs w:val="24"/>
            </w:rPr>
            <w:t>2</w:t>
          </w:r>
          <w:r w:rsidR="006D665C" w:rsidRPr="006D665C">
            <w:rPr>
              <w:rFonts w:cs="Times New Roman"/>
              <w:b/>
              <w:szCs w:val="24"/>
            </w:rPr>
            <w:t>8.</w:t>
          </w:r>
          <w:r w:rsidR="006D665C">
            <w:rPr>
              <w:rFonts w:cs="Times New Roman"/>
              <w:b/>
              <w:szCs w:val="24"/>
            </w:rPr>
            <w:t> </w:t>
          </w:r>
          <w:r w:rsidR="00F102CE">
            <w:rPr>
              <w:rFonts w:cs="Times New Roman"/>
              <w:b/>
              <w:szCs w:val="24"/>
            </w:rPr>
            <w:t>oktobra</w:t>
          </w:r>
          <w:r w:rsidR="006D665C" w:rsidRPr="006D665C">
            <w:rPr>
              <w:rFonts w:cs="Times New Roman"/>
              <w:b/>
              <w:szCs w:val="24"/>
            </w:rPr>
            <w:t xml:space="preserve"> noteikumos Nr.</w:t>
          </w:r>
          <w:r w:rsidR="006D665C">
            <w:rPr>
              <w:rFonts w:cs="Times New Roman"/>
              <w:b/>
              <w:szCs w:val="24"/>
            </w:rPr>
            <w:t> </w:t>
          </w:r>
          <w:r w:rsidR="00F102CE">
            <w:rPr>
              <w:rFonts w:cs="Times New Roman"/>
              <w:b/>
              <w:szCs w:val="24"/>
            </w:rPr>
            <w:t>332</w:t>
          </w:r>
          <w:r w:rsidR="006D665C" w:rsidRPr="006D665C">
            <w:rPr>
              <w:rFonts w:cs="Times New Roman"/>
              <w:b/>
              <w:szCs w:val="24"/>
            </w:rPr>
            <w:t xml:space="preserve"> </w:t>
          </w:r>
          <w:r w:rsidR="00204C59">
            <w:rPr>
              <w:rFonts w:eastAsia="Calibri" w:cs="Times New Roman"/>
              <w:b/>
              <w:bCs/>
              <w:szCs w:val="24"/>
              <w:lang w:eastAsia="en-US"/>
            </w:rPr>
            <w:t>"</w:t>
          </w:r>
          <w:r w:rsidR="00F102CE" w:rsidRPr="00F102CE">
            <w:rPr>
              <w:rFonts w:eastAsia="Calibri" w:cs="Times New Roman"/>
              <w:b/>
              <w:bCs/>
              <w:szCs w:val="24"/>
              <w:lang w:eastAsia="en-US"/>
            </w:rPr>
            <w:t>Krājaizdevu sabiedrību gada pārskata sagatavošanas noteikumi</w:t>
          </w:r>
          <w:r w:rsidR="00204C59">
            <w:rPr>
              <w:rFonts w:eastAsia="Calibri" w:cs="Times New Roman"/>
              <w:b/>
              <w:bCs/>
              <w:szCs w:val="24"/>
              <w:lang w:eastAsia="en-US"/>
            </w:rPr>
            <w:t>"</w:t>
          </w:r>
        </w:sdtContent>
      </w:sdt>
    </w:p>
    <w:p w14:paraId="53083B73" w14:textId="77777777" w:rsidR="00C2284A" w:rsidRDefault="007C02C8" w:rsidP="00DB385B">
      <w:pPr>
        <w:jc w:val="right"/>
        <w:rPr>
          <w:rFonts w:cs="Times New Roman"/>
          <w:szCs w:val="24"/>
        </w:rPr>
      </w:pPr>
      <w:sdt>
        <w:sdtPr>
          <w:rPr>
            <w:rFonts w:cs="Times New Roman"/>
            <w:color w:val="808080"/>
            <w:szCs w:val="24"/>
          </w:rPr>
          <w:id w:val="32932717"/>
          <w:lock w:val="sdtContentLocked"/>
          <w:placeholder>
            <w:docPart w:val="204324BD029F4B1B81C8EF42876BFAE8"/>
          </w:placeholder>
          <w:showingPlcHdr/>
        </w:sdtPr>
        <w:sdtEndPr/>
        <w:sdtContent>
          <w:r w:rsidR="00F13DD7">
            <w:rPr>
              <w:rFonts w:cs="Times New Roman"/>
              <w:szCs w:val="24"/>
            </w:rPr>
            <w:t xml:space="preserve">Izdoti </w:t>
          </w:r>
        </w:sdtContent>
      </w:sdt>
      <w:sdt>
        <w:sdtPr>
          <w:rPr>
            <w:rFonts w:cs="Times New Roman"/>
            <w:szCs w:val="24"/>
          </w:rPr>
          <w:id w:val="25447774"/>
          <w:placeholder>
            <w:docPart w:val="01D56680E3684414A3B3292804FCA0B4"/>
          </w:placeholder>
          <w:showingPlcHdr/>
        </w:sdtPr>
        <w:sdtEndPr/>
        <w:sdtContent>
          <w:r w:rsidR="00301089">
            <w:rPr>
              <w:rFonts w:cs="Times New Roman"/>
              <w:szCs w:val="24"/>
            </w:rPr>
            <w:t>saskaņā ar</w:t>
          </w:r>
        </w:sdtContent>
      </w:sdt>
    </w:p>
    <w:sdt>
      <w:sdtPr>
        <w:rPr>
          <w:rFonts w:cs="Times New Roman"/>
          <w:szCs w:val="24"/>
        </w:rPr>
        <w:id w:val="25447800"/>
        <w:placeholder>
          <w:docPart w:val="C2AD415F33A94CBE930F8A2024FF1490"/>
        </w:placeholder>
      </w:sdtPr>
      <w:sdtEndPr/>
      <w:sdtContent>
        <w:p w14:paraId="7DDD9D6A" w14:textId="186D4C3A" w:rsidR="00301089" w:rsidRDefault="006D665C" w:rsidP="00DB385B">
          <w:pPr>
            <w:jc w:val="right"/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Kr</w:t>
          </w:r>
          <w:r w:rsidR="00F102CE">
            <w:rPr>
              <w:rFonts w:cs="Times New Roman"/>
              <w:szCs w:val="24"/>
            </w:rPr>
            <w:t>ājaizdevu sabiedrību</w:t>
          </w:r>
          <w:r>
            <w:rPr>
              <w:rFonts w:cs="Times New Roman"/>
              <w:szCs w:val="24"/>
            </w:rPr>
            <w:t xml:space="preserve"> likuma</w:t>
          </w:r>
        </w:p>
      </w:sdtContent>
    </w:sdt>
    <w:p w14:paraId="50973CD0" w14:textId="660E884F" w:rsidR="00840034" w:rsidRPr="006D665C" w:rsidRDefault="007C02C8" w:rsidP="006D665C">
      <w:pPr>
        <w:jc w:val="right"/>
        <w:rPr>
          <w:rFonts w:cs="Times New Roman"/>
          <w:color w:val="808080"/>
          <w:szCs w:val="24"/>
        </w:rPr>
      </w:pPr>
      <w:sdt>
        <w:sdtPr>
          <w:rPr>
            <w:rFonts w:cs="Times New Roman"/>
            <w:color w:val="000000" w:themeColor="text1"/>
            <w:szCs w:val="24"/>
          </w:rPr>
          <w:id w:val="25447827"/>
          <w:placeholder>
            <w:docPart w:val="CE2B477238814290A1BBC4E3A8EFDC5D"/>
          </w:placeholder>
        </w:sdtPr>
        <w:sdtEndPr/>
        <w:sdtContent>
          <w:r w:rsidR="00F102CE">
            <w:rPr>
              <w:rFonts w:cs="Times New Roman"/>
              <w:color w:val="000000" w:themeColor="text1"/>
              <w:szCs w:val="24"/>
            </w:rPr>
            <w:t>23</w:t>
          </w:r>
        </w:sdtContent>
      </w:sdt>
      <w:sdt>
        <w:sdtPr>
          <w:rPr>
            <w:rFonts w:cs="Times New Roman"/>
            <w:color w:val="808080"/>
            <w:szCs w:val="24"/>
          </w:rPr>
          <w:id w:val="25447854"/>
          <w:placeholder>
            <w:docPart w:val="4D61DE608AB044A1841D7FB3519D3976"/>
          </w:placeholder>
          <w:showingPlcHdr/>
        </w:sdtPr>
        <w:sdtEndPr/>
        <w:sdtContent>
          <w:r w:rsidR="00DB385B">
            <w:rPr>
              <w:rFonts w:cs="Times New Roman"/>
              <w:szCs w:val="24"/>
            </w:rPr>
            <w:t>.</w:t>
          </w:r>
          <w:r w:rsidR="00A67227">
            <w:rPr>
              <w:rFonts w:cs="Times New Roman"/>
              <w:szCs w:val="24"/>
            </w:rPr>
            <w:t> </w:t>
          </w:r>
          <w:r w:rsidR="00DB385B">
            <w:rPr>
              <w:rFonts w:cs="Times New Roman"/>
              <w:szCs w:val="24"/>
            </w:rPr>
            <w:t>panta</w:t>
          </w:r>
        </w:sdtContent>
      </w:sdt>
      <w:r w:rsidR="00DB385B">
        <w:rPr>
          <w:rFonts w:cs="Times New Roman"/>
          <w:szCs w:val="24"/>
        </w:rPr>
        <w:t xml:space="preserve"> </w:t>
      </w:r>
      <w:sdt>
        <w:sdtPr>
          <w:rPr>
            <w:rFonts w:cs="Times New Roman"/>
            <w:szCs w:val="24"/>
          </w:rPr>
          <w:id w:val="25447881"/>
          <w:placeholder>
            <w:docPart w:val="7BD4C12AF1D04FE7A1E08ABF5C40A4D2"/>
          </w:placeholder>
        </w:sdtPr>
        <w:sdtEndPr/>
        <w:sdtContent>
          <w:r w:rsidR="006D665C">
            <w:rPr>
              <w:rFonts w:cs="Times New Roman"/>
              <w:szCs w:val="24"/>
            </w:rPr>
            <w:t>pirmo</w:t>
          </w:r>
        </w:sdtContent>
      </w:sdt>
      <w:r w:rsidR="00DB385B">
        <w:rPr>
          <w:rFonts w:cs="Times New Roman"/>
          <w:szCs w:val="24"/>
        </w:rPr>
        <w:t xml:space="preserve"> </w:t>
      </w:r>
      <w:r w:rsidR="006D665C">
        <w:rPr>
          <w:rFonts w:cs="Times New Roman"/>
          <w:szCs w:val="24"/>
        </w:rPr>
        <w:t>daļu</w:t>
      </w:r>
      <w:sdt>
        <w:sdtPr>
          <w:rPr>
            <w:rFonts w:cs="Times New Roman"/>
            <w:szCs w:val="24"/>
          </w:rPr>
          <w:id w:val="25447908"/>
          <w:placeholder>
            <w:docPart w:val="87B47F15A25949F1A49BB1C01CCB0CF5"/>
          </w:placeholder>
        </w:sdtPr>
        <w:sdtEndPr/>
        <w:sdtContent/>
      </w:sdt>
      <w:sdt>
        <w:sdtPr>
          <w:rPr>
            <w:rFonts w:cs="Times New Roman"/>
            <w:color w:val="808080"/>
            <w:szCs w:val="24"/>
          </w:rPr>
          <w:id w:val="25447934"/>
          <w:placeholder>
            <w:docPart w:val="399AD9F8CC744F65917206B7BAC842EA"/>
          </w:placeholder>
        </w:sdtPr>
        <w:sdtEndPr/>
        <w:sdtContent/>
      </w:sdt>
    </w:p>
    <w:p w14:paraId="5504D5AC" w14:textId="478E0A43" w:rsidR="00840034" w:rsidRDefault="006D665C" w:rsidP="003C1FD7">
      <w:pPr>
        <w:pStyle w:val="NApunkts1"/>
        <w:numPr>
          <w:ilvl w:val="0"/>
          <w:numId w:val="0"/>
        </w:numPr>
      </w:pPr>
      <w:r w:rsidRPr="006D665C">
        <w:t>Izdarīt Latvijas Bankas 202</w:t>
      </w:r>
      <w:r w:rsidR="00F102CE">
        <w:t>4</w:t>
      </w:r>
      <w:r w:rsidRPr="006D665C">
        <w:t>.</w:t>
      </w:r>
      <w:r>
        <w:t> </w:t>
      </w:r>
      <w:r w:rsidRPr="006D665C">
        <w:t xml:space="preserve">gada </w:t>
      </w:r>
      <w:r w:rsidR="00F102CE">
        <w:t>2</w:t>
      </w:r>
      <w:r>
        <w:t>8</w:t>
      </w:r>
      <w:r w:rsidRPr="006D665C">
        <w:t>.</w:t>
      </w:r>
      <w:r>
        <w:t> </w:t>
      </w:r>
      <w:r w:rsidR="00F102CE">
        <w:t>oktobra</w:t>
      </w:r>
      <w:r w:rsidRPr="006D665C">
        <w:t xml:space="preserve"> noteikumos Nr.</w:t>
      </w:r>
      <w:r>
        <w:t> </w:t>
      </w:r>
      <w:r w:rsidR="00F102CE" w:rsidRPr="00F102CE">
        <w:rPr>
          <w:rFonts w:eastAsia="Calibri"/>
          <w:color w:val="000000"/>
          <w:lang w:eastAsia="en-US"/>
        </w:rPr>
        <w:t xml:space="preserve">332 </w:t>
      </w:r>
      <w:r w:rsidR="00204C59">
        <w:rPr>
          <w:rFonts w:eastAsia="Calibri"/>
          <w:lang w:eastAsia="en-US"/>
        </w:rPr>
        <w:t>"</w:t>
      </w:r>
      <w:r w:rsidR="00F102CE" w:rsidRPr="00F102CE">
        <w:rPr>
          <w:rFonts w:eastAsia="Calibri"/>
          <w:lang w:eastAsia="en-US"/>
        </w:rPr>
        <w:t>Krājaizdevu sabiedrību gada pārskata sagatavošanas noteikumi</w:t>
      </w:r>
      <w:r w:rsidR="00204C59">
        <w:rPr>
          <w:rFonts w:eastAsia="Calibri"/>
          <w:lang w:eastAsia="en-US"/>
        </w:rPr>
        <w:t>"</w:t>
      </w:r>
      <w:r w:rsidRPr="006D665C">
        <w:t xml:space="preserve"> (</w:t>
      </w:r>
      <w:r w:rsidRPr="00132488">
        <w:t>Latvijas Vēstnesis, 202</w:t>
      </w:r>
      <w:r w:rsidR="00132488" w:rsidRPr="00132488">
        <w:t>4</w:t>
      </w:r>
      <w:r w:rsidRPr="00132488">
        <w:t>, Nr. 2</w:t>
      </w:r>
      <w:r w:rsidR="00132488" w:rsidRPr="00132488">
        <w:t>12</w:t>
      </w:r>
      <w:r w:rsidRPr="006D665C">
        <w:t>) šādus grozījumus:</w:t>
      </w:r>
    </w:p>
    <w:p w14:paraId="607BDE5E" w14:textId="12E65919" w:rsidR="006423C7" w:rsidRDefault="00A67227" w:rsidP="00A67227">
      <w:pPr>
        <w:pStyle w:val="NApunkts2"/>
        <w:numPr>
          <w:ilvl w:val="0"/>
          <w:numId w:val="0"/>
        </w:numPr>
        <w:tabs>
          <w:tab w:val="left" w:pos="284"/>
        </w:tabs>
        <w:rPr>
          <w:noProof/>
        </w:rPr>
      </w:pPr>
      <w:r>
        <w:rPr>
          <w:noProof/>
        </w:rPr>
        <w:t>1. </w:t>
      </w:r>
      <w:r w:rsidR="006423C7">
        <w:rPr>
          <w:noProof/>
        </w:rPr>
        <w:t xml:space="preserve">Aizstāt </w:t>
      </w:r>
      <w:r w:rsidR="00F7483D">
        <w:rPr>
          <w:noProof/>
        </w:rPr>
        <w:t>noteikumu</w:t>
      </w:r>
      <w:r w:rsidR="006423C7">
        <w:rPr>
          <w:noProof/>
        </w:rPr>
        <w:t xml:space="preserve"> tekstā vārdu </w:t>
      </w:r>
      <w:r w:rsidR="006423C7">
        <w:t>"kredīts</w:t>
      </w:r>
      <w:r w:rsidR="006423C7" w:rsidRPr="006D665C">
        <w:t>"</w:t>
      </w:r>
      <w:r w:rsidR="006423C7">
        <w:t xml:space="preserve"> (attiecīgā </w:t>
      </w:r>
      <w:r w:rsidR="00204C59">
        <w:t xml:space="preserve">skaitlī un </w:t>
      </w:r>
      <w:r w:rsidR="006423C7">
        <w:t>locījumā) ar vārdu "aizdevums</w:t>
      </w:r>
      <w:r w:rsidR="006423C7" w:rsidRPr="006D665C">
        <w:t>"</w:t>
      </w:r>
      <w:r w:rsidR="006423C7">
        <w:t xml:space="preserve"> (attiecīgā</w:t>
      </w:r>
      <w:r w:rsidR="00204C59">
        <w:t xml:space="preserve"> skaitlī un</w:t>
      </w:r>
      <w:r w:rsidR="006423C7">
        <w:t xml:space="preserve"> locījumā).</w:t>
      </w:r>
    </w:p>
    <w:p w14:paraId="4873179F" w14:textId="00C2B851" w:rsidR="00F102CE" w:rsidRDefault="00A67227" w:rsidP="00A67227">
      <w:pPr>
        <w:pStyle w:val="NApunkts2"/>
        <w:numPr>
          <w:ilvl w:val="0"/>
          <w:numId w:val="0"/>
        </w:numPr>
        <w:tabs>
          <w:tab w:val="left" w:pos="284"/>
        </w:tabs>
      </w:pPr>
      <w:r>
        <w:t xml:space="preserve">2. </w:t>
      </w:r>
      <w:r w:rsidR="006423C7">
        <w:t>I</w:t>
      </w:r>
      <w:r w:rsidR="00F102CE">
        <w:t>zteikt 9.5.</w:t>
      </w:r>
      <w:r w:rsidR="00FE3877">
        <w:t> </w:t>
      </w:r>
      <w:r w:rsidR="00F102CE">
        <w:t>apakšpunktu šādā redakcijā:</w:t>
      </w:r>
    </w:p>
    <w:p w14:paraId="381CC472" w14:textId="48757AF4" w:rsidR="00F102CE" w:rsidRDefault="00F102CE" w:rsidP="006423C7">
      <w:pPr>
        <w:pStyle w:val="NApunkts2"/>
        <w:numPr>
          <w:ilvl w:val="0"/>
          <w:numId w:val="0"/>
        </w:numPr>
        <w:tabs>
          <w:tab w:val="left" w:pos="426"/>
        </w:tabs>
        <w:spacing w:before="0"/>
        <w:rPr>
          <w:noProof/>
        </w:rPr>
      </w:pPr>
      <w:r>
        <w:t xml:space="preserve">"9.5. </w:t>
      </w:r>
      <w:r w:rsidRPr="00F102CE">
        <w:rPr>
          <w:noProof/>
        </w:rPr>
        <w:t>informāciju par esošo biedru skaitu atbilstoši biedru reģistra datiem un tiem piederošo paju skaitu un nominālvērtību, kā arī to paju skaitu un nominālvērtību, kuru īpašnieki ir izstājušies</w:t>
      </w:r>
      <w:r w:rsidR="00E35023">
        <w:rPr>
          <w:noProof/>
        </w:rPr>
        <w:t xml:space="preserve"> vai</w:t>
      </w:r>
      <w:r w:rsidR="00667C65">
        <w:rPr>
          <w:noProof/>
        </w:rPr>
        <w:t xml:space="preserve"> izslēgti</w:t>
      </w:r>
      <w:r w:rsidRPr="00F102CE">
        <w:rPr>
          <w:noProof/>
        </w:rPr>
        <w:t xml:space="preserve"> no krājaizdevu sabiedrības vai atsavinājuši </w:t>
      </w:r>
      <w:r w:rsidR="00E35023">
        <w:rPr>
          <w:noProof/>
        </w:rPr>
        <w:t xml:space="preserve">tās </w:t>
      </w:r>
      <w:r w:rsidRPr="00F102CE">
        <w:rPr>
          <w:noProof/>
        </w:rPr>
        <w:t>krājaizdevu sabiedrībai pārskata gada laikā;</w:t>
      </w:r>
      <w:r w:rsidRPr="006D665C">
        <w:t>"</w:t>
      </w:r>
      <w:r w:rsidR="006423C7">
        <w:t>.</w:t>
      </w:r>
    </w:p>
    <w:p w14:paraId="64274C43" w14:textId="09467707" w:rsidR="00F102CE" w:rsidRDefault="006423C7" w:rsidP="006423C7">
      <w:pPr>
        <w:pStyle w:val="NApunkts2"/>
        <w:numPr>
          <w:ilvl w:val="0"/>
          <w:numId w:val="0"/>
        </w:numPr>
        <w:rPr>
          <w:noProof/>
        </w:rPr>
      </w:pPr>
      <w:r>
        <w:rPr>
          <w:noProof/>
        </w:rPr>
        <w:t>3. P</w:t>
      </w:r>
      <w:r w:rsidR="00F102CE">
        <w:rPr>
          <w:noProof/>
        </w:rPr>
        <w:t xml:space="preserve">apildināt </w:t>
      </w:r>
      <w:r>
        <w:rPr>
          <w:noProof/>
        </w:rPr>
        <w:t>noteikumus</w:t>
      </w:r>
      <w:r w:rsidR="00F102CE">
        <w:rPr>
          <w:noProof/>
        </w:rPr>
        <w:t xml:space="preserve"> ar 9.9.</w:t>
      </w:r>
      <w:r w:rsidR="00FE3877">
        <w:rPr>
          <w:noProof/>
        </w:rPr>
        <w:t> </w:t>
      </w:r>
      <w:r w:rsidR="00F102CE">
        <w:rPr>
          <w:noProof/>
        </w:rPr>
        <w:t>apakšpunktu šādā redakcijā:</w:t>
      </w:r>
    </w:p>
    <w:p w14:paraId="51D8F182" w14:textId="61E568F2" w:rsidR="00F102CE" w:rsidRPr="00F102CE" w:rsidRDefault="00F102CE" w:rsidP="00F102CE">
      <w:pPr>
        <w:pStyle w:val="NApunkts2"/>
        <w:numPr>
          <w:ilvl w:val="0"/>
          <w:numId w:val="0"/>
        </w:numPr>
        <w:spacing w:before="0"/>
        <w:rPr>
          <w:noProof/>
        </w:rPr>
      </w:pPr>
      <w:r>
        <w:t xml:space="preserve">"9.9. </w:t>
      </w:r>
      <w:r w:rsidRPr="00F102CE">
        <w:rPr>
          <w:noProof/>
        </w:rPr>
        <w:t>informāciju par kreditēšanas pakalpojumu sniegšanu Krājaizdevu sabiedrību likuma 5.</w:t>
      </w:r>
      <w:r w:rsidR="00FE3877">
        <w:rPr>
          <w:noProof/>
        </w:rPr>
        <w:t> </w:t>
      </w:r>
      <w:r w:rsidRPr="00F102CE">
        <w:rPr>
          <w:noProof/>
        </w:rPr>
        <w:t>panta piektās daļas 2. un 3.</w:t>
      </w:r>
      <w:r w:rsidR="00FE3877">
        <w:rPr>
          <w:noProof/>
        </w:rPr>
        <w:t> </w:t>
      </w:r>
      <w:r w:rsidRPr="00F102CE">
        <w:rPr>
          <w:noProof/>
        </w:rPr>
        <w:t>punktā minētajām personām.</w:t>
      </w:r>
      <w:r w:rsidRPr="006D665C">
        <w:t>"</w:t>
      </w:r>
    </w:p>
    <w:p w14:paraId="3761ADD0" w14:textId="1D17F113" w:rsidR="00F102CE" w:rsidRDefault="006423C7" w:rsidP="006423C7">
      <w:pPr>
        <w:pStyle w:val="NApunkts2"/>
        <w:numPr>
          <w:ilvl w:val="0"/>
          <w:numId w:val="0"/>
        </w:numPr>
        <w:rPr>
          <w:noProof/>
        </w:rPr>
      </w:pPr>
      <w:r>
        <w:rPr>
          <w:noProof/>
        </w:rPr>
        <w:t>4. I</w:t>
      </w:r>
      <w:r w:rsidR="00F102CE">
        <w:rPr>
          <w:noProof/>
        </w:rPr>
        <w:t>zteikt 10.</w:t>
      </w:r>
      <w:r w:rsidR="00FE3877">
        <w:rPr>
          <w:noProof/>
        </w:rPr>
        <w:t> </w:t>
      </w:r>
      <w:r w:rsidR="00F102CE">
        <w:rPr>
          <w:noProof/>
        </w:rPr>
        <w:t>punktu šādā redakcijā:</w:t>
      </w:r>
    </w:p>
    <w:p w14:paraId="29A7673B" w14:textId="1697FDFE" w:rsidR="00CE3AE6" w:rsidRDefault="00CE3AE6" w:rsidP="00CE3AE6">
      <w:pPr>
        <w:pStyle w:val="NApunkts1"/>
        <w:numPr>
          <w:ilvl w:val="0"/>
          <w:numId w:val="0"/>
        </w:numPr>
        <w:spacing w:before="0"/>
        <w:rPr>
          <w:noProof/>
        </w:rPr>
      </w:pPr>
      <w:r>
        <w:t xml:space="preserve">"10. </w:t>
      </w:r>
      <w:r w:rsidRPr="00CE3AE6">
        <w:rPr>
          <w:noProof/>
        </w:rPr>
        <w:t>Krājaizdevu sabiedrība, kuras aktīvi pārskata gadā nepārsniedz Krājaizdevu sabiedrību likuma 23. panta otrajā daļā noteikto</w:t>
      </w:r>
      <w:r w:rsidR="00A90996">
        <w:rPr>
          <w:noProof/>
        </w:rPr>
        <w:t xml:space="preserve"> apmēru</w:t>
      </w:r>
      <w:r w:rsidRPr="00CE3AE6">
        <w:rPr>
          <w:noProof/>
        </w:rPr>
        <w:t>, var nesniegt šo noteikumu 9.2.2. apakšpunktā minēto informāciju.</w:t>
      </w:r>
      <w:r w:rsidRPr="006D665C">
        <w:t>"</w:t>
      </w:r>
    </w:p>
    <w:p w14:paraId="53DD2097" w14:textId="5BF9A08C" w:rsidR="00CE3AE6" w:rsidRDefault="006423C7" w:rsidP="003C1FD7">
      <w:pPr>
        <w:pStyle w:val="NApunkts2"/>
        <w:numPr>
          <w:ilvl w:val="0"/>
          <w:numId w:val="0"/>
        </w:numPr>
        <w:rPr>
          <w:noProof/>
        </w:rPr>
      </w:pPr>
      <w:r>
        <w:t>5. P</w:t>
      </w:r>
      <w:r w:rsidR="00CE3AE6">
        <w:t>apildināt 24.</w:t>
      </w:r>
      <w:r w:rsidR="00FE3877">
        <w:t> </w:t>
      </w:r>
      <w:r w:rsidR="00CE3AE6">
        <w:t>punktu ar trešo teikumu šādā redakcijā:</w:t>
      </w:r>
    </w:p>
    <w:p w14:paraId="7B6DDCB0" w14:textId="4654964F" w:rsidR="00CE3AE6" w:rsidRDefault="00CE3AE6" w:rsidP="00CE3AE6">
      <w:pPr>
        <w:pStyle w:val="NApunkts2"/>
        <w:numPr>
          <w:ilvl w:val="0"/>
          <w:numId w:val="0"/>
        </w:numPr>
        <w:spacing w:before="0"/>
      </w:pPr>
      <w:bookmarkStart w:id="1" w:name="_Hlk212545457"/>
      <w:r>
        <w:t xml:space="preserve">"Ja </w:t>
      </w:r>
      <w:r>
        <w:rPr>
          <w:noProof/>
        </w:rPr>
        <w:t xml:space="preserve">prasību pret krājaizdevu sabiedrībām </w:t>
      </w:r>
      <w:r w:rsidR="009259CF">
        <w:rPr>
          <w:noProof/>
        </w:rPr>
        <w:t xml:space="preserve">apmērs postenī </w:t>
      </w:r>
      <w:r w:rsidR="009259CF" w:rsidRPr="00A222D3">
        <w:t>"</w:t>
      </w:r>
      <w:r w:rsidR="009259CF">
        <w:t>P</w:t>
      </w:r>
      <w:r w:rsidR="009259CF">
        <w:rPr>
          <w:noProof/>
        </w:rPr>
        <w:t>ārējie aktīvi</w:t>
      </w:r>
      <w:r w:rsidR="009259CF" w:rsidRPr="00A222D3">
        <w:t>"</w:t>
      </w:r>
      <w:r w:rsidR="009259CF">
        <w:t xml:space="preserve"> </w:t>
      </w:r>
      <w:r>
        <w:rPr>
          <w:noProof/>
        </w:rPr>
        <w:t xml:space="preserve">ir būtisks, </w:t>
      </w:r>
      <w:r w:rsidR="009259CF">
        <w:rPr>
          <w:noProof/>
        </w:rPr>
        <w:t>šīs prasības</w:t>
      </w:r>
      <w:r>
        <w:rPr>
          <w:noProof/>
        </w:rPr>
        <w:t xml:space="preserve"> uzrāda atsevišķā apakšpostenī.</w:t>
      </w:r>
      <w:r w:rsidRPr="006D665C">
        <w:t>"</w:t>
      </w:r>
    </w:p>
    <w:bookmarkEnd w:id="1"/>
    <w:p w14:paraId="77CA88A0" w14:textId="03EEEBCD" w:rsidR="00CE3AE6" w:rsidRDefault="006423C7" w:rsidP="006423C7">
      <w:pPr>
        <w:pStyle w:val="NApunkts2"/>
        <w:numPr>
          <w:ilvl w:val="0"/>
          <w:numId w:val="0"/>
        </w:numPr>
        <w:rPr>
          <w:noProof/>
        </w:rPr>
      </w:pPr>
      <w:r>
        <w:t>6. P</w:t>
      </w:r>
      <w:r w:rsidR="00CE3AE6">
        <w:t>apildināt 29.</w:t>
      </w:r>
      <w:r w:rsidR="00FE3877">
        <w:t> </w:t>
      </w:r>
      <w:r w:rsidR="00CE3AE6">
        <w:t>punktu ar trešo teikumu šādā redakcijā:</w:t>
      </w:r>
    </w:p>
    <w:p w14:paraId="23686093" w14:textId="24A2FFD3" w:rsidR="00CE3AE6" w:rsidRDefault="00CE3AE6" w:rsidP="00CE3AE6">
      <w:pPr>
        <w:pStyle w:val="NApunkts2"/>
        <w:numPr>
          <w:ilvl w:val="0"/>
          <w:numId w:val="0"/>
        </w:numPr>
        <w:spacing w:before="0"/>
      </w:pPr>
      <w:r>
        <w:t>"Ja saistību</w:t>
      </w:r>
      <w:r>
        <w:rPr>
          <w:noProof/>
        </w:rPr>
        <w:t xml:space="preserve"> </w:t>
      </w:r>
      <w:r w:rsidR="009259CF">
        <w:rPr>
          <w:noProof/>
        </w:rPr>
        <w:t xml:space="preserve">pret krājaizdevu sabiedrībām apmērs </w:t>
      </w:r>
      <w:r>
        <w:rPr>
          <w:noProof/>
        </w:rPr>
        <w:t xml:space="preserve">postenī </w:t>
      </w:r>
      <w:r w:rsidRPr="00A222D3">
        <w:t>"</w:t>
      </w:r>
      <w:r>
        <w:t>P</w:t>
      </w:r>
      <w:r w:rsidRPr="00BF4963">
        <w:rPr>
          <w:noProof/>
        </w:rPr>
        <w:t>ārējās saistības</w:t>
      </w:r>
      <w:r w:rsidRPr="00A222D3">
        <w:t>"</w:t>
      </w:r>
      <w:r w:rsidRPr="00E21CAF">
        <w:rPr>
          <w:noProof/>
        </w:rPr>
        <w:t xml:space="preserve"> </w:t>
      </w:r>
      <w:r>
        <w:rPr>
          <w:noProof/>
        </w:rPr>
        <w:t xml:space="preserve">ir būtisks, </w:t>
      </w:r>
      <w:r w:rsidR="009259CF">
        <w:rPr>
          <w:noProof/>
        </w:rPr>
        <w:t>šīs saistības</w:t>
      </w:r>
      <w:r>
        <w:rPr>
          <w:noProof/>
        </w:rPr>
        <w:t xml:space="preserve"> uzrāda atsevišķā apakšpostenī.</w:t>
      </w:r>
      <w:bookmarkStart w:id="2" w:name="_Hlk212545744"/>
      <w:r w:rsidRPr="006D665C">
        <w:t>"</w:t>
      </w:r>
      <w:bookmarkEnd w:id="2"/>
    </w:p>
    <w:p w14:paraId="6ADE4917" w14:textId="77777777" w:rsidR="009876F4" w:rsidRDefault="009876F4" w:rsidP="00CE3AE6">
      <w:pPr>
        <w:pStyle w:val="NApunkts2"/>
        <w:numPr>
          <w:ilvl w:val="0"/>
          <w:numId w:val="0"/>
        </w:numPr>
        <w:spacing w:before="0"/>
      </w:pPr>
    </w:p>
    <w:p w14:paraId="5C265E1D" w14:textId="5DFAD08F" w:rsidR="009876F4" w:rsidRDefault="009876F4" w:rsidP="00CE3AE6">
      <w:pPr>
        <w:pStyle w:val="NApunkts2"/>
        <w:numPr>
          <w:ilvl w:val="0"/>
          <w:numId w:val="0"/>
        </w:numPr>
        <w:spacing w:before="0"/>
      </w:pPr>
      <w:r>
        <w:t xml:space="preserve">7. </w:t>
      </w:r>
      <w:r w:rsidR="00CC4E6C">
        <w:t>Svītrot</w:t>
      </w:r>
      <w:r>
        <w:t xml:space="preserve"> 30.</w:t>
      </w:r>
      <w:r w:rsidR="00E35023">
        <w:t> </w:t>
      </w:r>
      <w:r>
        <w:t>punkt</w:t>
      </w:r>
      <w:r w:rsidR="00CC4E6C">
        <w:t>a ievaddaļ</w:t>
      </w:r>
      <w:r>
        <w:t xml:space="preserve">ā vārdus </w:t>
      </w:r>
      <w:r w:rsidRPr="00A222D3">
        <w:t>"</w:t>
      </w:r>
      <w:r>
        <w:t>biedriem piederošos</w:t>
      </w:r>
      <w:r w:rsidRPr="00A222D3">
        <w:t>"</w:t>
      </w:r>
      <w:r>
        <w:t>.</w:t>
      </w:r>
    </w:p>
    <w:p w14:paraId="59BD65FB" w14:textId="45398369" w:rsidR="00AA578C" w:rsidRDefault="009876F4" w:rsidP="000414C2">
      <w:pPr>
        <w:pStyle w:val="NApunkts2"/>
        <w:numPr>
          <w:ilvl w:val="0"/>
          <w:numId w:val="0"/>
        </w:numPr>
      </w:pPr>
      <w:r>
        <w:lastRenderedPageBreak/>
        <w:t>8</w:t>
      </w:r>
      <w:r w:rsidR="006423C7">
        <w:t xml:space="preserve">. </w:t>
      </w:r>
      <w:r w:rsidR="003C1FD7">
        <w:t>Aizstāt</w:t>
      </w:r>
      <w:r w:rsidR="00AA578C" w:rsidRPr="00A14480">
        <w:t xml:space="preserve"> 30.1.</w:t>
      </w:r>
      <w:r w:rsidR="00FE3877" w:rsidRPr="00A14480">
        <w:t> </w:t>
      </w:r>
      <w:r w:rsidR="00AA578C" w:rsidRPr="00A14480">
        <w:t>apakšpunkt</w:t>
      </w:r>
      <w:r w:rsidR="003C1FD7">
        <w:t>ā</w:t>
      </w:r>
      <w:r w:rsidR="00AA578C" w:rsidRPr="00A14480">
        <w:t xml:space="preserve"> vārd</w:t>
      </w:r>
      <w:r w:rsidR="003C1FD7">
        <w:t>us</w:t>
      </w:r>
      <w:r w:rsidR="00AA578C" w:rsidRPr="00A14480">
        <w:t xml:space="preserve"> "</w:t>
      </w:r>
      <w:r w:rsidR="003C1FD7">
        <w:t xml:space="preserve">paju nominālvērtību </w:t>
      </w:r>
      <w:r w:rsidR="00AA578C" w:rsidRPr="00A14480">
        <w:t>kopsummu" ar vārdiem un skaitļiem "</w:t>
      </w:r>
      <w:r w:rsidR="003C1FD7">
        <w:t>pamatkapitālu atbilstoši</w:t>
      </w:r>
      <w:r w:rsidR="00AA578C" w:rsidRPr="00A14480">
        <w:rPr>
          <w:noProof/>
        </w:rPr>
        <w:t xml:space="preserve"> Krājaizdevu sabiedrību likuma 15.</w:t>
      </w:r>
      <w:r w:rsidR="00FE3877" w:rsidRPr="00A14480">
        <w:rPr>
          <w:noProof/>
        </w:rPr>
        <w:t> </w:t>
      </w:r>
      <w:r w:rsidR="00AA578C" w:rsidRPr="00A14480">
        <w:rPr>
          <w:noProof/>
        </w:rPr>
        <w:t>panta 1</w:t>
      </w:r>
      <w:r w:rsidR="001A6172">
        <w:rPr>
          <w:noProof/>
        </w:rPr>
        <w:t>.</w:t>
      </w:r>
      <w:r w:rsidR="00AA578C" w:rsidRPr="00A14480">
        <w:rPr>
          <w:noProof/>
          <w:vertAlign w:val="superscript"/>
        </w:rPr>
        <w:t>5</w:t>
      </w:r>
      <w:r w:rsidR="00FE3877" w:rsidRPr="00A14480">
        <w:rPr>
          <w:noProof/>
        </w:rPr>
        <w:t> </w:t>
      </w:r>
      <w:r w:rsidR="00AA578C" w:rsidRPr="00A14480">
        <w:rPr>
          <w:noProof/>
        </w:rPr>
        <w:t>daļā noteikt</w:t>
      </w:r>
      <w:r w:rsidR="003C1FD7">
        <w:rPr>
          <w:noProof/>
        </w:rPr>
        <w:t>ajam</w:t>
      </w:r>
      <w:r w:rsidR="00AA578C" w:rsidRPr="00A14480">
        <w:t>"</w:t>
      </w:r>
      <w:r w:rsidR="006423C7" w:rsidRPr="00A14480">
        <w:t>.</w:t>
      </w:r>
    </w:p>
    <w:p w14:paraId="08E9008E" w14:textId="4576C9B0" w:rsidR="00CE3AE6" w:rsidRDefault="009876F4" w:rsidP="000414C2">
      <w:pPr>
        <w:pStyle w:val="NApunkts2"/>
        <w:numPr>
          <w:ilvl w:val="0"/>
          <w:numId w:val="0"/>
        </w:numPr>
        <w:rPr>
          <w:noProof/>
        </w:rPr>
      </w:pPr>
      <w:r>
        <w:t>9</w:t>
      </w:r>
      <w:r w:rsidR="006423C7">
        <w:t>. A</w:t>
      </w:r>
      <w:r w:rsidR="00AA578C">
        <w:t>izstāt 30.2.</w:t>
      </w:r>
      <w:r w:rsidR="00FE3877">
        <w:t> </w:t>
      </w:r>
      <w:r w:rsidR="00AA578C">
        <w:t>apakšpunktā vārdus "no pārskata gada un iepriekšējo gadu peļņas, iestāšanās maksas</w:t>
      </w:r>
      <w:r w:rsidR="00AA578C" w:rsidRPr="006D665C">
        <w:t>"</w:t>
      </w:r>
      <w:r w:rsidR="00AA578C">
        <w:t xml:space="preserve"> ar vārdiem un skaitļiem "saskaņā ar </w:t>
      </w:r>
      <w:r w:rsidR="00AA578C">
        <w:rPr>
          <w:noProof/>
        </w:rPr>
        <w:t>Krājaizdevu sabiedrību likuma 16.</w:t>
      </w:r>
      <w:r w:rsidR="00FE3877">
        <w:rPr>
          <w:noProof/>
        </w:rPr>
        <w:t> </w:t>
      </w:r>
      <w:r w:rsidR="00AA578C">
        <w:rPr>
          <w:noProof/>
        </w:rPr>
        <w:t>pantā noteikto</w:t>
      </w:r>
      <w:r w:rsidR="00AA578C" w:rsidRPr="006D665C">
        <w:t>"</w:t>
      </w:r>
      <w:r w:rsidR="006423C7">
        <w:t>.</w:t>
      </w:r>
    </w:p>
    <w:p w14:paraId="52CF4525" w14:textId="7714A9C5" w:rsidR="00AA578C" w:rsidRDefault="009876F4" w:rsidP="000414C2">
      <w:pPr>
        <w:pStyle w:val="NApunkts2"/>
        <w:numPr>
          <w:ilvl w:val="0"/>
          <w:numId w:val="0"/>
        </w:numPr>
        <w:rPr>
          <w:noProof/>
        </w:rPr>
      </w:pPr>
      <w:r>
        <w:t>10</w:t>
      </w:r>
      <w:r w:rsidR="006423C7">
        <w:t>. I</w:t>
      </w:r>
      <w:r w:rsidR="00AA578C">
        <w:t>zteikt 82.</w:t>
      </w:r>
      <w:r w:rsidR="00FE3877">
        <w:t> </w:t>
      </w:r>
      <w:r w:rsidR="00AA578C">
        <w:t>punkta otro teikumu šādā redakcijā:</w:t>
      </w:r>
    </w:p>
    <w:p w14:paraId="6C7E4A37" w14:textId="1C3D1041" w:rsidR="00AA578C" w:rsidRDefault="00AA578C" w:rsidP="00AA578C">
      <w:pPr>
        <w:pStyle w:val="NApunkts2"/>
        <w:numPr>
          <w:ilvl w:val="0"/>
          <w:numId w:val="0"/>
        </w:numPr>
        <w:spacing w:before="0"/>
      </w:pPr>
      <w:r>
        <w:t>"</w:t>
      </w:r>
      <w:r>
        <w:rPr>
          <w:noProof/>
        </w:rPr>
        <w:t>Finanšu pārskatu pielikumā a</w:t>
      </w:r>
      <w:r w:rsidRPr="00ED4B0F">
        <w:rPr>
          <w:noProof/>
        </w:rPr>
        <w:t xml:space="preserve">tklāj to darījumu veidus, būtību un apmēru, kurus krājaizdevu sabiedrība ir veikusi </w:t>
      </w:r>
      <w:r>
        <w:rPr>
          <w:noProof/>
        </w:rPr>
        <w:t>ar Krājaizdevu sabiedrību likuma 20.</w:t>
      </w:r>
      <w:r w:rsidR="00FE3877">
        <w:rPr>
          <w:noProof/>
        </w:rPr>
        <w:t> </w:t>
      </w:r>
      <w:r>
        <w:rPr>
          <w:noProof/>
        </w:rPr>
        <w:t>panta desmitajā daļā minētajām personām</w:t>
      </w:r>
      <w:r w:rsidRPr="00ED4B0F">
        <w:rPr>
          <w:noProof/>
        </w:rPr>
        <w:t>.</w:t>
      </w:r>
      <w:r w:rsidRPr="006D665C">
        <w:t>"</w:t>
      </w:r>
    </w:p>
    <w:p w14:paraId="1F1C2DB1" w14:textId="1CCC022F" w:rsidR="00132488" w:rsidRDefault="006423C7" w:rsidP="003C1FD7">
      <w:pPr>
        <w:pStyle w:val="NApunkts2"/>
        <w:numPr>
          <w:ilvl w:val="0"/>
          <w:numId w:val="0"/>
        </w:numPr>
      </w:pPr>
      <w:r>
        <w:t>1</w:t>
      </w:r>
      <w:r w:rsidR="009876F4">
        <w:t>1</w:t>
      </w:r>
      <w:r>
        <w:t>. A</w:t>
      </w:r>
      <w:r w:rsidR="00132488">
        <w:t>izstāt 83.1.</w:t>
      </w:r>
      <w:r w:rsidR="00FE3877">
        <w:t> </w:t>
      </w:r>
      <w:r w:rsidR="00132488">
        <w:t xml:space="preserve">apakšpunktā vārdu </w:t>
      </w:r>
      <w:bookmarkStart w:id="3" w:name="_Hlk212556789"/>
      <w:r w:rsidR="00132488">
        <w:t>"saistībām</w:t>
      </w:r>
      <w:r w:rsidR="00132488" w:rsidRPr="006D665C">
        <w:t>"</w:t>
      </w:r>
      <w:bookmarkEnd w:id="3"/>
      <w:r w:rsidR="00132488">
        <w:t xml:space="preserve"> ar vārdiem "posteņos iekļautajiem darījumiem</w:t>
      </w:r>
      <w:r w:rsidR="00132488" w:rsidRPr="006D665C">
        <w:t>"</w:t>
      </w:r>
      <w:r>
        <w:t>.</w:t>
      </w:r>
    </w:p>
    <w:p w14:paraId="5BBAF387" w14:textId="17D60323" w:rsidR="00AA578C" w:rsidRDefault="006423C7" w:rsidP="003C1FD7">
      <w:pPr>
        <w:pStyle w:val="NApunkts2"/>
        <w:numPr>
          <w:ilvl w:val="0"/>
          <w:numId w:val="0"/>
        </w:numPr>
        <w:rPr>
          <w:noProof/>
        </w:rPr>
      </w:pPr>
      <w:r>
        <w:rPr>
          <w:noProof/>
        </w:rPr>
        <w:t>1</w:t>
      </w:r>
      <w:r w:rsidR="009876F4">
        <w:rPr>
          <w:noProof/>
        </w:rPr>
        <w:t>2</w:t>
      </w:r>
      <w:r>
        <w:rPr>
          <w:noProof/>
        </w:rPr>
        <w:t>. P</w:t>
      </w:r>
      <w:r w:rsidR="00AA578C">
        <w:rPr>
          <w:noProof/>
        </w:rPr>
        <w:t>apildināt noteikumus ar 86.</w:t>
      </w:r>
      <w:r w:rsidR="00AA578C" w:rsidRPr="00FE11BE">
        <w:rPr>
          <w:noProof/>
          <w:vertAlign w:val="superscript"/>
        </w:rPr>
        <w:t>1</w:t>
      </w:r>
      <w:r w:rsidR="00AA578C">
        <w:rPr>
          <w:noProof/>
        </w:rPr>
        <w:t xml:space="preserve"> un 86.</w:t>
      </w:r>
      <w:r w:rsidR="00AA578C" w:rsidRPr="00FE11BE">
        <w:rPr>
          <w:noProof/>
          <w:vertAlign w:val="superscript"/>
        </w:rPr>
        <w:t>2</w:t>
      </w:r>
      <w:r w:rsidR="00FE3877">
        <w:rPr>
          <w:noProof/>
        </w:rPr>
        <w:t> </w:t>
      </w:r>
      <w:r w:rsidR="00AA578C">
        <w:rPr>
          <w:noProof/>
        </w:rPr>
        <w:t>punktu šādā redakcijā:</w:t>
      </w:r>
    </w:p>
    <w:p w14:paraId="144C5433" w14:textId="7ADB1D33" w:rsidR="00AA578C" w:rsidRPr="00AA578C" w:rsidRDefault="00AA578C" w:rsidP="00FE11BE">
      <w:pPr>
        <w:pStyle w:val="NApunkts1"/>
        <w:numPr>
          <w:ilvl w:val="0"/>
          <w:numId w:val="0"/>
        </w:numPr>
        <w:tabs>
          <w:tab w:val="left" w:pos="3600"/>
        </w:tabs>
        <w:spacing w:before="0"/>
        <w:rPr>
          <w:noProof/>
        </w:rPr>
      </w:pPr>
      <w:r>
        <w:t>"</w:t>
      </w:r>
      <w:r w:rsidRPr="00AA578C">
        <w:rPr>
          <w:noProof/>
        </w:rPr>
        <w:t>86.</w:t>
      </w:r>
      <w:r w:rsidRPr="00AA578C">
        <w:rPr>
          <w:noProof/>
          <w:vertAlign w:val="superscript"/>
        </w:rPr>
        <w:t>1</w:t>
      </w:r>
      <w:r w:rsidRPr="00AA578C">
        <w:rPr>
          <w:noProof/>
        </w:rPr>
        <w:t xml:space="preserve"> Finanšu pārskatu pielikumā sniedz informāciju par apmaksātā pamatkapitāla kopējo apmēru, tai skaitā atsevišķi uzrād</w:t>
      </w:r>
      <w:r w:rsidR="00670403">
        <w:rPr>
          <w:noProof/>
        </w:rPr>
        <w:t>a</w:t>
      </w:r>
      <w:r w:rsidRPr="00AA578C">
        <w:rPr>
          <w:noProof/>
        </w:rPr>
        <w:t xml:space="preserve"> kopējo krājaizdevu sabiedrības </w:t>
      </w:r>
      <w:r w:rsidR="005911DC" w:rsidRPr="00AA578C">
        <w:rPr>
          <w:noProof/>
        </w:rPr>
        <w:t>pamatkapitāla apmēru</w:t>
      </w:r>
      <w:r w:rsidR="005911DC">
        <w:rPr>
          <w:noProof/>
        </w:rPr>
        <w:t>, kas finansēts</w:t>
      </w:r>
      <w:r w:rsidR="005911DC" w:rsidRPr="00AA578C">
        <w:rPr>
          <w:noProof/>
        </w:rPr>
        <w:t xml:space="preserve"> </w:t>
      </w:r>
      <w:r w:rsidRPr="00AA578C">
        <w:rPr>
          <w:noProof/>
        </w:rPr>
        <w:t>no piešķirtajiem aizdevuma līdzekļiem</w:t>
      </w:r>
      <w:r w:rsidR="00A1744D">
        <w:rPr>
          <w:noProof/>
        </w:rPr>
        <w:t xml:space="preserve"> </w:t>
      </w:r>
      <w:r w:rsidR="00A41589">
        <w:rPr>
          <w:noProof/>
        </w:rPr>
        <w:t>(</w:t>
      </w:r>
      <w:r w:rsidRPr="00AA578C">
        <w:rPr>
          <w:noProof/>
        </w:rPr>
        <w:t xml:space="preserve">ja </w:t>
      </w:r>
      <w:r w:rsidR="00A1744D">
        <w:rPr>
          <w:noProof/>
        </w:rPr>
        <w:t>attiecināms</w:t>
      </w:r>
      <w:r w:rsidR="00A41589">
        <w:rPr>
          <w:noProof/>
        </w:rPr>
        <w:t>)</w:t>
      </w:r>
      <w:r w:rsidRPr="00AA578C">
        <w:rPr>
          <w:noProof/>
        </w:rPr>
        <w:t>.</w:t>
      </w:r>
    </w:p>
    <w:p w14:paraId="4F46E837" w14:textId="42FC36B9" w:rsidR="00AA578C" w:rsidRPr="00AA578C" w:rsidRDefault="00AA578C" w:rsidP="00AA578C">
      <w:pPr>
        <w:tabs>
          <w:tab w:val="left" w:pos="3600"/>
        </w:tabs>
        <w:spacing w:before="240"/>
        <w:jc w:val="both"/>
        <w:outlineLvl w:val="0"/>
        <w:rPr>
          <w:rFonts w:eastAsia="Times New Roman" w:cs="Times New Roman"/>
          <w:noProof/>
          <w:szCs w:val="24"/>
        </w:rPr>
      </w:pPr>
      <w:r w:rsidRPr="00AA578C">
        <w:rPr>
          <w:rFonts w:eastAsia="Times New Roman" w:cs="Times New Roman"/>
          <w:noProof/>
          <w:szCs w:val="24"/>
        </w:rPr>
        <w:t>86.</w:t>
      </w:r>
      <w:r w:rsidRPr="00AA578C">
        <w:rPr>
          <w:rFonts w:eastAsia="Times New Roman" w:cs="Times New Roman"/>
          <w:noProof/>
          <w:szCs w:val="24"/>
          <w:vertAlign w:val="superscript"/>
        </w:rPr>
        <w:t>2</w:t>
      </w:r>
      <w:r w:rsidRPr="00AA578C">
        <w:rPr>
          <w:rFonts w:eastAsia="Times New Roman" w:cs="Times New Roman"/>
          <w:noProof/>
          <w:szCs w:val="24"/>
        </w:rPr>
        <w:t xml:space="preserve"> Ja krājaizdevu sabiedrība sniedz kreditēšanas pakalpojumus Krājaizdevu sabiedrību likuma 5.</w:t>
      </w:r>
      <w:r w:rsidR="00FE3877">
        <w:rPr>
          <w:rFonts w:eastAsia="Times New Roman" w:cs="Times New Roman"/>
          <w:noProof/>
          <w:szCs w:val="24"/>
        </w:rPr>
        <w:t> </w:t>
      </w:r>
      <w:r w:rsidRPr="00AA578C">
        <w:rPr>
          <w:rFonts w:eastAsia="Times New Roman" w:cs="Times New Roman"/>
          <w:noProof/>
          <w:szCs w:val="24"/>
        </w:rPr>
        <w:t>panta piektās daļas 2. un 3.</w:t>
      </w:r>
      <w:r w:rsidR="00FE3877">
        <w:rPr>
          <w:rFonts w:eastAsia="Times New Roman" w:cs="Times New Roman"/>
          <w:noProof/>
          <w:szCs w:val="24"/>
        </w:rPr>
        <w:t> </w:t>
      </w:r>
      <w:r w:rsidRPr="00AA578C">
        <w:rPr>
          <w:rFonts w:eastAsia="Times New Roman" w:cs="Times New Roman"/>
          <w:noProof/>
          <w:szCs w:val="24"/>
        </w:rPr>
        <w:t>punktā minētajām personām, tā finanšu pārskat</w:t>
      </w:r>
      <w:r w:rsidR="00A41589">
        <w:rPr>
          <w:rFonts w:eastAsia="Times New Roman" w:cs="Times New Roman"/>
          <w:noProof/>
          <w:szCs w:val="24"/>
        </w:rPr>
        <w:t>u</w:t>
      </w:r>
      <w:r w:rsidRPr="00AA578C">
        <w:rPr>
          <w:rFonts w:eastAsia="Times New Roman" w:cs="Times New Roman"/>
          <w:noProof/>
          <w:szCs w:val="24"/>
        </w:rPr>
        <w:t xml:space="preserve"> pielikumā sniedz informāciju par pašu kapitāla</w:t>
      </w:r>
      <w:r w:rsidR="00A1744D">
        <w:rPr>
          <w:rFonts w:eastAsia="Times New Roman" w:cs="Times New Roman"/>
          <w:noProof/>
          <w:szCs w:val="24"/>
        </w:rPr>
        <w:t xml:space="preserve"> apmēru</w:t>
      </w:r>
      <w:r w:rsidRPr="00AA578C">
        <w:rPr>
          <w:rFonts w:eastAsia="Times New Roman" w:cs="Times New Roman"/>
          <w:noProof/>
          <w:szCs w:val="24"/>
        </w:rPr>
        <w:t>, kurš aprēķināts saskaņā ar Krājaizdevu sabiedrību likuma 14.</w:t>
      </w:r>
      <w:r w:rsidR="00FE3877">
        <w:rPr>
          <w:rFonts w:eastAsia="Times New Roman" w:cs="Times New Roman"/>
          <w:noProof/>
          <w:szCs w:val="24"/>
        </w:rPr>
        <w:t> </w:t>
      </w:r>
      <w:r w:rsidRPr="00AA578C">
        <w:rPr>
          <w:rFonts w:eastAsia="Times New Roman" w:cs="Times New Roman"/>
          <w:noProof/>
          <w:szCs w:val="24"/>
        </w:rPr>
        <w:t>panta otrajā daļā noteikto.</w:t>
      </w:r>
      <w:r w:rsidR="00FE11BE" w:rsidRPr="006D665C">
        <w:t>"</w:t>
      </w:r>
    </w:p>
    <w:p w14:paraId="73A4543E" w14:textId="77777777" w:rsidR="00FA055C" w:rsidRDefault="009C7FF1" w:rsidP="009C7FF1">
      <w:pPr>
        <w:pStyle w:val="NApunkts1"/>
        <w:keepNext/>
        <w:keepLines/>
        <w:numPr>
          <w:ilvl w:val="0"/>
          <w:numId w:val="0"/>
        </w:numPr>
        <w:spacing w:before="480" w:after="480"/>
        <w:jc w:val="left"/>
      </w:pPr>
      <w:r>
        <w:rPr>
          <w:b/>
          <w:bCs/>
          <w:sz w:val="20"/>
          <w:szCs w:val="20"/>
        </w:rPr>
        <w:t>ŠIS DOKUMENTS IR ELEKTRONISKI PARAKSTĪTS AR DROŠU ELEKTRONISKO PARAKSTU UN SATUR LAIKA ZĪMOGU</w:t>
      </w:r>
    </w:p>
    <w:tbl>
      <w:tblPr>
        <w:tblStyle w:val="Reatab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8"/>
        <w:gridCol w:w="3706"/>
      </w:tblGrid>
      <w:tr w:rsidR="00966987" w14:paraId="73E99127" w14:textId="77777777" w:rsidTr="00811BE5">
        <w:tc>
          <w:tcPr>
            <w:tcW w:w="4928" w:type="dxa"/>
            <w:vAlign w:val="bottom"/>
          </w:tcPr>
          <w:p w14:paraId="0240C224" w14:textId="13EC5AC2" w:rsidR="00966987" w:rsidRDefault="007C02C8" w:rsidP="00FA055C">
            <w:pPr>
              <w:pStyle w:val="Bezatstarpm"/>
              <w:ind w:left="-107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Amats"/>
                <w:tag w:val="Amats"/>
                <w:id w:val="45201534"/>
                <w:lock w:val="sdtLocked"/>
                <w:placeholder>
                  <w:docPart w:val="CE405F69CCAB41DA9462FBCEC8A035ED"/>
                </w:placeholder>
                <w:comboBox>
                  <w:listItem w:displayText="Latvijas Bankas prezidents" w:value="Latvijas Bankas prezidents"/>
                  <w:listItem w:displayText="Latvijas Bankas prezidenta vietnieks" w:value="Latvijas Bankas prezidenta vietnieks"/>
                  <w:listItem w:displayText="Latvijas Bankas prezidenta p.i., Latvijas Bankas padomes loceklis" w:value="Latvijas Bankas prezidenta p.i., Latvijas Bankas padomes loceklis"/>
                </w:comboBox>
              </w:sdtPr>
              <w:sdtEndPr/>
              <w:sdtContent>
                <w:r w:rsidR="006D665C">
                  <w:rPr>
                    <w:rFonts w:cs="Times New Roman"/>
                  </w:rPr>
                  <w:t>Latvijas Bankas prezidents</w:t>
                </w:r>
              </w:sdtContent>
            </w:sdt>
          </w:p>
        </w:tc>
        <w:sdt>
          <w:sdtPr>
            <w:rPr>
              <w:rFonts w:cs="Times New Roman"/>
            </w:rPr>
            <w:alias w:val="V. Uzvārds"/>
            <w:tag w:val="V. Uzvārds"/>
            <w:id w:val="46411162"/>
            <w:lock w:val="sdtLocked"/>
            <w:placeholder>
              <w:docPart w:val="8EC488D4B57843EC84207501AE1BFC43"/>
            </w:placeholder>
          </w:sdtPr>
          <w:sdtEndPr/>
          <w:sdtContent>
            <w:tc>
              <w:tcPr>
                <w:tcW w:w="3792" w:type="dxa"/>
                <w:vAlign w:val="bottom"/>
              </w:tcPr>
              <w:p w14:paraId="09649D0C" w14:textId="3FD70EAA" w:rsidR="00966987" w:rsidRDefault="006D665C" w:rsidP="00C523D5">
                <w:pPr>
                  <w:pStyle w:val="Bezatstarpm"/>
                  <w:ind w:right="-111"/>
                  <w:jc w:val="right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M.</w:t>
                </w:r>
                <w:r w:rsidR="009641A1">
                  <w:rPr>
                    <w:rFonts w:cs="Times New Roman"/>
                  </w:rPr>
                  <w:t> </w:t>
                </w:r>
                <w:r>
                  <w:rPr>
                    <w:rFonts w:cs="Times New Roman"/>
                  </w:rPr>
                  <w:t>Kazāks</w:t>
                </w:r>
              </w:p>
            </w:tc>
          </w:sdtContent>
        </w:sdt>
      </w:tr>
    </w:tbl>
    <w:p w14:paraId="43F34A86" w14:textId="0824B1C3" w:rsidR="006D395C" w:rsidRPr="006D395C" w:rsidRDefault="006D395C" w:rsidP="00D02794">
      <w:pPr>
        <w:rPr>
          <w:rFonts w:cs="Times New Roman"/>
          <w:szCs w:val="24"/>
        </w:rPr>
      </w:pPr>
    </w:p>
    <w:sectPr w:rsidR="006D395C" w:rsidRPr="006D395C" w:rsidSect="00EA6CA5">
      <w:headerReference w:type="default" r:id="rId8"/>
      <w:headerReference w:type="first" r:id="rId9"/>
      <w:pgSz w:w="11906" w:h="16838" w:code="9"/>
      <w:pgMar w:top="1134" w:right="170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04A90" w14:textId="77777777" w:rsidR="000D2F31" w:rsidRDefault="000D2F31" w:rsidP="00AC4B00">
      <w:r>
        <w:separator/>
      </w:r>
    </w:p>
  </w:endnote>
  <w:endnote w:type="continuationSeparator" w:id="0">
    <w:p w14:paraId="4241C52A" w14:textId="77777777" w:rsidR="000D2F31" w:rsidRDefault="000D2F31" w:rsidP="00AC4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272984" w14:textId="77777777" w:rsidR="000D2F31" w:rsidRDefault="000D2F31" w:rsidP="00AC4B00">
      <w:r>
        <w:separator/>
      </w:r>
    </w:p>
  </w:footnote>
  <w:footnote w:type="continuationSeparator" w:id="0">
    <w:p w14:paraId="61AB710D" w14:textId="77777777" w:rsidR="000D2F31" w:rsidRDefault="000D2F31" w:rsidP="00AC4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217345"/>
      <w:docPartObj>
        <w:docPartGallery w:val="Page Numbers (Top of Page)"/>
        <w:docPartUnique/>
      </w:docPartObj>
    </w:sdtPr>
    <w:sdtEndPr>
      <w:rPr>
        <w:rFonts w:cs="Times New Roman"/>
        <w:szCs w:val="24"/>
      </w:rPr>
    </w:sdtEndPr>
    <w:sdtContent>
      <w:p w14:paraId="20AB3855" w14:textId="77777777" w:rsidR="00CF6323" w:rsidRPr="00C13664" w:rsidRDefault="001306DB">
        <w:pPr>
          <w:pStyle w:val="Galvene"/>
          <w:jc w:val="center"/>
          <w:rPr>
            <w:szCs w:val="24"/>
          </w:rPr>
        </w:pPr>
        <w:r w:rsidRPr="00C13664">
          <w:rPr>
            <w:rFonts w:cs="Times New Roman"/>
            <w:szCs w:val="24"/>
          </w:rPr>
          <w:fldChar w:fldCharType="begin"/>
        </w:r>
        <w:r w:rsidR="00CF6323" w:rsidRPr="00C13664">
          <w:rPr>
            <w:rFonts w:cs="Times New Roman"/>
            <w:szCs w:val="24"/>
          </w:rPr>
          <w:instrText xml:space="preserve"> PAGE   \* MERGEFORMAT </w:instrText>
        </w:r>
        <w:r w:rsidRPr="00C13664">
          <w:rPr>
            <w:rFonts w:cs="Times New Roman"/>
            <w:szCs w:val="24"/>
          </w:rPr>
          <w:fldChar w:fldCharType="separate"/>
        </w:r>
        <w:r w:rsidR="00C523D5">
          <w:rPr>
            <w:rFonts w:cs="Times New Roman"/>
            <w:noProof/>
            <w:szCs w:val="24"/>
          </w:rPr>
          <w:t>3</w:t>
        </w:r>
        <w:r w:rsidRPr="00C13664">
          <w:rPr>
            <w:rFonts w:cs="Times New Roman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893FF" w14:textId="77777777" w:rsidR="009C42A8" w:rsidRPr="009C42A8" w:rsidRDefault="00EA6CA5" w:rsidP="00AA4809">
    <w:pPr>
      <w:pStyle w:val="Galvene"/>
      <w:spacing w:before="560"/>
      <w:jc w:val="center"/>
    </w:pPr>
    <w:r>
      <w:rPr>
        <w:noProof/>
      </w:rPr>
      <w:drawing>
        <wp:inline distT="0" distB="0" distL="0" distR="0" wp14:anchorId="70B97F39" wp14:editId="175298C8">
          <wp:extent cx="2087973" cy="737649"/>
          <wp:effectExtent l="19050" t="0" r="7527" b="0"/>
          <wp:docPr id="2" name="Attēls 1" descr="LB_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_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7973" cy="73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A78C2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6BBF9DC" wp14:editId="046D5886">
              <wp:simplePos x="0" y="0"/>
              <wp:positionH relativeFrom="column">
                <wp:posOffset>1497965</wp:posOffset>
              </wp:positionH>
              <wp:positionV relativeFrom="paragraph">
                <wp:posOffset>184785</wp:posOffset>
              </wp:positionV>
              <wp:extent cx="2409190" cy="91821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09190" cy="918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E0CD475" id="Rectangle 1" o:spid="_x0000_s1026" style="position:absolute;margin-left:117.95pt;margin-top:14.55pt;width:189.7pt;height:7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" filled="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46A8C"/>
    <w:multiLevelType w:val="hybridMultilevel"/>
    <w:tmpl w:val="E262522E"/>
    <w:lvl w:ilvl="0" w:tplc="2C762774">
      <w:start w:val="1"/>
      <w:numFmt w:val="upperRoman"/>
      <w:pStyle w:val="NAnodalaromiesucipari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9B3024"/>
    <w:multiLevelType w:val="hybridMultilevel"/>
    <w:tmpl w:val="508EE15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A5D8C"/>
    <w:multiLevelType w:val="multilevel"/>
    <w:tmpl w:val="D6F88384"/>
    <w:lvl w:ilvl="0">
      <w:start w:val="1"/>
      <w:numFmt w:val="decimal"/>
      <w:pStyle w:val="NAnodala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apaksnodala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3BB7D32"/>
    <w:multiLevelType w:val="multilevel"/>
    <w:tmpl w:val="A3740C10"/>
    <w:lvl w:ilvl="0">
      <w:start w:val="1"/>
      <w:numFmt w:val="decimal"/>
      <w:pStyle w:val="NApunkts1"/>
      <w:suff w:val="space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pStyle w:val="NApunkts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52135360">
    <w:abstractNumId w:val="2"/>
  </w:num>
  <w:num w:numId="2" w16cid:durableId="765492621">
    <w:abstractNumId w:val="3"/>
  </w:num>
  <w:num w:numId="3" w16cid:durableId="6568832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408119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972059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70930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69830358">
    <w:abstractNumId w:val="0"/>
  </w:num>
  <w:num w:numId="8" w16cid:durableId="1957442133">
    <w:abstractNumId w:val="3"/>
  </w:num>
  <w:num w:numId="9" w16cid:durableId="1065840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65C"/>
    <w:rsid w:val="00001229"/>
    <w:rsid w:val="00003926"/>
    <w:rsid w:val="00007566"/>
    <w:rsid w:val="00017C12"/>
    <w:rsid w:val="000239BA"/>
    <w:rsid w:val="00032F04"/>
    <w:rsid w:val="00036677"/>
    <w:rsid w:val="000414C2"/>
    <w:rsid w:val="00057385"/>
    <w:rsid w:val="00060D2F"/>
    <w:rsid w:val="00065971"/>
    <w:rsid w:val="000722A8"/>
    <w:rsid w:val="00081D7E"/>
    <w:rsid w:val="000973A6"/>
    <w:rsid w:val="000A2A81"/>
    <w:rsid w:val="000B3673"/>
    <w:rsid w:val="000B3F1A"/>
    <w:rsid w:val="000B41DB"/>
    <w:rsid w:val="000C71B9"/>
    <w:rsid w:val="000D1813"/>
    <w:rsid w:val="000D18A5"/>
    <w:rsid w:val="000D2F31"/>
    <w:rsid w:val="000D2F85"/>
    <w:rsid w:val="000D5637"/>
    <w:rsid w:val="000E4379"/>
    <w:rsid w:val="000F000D"/>
    <w:rsid w:val="001026BB"/>
    <w:rsid w:val="00104C7E"/>
    <w:rsid w:val="00112056"/>
    <w:rsid w:val="00122C82"/>
    <w:rsid w:val="00123001"/>
    <w:rsid w:val="001306DB"/>
    <w:rsid w:val="00130FC3"/>
    <w:rsid w:val="00132488"/>
    <w:rsid w:val="00142533"/>
    <w:rsid w:val="00145D4F"/>
    <w:rsid w:val="00151E1B"/>
    <w:rsid w:val="00164ABC"/>
    <w:rsid w:val="00166A6E"/>
    <w:rsid w:val="0019595C"/>
    <w:rsid w:val="001A6172"/>
    <w:rsid w:val="001C2830"/>
    <w:rsid w:val="001C4981"/>
    <w:rsid w:val="001E4A06"/>
    <w:rsid w:val="001E680D"/>
    <w:rsid w:val="001F51BD"/>
    <w:rsid w:val="002016F8"/>
    <w:rsid w:val="00202948"/>
    <w:rsid w:val="00204C59"/>
    <w:rsid w:val="00215938"/>
    <w:rsid w:val="00216AAD"/>
    <w:rsid w:val="002220E9"/>
    <w:rsid w:val="00224017"/>
    <w:rsid w:val="00230D53"/>
    <w:rsid w:val="0023463E"/>
    <w:rsid w:val="00235702"/>
    <w:rsid w:val="002528E9"/>
    <w:rsid w:val="0025679E"/>
    <w:rsid w:val="002573A6"/>
    <w:rsid w:val="00257D15"/>
    <w:rsid w:val="00266408"/>
    <w:rsid w:val="0026765A"/>
    <w:rsid w:val="002728B2"/>
    <w:rsid w:val="00294F01"/>
    <w:rsid w:val="002A617A"/>
    <w:rsid w:val="002C08EB"/>
    <w:rsid w:val="002C6097"/>
    <w:rsid w:val="002C6FD2"/>
    <w:rsid w:val="002D4DB0"/>
    <w:rsid w:val="002D5F89"/>
    <w:rsid w:val="002F6068"/>
    <w:rsid w:val="002F7771"/>
    <w:rsid w:val="00301089"/>
    <w:rsid w:val="003300C4"/>
    <w:rsid w:val="00330899"/>
    <w:rsid w:val="00333D26"/>
    <w:rsid w:val="00334BEC"/>
    <w:rsid w:val="00351666"/>
    <w:rsid w:val="00357971"/>
    <w:rsid w:val="00365CD6"/>
    <w:rsid w:val="00366379"/>
    <w:rsid w:val="00373960"/>
    <w:rsid w:val="00373AEA"/>
    <w:rsid w:val="003842A9"/>
    <w:rsid w:val="00385699"/>
    <w:rsid w:val="003A18E0"/>
    <w:rsid w:val="003B122C"/>
    <w:rsid w:val="003B43B3"/>
    <w:rsid w:val="003C1EF2"/>
    <w:rsid w:val="003C1FD7"/>
    <w:rsid w:val="003E088C"/>
    <w:rsid w:val="003E0FBE"/>
    <w:rsid w:val="003E3B26"/>
    <w:rsid w:val="003E46F5"/>
    <w:rsid w:val="003E47EE"/>
    <w:rsid w:val="00401E62"/>
    <w:rsid w:val="00402B09"/>
    <w:rsid w:val="00403894"/>
    <w:rsid w:val="00403FF6"/>
    <w:rsid w:val="00405DF6"/>
    <w:rsid w:val="004239C6"/>
    <w:rsid w:val="00440CAF"/>
    <w:rsid w:val="004503CB"/>
    <w:rsid w:val="00463E5D"/>
    <w:rsid w:val="00470B6A"/>
    <w:rsid w:val="00475DB3"/>
    <w:rsid w:val="0049232C"/>
    <w:rsid w:val="00494812"/>
    <w:rsid w:val="004967BE"/>
    <w:rsid w:val="004A4287"/>
    <w:rsid w:val="004A63EE"/>
    <w:rsid w:val="004A6C94"/>
    <w:rsid w:val="004B092F"/>
    <w:rsid w:val="004C4859"/>
    <w:rsid w:val="004D4470"/>
    <w:rsid w:val="004E3633"/>
    <w:rsid w:val="004F6D30"/>
    <w:rsid w:val="00503825"/>
    <w:rsid w:val="0051668E"/>
    <w:rsid w:val="00516DDC"/>
    <w:rsid w:val="00516ECA"/>
    <w:rsid w:val="005345C3"/>
    <w:rsid w:val="00535B61"/>
    <w:rsid w:val="00553206"/>
    <w:rsid w:val="00557BB9"/>
    <w:rsid w:val="005778F7"/>
    <w:rsid w:val="005911DC"/>
    <w:rsid w:val="00595D21"/>
    <w:rsid w:val="005A22DF"/>
    <w:rsid w:val="005A5252"/>
    <w:rsid w:val="005A78C2"/>
    <w:rsid w:val="005B116D"/>
    <w:rsid w:val="005C43B0"/>
    <w:rsid w:val="005C4F9F"/>
    <w:rsid w:val="005D2B8F"/>
    <w:rsid w:val="005D6F09"/>
    <w:rsid w:val="005E582F"/>
    <w:rsid w:val="005E7549"/>
    <w:rsid w:val="005F62A8"/>
    <w:rsid w:val="005F65BC"/>
    <w:rsid w:val="005F762D"/>
    <w:rsid w:val="0060153E"/>
    <w:rsid w:val="00604B4F"/>
    <w:rsid w:val="006125B8"/>
    <w:rsid w:val="00621950"/>
    <w:rsid w:val="00626D42"/>
    <w:rsid w:val="006423C7"/>
    <w:rsid w:val="00667C65"/>
    <w:rsid w:val="00670403"/>
    <w:rsid w:val="006715AE"/>
    <w:rsid w:val="00671C3D"/>
    <w:rsid w:val="00691566"/>
    <w:rsid w:val="006A70E0"/>
    <w:rsid w:val="006C0EF9"/>
    <w:rsid w:val="006C20DE"/>
    <w:rsid w:val="006D395C"/>
    <w:rsid w:val="006D665C"/>
    <w:rsid w:val="006E6DD0"/>
    <w:rsid w:val="006F4826"/>
    <w:rsid w:val="006F5854"/>
    <w:rsid w:val="006F62BC"/>
    <w:rsid w:val="00704600"/>
    <w:rsid w:val="00714FE8"/>
    <w:rsid w:val="007235A2"/>
    <w:rsid w:val="00733D91"/>
    <w:rsid w:val="00746FE1"/>
    <w:rsid w:val="0075031C"/>
    <w:rsid w:val="00750E04"/>
    <w:rsid w:val="00754B84"/>
    <w:rsid w:val="00755368"/>
    <w:rsid w:val="007577AE"/>
    <w:rsid w:val="007616A1"/>
    <w:rsid w:val="00771CB0"/>
    <w:rsid w:val="0077573E"/>
    <w:rsid w:val="00784DCB"/>
    <w:rsid w:val="0079205D"/>
    <w:rsid w:val="00796C81"/>
    <w:rsid w:val="007A05A7"/>
    <w:rsid w:val="007A4159"/>
    <w:rsid w:val="007C02C8"/>
    <w:rsid w:val="007F2179"/>
    <w:rsid w:val="007F4A16"/>
    <w:rsid w:val="007F51AD"/>
    <w:rsid w:val="00803C74"/>
    <w:rsid w:val="00811BE5"/>
    <w:rsid w:val="00821CE3"/>
    <w:rsid w:val="0083221C"/>
    <w:rsid w:val="00834230"/>
    <w:rsid w:val="008358D5"/>
    <w:rsid w:val="00840034"/>
    <w:rsid w:val="008405BF"/>
    <w:rsid w:val="00844521"/>
    <w:rsid w:val="0084631E"/>
    <w:rsid w:val="008548A6"/>
    <w:rsid w:val="008575CE"/>
    <w:rsid w:val="008600A4"/>
    <w:rsid w:val="00860A5A"/>
    <w:rsid w:val="00865DAA"/>
    <w:rsid w:val="0086737E"/>
    <w:rsid w:val="008718C3"/>
    <w:rsid w:val="008738FB"/>
    <w:rsid w:val="00874640"/>
    <w:rsid w:val="00890DD9"/>
    <w:rsid w:val="008A529A"/>
    <w:rsid w:val="008D1286"/>
    <w:rsid w:val="008E1D41"/>
    <w:rsid w:val="008E2967"/>
    <w:rsid w:val="008E4767"/>
    <w:rsid w:val="008F3272"/>
    <w:rsid w:val="00914E2B"/>
    <w:rsid w:val="009259CF"/>
    <w:rsid w:val="00926D2C"/>
    <w:rsid w:val="00932794"/>
    <w:rsid w:val="00934ACC"/>
    <w:rsid w:val="00937AA2"/>
    <w:rsid w:val="009400BA"/>
    <w:rsid w:val="00944EE2"/>
    <w:rsid w:val="00960648"/>
    <w:rsid w:val="00962F4A"/>
    <w:rsid w:val="009641A1"/>
    <w:rsid w:val="00966987"/>
    <w:rsid w:val="00966F6B"/>
    <w:rsid w:val="00966FB8"/>
    <w:rsid w:val="00985755"/>
    <w:rsid w:val="009876F4"/>
    <w:rsid w:val="00991D6F"/>
    <w:rsid w:val="0099548F"/>
    <w:rsid w:val="009A0B41"/>
    <w:rsid w:val="009A43CE"/>
    <w:rsid w:val="009A5519"/>
    <w:rsid w:val="009B042A"/>
    <w:rsid w:val="009B6A93"/>
    <w:rsid w:val="009B7401"/>
    <w:rsid w:val="009B7B30"/>
    <w:rsid w:val="009C42A8"/>
    <w:rsid w:val="009C7FF1"/>
    <w:rsid w:val="009D3FEE"/>
    <w:rsid w:val="009E0DC1"/>
    <w:rsid w:val="009F2C75"/>
    <w:rsid w:val="00A14480"/>
    <w:rsid w:val="00A1744D"/>
    <w:rsid w:val="00A24CF1"/>
    <w:rsid w:val="00A35387"/>
    <w:rsid w:val="00A41589"/>
    <w:rsid w:val="00A457E8"/>
    <w:rsid w:val="00A45CCD"/>
    <w:rsid w:val="00A56918"/>
    <w:rsid w:val="00A57663"/>
    <w:rsid w:val="00A64981"/>
    <w:rsid w:val="00A67227"/>
    <w:rsid w:val="00A72A98"/>
    <w:rsid w:val="00A8178F"/>
    <w:rsid w:val="00A83EDA"/>
    <w:rsid w:val="00A8764D"/>
    <w:rsid w:val="00A90996"/>
    <w:rsid w:val="00AA1C50"/>
    <w:rsid w:val="00AA4809"/>
    <w:rsid w:val="00AA578C"/>
    <w:rsid w:val="00AB0BEE"/>
    <w:rsid w:val="00AC0FD5"/>
    <w:rsid w:val="00AC4B00"/>
    <w:rsid w:val="00AC6280"/>
    <w:rsid w:val="00AD65E6"/>
    <w:rsid w:val="00AE33A2"/>
    <w:rsid w:val="00AF06D9"/>
    <w:rsid w:val="00AF236D"/>
    <w:rsid w:val="00B22E69"/>
    <w:rsid w:val="00B275F8"/>
    <w:rsid w:val="00B31CE7"/>
    <w:rsid w:val="00B367DF"/>
    <w:rsid w:val="00B400EE"/>
    <w:rsid w:val="00B42744"/>
    <w:rsid w:val="00B62B07"/>
    <w:rsid w:val="00B85E98"/>
    <w:rsid w:val="00BA5EAE"/>
    <w:rsid w:val="00BB2DC7"/>
    <w:rsid w:val="00BB311D"/>
    <w:rsid w:val="00BB3763"/>
    <w:rsid w:val="00BB3EB7"/>
    <w:rsid w:val="00BC15DC"/>
    <w:rsid w:val="00BD0D4D"/>
    <w:rsid w:val="00BF0B4E"/>
    <w:rsid w:val="00BF0E8D"/>
    <w:rsid w:val="00BF41BD"/>
    <w:rsid w:val="00C13664"/>
    <w:rsid w:val="00C2284A"/>
    <w:rsid w:val="00C23D14"/>
    <w:rsid w:val="00C30C43"/>
    <w:rsid w:val="00C378F8"/>
    <w:rsid w:val="00C443AC"/>
    <w:rsid w:val="00C523D5"/>
    <w:rsid w:val="00C54D54"/>
    <w:rsid w:val="00C5530F"/>
    <w:rsid w:val="00C65FDB"/>
    <w:rsid w:val="00C66E83"/>
    <w:rsid w:val="00C73633"/>
    <w:rsid w:val="00C85135"/>
    <w:rsid w:val="00C902AC"/>
    <w:rsid w:val="00CA78AB"/>
    <w:rsid w:val="00CB5375"/>
    <w:rsid w:val="00CB559F"/>
    <w:rsid w:val="00CC18A1"/>
    <w:rsid w:val="00CC2441"/>
    <w:rsid w:val="00CC367A"/>
    <w:rsid w:val="00CC4E6C"/>
    <w:rsid w:val="00CD3BD9"/>
    <w:rsid w:val="00CE3AE6"/>
    <w:rsid w:val="00CF43D0"/>
    <w:rsid w:val="00CF6323"/>
    <w:rsid w:val="00CF7AE3"/>
    <w:rsid w:val="00D00245"/>
    <w:rsid w:val="00D02794"/>
    <w:rsid w:val="00D02919"/>
    <w:rsid w:val="00D07390"/>
    <w:rsid w:val="00D122C2"/>
    <w:rsid w:val="00D1410C"/>
    <w:rsid w:val="00D20D2D"/>
    <w:rsid w:val="00D22659"/>
    <w:rsid w:val="00D26119"/>
    <w:rsid w:val="00D4242A"/>
    <w:rsid w:val="00D4577A"/>
    <w:rsid w:val="00D76FB6"/>
    <w:rsid w:val="00D80AA6"/>
    <w:rsid w:val="00DA1AE7"/>
    <w:rsid w:val="00DB385B"/>
    <w:rsid w:val="00DB66D4"/>
    <w:rsid w:val="00DB784C"/>
    <w:rsid w:val="00DD3C90"/>
    <w:rsid w:val="00DE1F09"/>
    <w:rsid w:val="00DE3861"/>
    <w:rsid w:val="00DE5516"/>
    <w:rsid w:val="00DE671B"/>
    <w:rsid w:val="00DE74FA"/>
    <w:rsid w:val="00DF62C0"/>
    <w:rsid w:val="00E13652"/>
    <w:rsid w:val="00E154C5"/>
    <w:rsid w:val="00E2782D"/>
    <w:rsid w:val="00E3140C"/>
    <w:rsid w:val="00E35023"/>
    <w:rsid w:val="00E36793"/>
    <w:rsid w:val="00E3696A"/>
    <w:rsid w:val="00E3740B"/>
    <w:rsid w:val="00E55B6F"/>
    <w:rsid w:val="00E70723"/>
    <w:rsid w:val="00E76F9E"/>
    <w:rsid w:val="00E818D0"/>
    <w:rsid w:val="00EA6CA5"/>
    <w:rsid w:val="00EC1D6E"/>
    <w:rsid w:val="00ED77C1"/>
    <w:rsid w:val="00EE0F81"/>
    <w:rsid w:val="00EF6956"/>
    <w:rsid w:val="00F01078"/>
    <w:rsid w:val="00F018B2"/>
    <w:rsid w:val="00F10222"/>
    <w:rsid w:val="00F102CE"/>
    <w:rsid w:val="00F1192F"/>
    <w:rsid w:val="00F13DD7"/>
    <w:rsid w:val="00F15FC7"/>
    <w:rsid w:val="00F23B8D"/>
    <w:rsid w:val="00F306D8"/>
    <w:rsid w:val="00F30773"/>
    <w:rsid w:val="00F30F87"/>
    <w:rsid w:val="00F3140E"/>
    <w:rsid w:val="00F3441F"/>
    <w:rsid w:val="00F45356"/>
    <w:rsid w:val="00F51202"/>
    <w:rsid w:val="00F5647B"/>
    <w:rsid w:val="00F57DB1"/>
    <w:rsid w:val="00F639B6"/>
    <w:rsid w:val="00F7483D"/>
    <w:rsid w:val="00F75A2C"/>
    <w:rsid w:val="00F8030A"/>
    <w:rsid w:val="00F84CD0"/>
    <w:rsid w:val="00F8643C"/>
    <w:rsid w:val="00F91ECF"/>
    <w:rsid w:val="00FA055C"/>
    <w:rsid w:val="00FA32EC"/>
    <w:rsid w:val="00FA3C3F"/>
    <w:rsid w:val="00FA7AE0"/>
    <w:rsid w:val="00FB1572"/>
    <w:rsid w:val="00FC2711"/>
    <w:rsid w:val="00FD37FA"/>
    <w:rsid w:val="00FD5F47"/>
    <w:rsid w:val="00FE11BE"/>
    <w:rsid w:val="00FE3877"/>
    <w:rsid w:val="00FE4FF9"/>
    <w:rsid w:val="00FE6227"/>
    <w:rsid w:val="00FF0E81"/>
    <w:rsid w:val="00FF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8C1B11"/>
  <w15:docId w15:val="{55E8C204-12FE-4B36-A3BB-740E1E74A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784DCB"/>
    <w:pPr>
      <w:spacing w:after="0" w:line="240" w:lineRule="auto"/>
    </w:pPr>
    <w:rPr>
      <w:rFonts w:ascii="Times New Roman" w:hAnsi="Times New Roman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AC4B00"/>
  </w:style>
  <w:style w:type="paragraph" w:styleId="Kjene">
    <w:name w:val="footer"/>
    <w:basedOn w:val="Parasts"/>
    <w:link w:val="KjeneRakstz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AC4B00"/>
  </w:style>
  <w:style w:type="paragraph" w:styleId="Balonteksts">
    <w:name w:val="Balloon Text"/>
    <w:basedOn w:val="Parasts"/>
    <w:link w:val="BalontekstsRakstz"/>
    <w:uiPriority w:val="99"/>
    <w:semiHidden/>
    <w:unhideWhenUsed/>
    <w:rsid w:val="00AC4B00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AC4B00"/>
    <w:rPr>
      <w:rFonts w:ascii="Tahoma" w:hAnsi="Tahoma" w:cs="Tahoma"/>
      <w:sz w:val="16"/>
      <w:szCs w:val="16"/>
    </w:rPr>
  </w:style>
  <w:style w:type="character" w:styleId="Vietturateksts">
    <w:name w:val="Placeholder Text"/>
    <w:basedOn w:val="Noklusjumarindkopasfonts"/>
    <w:uiPriority w:val="99"/>
    <w:semiHidden/>
    <w:rsid w:val="009C42A8"/>
    <w:rPr>
      <w:color w:val="808080"/>
    </w:rPr>
  </w:style>
  <w:style w:type="table" w:styleId="Reatabula">
    <w:name w:val="Table Grid"/>
    <w:basedOn w:val="Parastatabula"/>
    <w:uiPriority w:val="59"/>
    <w:rsid w:val="009C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6F5854"/>
    <w:pPr>
      <w:ind w:left="720"/>
      <w:contextualSpacing/>
    </w:pPr>
  </w:style>
  <w:style w:type="paragraph" w:customStyle="1" w:styleId="NApielikums">
    <w:name w:val="NA pielikums"/>
    <w:basedOn w:val="Parasts"/>
    <w:link w:val="NApielikumsCharChar"/>
    <w:rsid w:val="006D395C"/>
    <w:pPr>
      <w:jc w:val="right"/>
    </w:pPr>
    <w:rPr>
      <w:rFonts w:eastAsia="Times New Roman" w:cs="Times New Roman"/>
      <w:szCs w:val="24"/>
    </w:rPr>
  </w:style>
  <w:style w:type="character" w:customStyle="1" w:styleId="NApielikumsCharChar">
    <w:name w:val="NA pielikums Char Char"/>
    <w:basedOn w:val="Noklusjumarindkopasfonts"/>
    <w:link w:val="NApielikums"/>
    <w:rsid w:val="006D395C"/>
    <w:rPr>
      <w:rFonts w:ascii="Times New Roman" w:eastAsia="Times New Roman" w:hAnsi="Times New Roman" w:cs="Times New Roman"/>
      <w:sz w:val="24"/>
      <w:szCs w:val="24"/>
    </w:rPr>
  </w:style>
  <w:style w:type="paragraph" w:customStyle="1" w:styleId="NAnodala">
    <w:name w:val="NA nodala"/>
    <w:basedOn w:val="Parasts"/>
    <w:next w:val="NApunkts1"/>
    <w:autoRedefine/>
    <w:qFormat/>
    <w:rsid w:val="00123001"/>
    <w:pPr>
      <w:keepNext/>
      <w:keepLines/>
      <w:numPr>
        <w:numId w:val="1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customStyle="1" w:styleId="NApunkts1">
    <w:name w:val="NA punkts 1"/>
    <w:basedOn w:val="Parasts"/>
    <w:link w:val="NApunkts1Rakstz"/>
    <w:qFormat/>
    <w:rsid w:val="0086737E"/>
    <w:pPr>
      <w:numPr>
        <w:numId w:val="2"/>
      </w:numPr>
      <w:spacing w:before="240"/>
      <w:ind w:left="0" w:firstLine="0"/>
      <w:jc w:val="both"/>
      <w:outlineLvl w:val="0"/>
    </w:pPr>
    <w:rPr>
      <w:rFonts w:eastAsia="Times New Roman" w:cs="Times New Roman"/>
      <w:szCs w:val="24"/>
    </w:rPr>
  </w:style>
  <w:style w:type="paragraph" w:customStyle="1" w:styleId="NAapaksnodala">
    <w:name w:val="NA apaksnodala"/>
    <w:basedOn w:val="Parasts"/>
    <w:rsid w:val="00123001"/>
    <w:pPr>
      <w:numPr>
        <w:ilvl w:val="1"/>
        <w:numId w:val="1"/>
      </w:numPr>
      <w:spacing w:before="240" w:after="240"/>
      <w:outlineLvl w:val="1"/>
    </w:pPr>
    <w:rPr>
      <w:rFonts w:eastAsia="Times New Roman" w:cs="Times New Roman"/>
      <w:b/>
      <w:szCs w:val="24"/>
    </w:rPr>
  </w:style>
  <w:style w:type="character" w:customStyle="1" w:styleId="NApunkts1Rakstz">
    <w:name w:val="NA punkts 1 Rakstz."/>
    <w:basedOn w:val="Noklusjumarindkopasfonts"/>
    <w:link w:val="NApunkts1"/>
    <w:rsid w:val="0086737E"/>
    <w:rPr>
      <w:rFonts w:ascii="Times New Roman" w:eastAsia="Times New Roman" w:hAnsi="Times New Roman" w:cs="Times New Roman"/>
      <w:sz w:val="24"/>
      <w:szCs w:val="24"/>
    </w:rPr>
  </w:style>
  <w:style w:type="paragraph" w:customStyle="1" w:styleId="NApunkts2">
    <w:name w:val="NA punkts 2"/>
    <w:basedOn w:val="Parasts"/>
    <w:qFormat/>
    <w:rsid w:val="00D4577A"/>
    <w:pPr>
      <w:keepLines/>
      <w:numPr>
        <w:ilvl w:val="1"/>
        <w:numId w:val="2"/>
      </w:numPr>
      <w:spacing w:before="240"/>
      <w:jc w:val="both"/>
      <w:outlineLvl w:val="1"/>
    </w:pPr>
    <w:rPr>
      <w:rFonts w:eastAsia="Times New Roman" w:cs="Times New Roman"/>
      <w:szCs w:val="24"/>
    </w:rPr>
  </w:style>
  <w:style w:type="paragraph" w:customStyle="1" w:styleId="NApunkts3">
    <w:name w:val="NA punkts 3"/>
    <w:basedOn w:val="Parasts"/>
    <w:qFormat/>
    <w:rsid w:val="00123001"/>
    <w:pPr>
      <w:keepLines/>
      <w:numPr>
        <w:ilvl w:val="2"/>
        <w:numId w:val="2"/>
      </w:numPr>
      <w:jc w:val="both"/>
      <w:outlineLvl w:val="2"/>
    </w:pPr>
    <w:rPr>
      <w:rFonts w:eastAsia="Times New Roman" w:cs="Times New Roman"/>
      <w:szCs w:val="24"/>
    </w:rPr>
  </w:style>
  <w:style w:type="paragraph" w:customStyle="1" w:styleId="NApunkts4">
    <w:name w:val="NA punkts 4"/>
    <w:basedOn w:val="Parasts"/>
    <w:qFormat/>
    <w:rsid w:val="00123001"/>
    <w:pPr>
      <w:keepLines/>
      <w:numPr>
        <w:ilvl w:val="3"/>
        <w:numId w:val="2"/>
      </w:numPr>
      <w:jc w:val="both"/>
      <w:outlineLvl w:val="3"/>
    </w:pPr>
    <w:rPr>
      <w:rFonts w:eastAsia="Times New Roman" w:cs="Times New Roman"/>
      <w:szCs w:val="24"/>
    </w:rPr>
  </w:style>
  <w:style w:type="paragraph" w:customStyle="1" w:styleId="NAnodalaromiesucipari">
    <w:name w:val="NA nodala (romiesu cipari)"/>
    <w:basedOn w:val="Parasts"/>
    <w:next w:val="NApunkts1"/>
    <w:autoRedefine/>
    <w:qFormat/>
    <w:rsid w:val="00ED77C1"/>
    <w:pPr>
      <w:numPr>
        <w:numId w:val="7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styleId="Bezatstarpm">
    <w:name w:val="No Spacing"/>
    <w:uiPriority w:val="1"/>
    <w:qFormat/>
    <w:rsid w:val="00811BE5"/>
    <w:pPr>
      <w:spacing w:after="0" w:line="240" w:lineRule="auto"/>
    </w:pPr>
    <w:rPr>
      <w:rFonts w:ascii="Times New Roman" w:hAnsi="Times New Roman"/>
      <w:sz w:val="24"/>
    </w:rPr>
  </w:style>
  <w:style w:type="paragraph" w:styleId="Prskatjums">
    <w:name w:val="Revision"/>
    <w:hidden/>
    <w:uiPriority w:val="99"/>
    <w:semiHidden/>
    <w:rsid w:val="006D665C"/>
    <w:pPr>
      <w:spacing w:after="0" w:line="240" w:lineRule="auto"/>
    </w:pPr>
    <w:rPr>
      <w:rFonts w:ascii="Times New Roman" w:hAnsi="Times New Roman"/>
      <w:sz w:val="24"/>
    </w:rPr>
  </w:style>
  <w:style w:type="character" w:styleId="Komentraatsauce">
    <w:name w:val="annotation reference"/>
    <w:basedOn w:val="Noklusjumarindkopasfonts"/>
    <w:uiPriority w:val="99"/>
    <w:semiHidden/>
    <w:unhideWhenUsed/>
    <w:rsid w:val="00CC2441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unhideWhenUsed/>
    <w:rsid w:val="00CC244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CC2441"/>
    <w:rPr>
      <w:rFonts w:ascii="Times New Roman" w:hAnsi="Times New Roman"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CC2441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CC2441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painis\lbstili\Office365\Normat&#299;vie%20akti%20(&#257;r&#275;jie)\Arejais_NA_isais_EP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8E9B586BD5C4DD4A1DF2795A22851FC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72F2484E-CA8E-4FEA-AA88-EDC171A8FC97}"/>
      </w:docPartPr>
      <w:docPartBody>
        <w:p w:rsidR="00DE5BEA" w:rsidRDefault="005601DE" w:rsidP="005601DE">
          <w:pPr>
            <w:pStyle w:val="D8E9B586BD5C4DD4A1DF2795A22851FC1"/>
          </w:pPr>
          <w:bookmarkStart w:id="0" w:name="_Hlk92186140"/>
          <w:r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p>
      </w:docPartBody>
    </w:docPart>
    <w:docPart>
      <w:docPartPr>
        <w:name w:val="24E01A320D1A4DFF9C187F2C0AD0332B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0752F733-1976-4D86-ABCA-26214433545D}"/>
      </w:docPartPr>
      <w:docPartBody>
        <w:p w:rsidR="00DE5BEA" w:rsidRDefault="00DE5BEA">
          <w:pPr>
            <w:pStyle w:val="24E01A320D1A4DFF9C187F2C0AD0332B"/>
          </w:pPr>
          <w:r w:rsidRPr="00811BE5">
            <w:rPr>
              <w:color w:val="808080" w:themeColor="background1" w:themeShade="80"/>
            </w:rPr>
            <w:t>[Datums]</w:t>
          </w:r>
        </w:p>
      </w:docPartBody>
    </w:docPart>
    <w:docPart>
      <w:docPartPr>
        <w:name w:val="F184D44BE15E47D3A8B781B7BC33554F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97BC890-A645-4E43-8DC1-00B9D3016023}"/>
      </w:docPartPr>
      <w:docPartBody>
        <w:p w:rsidR="00DE5BEA" w:rsidRDefault="005601DE">
          <w:pPr>
            <w:pStyle w:val="F184D44BE15E47D3A8B781B7BC33554F"/>
          </w:pPr>
          <w:r>
            <w:t xml:space="preserve">Noteikumi </w:t>
          </w:r>
        </w:p>
      </w:docPartBody>
    </w:docPart>
    <w:docPart>
      <w:docPartPr>
        <w:name w:val="41745ED7B44B40D9AAD489C6F293D17A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E74F2633-5184-445F-A874-20897574192A}"/>
      </w:docPartPr>
      <w:docPartBody>
        <w:p w:rsidR="00DE5BEA" w:rsidRDefault="005601DE">
          <w:pPr>
            <w:pStyle w:val="41745ED7B44B40D9AAD489C6F293D17A"/>
          </w:pPr>
          <w:r>
            <w:t xml:space="preserve">Nr. </w:t>
          </w:r>
        </w:p>
      </w:docPartBody>
    </w:docPart>
    <w:docPart>
      <w:docPartPr>
        <w:name w:val="3D7C2D024AC34E95B1673CB017FB1255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CBBD3C37-BE4E-46AD-A7D3-03E5730A9D57}"/>
      </w:docPartPr>
      <w:docPartBody>
        <w:p w:rsidR="00DE5BEA" w:rsidRDefault="005601DE">
          <w:pPr>
            <w:pStyle w:val="3D7C2D024AC34E95B1673CB017FB1255"/>
          </w:pPr>
          <w:r>
            <w:t>_____</w:t>
          </w:r>
        </w:p>
      </w:docPartBody>
    </w:docPart>
    <w:docPart>
      <w:docPartPr>
        <w:name w:val="1D0DD9A713074735A16E6912D1552DDD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757675DF-9EF1-4C67-B51E-FB1D8121E890}"/>
      </w:docPartPr>
      <w:docPartBody>
        <w:p w:rsidR="00DE5BEA" w:rsidRDefault="005601DE" w:rsidP="005601DE">
          <w:pPr>
            <w:pStyle w:val="1D0DD9A713074735A16E6912D1552DDD1"/>
          </w:pPr>
          <w:r>
            <w:rPr>
              <w:rFonts w:cs="Times New Roman"/>
              <w:szCs w:val="24"/>
            </w:rPr>
            <w:t>Rīgā</w:t>
          </w:r>
        </w:p>
      </w:docPartBody>
    </w:docPart>
    <w:docPart>
      <w:docPartPr>
        <w:name w:val="B041D81BBF6D4135A00E5CE8D47E715E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189E2D49-B4F7-4A68-A48F-08CBD7ECDE72}"/>
      </w:docPartPr>
      <w:docPartBody>
        <w:p w:rsidR="00DE5BEA" w:rsidRDefault="00DE5BEA">
          <w:pPr>
            <w:pStyle w:val="B041D81BBF6D4135A00E5CE8D47E715E"/>
          </w:pPr>
          <w:r w:rsidRPr="00F5647B">
            <w:rPr>
              <w:rStyle w:val="Vietturateksts"/>
              <w:b/>
            </w:rPr>
            <w:t>[Nosaukums]</w:t>
          </w:r>
        </w:p>
      </w:docPartBody>
    </w:docPart>
    <w:docPart>
      <w:docPartPr>
        <w:name w:val="204324BD029F4B1B81C8EF42876BFAE8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2A8C6431-0618-42E5-9B38-4428E458B659}"/>
      </w:docPartPr>
      <w:docPartBody>
        <w:p w:rsidR="00DE5BEA" w:rsidRDefault="005601DE" w:rsidP="005601DE">
          <w:pPr>
            <w:pStyle w:val="204324BD029F4B1B81C8EF42876BFAE81"/>
          </w:pPr>
          <w:r>
            <w:rPr>
              <w:rFonts w:cs="Times New Roman"/>
              <w:szCs w:val="24"/>
            </w:rPr>
            <w:t xml:space="preserve">Izdoti </w:t>
          </w:r>
        </w:p>
      </w:docPartBody>
    </w:docPart>
    <w:docPart>
      <w:docPartPr>
        <w:name w:val="01D56680E3684414A3B3292804FCA0B4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C734B839-01FF-4341-98F2-6277E39D3070}"/>
      </w:docPartPr>
      <w:docPartBody>
        <w:p w:rsidR="00DE5BEA" w:rsidRDefault="005601DE" w:rsidP="005601DE">
          <w:pPr>
            <w:pStyle w:val="01D56680E3684414A3B3292804FCA0B41"/>
          </w:pPr>
          <w:r>
            <w:rPr>
              <w:rFonts w:cs="Times New Roman"/>
              <w:szCs w:val="24"/>
            </w:rPr>
            <w:t>saskaņā ar</w:t>
          </w:r>
        </w:p>
      </w:docPartBody>
    </w:docPart>
    <w:docPart>
      <w:docPartPr>
        <w:name w:val="C2AD415F33A94CBE930F8A2024FF149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3E6FDAA5-8A17-49DD-94F2-F60000CA18DE}"/>
      </w:docPartPr>
      <w:docPartBody>
        <w:p w:rsidR="00DE5BEA" w:rsidRDefault="00DE5BEA">
          <w:pPr>
            <w:pStyle w:val="C2AD415F33A94CBE930F8A2024FF1490"/>
          </w:pPr>
          <w:r w:rsidRPr="00301089">
            <w:rPr>
              <w:rStyle w:val="Vietturateksts"/>
            </w:rPr>
            <w:t>[likuma]</w:t>
          </w:r>
        </w:p>
      </w:docPartBody>
    </w:docPart>
    <w:docPart>
      <w:docPartPr>
        <w:name w:val="CE2B477238814290A1BBC4E3A8EFDC5D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E5B11BEE-96B6-48B5-8CAA-7C843AF3E054}"/>
      </w:docPartPr>
      <w:docPartBody>
        <w:p w:rsidR="00DE5BEA" w:rsidRDefault="00DE5BEA">
          <w:pPr>
            <w:pStyle w:val="CE2B477238814290A1BBC4E3A8EFDC5D"/>
          </w:pPr>
          <w:r w:rsidRPr="007F4A16">
            <w:rPr>
              <w:rStyle w:val="Vietturateksts"/>
              <w:color w:val="808080" w:themeColor="background1" w:themeShade="80"/>
            </w:rPr>
            <w:t>[nr.]</w:t>
          </w:r>
        </w:p>
      </w:docPartBody>
    </w:docPart>
    <w:docPart>
      <w:docPartPr>
        <w:name w:val="4D61DE608AB044A1841D7FB3519D3976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01384071-6A8F-49F5-A6DA-C759F4E2B1DE}"/>
      </w:docPartPr>
      <w:docPartBody>
        <w:p w:rsidR="00DE5BEA" w:rsidRDefault="005601DE" w:rsidP="005601DE">
          <w:pPr>
            <w:pStyle w:val="4D61DE608AB044A1841D7FB3519D39761"/>
          </w:pPr>
          <w:r>
            <w:rPr>
              <w:rFonts w:cs="Times New Roman"/>
              <w:szCs w:val="24"/>
            </w:rPr>
            <w:t>. panta</w:t>
          </w:r>
        </w:p>
      </w:docPartBody>
    </w:docPart>
    <w:docPart>
      <w:docPartPr>
        <w:name w:val="7BD4C12AF1D04FE7A1E08ABF5C40A4D2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8D89059B-7FCC-46F0-8DCC-8104A3400598}"/>
      </w:docPartPr>
      <w:docPartBody>
        <w:p w:rsidR="00DE5BEA" w:rsidRDefault="00DE5BEA">
          <w:pPr>
            <w:pStyle w:val="7BD4C12AF1D04FE7A1E08ABF5C40A4D2"/>
          </w:pPr>
          <w:r w:rsidRPr="00DB385B">
            <w:rPr>
              <w:rStyle w:val="Vietturateksts"/>
            </w:rPr>
            <w:t>[vārdiem]</w:t>
          </w:r>
        </w:p>
      </w:docPartBody>
    </w:docPart>
    <w:docPart>
      <w:docPartPr>
        <w:name w:val="87B47F15A25949F1A49BB1C01CCB0CF5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4875A088-7FE0-4A81-9085-F1215BB0D226}"/>
      </w:docPartPr>
      <w:docPartBody>
        <w:p w:rsidR="00DE5BEA" w:rsidRDefault="00DE5BEA">
          <w:pPr>
            <w:pStyle w:val="87B47F15A25949F1A49BB1C01CCB0CF5"/>
          </w:pPr>
          <w:r w:rsidRPr="00DB385B">
            <w:rPr>
              <w:rStyle w:val="Vietturateksts"/>
            </w:rPr>
            <w:t>[nr.]</w:t>
          </w:r>
        </w:p>
      </w:docPartBody>
    </w:docPart>
    <w:docPart>
      <w:docPartPr>
        <w:name w:val="399AD9F8CC744F65917206B7BAC842EA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158A7908-A051-44BF-AAC9-6C74CD1F2F9D}"/>
      </w:docPartPr>
      <w:docPartBody>
        <w:p w:rsidR="00DE5BEA" w:rsidRDefault="00DE5BEA">
          <w:pPr>
            <w:pStyle w:val="399AD9F8CC744F65917206B7BAC842EA"/>
          </w:pPr>
          <w:r>
            <w:rPr>
              <w:rFonts w:cs="Times New Roman"/>
            </w:rPr>
            <w:t>. punktu</w:t>
          </w:r>
        </w:p>
      </w:docPartBody>
    </w:docPart>
    <w:docPart>
      <w:docPartPr>
        <w:name w:val="CE405F69CCAB41DA9462FBCEC8A035ED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B126F624-55FF-4730-A628-64941716E9C3}"/>
      </w:docPartPr>
      <w:docPartBody>
        <w:p w:rsidR="00DE5BEA" w:rsidRDefault="00DE5BEA">
          <w:pPr>
            <w:pStyle w:val="CE405F69CCAB41DA9462FBCEC8A035ED"/>
          </w:pPr>
          <w:r>
            <w:rPr>
              <w:rFonts w:ascii="Times New Roman" w:hAnsi="Times New Roman" w:cs="Times New Roman"/>
            </w:rPr>
            <w:t>{amats}</w:t>
          </w:r>
        </w:p>
      </w:docPartBody>
    </w:docPart>
    <w:docPart>
      <w:docPartPr>
        <w:name w:val="8EC488D4B57843EC84207501AE1BFC43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F3DB1F90-9C81-48EC-9AEE-C11DF7D6C401}"/>
      </w:docPartPr>
      <w:docPartBody>
        <w:p w:rsidR="00DE5BEA" w:rsidRDefault="00DE5BEA">
          <w:pPr>
            <w:pStyle w:val="8EC488D4B57843EC84207501AE1BFC43"/>
          </w:pPr>
          <w:r w:rsidRPr="00811BE5">
            <w:rPr>
              <w:color w:val="808080" w:themeColor="background1" w:themeShade="80"/>
            </w:rPr>
            <w:t>[V. Uzvārds]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BEA"/>
    <w:rsid w:val="00007566"/>
    <w:rsid w:val="000B3F1A"/>
    <w:rsid w:val="000C71B9"/>
    <w:rsid w:val="000D1813"/>
    <w:rsid w:val="00104C7E"/>
    <w:rsid w:val="00130FC3"/>
    <w:rsid w:val="00166A6E"/>
    <w:rsid w:val="001C4981"/>
    <w:rsid w:val="001E680D"/>
    <w:rsid w:val="002C6097"/>
    <w:rsid w:val="002D4DB0"/>
    <w:rsid w:val="002D5F89"/>
    <w:rsid w:val="00401E62"/>
    <w:rsid w:val="00403894"/>
    <w:rsid w:val="005345C3"/>
    <w:rsid w:val="00557BB9"/>
    <w:rsid w:val="005601DE"/>
    <w:rsid w:val="0060153E"/>
    <w:rsid w:val="006C0EF9"/>
    <w:rsid w:val="006F62BC"/>
    <w:rsid w:val="00714FE8"/>
    <w:rsid w:val="00715783"/>
    <w:rsid w:val="008405BF"/>
    <w:rsid w:val="008600A4"/>
    <w:rsid w:val="008E1D41"/>
    <w:rsid w:val="008E2967"/>
    <w:rsid w:val="009D3FEE"/>
    <w:rsid w:val="00AC0FD5"/>
    <w:rsid w:val="00B275F8"/>
    <w:rsid w:val="00BA5EAE"/>
    <w:rsid w:val="00C85135"/>
    <w:rsid w:val="00D122C2"/>
    <w:rsid w:val="00DA1AE7"/>
    <w:rsid w:val="00DE5BEA"/>
    <w:rsid w:val="00DE74FA"/>
    <w:rsid w:val="00E13652"/>
    <w:rsid w:val="00E3740B"/>
    <w:rsid w:val="00FE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v-LV" w:eastAsia="lv-LV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24E01A320D1A4DFF9C187F2C0AD0332B">
    <w:name w:val="24E01A320D1A4DFF9C187F2C0AD0332B"/>
  </w:style>
  <w:style w:type="paragraph" w:customStyle="1" w:styleId="F184D44BE15E47D3A8B781B7BC33554F">
    <w:name w:val="F184D44BE15E47D3A8B781B7BC33554F"/>
  </w:style>
  <w:style w:type="paragraph" w:customStyle="1" w:styleId="41745ED7B44B40D9AAD489C6F293D17A">
    <w:name w:val="41745ED7B44B40D9AAD489C6F293D17A"/>
  </w:style>
  <w:style w:type="paragraph" w:customStyle="1" w:styleId="3D7C2D024AC34E95B1673CB017FB1255">
    <w:name w:val="3D7C2D024AC34E95B1673CB017FB1255"/>
  </w:style>
  <w:style w:type="character" w:styleId="Vietturateksts">
    <w:name w:val="Placeholder Text"/>
    <w:basedOn w:val="Noklusjumarindkopasfonts"/>
    <w:uiPriority w:val="99"/>
    <w:semiHidden/>
    <w:rsid w:val="005601DE"/>
    <w:rPr>
      <w:color w:val="808080"/>
    </w:rPr>
  </w:style>
  <w:style w:type="paragraph" w:customStyle="1" w:styleId="B041D81BBF6D4135A00E5CE8D47E715E">
    <w:name w:val="B041D81BBF6D4135A00E5CE8D47E715E"/>
  </w:style>
  <w:style w:type="paragraph" w:customStyle="1" w:styleId="C2AD415F33A94CBE930F8A2024FF1490">
    <w:name w:val="C2AD415F33A94CBE930F8A2024FF1490"/>
  </w:style>
  <w:style w:type="paragraph" w:customStyle="1" w:styleId="CE2B477238814290A1BBC4E3A8EFDC5D">
    <w:name w:val="CE2B477238814290A1BBC4E3A8EFDC5D"/>
  </w:style>
  <w:style w:type="paragraph" w:customStyle="1" w:styleId="7BD4C12AF1D04FE7A1E08ABF5C40A4D2">
    <w:name w:val="7BD4C12AF1D04FE7A1E08ABF5C40A4D2"/>
  </w:style>
  <w:style w:type="paragraph" w:customStyle="1" w:styleId="87B47F15A25949F1A49BB1C01CCB0CF5">
    <w:name w:val="87B47F15A25949F1A49BB1C01CCB0CF5"/>
  </w:style>
  <w:style w:type="paragraph" w:customStyle="1" w:styleId="399AD9F8CC744F65917206B7BAC842EA">
    <w:name w:val="399AD9F8CC744F65917206B7BAC842EA"/>
  </w:style>
  <w:style w:type="paragraph" w:customStyle="1" w:styleId="CE405F69CCAB41DA9462FBCEC8A035ED">
    <w:name w:val="CE405F69CCAB41DA9462FBCEC8A035ED"/>
  </w:style>
  <w:style w:type="paragraph" w:customStyle="1" w:styleId="8EC488D4B57843EC84207501AE1BFC43">
    <w:name w:val="8EC488D4B57843EC84207501AE1BFC43"/>
  </w:style>
  <w:style w:type="paragraph" w:customStyle="1" w:styleId="D8E9B586BD5C4DD4A1DF2795A22851FC1">
    <w:name w:val="D8E9B586BD5C4DD4A1DF2795A22851FC1"/>
    <w:rsid w:val="005601DE"/>
    <w:pPr>
      <w:spacing w:after="0" w:line="240" w:lineRule="auto"/>
    </w:pPr>
    <w:rPr>
      <w:rFonts w:ascii="Times New Roman" w:hAnsi="Times New Roman"/>
      <w:kern w:val="0"/>
      <w:szCs w:val="22"/>
      <w14:ligatures w14:val="none"/>
    </w:rPr>
  </w:style>
  <w:style w:type="paragraph" w:customStyle="1" w:styleId="1D0DD9A713074735A16E6912D1552DDD1">
    <w:name w:val="1D0DD9A713074735A16E6912D1552DDD1"/>
    <w:rsid w:val="005601DE"/>
    <w:pPr>
      <w:spacing w:after="0" w:line="240" w:lineRule="auto"/>
    </w:pPr>
    <w:rPr>
      <w:rFonts w:ascii="Times New Roman" w:hAnsi="Times New Roman"/>
      <w:kern w:val="0"/>
      <w:szCs w:val="22"/>
      <w14:ligatures w14:val="none"/>
    </w:rPr>
  </w:style>
  <w:style w:type="paragraph" w:customStyle="1" w:styleId="204324BD029F4B1B81C8EF42876BFAE81">
    <w:name w:val="204324BD029F4B1B81C8EF42876BFAE81"/>
    <w:rsid w:val="005601DE"/>
    <w:pPr>
      <w:spacing w:after="0" w:line="240" w:lineRule="auto"/>
    </w:pPr>
    <w:rPr>
      <w:rFonts w:ascii="Times New Roman" w:hAnsi="Times New Roman"/>
      <w:kern w:val="0"/>
      <w:szCs w:val="22"/>
      <w14:ligatures w14:val="none"/>
    </w:rPr>
  </w:style>
  <w:style w:type="paragraph" w:customStyle="1" w:styleId="01D56680E3684414A3B3292804FCA0B41">
    <w:name w:val="01D56680E3684414A3B3292804FCA0B41"/>
    <w:rsid w:val="005601DE"/>
    <w:pPr>
      <w:spacing w:after="0" w:line="240" w:lineRule="auto"/>
    </w:pPr>
    <w:rPr>
      <w:rFonts w:ascii="Times New Roman" w:hAnsi="Times New Roman"/>
      <w:kern w:val="0"/>
      <w:szCs w:val="22"/>
      <w14:ligatures w14:val="none"/>
    </w:rPr>
  </w:style>
  <w:style w:type="paragraph" w:customStyle="1" w:styleId="4D61DE608AB044A1841D7FB3519D39761">
    <w:name w:val="4D61DE608AB044A1841D7FB3519D39761"/>
    <w:rsid w:val="005601DE"/>
    <w:pPr>
      <w:spacing w:after="0" w:line="240" w:lineRule="auto"/>
    </w:pPr>
    <w:rPr>
      <w:rFonts w:ascii="Times New Roman" w:hAnsi="Times New Roman"/>
      <w:kern w:val="0"/>
      <w:szCs w:val="22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1877C-4E39-49C0-832D-39C3FAD8E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Arejais_NA_isais_EP.dotx</Template>
  <TotalTime>2</TotalTime>
  <Pages>2</Pages>
  <Words>2180</Words>
  <Characters>1243</Characters>
  <Application>Microsoft Office Word</Application>
  <DocSecurity>0</DocSecurity>
  <Lines>10</Lines>
  <Paragraphs>6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Jermoloviča</dc:creator>
  <cp:lastModifiedBy>Sarmīte Glāzere</cp:lastModifiedBy>
  <cp:revision>3</cp:revision>
  <cp:lastPrinted>2010-12-20T19:45:00Z</cp:lastPrinted>
  <dcterms:created xsi:type="dcterms:W3CDTF">2026-01-08T06:56:00Z</dcterms:created>
  <dcterms:modified xsi:type="dcterms:W3CDTF">2026-01-08T06:57:00Z</dcterms:modified>
</cp:coreProperties>
</file>