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9A0C" w14:textId="77777777" w:rsidR="009C42A8" w:rsidRPr="0079205D" w:rsidRDefault="00000000" w:rsidP="0072488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A0136156E2D143CE8B59A5BFEC56544A"/>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1E98A30" w14:textId="1EB36BE2"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5BEF76AD" w14:textId="77777777" w:rsidTr="00811BE5">
        <w:sdt>
          <w:sdtPr>
            <w:rPr>
              <w:rFonts w:cs="Times New Roman"/>
            </w:rPr>
            <w:id w:val="25447574"/>
            <w:lock w:val="sdtLocked"/>
            <w:placeholder>
              <w:docPart w:val="5D8E5380EFAA49879999521956D2F71E"/>
            </w:placeholder>
          </w:sdtPr>
          <w:sdtContent>
            <w:tc>
              <w:tcPr>
                <w:tcW w:w="4360" w:type="dxa"/>
                <w:vAlign w:val="bottom"/>
              </w:tcPr>
              <w:p w14:paraId="07672663" w14:textId="6B18D0FC" w:rsidR="003C1EF2" w:rsidRDefault="008904FF" w:rsidP="00811BE5">
                <w:pPr>
                  <w:pStyle w:val="NoSpacing"/>
                  <w:spacing w:before="240"/>
                  <w:ind w:left="-107"/>
                  <w:rPr>
                    <w:rFonts w:cs="Times New Roman"/>
                  </w:rPr>
                </w:pPr>
                <w:r>
                  <w:rPr>
                    <w:rFonts w:cs="Times New Roman"/>
                  </w:rPr>
                  <w:t>2023. gada 22. maijā</w:t>
                </w:r>
              </w:p>
            </w:tc>
          </w:sdtContent>
        </w:sdt>
        <w:tc>
          <w:tcPr>
            <w:tcW w:w="4360" w:type="dxa"/>
            <w:vAlign w:val="bottom"/>
          </w:tcPr>
          <w:p w14:paraId="1B385A5E" w14:textId="5BBB6F34" w:rsidR="003C1EF2" w:rsidRDefault="00000000" w:rsidP="00C523D5">
            <w:pPr>
              <w:pStyle w:val="NoSpacing"/>
              <w:ind w:right="-111"/>
              <w:jc w:val="right"/>
            </w:pPr>
            <w:sdt>
              <w:sdtPr>
                <w:id w:val="32932642"/>
                <w:lock w:val="sdtContentLocked"/>
                <w:placeholder>
                  <w:docPart w:val="1F1D27D4D7F8412884A83470A0E7D27A"/>
                </w:placeholder>
                <w:showingPlcHdr/>
              </w:sdtPr>
              <w:sdtContent>
                <w:r w:rsidR="00F13DD7">
                  <w:t xml:space="preserve">Noteikumi </w:t>
                </w:r>
              </w:sdtContent>
            </w:sdt>
            <w:sdt>
              <w:sdtPr>
                <w:id w:val="25447619"/>
                <w:lock w:val="sdtContentLocked"/>
                <w:placeholder>
                  <w:docPart w:val="2602C71E8B2440EABF0172D9B90E3AD7"/>
                </w:placeholder>
                <w:showingPlcHdr/>
              </w:sdtPr>
              <w:sdtContent>
                <w:r w:rsidR="003C1EF2">
                  <w:t xml:space="preserve">Nr. </w:t>
                </w:r>
              </w:sdtContent>
            </w:sdt>
            <w:sdt>
              <w:sdtPr>
                <w:id w:val="25447645"/>
                <w:lock w:val="sdtLocked"/>
                <w:placeholder>
                  <w:docPart w:val="7F9BB03DACDD41BFB7FA34404D0E4F46"/>
                </w:placeholder>
              </w:sdtPr>
              <w:sdtContent>
                <w:r w:rsidR="008904FF">
                  <w:t>241</w:t>
                </w:r>
              </w:sdtContent>
            </w:sdt>
          </w:p>
        </w:tc>
      </w:tr>
    </w:tbl>
    <w:sdt>
      <w:sdtPr>
        <w:rPr>
          <w:rFonts w:cs="Times New Roman"/>
          <w:szCs w:val="24"/>
        </w:rPr>
        <w:id w:val="25447675"/>
        <w:lock w:val="sdtContentLocked"/>
        <w:placeholder>
          <w:docPart w:val="6CCF576296974FA5A857F7F7728E180A"/>
        </w:placeholder>
        <w:showingPlcHdr/>
      </w:sdtPr>
      <w:sdtContent>
        <w:p w14:paraId="0CA8C356" w14:textId="77777777" w:rsidR="003C1EF2" w:rsidRDefault="00C2284A" w:rsidP="00C2284A">
          <w:pPr>
            <w:rPr>
              <w:rFonts w:cs="Times New Roman"/>
              <w:szCs w:val="24"/>
            </w:rPr>
          </w:pPr>
          <w:r>
            <w:rPr>
              <w:rFonts w:cs="Times New Roman"/>
              <w:szCs w:val="24"/>
            </w:rPr>
            <w:t>Rīgā</w:t>
          </w:r>
        </w:p>
      </w:sdtContent>
    </w:sdt>
    <w:bookmarkStart w:id="1" w:name="_Hlk131585849"/>
    <w:p w14:paraId="415A70B7" w14:textId="50C92A45" w:rsidR="00C2284A" w:rsidRPr="00C86D90" w:rsidRDefault="00000000" w:rsidP="00AE0803">
      <w:pPr>
        <w:spacing w:before="240" w:after="240"/>
        <w:rPr>
          <w:rFonts w:cs="Times New Roman"/>
          <w:b/>
          <w:szCs w:val="24"/>
        </w:rPr>
      </w:pPr>
      <w:sdt>
        <w:sdtPr>
          <w:rPr>
            <w:rFonts w:cs="Times New Roman"/>
            <w:b/>
            <w:szCs w:val="24"/>
          </w:rPr>
          <w:alias w:val="Nosaukums"/>
          <w:tag w:val="Nosaukums"/>
          <w:id w:val="25447728"/>
          <w:placeholder>
            <w:docPart w:val="95EAA68A7C6C43F5BF1B7BFB20E4E5F0"/>
          </w:placeholder>
        </w:sdtPr>
        <w:sdtContent>
          <w:r w:rsidR="004D4FCE" w:rsidRPr="0006780B">
            <w:rPr>
              <w:rFonts w:eastAsia="Times New Roman" w:cs="Times New Roman"/>
              <w:b/>
              <w:szCs w:val="24"/>
            </w:rPr>
            <w:t xml:space="preserve">Noteikumi par </w:t>
          </w:r>
          <w:bookmarkStart w:id="2" w:name="_Hlk129089674"/>
          <w:r w:rsidR="004D4FCE" w:rsidRPr="0006780B">
            <w:rPr>
              <w:rFonts w:eastAsia="Times New Roman" w:cs="Times New Roman"/>
              <w:b/>
              <w:szCs w:val="24"/>
            </w:rPr>
            <w:t>būtisk</w:t>
          </w:r>
          <w:r w:rsidR="0089641D" w:rsidRPr="0006780B">
            <w:rPr>
              <w:rFonts w:eastAsia="Times New Roman" w:cs="Times New Roman"/>
              <w:b/>
              <w:szCs w:val="24"/>
            </w:rPr>
            <w:t xml:space="preserve">as </w:t>
          </w:r>
          <w:r w:rsidR="004D4FCE" w:rsidRPr="0006780B">
            <w:rPr>
              <w:rFonts w:eastAsia="Times New Roman" w:cs="Times New Roman"/>
              <w:b/>
              <w:szCs w:val="24"/>
            </w:rPr>
            <w:t>līdzdalīb</w:t>
          </w:r>
          <w:r w:rsidR="0089641D" w:rsidRPr="0006780B">
            <w:rPr>
              <w:rFonts w:eastAsia="Times New Roman" w:cs="Times New Roman"/>
              <w:b/>
              <w:szCs w:val="24"/>
            </w:rPr>
            <w:t>as iegūšanu vai pa</w:t>
          </w:r>
          <w:r w:rsidR="00043F83" w:rsidRPr="0006780B">
            <w:rPr>
              <w:rFonts w:eastAsia="Times New Roman" w:cs="Times New Roman"/>
              <w:b/>
              <w:szCs w:val="24"/>
            </w:rPr>
            <w:t>l</w:t>
          </w:r>
          <w:r w:rsidR="0089641D" w:rsidRPr="0006780B">
            <w:rPr>
              <w:rFonts w:eastAsia="Times New Roman" w:cs="Times New Roman"/>
              <w:b/>
              <w:szCs w:val="24"/>
            </w:rPr>
            <w:t>ielināšanu</w:t>
          </w:r>
          <w:r w:rsidR="004D4FCE" w:rsidRPr="0006780B">
            <w:rPr>
              <w:rFonts w:eastAsia="Times New Roman" w:cs="Times New Roman"/>
              <w:b/>
              <w:szCs w:val="24"/>
            </w:rPr>
            <w:t xml:space="preserve"> finanšu institūcijā</w:t>
          </w:r>
          <w:r w:rsidR="00043F83" w:rsidRPr="0006780B">
            <w:rPr>
              <w:rFonts w:eastAsia="Times New Roman" w:cs="Times New Roman"/>
              <w:b/>
              <w:szCs w:val="24"/>
            </w:rPr>
            <w:t xml:space="preserve"> </w:t>
          </w:r>
        </w:sdtContent>
      </w:sdt>
      <w:bookmarkEnd w:id="1"/>
      <w:bookmarkEnd w:id="2"/>
    </w:p>
    <w:p w14:paraId="45A2F858"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1F0EFA8AA59342D5A8ED70DDD642E515"/>
          </w:placeholder>
          <w:showingPlcHdr/>
        </w:sdtPr>
        <w:sdtContent>
          <w:r w:rsidR="00F13DD7">
            <w:rPr>
              <w:rFonts w:cs="Times New Roman"/>
              <w:szCs w:val="24"/>
            </w:rPr>
            <w:t xml:space="preserve">Izdoti </w:t>
          </w:r>
        </w:sdtContent>
      </w:sdt>
      <w:sdt>
        <w:sdtPr>
          <w:rPr>
            <w:rFonts w:cs="Times New Roman"/>
            <w:szCs w:val="24"/>
          </w:rPr>
          <w:id w:val="25447774"/>
          <w:placeholder>
            <w:docPart w:val="26E699B54D6341DEAFC090E943FC2561"/>
          </w:placeholder>
          <w:showingPlcHdr/>
        </w:sdtPr>
        <w:sdtContent>
          <w:r w:rsidR="00301089">
            <w:rPr>
              <w:rFonts w:cs="Times New Roman"/>
              <w:szCs w:val="24"/>
            </w:rPr>
            <w:t>saskaņā ar</w:t>
          </w:r>
        </w:sdtContent>
      </w:sdt>
    </w:p>
    <w:sdt>
      <w:sdtPr>
        <w:rPr>
          <w:rFonts w:cs="Times New Roman"/>
          <w:szCs w:val="24"/>
        </w:rPr>
        <w:id w:val="25447800"/>
        <w:placeholder>
          <w:docPart w:val="C8E1A70435334C7FB4AF0EE291ACD6D2"/>
        </w:placeholder>
      </w:sdtPr>
      <w:sdtContent>
        <w:p w14:paraId="6025837B" w14:textId="7A358E71" w:rsidR="00BE06AA" w:rsidRDefault="009A3E79" w:rsidP="009A3E79">
          <w:pPr>
            <w:shd w:val="clear" w:color="auto" w:fill="FFFFFF"/>
            <w:jc w:val="right"/>
            <w:rPr>
              <w:rFonts w:eastAsia="Times New Roman" w:cs="Times New Roman"/>
              <w:iCs/>
            </w:rPr>
          </w:pPr>
          <w:hyperlink r:id="rId8" w:tgtFrame="_blank" w:history="1">
            <w:r w:rsidRPr="00D9386E">
              <w:rPr>
                <w:rFonts w:eastAsia="Times New Roman" w:cs="Times New Roman"/>
                <w:iCs/>
              </w:rPr>
              <w:t>Kredītiestāžu likuma</w:t>
            </w:r>
          </w:hyperlink>
          <w:r w:rsidRPr="00D9386E">
            <w:rPr>
              <w:rFonts w:eastAsia="Times New Roman" w:cs="Times New Roman"/>
              <w:iCs/>
            </w:rPr>
            <w:t xml:space="preserve"> </w:t>
          </w:r>
          <w:hyperlink r:id="rId9" w:anchor="p29" w:tgtFrame="_blank" w:history="1">
            <w:r w:rsidRPr="00D9386E">
              <w:rPr>
                <w:rFonts w:eastAsia="Times New Roman" w:cs="Times New Roman"/>
                <w:iCs/>
              </w:rPr>
              <w:t>29.</w:t>
            </w:r>
            <w:r w:rsidR="00925AC1">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pirmo un otro daļu un 50.</w:t>
          </w:r>
          <w:r w:rsidR="00925AC1">
            <w:rPr>
              <w:rFonts w:eastAsia="Times New Roman" w:cs="Times New Roman"/>
              <w:iCs/>
            </w:rPr>
            <w:t> </w:t>
          </w:r>
          <w:r w:rsidRPr="00D9386E">
            <w:rPr>
              <w:rFonts w:eastAsia="Times New Roman" w:cs="Times New Roman"/>
              <w:iCs/>
            </w:rPr>
            <w:t>panta otro daļu,</w:t>
          </w:r>
          <w:r w:rsidR="00BE06AA">
            <w:rPr>
              <w:rFonts w:eastAsia="Times New Roman" w:cs="Times New Roman"/>
              <w:iCs/>
            </w:rPr>
            <w:t xml:space="preserve"> </w:t>
          </w:r>
        </w:p>
        <w:p w14:paraId="7A63A304" w14:textId="527EAC89" w:rsidR="00615C5B" w:rsidRDefault="009A3E79" w:rsidP="009A3E79">
          <w:pPr>
            <w:shd w:val="clear" w:color="auto" w:fill="FFFFFF"/>
            <w:jc w:val="right"/>
            <w:rPr>
              <w:rFonts w:eastAsia="Times New Roman" w:cs="Times New Roman"/>
              <w:iCs/>
            </w:rPr>
          </w:pPr>
          <w:hyperlink r:id="rId10" w:tgtFrame="_blank" w:history="1">
            <w:r w:rsidRPr="00D9386E">
              <w:rPr>
                <w:rFonts w:eastAsia="Times New Roman" w:cs="Times New Roman"/>
                <w:iCs/>
              </w:rPr>
              <w:t>Apdrošināšanas un pārapdrošināšanas likuma</w:t>
            </w:r>
          </w:hyperlink>
          <w:r w:rsidRPr="00D9386E">
            <w:rPr>
              <w:rFonts w:eastAsia="Times New Roman" w:cs="Times New Roman"/>
              <w:iCs/>
            </w:rPr>
            <w:t xml:space="preserve"> 40.</w:t>
          </w:r>
          <w:r w:rsidR="00925AC1">
            <w:rPr>
              <w:rFonts w:eastAsia="Times New Roman" w:cs="Times New Roman"/>
              <w:iCs/>
            </w:rPr>
            <w:t> </w:t>
          </w:r>
          <w:r w:rsidRPr="00D9386E">
            <w:rPr>
              <w:rFonts w:eastAsia="Times New Roman" w:cs="Times New Roman"/>
              <w:iCs/>
            </w:rPr>
            <w:t xml:space="preserve">panta sesto daļu un </w:t>
          </w:r>
        </w:p>
        <w:p w14:paraId="21690353" w14:textId="6BE5EE06" w:rsidR="009A3E79" w:rsidRPr="00D9386E" w:rsidRDefault="009A3E79" w:rsidP="009A3E79">
          <w:pPr>
            <w:shd w:val="clear" w:color="auto" w:fill="FFFFFF"/>
            <w:jc w:val="right"/>
            <w:rPr>
              <w:rFonts w:eastAsia="Times New Roman" w:cs="Times New Roman"/>
              <w:iCs/>
            </w:rPr>
          </w:pPr>
          <w:hyperlink r:id="rId11" w:anchor="p76" w:tgtFrame="_blank" w:history="1">
            <w:r w:rsidRPr="00D9386E">
              <w:rPr>
                <w:rFonts w:eastAsia="Times New Roman" w:cs="Times New Roman"/>
                <w:iCs/>
              </w:rPr>
              <w:t>76.</w:t>
            </w:r>
            <w:r w:rsidR="00925AC1">
              <w:rPr>
                <w:rFonts w:eastAsia="Times New Roman" w:cs="Times New Roman"/>
                <w:iCs/>
              </w:rPr>
              <w:t> </w:t>
            </w:r>
            <w:r w:rsidRPr="00D9386E">
              <w:rPr>
                <w:rFonts w:eastAsia="Times New Roman" w:cs="Times New Roman"/>
                <w:iCs/>
              </w:rPr>
              <w:t>panta</w:t>
            </w:r>
          </w:hyperlink>
          <w:r w:rsidR="00925AC1">
            <w:rPr>
              <w:rFonts w:eastAsia="Times New Roman" w:cs="Times New Roman"/>
              <w:iCs/>
            </w:rPr>
            <w:t xml:space="preserve"> </w:t>
          </w:r>
          <w:r w:rsidRPr="00D9386E">
            <w:rPr>
              <w:rFonts w:eastAsia="Times New Roman" w:cs="Times New Roman"/>
              <w:iCs/>
            </w:rPr>
            <w:t>pirmo un otro daļu,</w:t>
          </w:r>
          <w:r w:rsidR="00BE06AA">
            <w:rPr>
              <w:rFonts w:eastAsia="Times New Roman" w:cs="Times New Roman"/>
              <w:iCs/>
            </w:rPr>
            <w:t xml:space="preserve"> </w:t>
          </w:r>
        </w:p>
        <w:p w14:paraId="3494E4DF" w14:textId="4F626194" w:rsidR="00615C5B" w:rsidRDefault="009A3E79" w:rsidP="009A3E79">
          <w:pPr>
            <w:shd w:val="clear" w:color="auto" w:fill="FFFFFF"/>
            <w:jc w:val="right"/>
            <w:rPr>
              <w:rFonts w:eastAsia="Times New Roman" w:cs="Times New Roman"/>
              <w:iCs/>
            </w:rPr>
          </w:pPr>
          <w:hyperlink r:id="rId12" w:tgtFrame="_blank" w:history="1">
            <w:r w:rsidRPr="00D9386E">
              <w:rPr>
                <w:rFonts w:eastAsia="Times New Roman" w:cs="Times New Roman"/>
                <w:iCs/>
              </w:rPr>
              <w:t>Finanšu instrumentu tirgus likuma</w:t>
            </w:r>
          </w:hyperlink>
          <w:r w:rsidRPr="00D9386E">
            <w:rPr>
              <w:rFonts w:eastAsia="Times New Roman" w:cs="Times New Roman"/>
              <w:iCs/>
            </w:rPr>
            <w:t xml:space="preserve"> </w:t>
          </w:r>
          <w:r w:rsidRPr="00D9386E">
            <w:rPr>
              <w:rFonts w:cs="Times New Roman"/>
            </w:rPr>
            <w:t>4.</w:t>
          </w:r>
          <w:r w:rsidRPr="00D9386E">
            <w:rPr>
              <w:rFonts w:cs="Times New Roman"/>
              <w:vertAlign w:val="superscript"/>
            </w:rPr>
            <w:t>2</w:t>
          </w:r>
          <w:r w:rsidR="00925AC1">
            <w:rPr>
              <w:rFonts w:cs="Times New Roman"/>
              <w:vertAlign w:val="superscript"/>
            </w:rPr>
            <w:t> </w:t>
          </w:r>
          <w:r w:rsidRPr="00D9386E">
            <w:rPr>
              <w:rFonts w:cs="Times New Roman"/>
            </w:rPr>
            <w:t>pantu</w:t>
          </w:r>
          <w:r w:rsidR="00F637DE">
            <w:rPr>
              <w:rFonts w:cs="Times New Roman"/>
            </w:rPr>
            <w:t>,</w:t>
          </w:r>
          <w:r w:rsidRPr="00D9386E">
            <w:rPr>
              <w:rFonts w:cs="Times New Roman"/>
            </w:rPr>
            <w:t xml:space="preserve"> </w:t>
          </w:r>
          <w:hyperlink r:id="rId13" w:anchor="p9" w:tgtFrame="_blank" w:history="1">
            <w:r w:rsidRPr="00D9386E">
              <w:rPr>
                <w:rFonts w:eastAsia="Times New Roman" w:cs="Times New Roman"/>
                <w:iCs/>
              </w:rPr>
              <w:t>9.</w:t>
            </w:r>
            <w:r w:rsidR="00925AC1">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pirmo un otro daļu</w:t>
          </w:r>
          <w:r w:rsidR="00615C5B">
            <w:rPr>
              <w:rFonts w:eastAsia="Times New Roman" w:cs="Times New Roman"/>
              <w:iCs/>
            </w:rPr>
            <w:t xml:space="preserve"> un</w:t>
          </w:r>
        </w:p>
        <w:p w14:paraId="54B15766" w14:textId="0060AD5D" w:rsidR="009A3E79" w:rsidRPr="00D9386E" w:rsidRDefault="009A3E79" w:rsidP="009A3E79">
          <w:pPr>
            <w:shd w:val="clear" w:color="auto" w:fill="FFFFFF"/>
            <w:jc w:val="right"/>
            <w:rPr>
              <w:rFonts w:eastAsia="Times New Roman" w:cs="Times New Roman"/>
              <w:iCs/>
            </w:rPr>
          </w:pPr>
          <w:r w:rsidRPr="00D9386E">
            <w:rPr>
              <w:rFonts w:eastAsia="Times New Roman" w:cs="Times New Roman"/>
              <w:iCs/>
            </w:rPr>
            <w:t>95.</w:t>
          </w:r>
          <w:r w:rsidRPr="00D9386E">
            <w:rPr>
              <w:rFonts w:eastAsia="Times New Roman" w:cs="Times New Roman"/>
              <w:iCs/>
              <w:vertAlign w:val="superscript"/>
            </w:rPr>
            <w:t>2</w:t>
          </w:r>
          <w:r w:rsidR="00925AC1">
            <w:rPr>
              <w:rFonts w:eastAsia="Times New Roman" w:cs="Times New Roman"/>
              <w:iCs/>
            </w:rPr>
            <w:t> </w:t>
          </w:r>
          <w:r w:rsidRPr="00D9386E">
            <w:rPr>
              <w:rFonts w:eastAsia="Times New Roman" w:cs="Times New Roman"/>
              <w:iCs/>
            </w:rPr>
            <w:t>panta sesto daļu</w:t>
          </w:r>
          <w:r>
            <w:rPr>
              <w:rFonts w:eastAsia="Times New Roman" w:cs="Times New Roman"/>
              <w:iCs/>
            </w:rPr>
            <w:t>,</w:t>
          </w:r>
        </w:p>
        <w:p w14:paraId="72E48508" w14:textId="60563D04" w:rsidR="00615C5B" w:rsidRDefault="009A3E79" w:rsidP="009A3E79">
          <w:pPr>
            <w:shd w:val="clear" w:color="auto" w:fill="FFFFFF"/>
            <w:jc w:val="right"/>
            <w:rPr>
              <w:rFonts w:eastAsia="Times New Roman" w:cs="Times New Roman"/>
              <w:iCs/>
            </w:rPr>
          </w:pPr>
          <w:hyperlink r:id="rId14" w:tgtFrame="_blank" w:history="1">
            <w:r w:rsidRPr="00D9386E">
              <w:rPr>
                <w:rFonts w:eastAsia="Times New Roman" w:cs="Times New Roman"/>
                <w:iCs/>
              </w:rPr>
              <w:t>Alternatīvo ieguldījumu fondu un to pārvaldnieku</w:t>
            </w:r>
            <w:r w:rsidR="00BE06AA">
              <w:rPr>
                <w:rFonts w:eastAsia="Times New Roman" w:cs="Times New Roman"/>
                <w:iCs/>
              </w:rPr>
              <w:t xml:space="preserve"> </w:t>
            </w:r>
            <w:r w:rsidRPr="00D9386E">
              <w:rPr>
                <w:rFonts w:eastAsia="Times New Roman" w:cs="Times New Roman"/>
                <w:iCs/>
              </w:rPr>
              <w:t>likuma</w:t>
            </w:r>
          </w:hyperlink>
          <w:r w:rsidRPr="00D9386E">
            <w:rPr>
              <w:rFonts w:eastAsia="Times New Roman" w:cs="Times New Roman"/>
              <w:iCs/>
            </w:rPr>
            <w:t xml:space="preserve"> </w:t>
          </w:r>
        </w:p>
        <w:p w14:paraId="3272D280" w14:textId="4FD995C5" w:rsidR="009A3E79" w:rsidRPr="00D9386E" w:rsidRDefault="009A3E79" w:rsidP="009A3E79">
          <w:pPr>
            <w:shd w:val="clear" w:color="auto" w:fill="FFFFFF"/>
            <w:jc w:val="right"/>
            <w:rPr>
              <w:rFonts w:eastAsia="Times New Roman" w:cs="Times New Roman"/>
              <w:iCs/>
            </w:rPr>
          </w:pPr>
          <w:hyperlink r:id="rId15" w:anchor="p12" w:tgtFrame="_blank" w:history="1">
            <w:r w:rsidRPr="00D9386E">
              <w:rPr>
                <w:rFonts w:eastAsia="Times New Roman" w:cs="Times New Roman"/>
                <w:iCs/>
              </w:rPr>
              <w:t>12.</w:t>
            </w:r>
            <w:r w:rsidR="00925AC1">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otro un ceturto daļu un 81.</w:t>
          </w:r>
          <w:r w:rsidR="00724888">
            <w:rPr>
              <w:rFonts w:eastAsia="Times New Roman" w:cs="Times New Roman"/>
              <w:iCs/>
            </w:rPr>
            <w:t> </w:t>
          </w:r>
          <w:r w:rsidRPr="00D9386E">
            <w:rPr>
              <w:rFonts w:eastAsia="Times New Roman" w:cs="Times New Roman"/>
              <w:iCs/>
            </w:rPr>
            <w:t xml:space="preserve">panta astoto daļu, </w:t>
          </w:r>
        </w:p>
        <w:p w14:paraId="4670EF26" w14:textId="77777777" w:rsidR="00BE06AA" w:rsidRDefault="009A3E79" w:rsidP="009A3E79">
          <w:pPr>
            <w:shd w:val="clear" w:color="auto" w:fill="FFFFFF"/>
            <w:jc w:val="right"/>
            <w:rPr>
              <w:rFonts w:eastAsia="Times New Roman" w:cs="Times New Roman"/>
              <w:iCs/>
            </w:rPr>
          </w:pPr>
          <w:hyperlink r:id="rId16" w:tgtFrame="_blank" w:history="1">
            <w:r w:rsidRPr="00D9386E">
              <w:rPr>
                <w:rFonts w:eastAsia="Times New Roman" w:cs="Times New Roman"/>
                <w:iCs/>
              </w:rPr>
              <w:t>Maksājumu pakalpojumu un elektroniskās naudas likuma</w:t>
            </w:r>
          </w:hyperlink>
          <w:r w:rsidR="00BE06AA">
            <w:rPr>
              <w:rFonts w:eastAsia="Times New Roman" w:cs="Times New Roman"/>
              <w:iCs/>
            </w:rPr>
            <w:t xml:space="preserve"> </w:t>
          </w:r>
        </w:p>
        <w:p w14:paraId="14E724E6" w14:textId="69A0DBF3" w:rsidR="00121156" w:rsidRDefault="009A3E79" w:rsidP="009A3E79">
          <w:pPr>
            <w:shd w:val="clear" w:color="auto" w:fill="FFFFFF"/>
            <w:jc w:val="right"/>
            <w:rPr>
              <w:ins w:id="3" w:author="Ingus Valtiņš" w:date="2025-02-14T14:39:00Z" w16du:dateUtc="2025-02-14T12:39:00Z"/>
              <w:rFonts w:eastAsia="Times New Roman" w:cs="Times New Roman"/>
              <w:iCs/>
            </w:rPr>
          </w:pPr>
          <w:hyperlink r:id="rId17" w:anchor="p14" w:tgtFrame="_blank" w:history="1">
            <w:r w:rsidRPr="00D9386E">
              <w:rPr>
                <w:rFonts w:eastAsia="Times New Roman" w:cs="Times New Roman"/>
                <w:iCs/>
              </w:rPr>
              <w:t>14.</w:t>
            </w:r>
            <w:r w:rsidR="00724888">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pirmo un otro daļu un 45.</w:t>
          </w:r>
          <w:r w:rsidR="00724888">
            <w:rPr>
              <w:rFonts w:eastAsia="Times New Roman" w:cs="Times New Roman"/>
              <w:iCs/>
            </w:rPr>
            <w:t> </w:t>
          </w:r>
          <w:r w:rsidRPr="00D9386E">
            <w:rPr>
              <w:rFonts w:eastAsia="Times New Roman" w:cs="Times New Roman"/>
              <w:iCs/>
            </w:rPr>
            <w:t>panta pirmo daļu</w:t>
          </w:r>
          <w:r w:rsidR="00121156">
            <w:rPr>
              <w:rFonts w:eastAsia="Times New Roman" w:cs="Times New Roman"/>
              <w:iCs/>
            </w:rPr>
            <w:t>,</w:t>
          </w:r>
        </w:p>
        <w:p w14:paraId="54389B6C" w14:textId="77777777" w:rsidR="00E1125A" w:rsidRDefault="00E1125A" w:rsidP="009A3E79">
          <w:pPr>
            <w:shd w:val="clear" w:color="auto" w:fill="FFFFFF"/>
            <w:jc w:val="right"/>
            <w:rPr>
              <w:ins w:id="4" w:author="Ingus Valtiņš" w:date="2025-02-14T14:40:00Z" w16du:dateUtc="2025-02-14T12:40:00Z"/>
            </w:rPr>
          </w:pPr>
          <w:ins w:id="5" w:author="Ingus Valtiņš" w:date="2025-02-14T14:39:00Z" w16du:dateUtc="2025-02-14T12:39:00Z">
            <w:r>
              <w:t xml:space="preserve">Ieguldījumu brokeru sabiedrību likuma 26. panta pirmo un otro daļu, </w:t>
            </w:r>
          </w:ins>
        </w:p>
        <w:p w14:paraId="50C3EC31" w14:textId="77777777" w:rsidR="00E1125A" w:rsidRDefault="00E1125A" w:rsidP="009A3E79">
          <w:pPr>
            <w:shd w:val="clear" w:color="auto" w:fill="FFFFFF"/>
            <w:jc w:val="right"/>
            <w:rPr>
              <w:ins w:id="6" w:author="Ingus Valtiņš" w:date="2025-02-14T14:40:00Z" w16du:dateUtc="2025-02-14T12:40:00Z"/>
            </w:rPr>
          </w:pPr>
          <w:ins w:id="7" w:author="Ingus Valtiņš" w:date="2025-02-14T14:39:00Z" w16du:dateUtc="2025-02-14T12:39:00Z">
            <w:r>
              <w:t>Ieguldījumu pārvaldes sabiedrību likuma 7.</w:t>
            </w:r>
            <w:r w:rsidRPr="000F6B2D">
              <w:rPr>
                <w:vertAlign w:val="superscript"/>
              </w:rPr>
              <w:t xml:space="preserve">1 </w:t>
            </w:r>
            <w:r>
              <w:t xml:space="preserve">panta otro un ceturto daļu un 78. panta septīto daļu un </w:t>
            </w:r>
          </w:ins>
        </w:p>
        <w:p w14:paraId="598B94D9" w14:textId="48ED402D" w:rsidR="00E1125A" w:rsidRDefault="00E1125A" w:rsidP="009A3E79">
          <w:pPr>
            <w:shd w:val="clear" w:color="auto" w:fill="FFFFFF"/>
            <w:jc w:val="right"/>
            <w:rPr>
              <w:rFonts w:eastAsia="Times New Roman" w:cs="Times New Roman"/>
              <w:iCs/>
            </w:rPr>
          </w:pPr>
          <w:ins w:id="8" w:author="Ingus Valtiņš" w:date="2025-02-14T14:39:00Z" w16du:dateUtc="2025-02-14T12:39:00Z">
            <w:r>
              <w:t>Kriptoaktīvu pakalpojumu likuma 4. panta otro un trešo daļu</w:t>
            </w:r>
          </w:ins>
        </w:p>
        <w:p w14:paraId="7A02484C" w14:textId="4C1973E0" w:rsidR="009A3E79" w:rsidRPr="00D9386E" w:rsidDel="00E1125A" w:rsidRDefault="00121156" w:rsidP="009A3E79">
          <w:pPr>
            <w:shd w:val="clear" w:color="auto" w:fill="FFFFFF"/>
            <w:jc w:val="right"/>
            <w:rPr>
              <w:del w:id="9" w:author="Ingus Valtiņš" w:date="2025-02-14T14:40:00Z" w16du:dateUtc="2025-02-14T12:40:00Z"/>
              <w:rFonts w:eastAsia="Times New Roman" w:cs="Times New Roman"/>
              <w:iCs/>
            </w:rPr>
          </w:pPr>
          <w:del w:id="10" w:author="Ingus Valtiņš" w:date="2025-02-14T14:40:00Z" w16du:dateUtc="2025-02-14T12:40:00Z">
            <w:r w:rsidRPr="008B7AFE" w:rsidDel="00E1125A">
              <w:rPr>
                <w:rFonts w:eastAsia="Times New Roman" w:cs="Times New Roman"/>
                <w:iCs/>
              </w:rPr>
              <w:delText xml:space="preserve">Ieguldījumu brokeru sabiedrību likuma </w:delText>
            </w:r>
            <w:r w:rsidRPr="008B7AFE" w:rsidDel="00E1125A">
              <w:rPr>
                <w:rStyle w:val="ui-provider"/>
              </w:rPr>
              <w:delText>26.</w:delText>
            </w:r>
            <w:r w:rsidR="00925AC1" w:rsidDel="00E1125A">
              <w:rPr>
                <w:rStyle w:val="ui-provider"/>
              </w:rPr>
              <w:delText> </w:delText>
            </w:r>
            <w:r w:rsidRPr="008B7AFE" w:rsidDel="00E1125A">
              <w:rPr>
                <w:rStyle w:val="ui-provider"/>
              </w:rPr>
              <w:delText>panta pirmo un otro daļu</w:delText>
            </w:r>
            <w:r w:rsidR="009A3E79" w:rsidRPr="008B7AFE" w:rsidDel="00E1125A">
              <w:rPr>
                <w:rFonts w:eastAsia="Times New Roman" w:cs="Times New Roman"/>
                <w:iCs/>
              </w:rPr>
              <w:delText xml:space="preserve"> un</w:delText>
            </w:r>
            <w:r w:rsidR="009A3E79" w:rsidRPr="00D9386E" w:rsidDel="00E1125A">
              <w:rPr>
                <w:rFonts w:eastAsia="Times New Roman" w:cs="Times New Roman"/>
                <w:iCs/>
              </w:rPr>
              <w:delText xml:space="preserve"> </w:delText>
            </w:r>
          </w:del>
        </w:p>
        <w:p w14:paraId="05EAAE85" w14:textId="3385B2DF" w:rsidR="00615C5B" w:rsidDel="00E1125A" w:rsidRDefault="009A3E79" w:rsidP="009A3E79">
          <w:pPr>
            <w:jc w:val="right"/>
            <w:rPr>
              <w:del w:id="11" w:author="Ingus Valtiņš" w:date="2025-02-14T14:40:00Z" w16du:dateUtc="2025-02-14T12:40:00Z"/>
              <w:rFonts w:eastAsia="Times New Roman" w:cs="Times New Roman"/>
              <w:iCs/>
            </w:rPr>
          </w:pPr>
          <w:del w:id="12" w:author="Ingus Valtiņš" w:date="2025-02-14T14:40:00Z" w16du:dateUtc="2025-02-14T12:40:00Z">
            <w:r w:rsidRPr="00D9386E" w:rsidDel="00E1125A">
              <w:rPr>
                <w:rFonts w:eastAsia="Times New Roman" w:cs="Times New Roman"/>
                <w:iCs/>
              </w:rPr>
              <w:delText xml:space="preserve">Ieguldījumu pārvaldes sabiedrību likuma </w:delText>
            </w:r>
          </w:del>
        </w:p>
        <w:p w14:paraId="181E15F9" w14:textId="756D8CE9" w:rsidR="00301089" w:rsidRDefault="009A3E79" w:rsidP="009A3E79">
          <w:pPr>
            <w:jc w:val="right"/>
            <w:rPr>
              <w:rFonts w:cs="Times New Roman"/>
              <w:szCs w:val="24"/>
            </w:rPr>
          </w:pPr>
          <w:del w:id="13" w:author="Ingus Valtiņš" w:date="2025-02-14T14:40:00Z" w16du:dateUtc="2025-02-14T12:40:00Z">
            <w:r w:rsidRPr="00D9386E" w:rsidDel="00E1125A">
              <w:rPr>
                <w:rFonts w:eastAsia="Times New Roman" w:cs="Times New Roman"/>
                <w:iCs/>
              </w:rPr>
              <w:delText>7.</w:delText>
            </w:r>
            <w:r w:rsidRPr="00D9386E" w:rsidDel="00E1125A">
              <w:rPr>
                <w:rFonts w:cs="Times New Roman"/>
                <w:vertAlign w:val="superscript"/>
              </w:rPr>
              <w:delText>1</w:delText>
            </w:r>
            <w:r w:rsidR="00724888" w:rsidDel="00E1125A">
              <w:rPr>
                <w:rFonts w:cs="Times New Roman"/>
                <w:vertAlign w:val="superscript"/>
              </w:rPr>
              <w:delText> </w:delText>
            </w:r>
            <w:r w:rsidRPr="00D9386E" w:rsidDel="00E1125A">
              <w:rPr>
                <w:rFonts w:cs="Times New Roman"/>
              </w:rPr>
              <w:delText>panta otro un ceturto daļu un 78.</w:delText>
            </w:r>
            <w:r w:rsidR="00724888" w:rsidDel="00E1125A">
              <w:rPr>
                <w:rFonts w:cs="Times New Roman"/>
              </w:rPr>
              <w:delText> </w:delText>
            </w:r>
            <w:r w:rsidRPr="00D9386E" w:rsidDel="00E1125A">
              <w:rPr>
                <w:rFonts w:cs="Times New Roman"/>
              </w:rPr>
              <w:delText>panta septīto daļu</w:delText>
            </w:r>
          </w:del>
        </w:p>
      </w:sdtContent>
    </w:sdt>
    <w:p w14:paraId="396E90AD" w14:textId="38CFBC50" w:rsidR="00840034" w:rsidRDefault="00840034" w:rsidP="00724888">
      <w:pPr>
        <w:pStyle w:val="NAnodalaromiesucipari"/>
      </w:pPr>
      <w:r w:rsidRPr="00796018">
        <w:t>Vispārīg</w:t>
      </w:r>
      <w:r w:rsidR="00D30D24">
        <w:t>ais</w:t>
      </w:r>
      <w:r w:rsidRPr="00796018">
        <w:t xml:space="preserve"> jautājum</w:t>
      </w:r>
      <w:r w:rsidR="00D30D24">
        <w:t>s</w:t>
      </w:r>
    </w:p>
    <w:p w14:paraId="40418396" w14:textId="77777777" w:rsidR="00A5191F" w:rsidRDefault="00501525" w:rsidP="004B3249">
      <w:pPr>
        <w:pStyle w:val="NApunkts1"/>
        <w:shd w:val="clear" w:color="auto" w:fill="FFFFFF"/>
      </w:pPr>
      <w:r>
        <w:t>Noteikumi nosaka</w:t>
      </w:r>
      <w:r w:rsidR="00A5191F">
        <w:t>:</w:t>
      </w:r>
    </w:p>
    <w:p w14:paraId="2B83433A" w14:textId="0416668D" w:rsidR="00A5191F" w:rsidRDefault="007109DD" w:rsidP="002B4317">
      <w:pPr>
        <w:pStyle w:val="NApunkts2"/>
      </w:pPr>
      <w:r>
        <w:t>kritērijus</w:t>
      </w:r>
      <w:r w:rsidRPr="002A7380">
        <w:t xml:space="preserve"> </w:t>
      </w:r>
      <w:r>
        <w:t>p</w:t>
      </w:r>
      <w:r w:rsidRPr="00D9386E">
        <w:t>erson</w:t>
      </w:r>
      <w:r w:rsidR="00EC4232">
        <w:t>as</w:t>
      </w:r>
      <w:r w:rsidRPr="00D9386E">
        <w:t>, kas tieši vai netieši iegūst vai palielina būtisku līdzdalību</w:t>
      </w:r>
      <w:r w:rsidR="004D07BB">
        <w:t xml:space="preserve"> </w:t>
      </w:r>
      <w:r w:rsidR="002B4317">
        <w:t xml:space="preserve">(turpmāk – persona) </w:t>
      </w:r>
      <w:r w:rsidRPr="00D9386E">
        <w:t>kredītiestād</w:t>
      </w:r>
      <w:r>
        <w:t>ē</w:t>
      </w:r>
      <w:r w:rsidRPr="00D9386E">
        <w:t>, apdrošināšanas sabiedrīb</w:t>
      </w:r>
      <w:r>
        <w:t>ā</w:t>
      </w:r>
      <w:r w:rsidRPr="00D9386E">
        <w:t>, pārapdrošināšanas sabiedrīb</w:t>
      </w:r>
      <w:r>
        <w:t>ā</w:t>
      </w:r>
      <w:r w:rsidRPr="00D9386E">
        <w:t>, regulētā tirgus organizētāj</w:t>
      </w:r>
      <w:r>
        <w:t>ā</w:t>
      </w:r>
      <w:r w:rsidRPr="00D9386E">
        <w:t>, ieguldījumu pārvaldes sabiedrīb</w:t>
      </w:r>
      <w:r>
        <w:t>ā</w:t>
      </w:r>
      <w:r w:rsidRPr="00D9386E">
        <w:t>, alternatīvo ieguldījumu fondu pārvaldniek</w:t>
      </w:r>
      <w:r>
        <w:t>ā</w:t>
      </w:r>
      <w:r w:rsidRPr="00D9386E">
        <w:t>, maksājumu iestād</w:t>
      </w:r>
      <w:r>
        <w:t>ē</w:t>
      </w:r>
      <w:r w:rsidRPr="00D9386E">
        <w:t>, elektroniskās naudas iestād</w:t>
      </w:r>
      <w:r>
        <w:t xml:space="preserve">ē, </w:t>
      </w:r>
      <w:r w:rsidRPr="00D9386E">
        <w:t>ieguldījumu brokeru sabiedrīb</w:t>
      </w:r>
      <w:r>
        <w:t xml:space="preserve">ā </w:t>
      </w:r>
      <w:ins w:id="14" w:author="Ingus Valtiņš" w:date="2025-02-14T14:41:00Z" w16du:dateUtc="2025-02-14T12:41:00Z">
        <w:r w:rsidR="00E1125A" w:rsidRPr="00D9386E">
          <w:t>centrāla</w:t>
        </w:r>
        <w:r w:rsidR="00E1125A">
          <w:t>jā</w:t>
        </w:r>
        <w:r w:rsidR="00E1125A" w:rsidRPr="00D9386E">
          <w:t xml:space="preserve"> vērtspapīru depozitārij</w:t>
        </w:r>
        <w:r w:rsidR="00E1125A">
          <w:t>ā, aktīviem piesaistītu žetonu emitentā un kriptoaktīvu pakalpojumu sniedzējā</w:t>
        </w:r>
      </w:ins>
      <w:del w:id="15" w:author="Ingus Valtiņš" w:date="2025-02-14T14:41:00Z" w16du:dateUtc="2025-02-14T12:41:00Z">
        <w:r w:rsidDel="00E1125A">
          <w:delText xml:space="preserve">un </w:delText>
        </w:r>
        <w:r w:rsidRPr="00D9386E" w:rsidDel="00E1125A">
          <w:delText>centrāla</w:delText>
        </w:r>
        <w:r w:rsidDel="00E1125A">
          <w:delText>jā</w:delText>
        </w:r>
        <w:r w:rsidRPr="00D9386E" w:rsidDel="00E1125A">
          <w:delText xml:space="preserve"> vērtspapīru depozitārij</w:delText>
        </w:r>
        <w:r w:rsidDel="00E1125A">
          <w:delText>ā</w:delText>
        </w:r>
      </w:del>
      <w:r>
        <w:t xml:space="preserve"> (turpmāk </w:t>
      </w:r>
      <w:r w:rsidR="001A2BFD">
        <w:t>–</w:t>
      </w:r>
      <w:r>
        <w:t xml:space="preserve"> finanšu institūcija)</w:t>
      </w:r>
      <w:r w:rsidR="00921739">
        <w:t>,</w:t>
      </w:r>
      <w:r>
        <w:t xml:space="preserve"> noteikšanai</w:t>
      </w:r>
      <w:r w:rsidR="00A5191F">
        <w:t>;</w:t>
      </w:r>
    </w:p>
    <w:p w14:paraId="1E049F14" w14:textId="0B83DFF9" w:rsidR="003553BF" w:rsidRDefault="003553BF" w:rsidP="00A5191F">
      <w:pPr>
        <w:pStyle w:val="NApunkts2"/>
      </w:pPr>
      <w:r>
        <w:t xml:space="preserve">būtiskas līdzdalības </w:t>
      </w:r>
      <w:r w:rsidR="00EC4232">
        <w:t xml:space="preserve">finanšu institūcijā </w:t>
      </w:r>
      <w:r>
        <w:t>aprēķināšanas metodes;</w:t>
      </w:r>
    </w:p>
    <w:p w14:paraId="7F3C628B" w14:textId="12B62AD2" w:rsidR="00F9396F" w:rsidRDefault="00501525" w:rsidP="00A5191F">
      <w:pPr>
        <w:pStyle w:val="NApunkts2"/>
      </w:pPr>
      <w:r w:rsidRPr="002A7380">
        <w:t>informācij</w:t>
      </w:r>
      <w:r>
        <w:t>as apjomu</w:t>
      </w:r>
      <w:r w:rsidRPr="002A7380">
        <w:t>, kuru persona pievieno paziņojumam par būtiskas līdzdalības iegūšanu vai palielināšanu finanšu institūcijā</w:t>
      </w:r>
      <w:r w:rsidR="00EC4232">
        <w:t>;</w:t>
      </w:r>
    </w:p>
    <w:p w14:paraId="5092B76E" w14:textId="73C4BE65" w:rsidR="00EC4232" w:rsidRDefault="00EC4232" w:rsidP="00EC4232">
      <w:pPr>
        <w:pStyle w:val="NApunkts2"/>
      </w:pPr>
      <w:r w:rsidRPr="002A7380">
        <w:t>paziņojuma par būtiskas līdzdalības iegūšanu vai palielināšanu finanšu institūcijā</w:t>
      </w:r>
      <w:r>
        <w:t xml:space="preserve"> iesniegšanas un izvērtēšanas kārtību.</w:t>
      </w:r>
    </w:p>
    <w:p w14:paraId="2CA9FA6D" w14:textId="636E6E9F" w:rsidR="00840034" w:rsidRDefault="00FD10EB" w:rsidP="00724888">
      <w:pPr>
        <w:pStyle w:val="NAnodalaromiesucipari"/>
      </w:pPr>
      <w:r>
        <w:rPr>
          <w:bCs/>
        </w:rPr>
        <w:t>Kritēriji</w:t>
      </w:r>
      <w:r w:rsidRPr="00D9386E">
        <w:t xml:space="preserve"> </w:t>
      </w:r>
      <w:r w:rsidR="002A7380" w:rsidRPr="00D9386E">
        <w:t>personu, kuras atzīstamas par būtiskas līdzdalības ieguvējiem, noteikšanai</w:t>
      </w:r>
    </w:p>
    <w:p w14:paraId="6B6500EF" w14:textId="3A9F07A9" w:rsidR="002A7380" w:rsidRDefault="00092872" w:rsidP="00C902AC">
      <w:pPr>
        <w:pStyle w:val="NApunkts1"/>
      </w:pPr>
      <w:r w:rsidRPr="00D9386E">
        <w:lastRenderedPageBreak/>
        <w:t>Par personām, kuras rīkojas saskaņoti, atzīstamas personas, kuras uz mutvārdu vai rakstveida vienošanās pamata rīkojas</w:t>
      </w:r>
      <w:r w:rsidR="00BE06AA" w:rsidRPr="00BE06AA">
        <w:t xml:space="preserve"> </w:t>
      </w:r>
      <w:r w:rsidR="00BE06AA" w:rsidRPr="00D9386E">
        <w:t>kopīgi</w:t>
      </w:r>
      <w:r w:rsidRPr="00D9386E">
        <w:t>, lai iegūtu vai palielinātu būtisku līdzdalību finanšu institūcijā.</w:t>
      </w:r>
    </w:p>
    <w:p w14:paraId="5BAB1A89" w14:textId="10386B1F" w:rsidR="00840034" w:rsidRDefault="00092872" w:rsidP="00C902AC">
      <w:pPr>
        <w:pStyle w:val="NApunkts1"/>
      </w:pPr>
      <w:r w:rsidRPr="00D9386E">
        <w:t xml:space="preserve">Par personu saskaņotu rīcību </w:t>
      </w:r>
      <w:r w:rsidR="001D1255">
        <w:t xml:space="preserve">var </w:t>
      </w:r>
      <w:r w:rsidRPr="00D9386E">
        <w:t>liecin</w:t>
      </w:r>
      <w:r w:rsidR="001D1255">
        <w:t>āt</w:t>
      </w:r>
      <w:r w:rsidRPr="00D9386E">
        <w:t xml:space="preserve"> jebkurš šāds faktors:</w:t>
      </w:r>
      <w:r w:rsidR="00840034">
        <w:t xml:space="preserve"> </w:t>
      </w:r>
    </w:p>
    <w:p w14:paraId="37298B0D" w14:textId="01F5A20F" w:rsidR="00092872" w:rsidRPr="001C33EB" w:rsidRDefault="00092872" w:rsidP="00A95605">
      <w:pPr>
        <w:pStyle w:val="NApunkts2"/>
      </w:pPr>
      <w:r w:rsidRPr="00D9386E">
        <w:t xml:space="preserve">akcionāru līgumi un līgumi par korporatīvās pārvaldības jautājumiem, izņemot līgumus, </w:t>
      </w:r>
      <w:r w:rsidRPr="001C33EB">
        <w:t xml:space="preserve">kuros </w:t>
      </w:r>
      <w:r w:rsidR="00BE06AA" w:rsidRPr="001C33EB">
        <w:t xml:space="preserve">noteikti </w:t>
      </w:r>
      <w:r w:rsidRPr="001C33EB">
        <w:t xml:space="preserve">tikai akciju </w:t>
      </w:r>
      <w:r w:rsidR="00A95605" w:rsidRPr="001C33EB">
        <w:t xml:space="preserve">vai to daļu (turpmāk – akcijas) </w:t>
      </w:r>
      <w:r w:rsidRPr="001C33EB">
        <w:t xml:space="preserve">pirkuma, </w:t>
      </w:r>
      <w:proofErr w:type="spellStart"/>
      <w:r w:rsidRPr="001C33EB">
        <w:t>līdzpārdošanas</w:t>
      </w:r>
      <w:proofErr w:type="spellEnd"/>
      <w:r w:rsidRPr="001C33EB">
        <w:t xml:space="preserve"> vai pirmpirkuma tiesību noteikumi;</w:t>
      </w:r>
    </w:p>
    <w:p w14:paraId="03638717" w14:textId="0212E40F" w:rsidR="00092872" w:rsidRDefault="00092872" w:rsidP="00092872">
      <w:pPr>
        <w:pStyle w:val="NApunkts2"/>
      </w:pPr>
      <w:r w:rsidRPr="00D9386E">
        <w:t xml:space="preserve">ģimeniskās </w:t>
      </w:r>
      <w:r w:rsidR="000740BC">
        <w:t>saites</w:t>
      </w:r>
      <w:r w:rsidRPr="00D9386E">
        <w:t>:</w:t>
      </w:r>
    </w:p>
    <w:p w14:paraId="221D8816" w14:textId="5178C39F" w:rsidR="00092872" w:rsidRDefault="00092872" w:rsidP="00092872">
      <w:pPr>
        <w:pStyle w:val="NApunkts3"/>
      </w:pPr>
      <w:r w:rsidRPr="00D9386E">
        <w:t>fiziskās personas un šo fizisko personu aizgādnībā esošas personas;</w:t>
      </w:r>
    </w:p>
    <w:p w14:paraId="20F59889" w14:textId="00BAEBB8" w:rsidR="00092872" w:rsidRDefault="00092872" w:rsidP="00092872">
      <w:pPr>
        <w:pStyle w:val="NApunkts3"/>
      </w:pPr>
      <w:r w:rsidRPr="00D9386E">
        <w:t>laulātie;</w:t>
      </w:r>
    </w:p>
    <w:p w14:paraId="1DF1B20F" w14:textId="6F558FA1" w:rsidR="00092872" w:rsidRDefault="00092872" w:rsidP="00092872">
      <w:pPr>
        <w:pStyle w:val="NApunkts3"/>
      </w:pPr>
      <w:r w:rsidRPr="00D9386E">
        <w:t>augšupējie un lejupējie radinieki līdz pirmajai pakāpei;</w:t>
      </w:r>
    </w:p>
    <w:p w14:paraId="4074139E" w14:textId="4A24C3EF" w:rsidR="00092872" w:rsidRDefault="00092872" w:rsidP="00092872">
      <w:pPr>
        <w:pStyle w:val="NApunkts2"/>
      </w:pPr>
      <w:r w:rsidRPr="00D9386E">
        <w:t>persona ieņem augstākās vadības līmeņa amatu vai ir finanšu institūcijas valdes vai padomes loceklis;</w:t>
      </w:r>
    </w:p>
    <w:p w14:paraId="7F7D89D4" w14:textId="111CB94D" w:rsidR="00092872" w:rsidRDefault="00092872" w:rsidP="00092872">
      <w:pPr>
        <w:pStyle w:val="NApunkts2"/>
      </w:pPr>
      <w:r w:rsidRPr="00D9386E">
        <w:t>persona var ietekmēt lēmumu par finanšu institūcijas valdes vai padomes locekļa ievēlēšanu vai iecelšanu;</w:t>
      </w:r>
    </w:p>
    <w:p w14:paraId="5FD90D73" w14:textId="25FAD5DB" w:rsidR="00092872" w:rsidRDefault="00092872" w:rsidP="00092872">
      <w:pPr>
        <w:pStyle w:val="NApunkts2"/>
      </w:pPr>
      <w:r w:rsidRPr="00D9386E">
        <w:t>pastāv saistība starp vienas grupas sabiedrībām</w:t>
      </w:r>
      <w:r w:rsidR="00300ED6">
        <w:t xml:space="preserve">, </w:t>
      </w:r>
      <w:r w:rsidRPr="00D9386E">
        <w:t xml:space="preserve">izņemot Finanšu instrumentu tirgus likuma </w:t>
      </w:r>
      <w:r w:rsidRPr="00D9386E">
        <w:rPr>
          <w:bCs/>
          <w:shd w:val="clear" w:color="auto" w:fill="FFFFFF"/>
        </w:rPr>
        <w:t>61.</w:t>
      </w:r>
      <w:r w:rsidRPr="00D9386E">
        <w:rPr>
          <w:bCs/>
          <w:shd w:val="clear" w:color="auto" w:fill="FFFFFF"/>
          <w:vertAlign w:val="superscript"/>
        </w:rPr>
        <w:t>6 </w:t>
      </w:r>
      <w:r w:rsidRPr="00D9386E">
        <w:rPr>
          <w:bCs/>
          <w:shd w:val="clear" w:color="auto" w:fill="FFFFFF"/>
        </w:rPr>
        <w:t xml:space="preserve">pantā minētos </w:t>
      </w:r>
      <w:r w:rsidRPr="00D9386E">
        <w:t>gadījumus;</w:t>
      </w:r>
    </w:p>
    <w:p w14:paraId="21EEDA3D" w14:textId="63F898A0" w:rsidR="00092872" w:rsidRDefault="00092872" w:rsidP="00092872">
      <w:pPr>
        <w:pStyle w:val="NApunkts2"/>
      </w:pPr>
      <w:r w:rsidRPr="00D9386E">
        <w:t>komercsabiedrības, kuras kontrolē viena un tā pati persona;</w:t>
      </w:r>
    </w:p>
    <w:p w14:paraId="53041FF8" w14:textId="5EC688E0" w:rsidR="00092872" w:rsidRDefault="00092872" w:rsidP="00092872">
      <w:pPr>
        <w:pStyle w:val="NApunkts2"/>
      </w:pPr>
      <w:r w:rsidRPr="00D9386E">
        <w:t>personas izmanto vienu un to pašu finansējuma avotu līdzdalības iegūšanai vai palielināšanai finanšu institūcijā;</w:t>
      </w:r>
    </w:p>
    <w:p w14:paraId="01B850F6" w14:textId="142E04F5" w:rsidR="00092872" w:rsidRDefault="00092872" w:rsidP="00092872">
      <w:pPr>
        <w:pStyle w:val="NApunkts2"/>
      </w:pPr>
      <w:r w:rsidRPr="00D9386E">
        <w:t>attiecīgo akcionāru</w:t>
      </w:r>
      <w:r w:rsidR="000B7299">
        <w:t xml:space="preserve"> vai dalībnieku</w:t>
      </w:r>
      <w:r w:rsidRPr="00D9386E">
        <w:t xml:space="preserve"> konsekventi balsošanas modeļi;</w:t>
      </w:r>
    </w:p>
    <w:p w14:paraId="7227D94F" w14:textId="69F67281" w:rsidR="00092872" w:rsidRPr="00D9386E" w:rsidRDefault="00092872" w:rsidP="00092872">
      <w:pPr>
        <w:pStyle w:val="NApunkts2"/>
      </w:pPr>
      <w:r w:rsidRPr="00D9386E">
        <w:t>komercsabiedrība un tās valdes locekļi</w:t>
      </w:r>
      <w:r w:rsidRPr="00D9386E">
        <w:rPr>
          <w:lang w:val="fr-FR"/>
        </w:rPr>
        <w:t>.</w:t>
      </w:r>
    </w:p>
    <w:p w14:paraId="48DFF1B4" w14:textId="25DEABA9" w:rsidR="00092872" w:rsidRPr="00D9386E" w:rsidRDefault="009343F0" w:rsidP="00092872">
      <w:pPr>
        <w:pStyle w:val="NApunkts1"/>
      </w:pPr>
      <w:r w:rsidRPr="00D9386E">
        <w:t>Par personu saskaņotu rīcību neuzskata šādas darbības:</w:t>
      </w:r>
    </w:p>
    <w:p w14:paraId="15FD7D64" w14:textId="39CFBEF1" w:rsidR="00092872" w:rsidRDefault="009343F0" w:rsidP="00092872">
      <w:pPr>
        <w:pStyle w:val="NApunkts2"/>
      </w:pPr>
      <w:r w:rsidRPr="00D9386E">
        <w:t>personu savstarpējās sarunas par finanšu institūcijas izpildinstitūciju struktūru un to locekļiem;</w:t>
      </w:r>
    </w:p>
    <w:p w14:paraId="71DD0495" w14:textId="1820E529" w:rsidR="009343F0" w:rsidRDefault="009343F0" w:rsidP="00092872">
      <w:pPr>
        <w:pStyle w:val="NApunkts2"/>
      </w:pPr>
      <w:r w:rsidRPr="00D9386E">
        <w:t>person</w:t>
      </w:r>
      <w:r w:rsidR="00BE06AA">
        <w:t>u</w:t>
      </w:r>
      <w:r w:rsidRPr="00D9386E">
        <w:t xml:space="preserve"> sūdzības finanšu institūcijas valdei vai padomei par finanšu institūcijas esošo vai plānoto stratēģiju, darbības virzieniem, turpmāko darbību;</w:t>
      </w:r>
    </w:p>
    <w:p w14:paraId="22294441" w14:textId="3D71462E" w:rsidR="009343F0" w:rsidRDefault="009343F0" w:rsidP="00092872">
      <w:pPr>
        <w:pStyle w:val="NApunkts2"/>
      </w:pPr>
      <w:r w:rsidRPr="00D9386E">
        <w:t>šād</w:t>
      </w:r>
      <w:r w:rsidR="00F637DE">
        <w:t>u</w:t>
      </w:r>
      <w:r w:rsidRPr="00D9386E">
        <w:t xml:space="preserve"> akcionāra (dalībnieka) likumisk</w:t>
      </w:r>
      <w:r w:rsidR="00F637DE">
        <w:t>o</w:t>
      </w:r>
      <w:r w:rsidRPr="00D9386E">
        <w:t xml:space="preserve"> tiesīb</w:t>
      </w:r>
      <w:r w:rsidR="00F637DE">
        <w:t>u īstenošan</w:t>
      </w:r>
      <w:r w:rsidR="00BE06AA">
        <w:t>u</w:t>
      </w:r>
      <w:r w:rsidRPr="00D9386E">
        <w:t>:</w:t>
      </w:r>
    </w:p>
    <w:p w14:paraId="4087BC79" w14:textId="3D9E2B80" w:rsidR="009343F0" w:rsidRDefault="0062689E" w:rsidP="009343F0">
      <w:pPr>
        <w:pStyle w:val="NApunkts3"/>
      </w:pPr>
      <w:r w:rsidRPr="00D9386E">
        <w:t xml:space="preserve">personas </w:t>
      </w:r>
      <w:r w:rsidR="009343F0" w:rsidRPr="00D9386E">
        <w:t>lūgum</w:t>
      </w:r>
      <w:r w:rsidR="00625FBE">
        <w:t>u</w:t>
      </w:r>
      <w:r w:rsidR="009343F0" w:rsidRPr="00D9386E">
        <w:t xml:space="preserve"> iekļaut papildu jautājumus vai lēmumprojektus akcionāru (dalībnieku) sapulces darba kārtībā;</w:t>
      </w:r>
    </w:p>
    <w:p w14:paraId="5F9C967A" w14:textId="77F7B0B4" w:rsidR="009343F0" w:rsidRDefault="009343F0" w:rsidP="009343F0">
      <w:pPr>
        <w:pStyle w:val="NApunkts3"/>
      </w:pPr>
      <w:r w:rsidRPr="00D9386E">
        <w:t>ārkārtas akcionāru (dalībnieku) sapulces sasaukšan</w:t>
      </w:r>
      <w:r w:rsidR="00625FBE">
        <w:t>u</w:t>
      </w:r>
      <w:r w:rsidRPr="00D9386E">
        <w:t>;</w:t>
      </w:r>
    </w:p>
    <w:p w14:paraId="20AE39FF" w14:textId="45BA8197" w:rsidR="009343F0" w:rsidRDefault="009343F0" w:rsidP="009343F0">
      <w:pPr>
        <w:pStyle w:val="NApunkts2"/>
      </w:pPr>
      <w:r w:rsidRPr="00D9386E">
        <w:t>person</w:t>
      </w:r>
      <w:r w:rsidR="00BE06AA">
        <w:t>u</w:t>
      </w:r>
      <w:r w:rsidRPr="00D9386E">
        <w:t xml:space="preserve"> saskaņot</w:t>
      </w:r>
      <w:r w:rsidR="00BE06AA">
        <w:t>u</w:t>
      </w:r>
      <w:r w:rsidRPr="00D9386E">
        <w:t xml:space="preserve"> balsojum</w:t>
      </w:r>
      <w:r w:rsidR="00BE06AA">
        <w:t>u</w:t>
      </w:r>
      <w:r w:rsidRPr="00D9386E">
        <w:t xml:space="preserve"> akcionāru (dalībnieku) sapulcē par šādiem jautājumiem:</w:t>
      </w:r>
    </w:p>
    <w:p w14:paraId="5155DF39" w14:textId="1F0A609D" w:rsidR="009343F0" w:rsidRDefault="009343F0" w:rsidP="009343F0">
      <w:pPr>
        <w:pStyle w:val="NApunkts3"/>
      </w:pPr>
      <w:r w:rsidRPr="00D9386E">
        <w:t>atlīdzības noteikšan</w:t>
      </w:r>
      <w:r w:rsidR="00625FBE">
        <w:t>u</w:t>
      </w:r>
      <w:r w:rsidRPr="00D9386E">
        <w:t xml:space="preserve"> valdes un padomes locekļiem;</w:t>
      </w:r>
    </w:p>
    <w:p w14:paraId="7A68A6BE" w14:textId="023B0AA0" w:rsidR="009343F0" w:rsidRDefault="009343F0" w:rsidP="009343F0">
      <w:pPr>
        <w:pStyle w:val="NApunkts3"/>
      </w:pPr>
      <w:r w:rsidRPr="00D9386E">
        <w:t>finanšu institūcijas aktīvu iegād</w:t>
      </w:r>
      <w:r w:rsidR="00625FBE">
        <w:t>i</w:t>
      </w:r>
      <w:r w:rsidRPr="00D9386E">
        <w:t xml:space="preserve"> vai atsavināšan</w:t>
      </w:r>
      <w:r w:rsidR="00625FBE">
        <w:t>u</w:t>
      </w:r>
      <w:r w:rsidRPr="00D9386E">
        <w:t>;</w:t>
      </w:r>
    </w:p>
    <w:p w14:paraId="383FC7FB" w14:textId="3512A1EF" w:rsidR="009343F0" w:rsidRDefault="009343F0" w:rsidP="009343F0">
      <w:pPr>
        <w:pStyle w:val="NApunkts3"/>
      </w:pPr>
      <w:r w:rsidRPr="00D9386E">
        <w:t>pamatkapitāla palielināšan</w:t>
      </w:r>
      <w:r w:rsidR="00625FBE">
        <w:t>u</w:t>
      </w:r>
      <w:r w:rsidRPr="00D9386E">
        <w:t xml:space="preserve"> vai samazināšan</w:t>
      </w:r>
      <w:r w:rsidR="00625FBE">
        <w:t>u</w:t>
      </w:r>
      <w:r w:rsidRPr="00D9386E">
        <w:t>;</w:t>
      </w:r>
    </w:p>
    <w:p w14:paraId="16BB54BB" w14:textId="26DB0DAA" w:rsidR="009343F0" w:rsidRDefault="009343F0" w:rsidP="009343F0">
      <w:pPr>
        <w:pStyle w:val="NApunkts3"/>
      </w:pPr>
      <w:r w:rsidRPr="00D9386E">
        <w:t>akciju atpirkšan</w:t>
      </w:r>
      <w:r w:rsidR="00625FBE">
        <w:t>u</w:t>
      </w:r>
      <w:r w:rsidRPr="00D9386E">
        <w:t>;</w:t>
      </w:r>
    </w:p>
    <w:p w14:paraId="1822C0DF" w14:textId="3CA8034E" w:rsidR="009343F0" w:rsidRDefault="009343F0" w:rsidP="009343F0">
      <w:pPr>
        <w:pStyle w:val="NApunkts3"/>
      </w:pPr>
      <w:r w:rsidRPr="00D9386E">
        <w:t>aizvadītā darbības gada peļņas izlietošan</w:t>
      </w:r>
      <w:r w:rsidR="00625FBE">
        <w:t>u</w:t>
      </w:r>
      <w:r w:rsidRPr="00D9386E">
        <w:t>;</w:t>
      </w:r>
    </w:p>
    <w:p w14:paraId="506FF9F4" w14:textId="44712972" w:rsidR="009343F0" w:rsidRDefault="009343F0" w:rsidP="009343F0">
      <w:pPr>
        <w:pStyle w:val="NApunkts3"/>
      </w:pPr>
      <w:r w:rsidRPr="00D9386E">
        <w:t>revidentu ievēlēšan</w:t>
      </w:r>
      <w:r w:rsidR="00625FBE">
        <w:t>u</w:t>
      </w:r>
      <w:r w:rsidRPr="00D9386E">
        <w:t>, atsaukšan</w:t>
      </w:r>
      <w:r w:rsidR="00625FBE">
        <w:t>u</w:t>
      </w:r>
      <w:r w:rsidRPr="00D9386E">
        <w:t xml:space="preserve"> un atlīdzības noteikšan</w:t>
      </w:r>
      <w:r w:rsidR="00625FBE">
        <w:t>u</w:t>
      </w:r>
      <w:r w:rsidRPr="00D9386E">
        <w:t xml:space="preserve"> revidentam;</w:t>
      </w:r>
    </w:p>
    <w:p w14:paraId="76EECBBF" w14:textId="45A5A0A3" w:rsidR="009343F0" w:rsidRDefault="009343F0" w:rsidP="009343F0">
      <w:pPr>
        <w:pStyle w:val="NApunkts3"/>
      </w:pPr>
      <w:r w:rsidRPr="00D9386E">
        <w:t>īpašas pārbaudes ierosināšan</w:t>
      </w:r>
      <w:r w:rsidR="00625FBE">
        <w:t>u</w:t>
      </w:r>
      <w:r w:rsidRPr="00D9386E">
        <w:t xml:space="preserve"> un pārbaudes veicēju iecelšan</w:t>
      </w:r>
      <w:r w:rsidR="00625FBE">
        <w:t>u</w:t>
      </w:r>
      <w:r w:rsidRPr="00D9386E">
        <w:t>;</w:t>
      </w:r>
    </w:p>
    <w:p w14:paraId="5305020C" w14:textId="7E106733" w:rsidR="009343F0" w:rsidRDefault="009343F0" w:rsidP="009343F0">
      <w:pPr>
        <w:pStyle w:val="NApunkts3"/>
      </w:pPr>
      <w:r w:rsidRPr="00D9386E">
        <w:t>finanšu institūcijas gada pārskata apstiprināšan</w:t>
      </w:r>
      <w:r w:rsidR="00625FBE">
        <w:t>u</w:t>
      </w:r>
      <w:r w:rsidRPr="00D9386E">
        <w:t>;</w:t>
      </w:r>
    </w:p>
    <w:p w14:paraId="27611C5E" w14:textId="72C9A0A5" w:rsidR="009343F0" w:rsidRDefault="009343F0" w:rsidP="009343F0">
      <w:pPr>
        <w:pStyle w:val="NApunkts3"/>
      </w:pPr>
      <w:r w:rsidRPr="00D9386E">
        <w:t xml:space="preserve">finanšu institūcijas </w:t>
      </w:r>
      <w:r w:rsidR="007526A9">
        <w:t>stratēģijas</w:t>
      </w:r>
      <w:r w:rsidR="007526A9" w:rsidRPr="00D9386E">
        <w:t xml:space="preserve"> </w:t>
      </w:r>
      <w:r w:rsidRPr="00D9386E">
        <w:t>noteikšan</w:t>
      </w:r>
      <w:r w:rsidR="00625FBE">
        <w:t>u</w:t>
      </w:r>
      <w:r w:rsidRPr="00D9386E">
        <w:t xml:space="preserve"> attiecībā uz vides aizsardzību vai citu ar sociālo atbildību saistītu jautājumu vai atbilstību </w:t>
      </w:r>
      <w:r w:rsidR="00F637DE" w:rsidRPr="00D9386E">
        <w:t xml:space="preserve">minētajās jomās </w:t>
      </w:r>
      <w:r w:rsidRPr="00D9386E">
        <w:t>atzītiem standartiem vai rīcības kodeksiem;</w:t>
      </w:r>
    </w:p>
    <w:p w14:paraId="78AF1EA3" w14:textId="3C24CF48" w:rsidR="009343F0" w:rsidRDefault="009343F0" w:rsidP="009343F0">
      <w:pPr>
        <w:pStyle w:val="NApunkts3"/>
      </w:pPr>
      <w:r w:rsidRPr="00D9386E">
        <w:t>nepiekrišan</w:t>
      </w:r>
      <w:r w:rsidR="00625FBE">
        <w:t>u</w:t>
      </w:r>
      <w:r w:rsidRPr="00D9386E">
        <w:t xml:space="preserve"> saistīto pušu darījumam.</w:t>
      </w:r>
    </w:p>
    <w:p w14:paraId="1AA3031D" w14:textId="0DB9C91B" w:rsidR="003A2BD0" w:rsidRDefault="003A2BD0" w:rsidP="003A2BD0">
      <w:pPr>
        <w:pStyle w:val="NApunkts1"/>
      </w:pPr>
      <w:r w:rsidRPr="00D9386E">
        <w:t xml:space="preserve">Izvērtējot, vai </w:t>
      </w:r>
      <w:r w:rsidR="00DE039F">
        <w:t xml:space="preserve">šo </w:t>
      </w:r>
      <w:r w:rsidRPr="000E1ED5">
        <w:t xml:space="preserve">noteikumu </w:t>
      </w:r>
      <w:r w:rsidR="000E1ED5" w:rsidRPr="000E1ED5">
        <w:t>3</w:t>
      </w:r>
      <w:r w:rsidRPr="000E1ED5">
        <w:t>.4.</w:t>
      </w:r>
      <w:r w:rsidRPr="00D9386E">
        <w:t> </w:t>
      </w:r>
      <w:r w:rsidR="00C86D90">
        <w:t>apakš</w:t>
      </w:r>
      <w:r w:rsidRPr="00D9386E">
        <w:t>punktā minētajās personu darbībās ir konstatējama saskaņota rīcība, ņem vērā šādus fakt</w:t>
      </w:r>
      <w:r w:rsidR="007526A9">
        <w:t>orus:</w:t>
      </w:r>
    </w:p>
    <w:p w14:paraId="5D7D4D56" w14:textId="4F07DE97" w:rsidR="003A2BD0" w:rsidRDefault="003A2BD0" w:rsidP="003A2BD0">
      <w:pPr>
        <w:pStyle w:val="NApunkts2"/>
      </w:pPr>
      <w:r w:rsidRPr="00D9386E">
        <w:t>personu un iecelšanai</w:t>
      </w:r>
      <w:r w:rsidR="002306FA">
        <w:t xml:space="preserve"> vai </w:t>
      </w:r>
      <w:r w:rsidRPr="00D9386E">
        <w:t>ievēlēšanai piedāvāto valdes vai padomes locekļu savstarpējo attiecību raksturu;</w:t>
      </w:r>
    </w:p>
    <w:p w14:paraId="43736621" w14:textId="1F7706F3" w:rsidR="003A2BD0" w:rsidRDefault="003A2BD0" w:rsidP="003A2BD0">
      <w:pPr>
        <w:pStyle w:val="NApunkts2"/>
      </w:pPr>
      <w:r w:rsidRPr="00D9386E">
        <w:lastRenderedPageBreak/>
        <w:t>iecelšanai</w:t>
      </w:r>
      <w:r w:rsidR="002306FA">
        <w:t xml:space="preserve"> vai </w:t>
      </w:r>
      <w:r w:rsidRPr="00D9386E">
        <w:t>ievēlēšanai piedāvāto valdes vai padomes locekļu, par kuriem tiek balsots saskaņā ar vienošanos</w:t>
      </w:r>
      <w:r w:rsidR="00F637DE">
        <w:t>,</w:t>
      </w:r>
      <w:r w:rsidR="00F637DE" w:rsidRPr="00F637DE">
        <w:t xml:space="preserve"> </w:t>
      </w:r>
      <w:r w:rsidR="00F637DE" w:rsidRPr="00D9386E">
        <w:t>skaitu</w:t>
      </w:r>
      <w:r w:rsidRPr="00D9386E">
        <w:t>;</w:t>
      </w:r>
    </w:p>
    <w:p w14:paraId="0CB2755D" w14:textId="568CA1A0" w:rsidR="003A2BD0" w:rsidRDefault="00F637DE" w:rsidP="003A2BD0">
      <w:pPr>
        <w:pStyle w:val="NApunkts2"/>
      </w:pPr>
      <w:r>
        <w:t xml:space="preserve">to, </w:t>
      </w:r>
      <w:r w:rsidR="003A2BD0" w:rsidRPr="00D9386E">
        <w:t>vai personas vairākkārt sadarbojušās valdes vai padomes locekļa iecelšan</w:t>
      </w:r>
      <w:r w:rsidR="00625FBE">
        <w:t>ā</w:t>
      </w:r>
      <w:r w:rsidR="002306FA">
        <w:t xml:space="preserve"> vai </w:t>
      </w:r>
      <w:r w:rsidR="003A2BD0" w:rsidRPr="00D9386E">
        <w:t>ievēlēšan</w:t>
      </w:r>
      <w:r w:rsidR="00625FBE">
        <w:t>ā</w:t>
      </w:r>
      <w:r w:rsidR="003A2BD0" w:rsidRPr="00D9386E">
        <w:t>;</w:t>
      </w:r>
    </w:p>
    <w:p w14:paraId="4110205E" w14:textId="548F79E7" w:rsidR="003A2BD0" w:rsidRDefault="00F637DE" w:rsidP="003A2BD0">
      <w:pPr>
        <w:pStyle w:val="NApunkts2"/>
      </w:pPr>
      <w:r>
        <w:t xml:space="preserve">to, </w:t>
      </w:r>
      <w:r w:rsidR="003A2BD0" w:rsidRPr="00D9386E">
        <w:t xml:space="preserve">vai personas ne tikai balso saskaņoti, bet arī kopīgi iesniedz lēmumprojektu par konkrētu </w:t>
      </w:r>
      <w:r w:rsidR="00625FBE" w:rsidRPr="00D9386E">
        <w:t>iecelšanai</w:t>
      </w:r>
      <w:r w:rsidR="00625FBE">
        <w:t xml:space="preserve"> vai </w:t>
      </w:r>
      <w:r w:rsidR="00625FBE" w:rsidRPr="00D9386E">
        <w:t xml:space="preserve">ievēlēšanai </w:t>
      </w:r>
      <w:r w:rsidR="003A2BD0" w:rsidRPr="00D9386E">
        <w:t xml:space="preserve">valdes vai padomes locekļa </w:t>
      </w:r>
      <w:r w:rsidR="00625FBE">
        <w:t xml:space="preserve">amatā </w:t>
      </w:r>
      <w:r w:rsidR="003A2BD0" w:rsidRPr="00D9386E">
        <w:t>piedāvāto kandidātu;</w:t>
      </w:r>
    </w:p>
    <w:p w14:paraId="586180A0" w14:textId="04467117" w:rsidR="003A2BD0" w:rsidRDefault="00F637DE" w:rsidP="003A2BD0">
      <w:pPr>
        <w:pStyle w:val="NApunkts2"/>
      </w:pPr>
      <w:r>
        <w:t xml:space="preserve">to, </w:t>
      </w:r>
      <w:r w:rsidR="003A2BD0" w:rsidRPr="00D9386E">
        <w:t xml:space="preserve">vai </w:t>
      </w:r>
      <w:r w:rsidR="00625FBE" w:rsidRPr="00D9386E">
        <w:t>iecelšanai</w:t>
      </w:r>
      <w:r w:rsidR="00625FBE">
        <w:t xml:space="preserve"> vai </w:t>
      </w:r>
      <w:r w:rsidR="00625FBE" w:rsidRPr="00D9386E">
        <w:t xml:space="preserve">ievēlēšanai </w:t>
      </w:r>
      <w:r w:rsidR="003A2BD0" w:rsidRPr="00D9386E">
        <w:t>valdes vai padomes locekļa</w:t>
      </w:r>
      <w:r w:rsidR="00625FBE">
        <w:t xml:space="preserve"> amatā</w:t>
      </w:r>
      <w:r w:rsidR="003A2BD0" w:rsidRPr="00D9386E">
        <w:t xml:space="preserve"> </w:t>
      </w:r>
      <w:r w:rsidRPr="00D9386E">
        <w:t xml:space="preserve">piedāvātais </w:t>
      </w:r>
      <w:r w:rsidR="003A2BD0" w:rsidRPr="00D9386E">
        <w:t>kandidātu sastāvs maina personu ietekmi valdes vai padomes sastāvā.</w:t>
      </w:r>
    </w:p>
    <w:p w14:paraId="1F9BC46E" w14:textId="111429C1" w:rsidR="003A2BD0" w:rsidRDefault="003A2BD0" w:rsidP="003A2BD0">
      <w:pPr>
        <w:pStyle w:val="NApunkts1"/>
      </w:pPr>
      <w:r w:rsidRPr="00D9386E">
        <w:t xml:space="preserve">Lai izvērtētu, vai personas darbojas saskaņoti, </w:t>
      </w:r>
      <w:r w:rsidR="004400AF" w:rsidRPr="00D9386E">
        <w:t>katr</w:t>
      </w:r>
      <w:r w:rsidR="00827ACD">
        <w:t>u</w:t>
      </w:r>
      <w:r w:rsidRPr="00D9386E">
        <w:t xml:space="preserve"> iespējamās saskaņotās rīcības </w:t>
      </w:r>
      <w:r w:rsidR="004400AF" w:rsidRPr="00D9386E">
        <w:t>gadījum</w:t>
      </w:r>
      <w:r w:rsidR="00827ACD">
        <w:t>u</w:t>
      </w:r>
      <w:r w:rsidR="004400AF" w:rsidRPr="00D9386E">
        <w:t xml:space="preserve"> </w:t>
      </w:r>
      <w:r w:rsidRPr="00D9386E">
        <w:t xml:space="preserve">izvērtē atsevišķi, ņemot vērā ne tikai </w:t>
      </w:r>
      <w:r w:rsidR="002306FA">
        <w:t xml:space="preserve">šo </w:t>
      </w:r>
      <w:r w:rsidRPr="000E1ED5">
        <w:t xml:space="preserve">noteikumu </w:t>
      </w:r>
      <w:r w:rsidR="000E1ED5" w:rsidRPr="000E1ED5">
        <w:t xml:space="preserve">3., 4. un </w:t>
      </w:r>
      <w:r w:rsidRPr="000E1ED5">
        <w:t>5. punktā</w:t>
      </w:r>
      <w:r w:rsidRPr="00D9386E">
        <w:t xml:space="preserve"> minētos faktorus un darbības, bet arī citus </w:t>
      </w:r>
      <w:r w:rsidR="00DE039F">
        <w:t xml:space="preserve">šajos noteikumos neminētus </w:t>
      </w:r>
      <w:r w:rsidRPr="00D9386E">
        <w:t xml:space="preserve">faktorus, kas liecina par personu saskaņotu </w:t>
      </w:r>
      <w:r w:rsidR="00DE66D7">
        <w:t>rīcību</w:t>
      </w:r>
      <w:r w:rsidRPr="00D9386E">
        <w:t>.</w:t>
      </w:r>
    </w:p>
    <w:p w14:paraId="4380EBCE" w14:textId="67BBADFA" w:rsidR="003A2BD0" w:rsidRDefault="003A2BD0" w:rsidP="003A2BD0">
      <w:pPr>
        <w:pStyle w:val="NApunkts1"/>
      </w:pPr>
      <w:r w:rsidRPr="00D9386E">
        <w:t>Par personu, kurai ir būtiska ietekme finanšu institūcijā, ir uzskatāma persona, kura var ietekmēt finanšu institūcijas izpildinstitūciju lēmumu pieņemšanu, neskatoties uz to, vai šī ietekme faktiski tiek īstenota.</w:t>
      </w:r>
    </w:p>
    <w:p w14:paraId="580DF2B4" w14:textId="286EBA7D" w:rsidR="003A2BD0" w:rsidRPr="00D9386E" w:rsidRDefault="003A2BD0" w:rsidP="006F441A">
      <w:pPr>
        <w:pStyle w:val="NApunkts1"/>
      </w:pPr>
      <w:r w:rsidRPr="00D9386E">
        <w:t>Lai noteiktu, vai personai ir būtiska ietekme finanšu institūcijā, ņem vērā šādus faktorus:</w:t>
      </w:r>
    </w:p>
    <w:p w14:paraId="260E2F22" w14:textId="02D0A84E" w:rsidR="003A2BD0" w:rsidRDefault="003A2BD0" w:rsidP="006F441A">
      <w:pPr>
        <w:pStyle w:val="NApunkts2"/>
      </w:pPr>
      <w:r w:rsidRPr="00D9386E">
        <w:t xml:space="preserve">finanšu institūcijas akcionāru </w:t>
      </w:r>
      <w:r w:rsidR="007526A9">
        <w:t xml:space="preserve">vai dalībnieku </w:t>
      </w:r>
      <w:r w:rsidRPr="00D9386E">
        <w:t>struktūru;</w:t>
      </w:r>
    </w:p>
    <w:p w14:paraId="338EB28C" w14:textId="0D2F13CE" w:rsidR="003A2BD0" w:rsidRPr="00F637DE" w:rsidRDefault="003A2BD0" w:rsidP="006F441A">
      <w:pPr>
        <w:pStyle w:val="NApunkts2"/>
      </w:pPr>
      <w:r w:rsidRPr="00D9386E">
        <w:t xml:space="preserve">personas iesaistes līmeni </w:t>
      </w:r>
      <w:r w:rsidRPr="00F637DE">
        <w:t>finanšu institūcijas pārvaldībā;</w:t>
      </w:r>
    </w:p>
    <w:p w14:paraId="375F5E65" w14:textId="1047E3D3" w:rsidR="003A2BD0" w:rsidRPr="001C33EB" w:rsidRDefault="003A2BD0" w:rsidP="006F441A">
      <w:pPr>
        <w:pStyle w:val="NApunkts2"/>
      </w:pPr>
      <w:r w:rsidRPr="001C33EB">
        <w:t>nozīmīgu un regulāru darījumu esību starp personu un finanšu institūciju;</w:t>
      </w:r>
    </w:p>
    <w:p w14:paraId="62178AEB" w14:textId="07DE49BF" w:rsidR="003A2BD0" w:rsidRDefault="003A2BD0" w:rsidP="006F441A">
      <w:pPr>
        <w:pStyle w:val="NApunkts2"/>
      </w:pPr>
      <w:r w:rsidRPr="00D9386E">
        <w:t>personas attiecības ar finanšu institūciju;</w:t>
      </w:r>
    </w:p>
    <w:p w14:paraId="28ABA9BD" w14:textId="7D3DB55D" w:rsidR="003A2BD0" w:rsidRDefault="00F637DE" w:rsidP="006F441A">
      <w:pPr>
        <w:pStyle w:val="NApunkts2"/>
      </w:pPr>
      <w:r>
        <w:t xml:space="preserve">to, </w:t>
      </w:r>
      <w:r w:rsidR="003A2BD0" w:rsidRPr="00D9386E">
        <w:t>vai personai ir papildu tiesības finanšu institūcijā saskaņā ar līgumu, statūtiem vai citu finanšu institūcijas pārvaldes dokumentu;</w:t>
      </w:r>
    </w:p>
    <w:p w14:paraId="08B0D885" w14:textId="20D885E2" w:rsidR="003A2BD0" w:rsidRDefault="00F637DE" w:rsidP="006F441A">
      <w:pPr>
        <w:pStyle w:val="NApunkts2"/>
      </w:pPr>
      <w:r>
        <w:t xml:space="preserve">to, </w:t>
      </w:r>
      <w:r w:rsidR="003A2BD0" w:rsidRPr="00D9386E">
        <w:t>vai persona ir finanšu institūcijas valdes, padomes vai līdzvērtīgas struktūrvienības loceklis, personai ir pārstāvis valdē, padomē vai līdzvērtīgā struktūrvienībā vai arī persona šādu pārstāvi var iecelt</w:t>
      </w:r>
      <w:r w:rsidR="00247A0A">
        <w:t xml:space="preserve"> vai </w:t>
      </w:r>
      <w:r w:rsidR="003A2BD0" w:rsidRPr="00D9386E">
        <w:t>ievēlēt;</w:t>
      </w:r>
    </w:p>
    <w:p w14:paraId="7758DCF4" w14:textId="2D94F20D" w:rsidR="003A2BD0" w:rsidRDefault="003A2BD0" w:rsidP="006F441A">
      <w:pPr>
        <w:pStyle w:val="NApunkts2"/>
      </w:pPr>
      <w:r w:rsidRPr="00D9386E">
        <w:t>finanšu institūcijas vai finanšu institūcijas mātes sabiedrības akcionāru</w:t>
      </w:r>
      <w:r w:rsidR="007526A9">
        <w:t xml:space="preserve"> vai dalībnieku</w:t>
      </w:r>
      <w:r w:rsidRPr="00D9386E">
        <w:t xml:space="preserve"> vispārējo struktūru</w:t>
      </w:r>
      <w:r w:rsidR="00F637DE">
        <w:t xml:space="preserve"> un</w:t>
      </w:r>
      <w:r w:rsidRPr="00D9386E">
        <w:t xml:space="preserve"> balsstiesību sadalījumu starp akcionāriem;</w:t>
      </w:r>
    </w:p>
    <w:p w14:paraId="0E7F5347" w14:textId="08E50F02" w:rsidR="003A2BD0" w:rsidRDefault="003A2BD0" w:rsidP="003A2BD0">
      <w:pPr>
        <w:pStyle w:val="NApunkts2"/>
      </w:pPr>
      <w:r w:rsidRPr="00D9386E">
        <w:t>saistību starp personu un esošajiem akcionāriem un jebkādus akcionāru līgumus, kas ļautu personai īstenot būtisku ietekmi;</w:t>
      </w:r>
    </w:p>
    <w:p w14:paraId="567D6DBB" w14:textId="4616AEBB" w:rsidR="003A2BD0" w:rsidRDefault="003A2BD0" w:rsidP="003A2BD0">
      <w:pPr>
        <w:pStyle w:val="NApunkts2"/>
      </w:pPr>
      <w:r w:rsidRPr="00D9386E">
        <w:t>finanšu institūcijas grupas, kuras sastāvā persona iekļaujas</w:t>
      </w:r>
      <w:r w:rsidR="00F637DE">
        <w:t>,</w:t>
      </w:r>
      <w:r w:rsidR="00F637DE" w:rsidRPr="00F637DE">
        <w:t xml:space="preserve"> </w:t>
      </w:r>
      <w:r w:rsidR="00F637DE" w:rsidRPr="00D9386E">
        <w:t>struktūru</w:t>
      </w:r>
      <w:r w:rsidRPr="00D9386E">
        <w:t>;</w:t>
      </w:r>
    </w:p>
    <w:p w14:paraId="72CF978E" w14:textId="284C1999" w:rsidR="003A2BD0" w:rsidRPr="00527FD8" w:rsidRDefault="003A2BD0" w:rsidP="003A2BD0">
      <w:pPr>
        <w:pStyle w:val="NApunkts2"/>
      </w:pPr>
      <w:r w:rsidRPr="00D9386E">
        <w:t>personas spēju piedalīties finanšu institūcijas darbības un finanšu stratēģijas lēmumu pieņemšanā.</w:t>
      </w:r>
    </w:p>
    <w:p w14:paraId="4E25DB8D" w14:textId="47526A2E" w:rsidR="00840034" w:rsidRDefault="007323A5" w:rsidP="00724888">
      <w:pPr>
        <w:pStyle w:val="NAnodalaromiesucipari"/>
      </w:pPr>
      <w:r w:rsidRPr="00D9386E">
        <w:t>Būtiskas līdzdalības aprēķināšana</w:t>
      </w:r>
    </w:p>
    <w:p w14:paraId="12AFCC1C" w14:textId="2423FA54" w:rsidR="003A2BD0" w:rsidRPr="001C33EB" w:rsidRDefault="00E0176E" w:rsidP="003A2BD0">
      <w:pPr>
        <w:pStyle w:val="NApunkts1"/>
      </w:pPr>
      <w:r w:rsidRPr="00D9386E">
        <w:t xml:space="preserve">Lai noteiktu, vai persona ir ieguvusi netiešu būtisku līdzdalību, veic līdzdalības apmēra </w:t>
      </w:r>
      <w:r w:rsidRPr="001C33EB">
        <w:t>aprēķināšan</w:t>
      </w:r>
      <w:r w:rsidR="009D65D8" w:rsidRPr="001C33EB">
        <w:t>u</w:t>
      </w:r>
      <w:r w:rsidRPr="001C33EB">
        <w:t xml:space="preserve">, izmantojot šādas metodes </w:t>
      </w:r>
      <w:r w:rsidR="007526A9" w:rsidRPr="001C33EB">
        <w:t xml:space="preserve">šajā nodaļā </w:t>
      </w:r>
      <w:r w:rsidRPr="001C33EB">
        <w:t>minētajā secībā:</w:t>
      </w:r>
    </w:p>
    <w:p w14:paraId="2026EE53" w14:textId="164FC902" w:rsidR="00E0176E" w:rsidRDefault="00E0176E" w:rsidP="00E0176E">
      <w:pPr>
        <w:pStyle w:val="NApunkts2"/>
      </w:pPr>
      <w:r w:rsidRPr="00D9386E">
        <w:t>kontroles metode;</w:t>
      </w:r>
    </w:p>
    <w:p w14:paraId="0DDF0821" w14:textId="12152D87" w:rsidR="00E0176E" w:rsidRPr="003A2BD0" w:rsidRDefault="00E0176E" w:rsidP="00E0176E">
      <w:pPr>
        <w:pStyle w:val="NApunkts2"/>
      </w:pPr>
      <w:r w:rsidRPr="00D9386E">
        <w:t>reizināšanas metode.</w:t>
      </w:r>
    </w:p>
    <w:p w14:paraId="1D648BA3" w14:textId="37EA88EC" w:rsidR="00840034" w:rsidRDefault="00E0176E" w:rsidP="00C902AC">
      <w:pPr>
        <w:pStyle w:val="NApunkts1"/>
      </w:pPr>
      <w:r w:rsidRPr="00D9386E">
        <w:t>Saskaņā ar kontroles metodi par netiešas būtiskas līdzdalības ieguvēju līdz komercsabiedrību kontroles ķēdes galējai personai uzskata visas personas, kuras:</w:t>
      </w:r>
    </w:p>
    <w:p w14:paraId="3B938E31" w14:textId="17E37C36" w:rsidR="00E0176E" w:rsidRDefault="00E0176E" w:rsidP="00E0176E">
      <w:pPr>
        <w:pStyle w:val="NApunkts2"/>
      </w:pPr>
      <w:r w:rsidRPr="00D9386E">
        <w:t>tieši vai netieši iegūst kontroli pār personu finanšu institūcijā, neņemot vērā faktu, vai esošā būtisk</w:t>
      </w:r>
      <w:r w:rsidR="00D21DB6">
        <w:t>a</w:t>
      </w:r>
      <w:r w:rsidRPr="00D9386E">
        <w:t xml:space="preserve"> līdzdalība personai ir tieša vai netieša;</w:t>
      </w:r>
    </w:p>
    <w:p w14:paraId="340F45A3" w14:textId="2EC6C391" w:rsidR="00E0176E" w:rsidRDefault="00E0176E" w:rsidP="00E0176E">
      <w:pPr>
        <w:pStyle w:val="NApunkts2"/>
      </w:pPr>
      <w:r w:rsidRPr="00D9386E">
        <w:t>tieši vai netieši kontrolē personu finanšu institūcijā.</w:t>
      </w:r>
    </w:p>
    <w:p w14:paraId="354DB6C5" w14:textId="0F87C381" w:rsidR="00840034" w:rsidRDefault="00E0176E" w:rsidP="00C902AC">
      <w:pPr>
        <w:pStyle w:val="NApunkts1"/>
      </w:pPr>
      <w:r w:rsidRPr="00D9386E">
        <w:lastRenderedPageBreak/>
        <w:t xml:space="preserve">Ja </w:t>
      </w:r>
      <w:r w:rsidR="00455837">
        <w:t xml:space="preserve">šo </w:t>
      </w:r>
      <w:r w:rsidR="00455837" w:rsidRPr="000E1ED5">
        <w:t xml:space="preserve">noteikumu </w:t>
      </w:r>
      <w:r w:rsidRPr="000E1ED5">
        <w:t>1</w:t>
      </w:r>
      <w:r w:rsidR="000E1ED5" w:rsidRPr="000E1ED5">
        <w:t>0</w:t>
      </w:r>
      <w:r w:rsidRPr="000E1ED5">
        <w:t>.</w:t>
      </w:r>
      <w:r w:rsidR="00143B27">
        <w:t> </w:t>
      </w:r>
      <w:r w:rsidRPr="000E1ED5">
        <w:t>punktā</w:t>
      </w:r>
      <w:r w:rsidRPr="00D9386E">
        <w:t xml:space="preserve"> minētās kontroles metodes piemērošana nenosaka, vai persona, kurai šī kontroles metode tik</w:t>
      </w:r>
      <w:r w:rsidR="009D65D8">
        <w:t xml:space="preserve">a </w:t>
      </w:r>
      <w:r w:rsidRPr="00D9386E">
        <w:t xml:space="preserve">piemērota, </w:t>
      </w:r>
      <w:r w:rsidR="009D65D8" w:rsidRPr="00D9386E">
        <w:t xml:space="preserve">ir ieguvusi </w:t>
      </w:r>
      <w:r w:rsidRPr="00D9386E">
        <w:t xml:space="preserve">būtisku līdzdalību, </w:t>
      </w:r>
      <w:r w:rsidR="009D65D8" w:rsidRPr="00D9386E">
        <w:t>persona</w:t>
      </w:r>
      <w:r w:rsidR="009D65D8">
        <w:t>s</w:t>
      </w:r>
      <w:r w:rsidR="009D65D8" w:rsidRPr="00D9386E">
        <w:t xml:space="preserve"> </w:t>
      </w:r>
      <w:r w:rsidRPr="00D9386E">
        <w:t xml:space="preserve">līdzdalības apmēru aprēķina saskaņā ar reizināšanas </w:t>
      </w:r>
      <w:r w:rsidRPr="007526A9">
        <w:t>metodi šādā secībā:</w:t>
      </w:r>
    </w:p>
    <w:p w14:paraId="1D6E43A7" w14:textId="6663E5DB" w:rsidR="00E0176E" w:rsidRDefault="00E0176E" w:rsidP="00E0176E">
      <w:pPr>
        <w:pStyle w:val="NApunkts2"/>
      </w:pPr>
      <w:r w:rsidRPr="00D9386E">
        <w:t>personas tieš</w:t>
      </w:r>
      <w:r w:rsidR="009D65D8">
        <w:t>a</w:t>
      </w:r>
      <w:r w:rsidRPr="00D9386E">
        <w:t>s līdzdalības apmēru finanšu institūcijā reizina ar līdzdalības apmēru, kas tai pieder komercsabiedrībā, kurai ir līdzdalība būtiskas līdzdalības ieguvējā;</w:t>
      </w:r>
    </w:p>
    <w:p w14:paraId="002BD374" w14:textId="04F23F96" w:rsidR="00E0176E" w:rsidRDefault="00E0176E" w:rsidP="00E0176E">
      <w:pPr>
        <w:pStyle w:val="NApunkts2"/>
      </w:pPr>
      <w:r w:rsidRPr="00D9386E">
        <w:t xml:space="preserve">minēto reizināšanas darbību veic, līdz reizināšanas rezultāts turpina būt </w:t>
      </w:r>
      <w:r w:rsidRPr="009D65D8">
        <w:t>10</w:t>
      </w:r>
      <w:r w:rsidR="00143B27" w:rsidRPr="009D65D8">
        <w:t> </w:t>
      </w:r>
      <w:r w:rsidRPr="009D65D8">
        <w:t>procenti vai</w:t>
      </w:r>
      <w:r w:rsidRPr="00D9386E">
        <w:t xml:space="preserve"> lielāks.</w:t>
      </w:r>
    </w:p>
    <w:p w14:paraId="5AAEBC04" w14:textId="06E4A853" w:rsidR="00E0176E" w:rsidRDefault="00E0176E" w:rsidP="00E0176E">
      <w:pPr>
        <w:pStyle w:val="NApunkts1"/>
      </w:pPr>
      <w:r w:rsidRPr="00D9386E">
        <w:t>Saskaņā ar reizināšanas metodi par netiešas būtiskas līdzdalības ieguvēju uzskata:</w:t>
      </w:r>
    </w:p>
    <w:p w14:paraId="0D1A37C5" w14:textId="5C7E1FE1" w:rsidR="00E0176E" w:rsidRDefault="00E0176E" w:rsidP="00E0176E">
      <w:pPr>
        <w:pStyle w:val="NApunkts2"/>
      </w:pPr>
      <w:r w:rsidRPr="00D9386E">
        <w:t>visas personas, attiecībā uz kurām reizināšanas rezultāts ir 10</w:t>
      </w:r>
      <w:r w:rsidR="00143B27">
        <w:t> </w:t>
      </w:r>
      <w:r w:rsidRPr="00D9386E">
        <w:t>procenti vai lielāks;</w:t>
      </w:r>
    </w:p>
    <w:p w14:paraId="191BFD3A" w14:textId="777AF25B" w:rsidR="00E0176E" w:rsidRDefault="00E0176E" w:rsidP="00E0176E">
      <w:pPr>
        <w:pStyle w:val="NApunkts2"/>
      </w:pPr>
      <w:r w:rsidRPr="00D9386E">
        <w:t xml:space="preserve">visas personas, kurām ir tieša vai netieša kontrole pār personu vai personām, kas noteiktas, piemērojot reizināšanas metodi atbilstoši </w:t>
      </w:r>
      <w:r w:rsidR="00455837">
        <w:t xml:space="preserve">šo noteikumu </w:t>
      </w:r>
      <w:r w:rsidRPr="00D9386E">
        <w:t>1</w:t>
      </w:r>
      <w:r w:rsidR="000E1ED5">
        <w:t>2</w:t>
      </w:r>
      <w:r w:rsidRPr="00D9386E">
        <w:t>.1. </w:t>
      </w:r>
      <w:r w:rsidR="00031F4C">
        <w:t>apakš</w:t>
      </w:r>
      <w:r w:rsidRPr="00D9386E">
        <w:t>punkta</w:t>
      </w:r>
      <w:r>
        <w:t>m.</w:t>
      </w:r>
    </w:p>
    <w:p w14:paraId="01697325" w14:textId="2DA720BC" w:rsidR="00840034" w:rsidRDefault="00E0176E" w:rsidP="00724888">
      <w:pPr>
        <w:pStyle w:val="NAnodalaromiesucipari"/>
      </w:pPr>
      <w:r>
        <w:t>Pienākums sniegt p</w:t>
      </w:r>
      <w:r w:rsidRPr="00D9386E">
        <w:t>aziņojum</w:t>
      </w:r>
      <w:r>
        <w:t>u par</w:t>
      </w:r>
      <w:r w:rsidRPr="00D9386E">
        <w:t xml:space="preserve"> netiešas būtiskas līdzdalības iegūšan</w:t>
      </w:r>
      <w:r>
        <w:t>u</w:t>
      </w:r>
      <w:r w:rsidRPr="00D9386E">
        <w:t xml:space="preserve"> vai palielināšan</w:t>
      </w:r>
      <w:r>
        <w:t xml:space="preserve">u </w:t>
      </w:r>
    </w:p>
    <w:p w14:paraId="225960D4" w14:textId="6138A412" w:rsidR="00E0176E" w:rsidRDefault="00E0176E" w:rsidP="00E0176E">
      <w:pPr>
        <w:pStyle w:val="NApunkts1"/>
      </w:pPr>
      <w:r w:rsidRPr="00D9386E">
        <w:t xml:space="preserve">Lai izvērtētu, vai persona, kas netieši iegūst vai palielina būtisku līdzdalību finanšu institūcijā, ir pieņēmusi lēmumu par šādas līdzdalības iegūšanu vai palielināšanu, </w:t>
      </w:r>
      <w:r w:rsidR="00475AE2">
        <w:t>Latvijas Banka</w:t>
      </w:r>
      <w:r w:rsidRPr="00D9386E">
        <w:t xml:space="preserve"> ņem vērā šādus faktorus:</w:t>
      </w:r>
    </w:p>
    <w:p w14:paraId="0E258F58" w14:textId="179A29BA" w:rsidR="00E0176E" w:rsidRDefault="00E0176E" w:rsidP="00E0176E">
      <w:pPr>
        <w:pStyle w:val="NApunkts2"/>
      </w:pPr>
      <w:r w:rsidRPr="00D9386E">
        <w:t>personas informētību par būtiskas līdzdalības iegūšanu vai palielināšanu un par šādas būtiskas līdzdalības iegūšanas vai palielināšanas darījumu;</w:t>
      </w:r>
    </w:p>
    <w:p w14:paraId="103F8B61" w14:textId="3900FE5E" w:rsidR="00E0176E" w:rsidRDefault="00E0176E" w:rsidP="00E0176E">
      <w:pPr>
        <w:pStyle w:val="NApunkts2"/>
      </w:pPr>
      <w:r w:rsidRPr="00D9386E">
        <w:t>personas spēju ietekmēt plānoto būtiskas līdzdalības iegūšanu vai palielināšanu</w:t>
      </w:r>
      <w:r w:rsidR="009D65D8">
        <w:t xml:space="preserve">, </w:t>
      </w:r>
      <w:r w:rsidR="009D65D8" w:rsidRPr="00D9386E">
        <w:t xml:space="preserve">iebilst </w:t>
      </w:r>
      <w:r w:rsidR="009D65D8">
        <w:t xml:space="preserve">pret to </w:t>
      </w:r>
      <w:r w:rsidR="009D65D8" w:rsidRPr="00D9386E">
        <w:t xml:space="preserve">vai </w:t>
      </w:r>
      <w:r w:rsidR="009D65D8">
        <w:t xml:space="preserve">to </w:t>
      </w:r>
      <w:r w:rsidR="009D65D8" w:rsidRPr="00D9386E">
        <w:t>novērst</w:t>
      </w:r>
      <w:r w:rsidRPr="00D9386E">
        <w:t>.</w:t>
      </w:r>
    </w:p>
    <w:p w14:paraId="5161B62E" w14:textId="4E9B19EF" w:rsidR="003C699B" w:rsidRDefault="003C699B" w:rsidP="003C699B">
      <w:pPr>
        <w:pStyle w:val="NApunkts1"/>
      </w:pPr>
      <w:r w:rsidRPr="00D9386E">
        <w:t xml:space="preserve">Ja </w:t>
      </w:r>
      <w:r w:rsidRPr="007526A9">
        <w:t>persona, kas neapzināti netieši iegūst vai palielina būtisku līdzdalību finanšu institūcijā, uzzina, ka</w:t>
      </w:r>
      <w:r w:rsidR="00247858">
        <w:t xml:space="preserve"> ir</w:t>
      </w:r>
      <w:r w:rsidRPr="007526A9">
        <w:t xml:space="preserve"> ieguvusi vai palielinājusi būtisku līdzdalību finanšu institūcijā, tā nekavējoties informē Latvijas Banku par minēto faktu arī tad, ja persona nolēmusi samazināt pārsniegto</w:t>
      </w:r>
      <w:r w:rsidRPr="00D9386E">
        <w:t xml:space="preserve"> būtiskas līdzdalības </w:t>
      </w:r>
      <w:r>
        <w:t>apmēru</w:t>
      </w:r>
      <w:r w:rsidRPr="00D9386E">
        <w:t>.</w:t>
      </w:r>
    </w:p>
    <w:p w14:paraId="3561781B" w14:textId="16084370" w:rsidR="00E0176E" w:rsidRPr="0006780B" w:rsidRDefault="00E0176E" w:rsidP="00E0176E">
      <w:pPr>
        <w:pStyle w:val="NApunkts1"/>
      </w:pPr>
      <w:r w:rsidRPr="0006780B">
        <w:t>Personai, kas tieši iegūst vai palielina būtisku līdzdalību finanšu institūcijā, ir tiesības iesniegt paziņojumu par visām personām, kas netieši iegūst vai palielina būtisku līdzdalību finanšu institūcijā, ja vien šīs personas ir devušas šādu pilnvarojumu.</w:t>
      </w:r>
    </w:p>
    <w:p w14:paraId="2AC2586B" w14:textId="18EE029D" w:rsidR="00B1466D" w:rsidRPr="00B14C6E" w:rsidRDefault="00B1466D" w:rsidP="00635750">
      <w:pPr>
        <w:pStyle w:val="NApunkts1"/>
        <w:numPr>
          <w:ilvl w:val="0"/>
          <w:numId w:val="0"/>
        </w:numPr>
        <w:jc w:val="left"/>
      </w:pPr>
      <w:r w:rsidRPr="00B14C6E">
        <w:rPr>
          <w:b/>
          <w:bCs/>
        </w:rPr>
        <w:t>V</w:t>
      </w:r>
      <w:r w:rsidR="00C86D90" w:rsidRPr="00B14C6E">
        <w:rPr>
          <w:b/>
          <w:bCs/>
        </w:rPr>
        <w:t>.</w:t>
      </w:r>
      <w:r w:rsidRPr="00B14C6E">
        <w:t xml:space="preserve"> </w:t>
      </w:r>
      <w:r w:rsidRPr="003529FF">
        <w:rPr>
          <w:b/>
          <w:bCs/>
        </w:rPr>
        <w:t xml:space="preserve">Proporcionalitātes </w:t>
      </w:r>
      <w:r w:rsidRPr="00BF35D2">
        <w:rPr>
          <w:b/>
          <w:bCs/>
        </w:rPr>
        <w:t>princips</w:t>
      </w:r>
    </w:p>
    <w:p w14:paraId="34485F55" w14:textId="58D9DBFD" w:rsidR="00E0176E" w:rsidRDefault="00625814" w:rsidP="00E0176E">
      <w:pPr>
        <w:pStyle w:val="NApunkts1"/>
      </w:pPr>
      <w:r>
        <w:t>Latvijas Banka</w:t>
      </w:r>
      <w:r w:rsidR="00B1466D" w:rsidRPr="00D9386E">
        <w:t xml:space="preserve"> izvērtē katru būtiskas līdzdalības iegūšanas vai palielināšanas darījumu un tās ieguvēju atsevišķi, ņemot vērā proporcionalitātes principu attiecībā uz:</w:t>
      </w:r>
    </w:p>
    <w:p w14:paraId="07B6157A" w14:textId="43E38AF5" w:rsidR="00B1466D" w:rsidRDefault="00B1466D" w:rsidP="00B1466D">
      <w:pPr>
        <w:pStyle w:val="NApunkts2"/>
      </w:pPr>
      <w:r w:rsidRPr="00D9386E">
        <w:t>personas būtiskas līdzdalības veidu (tieša, netieša</w:t>
      </w:r>
      <w:r w:rsidR="009D65D8">
        <w:t xml:space="preserve"> līdzdalība</w:t>
      </w:r>
      <w:r w:rsidRPr="00D9386E">
        <w:t>, būtiska ietekme, personas, kuras rīkojas saskaņoti);</w:t>
      </w:r>
    </w:p>
    <w:p w14:paraId="66D442D8" w14:textId="1A5E71B6" w:rsidR="00B1466D" w:rsidRDefault="00B1466D" w:rsidP="00B1466D">
      <w:pPr>
        <w:pStyle w:val="NApunkts2"/>
      </w:pPr>
      <w:r w:rsidRPr="00D9386E">
        <w:t>būtiskas līdzdalības iegūšanas vai palielināšanas mērķi un apmēru;</w:t>
      </w:r>
    </w:p>
    <w:p w14:paraId="343D0F5C" w14:textId="21ED70AE" w:rsidR="00B1466D" w:rsidRDefault="00B1466D" w:rsidP="00B1466D">
      <w:pPr>
        <w:pStyle w:val="NApunkts2"/>
      </w:pPr>
      <w:r w:rsidRPr="00D9386E">
        <w:t>personas ietekmi uz finanšu institūciju;</w:t>
      </w:r>
    </w:p>
    <w:p w14:paraId="2D0890B0" w14:textId="53E565F5" w:rsidR="00B1466D" w:rsidRDefault="00B1466D" w:rsidP="00B1466D">
      <w:pPr>
        <w:pStyle w:val="NApunkts2"/>
      </w:pPr>
      <w:r w:rsidRPr="00D9386E">
        <w:t xml:space="preserve">plānotā darījuma sarežģītības pakāpi (sarežģīta līdzdalības ieguvēju organizatoriskā struktūra, </w:t>
      </w:r>
      <w:proofErr w:type="spellStart"/>
      <w:r w:rsidRPr="00D9386E">
        <w:t>iekšgrupas</w:t>
      </w:r>
      <w:proofErr w:type="spellEnd"/>
      <w:r w:rsidRPr="00D9386E">
        <w:t xml:space="preserve"> darījumi, specifiski līdzdalības ieguvēji (neregulēti ieguldījumu fondi, lielas ieguldītāju grupas, valdību fondi, starptautiskas organizācijas, publiskais piedāvājums, pārrobežu darījumi, sviras finansējuma izmantošana, finanšu institūcijas stratēģijas maiņa));</w:t>
      </w:r>
    </w:p>
    <w:p w14:paraId="29AB976C" w14:textId="6002975C" w:rsidR="00B1466D" w:rsidRPr="001C33EB" w:rsidRDefault="00B1466D" w:rsidP="00B1466D">
      <w:pPr>
        <w:pStyle w:val="NApunkts2"/>
      </w:pPr>
      <w:r w:rsidRPr="001C33EB">
        <w:t>personas ietekm</w:t>
      </w:r>
      <w:r w:rsidR="001C33EB" w:rsidRPr="003F2CF6">
        <w:t>i</w:t>
      </w:r>
      <w:r w:rsidRPr="001C33EB">
        <w:t xml:space="preserve"> un darījuma specifikai atbilstošas informācijas iesniegšanu.</w:t>
      </w:r>
    </w:p>
    <w:p w14:paraId="4D1349B8" w14:textId="2D9D5E8A" w:rsidR="00B1466D" w:rsidRDefault="00B1466D" w:rsidP="00B1466D">
      <w:pPr>
        <w:pStyle w:val="NApunkts1"/>
      </w:pPr>
      <w:r w:rsidRPr="00D9386E">
        <w:t>Proporcionalitātes princips nav attiecināms uz personas reputācijas izvērtējumu.</w:t>
      </w:r>
    </w:p>
    <w:p w14:paraId="0D8AC73B" w14:textId="77777777" w:rsidR="00B1466D" w:rsidRPr="00D9386E" w:rsidRDefault="00B1466D" w:rsidP="00B1466D">
      <w:pPr>
        <w:pStyle w:val="NApunkts1"/>
      </w:pPr>
      <w:r w:rsidRPr="00D9386E">
        <w:t>Personas profesionālās kompetences izvērtējumā ņem vērā personas ietekmi uz lēmumu pieņemšanu finanšu institūcijā.</w:t>
      </w:r>
    </w:p>
    <w:p w14:paraId="0940946D" w14:textId="0FE9B256" w:rsidR="00B1466D" w:rsidRDefault="00B1466D" w:rsidP="00B1466D">
      <w:pPr>
        <w:pStyle w:val="NApunkts1"/>
      </w:pPr>
      <w:r w:rsidRPr="00D9386E">
        <w:lastRenderedPageBreak/>
        <w:t>Personas finan</w:t>
      </w:r>
      <w:r w:rsidR="006F441A">
        <w:t>siālās</w:t>
      </w:r>
      <w:r w:rsidRPr="00D9386E">
        <w:t xml:space="preserve"> stabilitātes izvērtējumā ņem vērā personas veidu (piemēram, fiziska vai juridiska persona</w:t>
      </w:r>
      <w:r w:rsidR="009B02CF">
        <w:t>), grupas, kurā iekļaujas persona, sarežģītību</w:t>
      </w:r>
      <w:r w:rsidRPr="00D9386E">
        <w:t>, iegūtās līdzdalības apmēru un ietekmi finanšu institūcijā pēc plānotā darījuma noslēgšanas. Ja persona iegūst kontroli pār finanšu institūciju, finan</w:t>
      </w:r>
      <w:r w:rsidR="00FF3BE4">
        <w:t>siālās</w:t>
      </w:r>
      <w:r w:rsidRPr="00D9386E">
        <w:t xml:space="preserve"> stabilitātes izvērtējumā ņem vērā personas spēju nepieciešamības gadījumā nodrošināt </w:t>
      </w:r>
      <w:r w:rsidR="009D65D8" w:rsidRPr="00D9386E">
        <w:t xml:space="preserve">finanšu institūcijai </w:t>
      </w:r>
      <w:r w:rsidRPr="00D9386E">
        <w:t>papildu kapitālu vidējā termiņā.</w:t>
      </w:r>
    </w:p>
    <w:p w14:paraId="30A78F69" w14:textId="403722AA" w:rsidR="00B1466D" w:rsidRPr="00D9386E" w:rsidRDefault="00B1466D" w:rsidP="00B1466D">
      <w:pPr>
        <w:pStyle w:val="NApunkts1"/>
      </w:pPr>
      <w:r w:rsidRPr="00D9386E">
        <w:t xml:space="preserve">Ja būtiskas līdzdalības struktūra </w:t>
      </w:r>
      <w:r w:rsidR="009D65D8" w:rsidRPr="00D9386E">
        <w:t xml:space="preserve">mainās </w:t>
      </w:r>
      <w:proofErr w:type="spellStart"/>
      <w:r w:rsidRPr="00D9386E">
        <w:t>iekšgrupas</w:t>
      </w:r>
      <w:proofErr w:type="spellEnd"/>
      <w:r w:rsidRPr="00D9386E">
        <w:t xml:space="preserve"> darījumu rezultātā, būtisku līdzdalību izvērtē tikai personām, k</w:t>
      </w:r>
      <w:r w:rsidR="009D65D8">
        <w:t>ur</w:t>
      </w:r>
      <w:r w:rsidRPr="00D9386E">
        <w:t>as pirmo reizi iekļāvušās būtiskas līdzdalības struktūrā, un personām, kurām netieš</w:t>
      </w:r>
      <w:r w:rsidR="009D65D8">
        <w:t>a</w:t>
      </w:r>
      <w:r w:rsidRPr="00D9386E">
        <w:t xml:space="preserve">s būtiskas līdzdalības veids mainās </w:t>
      </w:r>
      <w:r w:rsidR="009D65D8">
        <w:t>pret</w:t>
      </w:r>
      <w:r w:rsidRPr="00D9386E">
        <w:t xml:space="preserve"> tieš</w:t>
      </w:r>
      <w:r w:rsidR="00E10CFB">
        <w:t>as</w:t>
      </w:r>
      <w:r w:rsidRPr="00D9386E">
        <w:t xml:space="preserve"> būtiskas līdzdalības veidu.</w:t>
      </w:r>
    </w:p>
    <w:p w14:paraId="39855317" w14:textId="4A5495E7" w:rsidR="00B1466D" w:rsidRPr="00B14C6E" w:rsidRDefault="00B1466D" w:rsidP="00B1466D">
      <w:pPr>
        <w:pStyle w:val="NApunkts1"/>
      </w:pPr>
      <w:r w:rsidRPr="00D9386E">
        <w:t xml:space="preserve">Ja </w:t>
      </w:r>
      <w:r w:rsidR="00B02D98">
        <w:t>Latvijas Banka</w:t>
      </w:r>
      <w:r w:rsidRPr="00D9386E">
        <w:t xml:space="preserve"> ir iepriekš veikusi personas vērtējumu, tā izvērtē personas atbilstību būtisk</w:t>
      </w:r>
      <w:r w:rsidR="00B95810">
        <w:t>a</w:t>
      </w:r>
      <w:r w:rsidRPr="00D9386E">
        <w:t xml:space="preserve">s līdzdalības izvērtēšanas kritērijiem, sākot no dienas, kad saņemta iepriekšējā atļauja </w:t>
      </w:r>
      <w:r w:rsidRPr="00B14C6E">
        <w:t>iegūt vai palielināt būtisk</w:t>
      </w:r>
      <w:r w:rsidR="009D65D8">
        <w:t>u</w:t>
      </w:r>
      <w:r w:rsidRPr="00B14C6E">
        <w:t xml:space="preserve"> līdzdalību finanšu institūcijā.</w:t>
      </w:r>
    </w:p>
    <w:p w14:paraId="32712F0F" w14:textId="7DD36100" w:rsidR="00B1466D" w:rsidRPr="00B14C6E" w:rsidRDefault="00B1466D" w:rsidP="00635750">
      <w:pPr>
        <w:pStyle w:val="NApunkts1"/>
        <w:numPr>
          <w:ilvl w:val="0"/>
          <w:numId w:val="0"/>
        </w:numPr>
        <w:jc w:val="left"/>
      </w:pPr>
      <w:r w:rsidRPr="00B14C6E">
        <w:rPr>
          <w:b/>
          <w:bCs/>
        </w:rPr>
        <w:t>VI</w:t>
      </w:r>
      <w:r w:rsidR="00C86D90" w:rsidRPr="00B14C6E">
        <w:rPr>
          <w:b/>
          <w:bCs/>
        </w:rPr>
        <w:t>.</w:t>
      </w:r>
      <w:r w:rsidRPr="00B14C6E">
        <w:rPr>
          <w:b/>
          <w:bCs/>
        </w:rPr>
        <w:t xml:space="preserve"> </w:t>
      </w:r>
      <w:r w:rsidRPr="009B7CD6">
        <w:rPr>
          <w:b/>
          <w:bCs/>
        </w:rPr>
        <w:t>Novērtēšanas periods un sniedzamā informācija</w:t>
      </w:r>
    </w:p>
    <w:p w14:paraId="1347BC89" w14:textId="31952826" w:rsidR="00B1466D" w:rsidRDefault="00B1466D" w:rsidP="00B1466D">
      <w:pPr>
        <w:pStyle w:val="NApunkts1"/>
      </w:pPr>
      <w:r w:rsidRPr="00D9386E">
        <w:t xml:space="preserve">Personai, kas tieši vai netieši iegūst vai palielina būtisku līdzdalību finanšu institūcijā, ir tiesības pirms paziņojuma iesniegšanas </w:t>
      </w:r>
      <w:r w:rsidR="00B02D98">
        <w:t>Latvijas Bankai</w:t>
      </w:r>
      <w:r w:rsidRPr="00D9386E">
        <w:t xml:space="preserve"> rakstveidā informēt par plānoto darījumu </w:t>
      </w:r>
      <w:r w:rsidR="00B02D98">
        <w:t>Latvijas Bank</w:t>
      </w:r>
      <w:r w:rsidR="00214594">
        <w:t>u</w:t>
      </w:r>
      <w:r w:rsidRPr="00D9386E">
        <w:t xml:space="preserve">, kā arī </w:t>
      </w:r>
      <w:r w:rsidR="009B7CD6">
        <w:t xml:space="preserve">saņemt konsultāciju par </w:t>
      </w:r>
      <w:r w:rsidRPr="00D9386E">
        <w:t>iesnie</w:t>
      </w:r>
      <w:r w:rsidR="009B7CD6">
        <w:t>dzamajiem</w:t>
      </w:r>
      <w:r w:rsidRPr="00D9386E">
        <w:t xml:space="preserve"> </w:t>
      </w:r>
      <w:r w:rsidR="009B7CD6" w:rsidRPr="00D9386E">
        <w:t>dokument</w:t>
      </w:r>
      <w:r w:rsidR="009B7CD6">
        <w:t xml:space="preserve">iem un </w:t>
      </w:r>
      <w:r w:rsidRPr="00D9386E">
        <w:t xml:space="preserve">to </w:t>
      </w:r>
      <w:r w:rsidR="009B02CF">
        <w:t>projekt</w:t>
      </w:r>
      <w:r w:rsidR="009B7CD6">
        <w:t>iem</w:t>
      </w:r>
      <w:r w:rsidRPr="00D9386E">
        <w:t>, lai būtiskas līdzdalības paziņojuma izskatīšana būtu pēc iespējas efektīvāka.</w:t>
      </w:r>
    </w:p>
    <w:p w14:paraId="3978F544" w14:textId="77777777" w:rsidR="00B95810" w:rsidRDefault="00B95810" w:rsidP="003F2CF6">
      <w:pPr>
        <w:pStyle w:val="NApunkts1"/>
        <w:numPr>
          <w:ilvl w:val="0"/>
          <w:numId w:val="0"/>
        </w:numPr>
        <w:spacing w:before="0"/>
      </w:pPr>
    </w:p>
    <w:p w14:paraId="6F708A40" w14:textId="74ABD116" w:rsidR="00B1466D" w:rsidRDefault="00B1466D" w:rsidP="00BF35D2">
      <w:pPr>
        <w:pStyle w:val="NApunkts1"/>
        <w:spacing w:before="0"/>
      </w:pPr>
      <w:r w:rsidRPr="00D9386E">
        <w:t xml:space="preserve">Persona pirms būtiskas līdzdalības iegūšanas vai palielināšanas iesniedz </w:t>
      </w:r>
      <w:r w:rsidR="00B02D98">
        <w:t>Latvijas Bankai</w:t>
      </w:r>
      <w:r w:rsidRPr="00D9386E">
        <w:t xml:space="preserve"> paziņojumu saskaņā ar</w:t>
      </w:r>
      <w:r w:rsidR="00B630A4">
        <w:t xml:space="preserve"> šo </w:t>
      </w:r>
      <w:r w:rsidRPr="00D9386E">
        <w:t>noteikumu 1. pielikumu.</w:t>
      </w:r>
    </w:p>
    <w:p w14:paraId="7EF49AA5" w14:textId="77777777" w:rsidR="00BF35D2" w:rsidRDefault="00BF35D2" w:rsidP="00BF35D2">
      <w:pPr>
        <w:pStyle w:val="NApunkts1"/>
        <w:numPr>
          <w:ilvl w:val="0"/>
          <w:numId w:val="0"/>
        </w:numPr>
        <w:spacing w:before="0"/>
      </w:pPr>
    </w:p>
    <w:p w14:paraId="48BAF270" w14:textId="2DFF3575" w:rsidR="00B1466D" w:rsidRPr="004C610A" w:rsidRDefault="00B1466D" w:rsidP="00BF35D2">
      <w:pPr>
        <w:pStyle w:val="NApunkts1"/>
        <w:spacing w:before="0"/>
      </w:pPr>
      <w:r w:rsidRPr="00D9386E">
        <w:t xml:space="preserve">Persona, kas vēlas iegūt vai palielināt būtisku līdzdalību </w:t>
      </w:r>
      <w:r w:rsidR="00462883">
        <w:t>finanšu institūcijā, izņemot centrālo vērtspapīru depozitāriju</w:t>
      </w:r>
      <w:r w:rsidRPr="001466F9">
        <w:t xml:space="preserve">, </w:t>
      </w:r>
      <w:r w:rsidRPr="008263D9">
        <w:rPr>
          <w:bCs/>
        </w:rPr>
        <w:t xml:space="preserve">paziņojumam par būtiskas līdzdalības iegūšanu vai palielināšanu </w:t>
      </w:r>
      <w:r w:rsidRPr="008263D9">
        <w:t>pievieno aizpildītu</w:t>
      </w:r>
      <w:r w:rsidR="00BE72F2" w:rsidRPr="008263D9">
        <w:t xml:space="preserve"> šo</w:t>
      </w:r>
      <w:r w:rsidRPr="008263D9">
        <w:t xml:space="preserve"> </w:t>
      </w:r>
      <w:r w:rsidRPr="004C610A">
        <w:t>noteikumu 2., 3.</w:t>
      </w:r>
      <w:r w:rsidR="00247858">
        <w:t xml:space="preserve"> un</w:t>
      </w:r>
      <w:r w:rsidRPr="004C610A">
        <w:t xml:space="preserve"> 4.</w:t>
      </w:r>
      <w:r w:rsidR="00143B27">
        <w:t> </w:t>
      </w:r>
      <w:r w:rsidRPr="004C610A">
        <w:t>pielikumu</w:t>
      </w:r>
      <w:r w:rsidR="009B02CF" w:rsidRPr="004C610A">
        <w:t xml:space="preserve">. </w:t>
      </w:r>
      <w:r w:rsidRPr="004C610A">
        <w:t xml:space="preserve"> </w:t>
      </w:r>
    </w:p>
    <w:p w14:paraId="619FAB52" w14:textId="77777777" w:rsidR="00BF35D2" w:rsidRPr="004C610A" w:rsidRDefault="00BF35D2" w:rsidP="00BF35D2">
      <w:pPr>
        <w:pStyle w:val="NApunkts1"/>
        <w:numPr>
          <w:ilvl w:val="0"/>
          <w:numId w:val="0"/>
        </w:numPr>
        <w:spacing w:before="0"/>
      </w:pPr>
    </w:p>
    <w:p w14:paraId="5CB9E56F" w14:textId="2D9A2853" w:rsidR="00B1466D" w:rsidRPr="004C610A" w:rsidRDefault="00B1466D" w:rsidP="00BF35D2">
      <w:pPr>
        <w:pStyle w:val="NApunkts1"/>
        <w:spacing w:before="0"/>
      </w:pPr>
      <w:r w:rsidRPr="004C610A">
        <w:t xml:space="preserve">Persona, kas vēlas iegūt vai palielināt būtisku līdzdalību kredītiestādē, papildus </w:t>
      </w:r>
      <w:r w:rsidR="00111A97">
        <w:t xml:space="preserve">šo noteikumu </w:t>
      </w:r>
      <w:r w:rsidR="00B95810" w:rsidRPr="004C610A">
        <w:t>24</w:t>
      </w:r>
      <w:r w:rsidRPr="004C610A">
        <w:t>. punktā minētajai informācijai un dokumentiem iesniedz</w:t>
      </w:r>
      <w:r w:rsidR="00214594">
        <w:t xml:space="preserve"> Latvijas Bankai</w:t>
      </w:r>
      <w:r w:rsidRPr="004C610A">
        <w:t xml:space="preserve"> aizpildītu </w:t>
      </w:r>
      <w:r w:rsidR="00BE72F2" w:rsidRPr="004C610A">
        <w:t xml:space="preserve">šo </w:t>
      </w:r>
      <w:r w:rsidRPr="004C610A">
        <w:t xml:space="preserve">noteikumu </w:t>
      </w:r>
      <w:r w:rsidR="008263D9" w:rsidRPr="004C610A">
        <w:t>5</w:t>
      </w:r>
      <w:r w:rsidRPr="004C610A">
        <w:t>. pielikumu.</w:t>
      </w:r>
    </w:p>
    <w:p w14:paraId="5A3EF1A1" w14:textId="77777777" w:rsidR="00BF35D2" w:rsidRDefault="00BF35D2" w:rsidP="00BF35D2">
      <w:pPr>
        <w:pStyle w:val="ListParagraph"/>
      </w:pPr>
    </w:p>
    <w:p w14:paraId="74B9221F" w14:textId="21A924A0" w:rsidR="00B1466D" w:rsidRDefault="00BF35D2" w:rsidP="00BF35D2">
      <w:pPr>
        <w:pStyle w:val="NApunkts2"/>
        <w:numPr>
          <w:ilvl w:val="0"/>
          <w:numId w:val="0"/>
        </w:numPr>
      </w:pPr>
      <w:r>
        <w:t xml:space="preserve">26. </w:t>
      </w:r>
      <w:r w:rsidR="00B1466D" w:rsidRPr="00D9386E">
        <w:t xml:space="preserve">Persona, kas vēlas iegūt vai palielināt būtisku līdzdalību ieguldījumu brokeru sabiedrībā, </w:t>
      </w:r>
      <w:r w:rsidR="00A32CC6">
        <w:t xml:space="preserve">papildus </w:t>
      </w:r>
      <w:r w:rsidR="00B1466D" w:rsidRPr="00D9386E">
        <w:t xml:space="preserve">iesniedz </w:t>
      </w:r>
      <w:r w:rsidR="00BE72F2">
        <w:t>Latvijas Bankai</w:t>
      </w:r>
      <w:r w:rsidR="00B1466D" w:rsidRPr="00D9386E">
        <w:t xml:space="preserve"> informāciju, kas norādīta Eiropas Komisijas </w:t>
      </w:r>
      <w:r w:rsidR="00BE72F2" w:rsidRPr="00D9386E">
        <w:t>2017.</w:t>
      </w:r>
      <w:r w:rsidR="00143B27">
        <w:t> </w:t>
      </w:r>
      <w:r w:rsidR="00BE72F2" w:rsidRPr="00D9386E">
        <w:t>gada 11.</w:t>
      </w:r>
      <w:r w:rsidR="0078459E">
        <w:t> </w:t>
      </w:r>
      <w:r w:rsidR="00BE72F2" w:rsidRPr="00D9386E">
        <w:t>jūlij</w:t>
      </w:r>
      <w:r w:rsidR="00BE72F2">
        <w:t xml:space="preserve">a </w:t>
      </w:r>
      <w:r w:rsidR="009D65D8">
        <w:t>D</w:t>
      </w:r>
      <w:r w:rsidR="00B1466D" w:rsidRPr="00D9386E">
        <w:t>eleģētajā regulā (ES) 2017/1946, ar ko Eiropas Parlamenta un Padomes Direktīvas 2004/39/EK un 2014/65/ES papildina attiecībā uz regulatīvajiem tehniskajiem standartiem par izsmeļošu sarakstu ar informāciju, ko potenciālais līdzdalības ieguvējs iekļauj paziņojumā par plānotu būtiskas līdzdalības iegūšanu ieguldījumu brokeru sabiedrībā</w:t>
      </w:r>
      <w:r w:rsidR="00A32CC6">
        <w:t>.</w:t>
      </w:r>
    </w:p>
    <w:p w14:paraId="2FAF31DC" w14:textId="41AC59B9" w:rsidR="00415FF2" w:rsidRDefault="00415FF2" w:rsidP="000021AB">
      <w:pPr>
        <w:pStyle w:val="NApunkts1"/>
        <w:numPr>
          <w:ilvl w:val="0"/>
          <w:numId w:val="8"/>
        </w:numPr>
        <w:ind w:left="0" w:firstLine="0"/>
      </w:pPr>
      <w:r w:rsidRPr="00D9386E">
        <w:t xml:space="preserve">Ja šajos noteikumos minētie iesniedzamie dokumenti jau ir </w:t>
      </w:r>
      <w:r w:rsidR="00BE72F2">
        <w:t>Latvijas Bankas</w:t>
      </w:r>
      <w:r w:rsidRPr="00D9386E">
        <w:t xml:space="preserve"> rīcībā un tajos ietvertā informācija nav mainījusies, persona </w:t>
      </w:r>
      <w:r>
        <w:t>tos</w:t>
      </w:r>
      <w:r w:rsidRPr="00D9386E">
        <w:t xml:space="preserve"> atkārtoti neiesniedz un paziņojumā </w:t>
      </w:r>
      <w:r w:rsidR="00BE72F2">
        <w:t>Latvijas Bank</w:t>
      </w:r>
      <w:r w:rsidR="001A6AD4">
        <w:t>a</w:t>
      </w:r>
      <w:r w:rsidR="00BE72F2">
        <w:t>i</w:t>
      </w:r>
      <w:r w:rsidRPr="00D9386E">
        <w:t xml:space="preserve"> norāda, ka attiecīgie dokumenti ir iesniegti </w:t>
      </w:r>
      <w:r w:rsidR="00BE72F2">
        <w:t>Latvijas Bankai</w:t>
      </w:r>
      <w:r w:rsidRPr="00D9386E">
        <w:t xml:space="preserve"> un tajos ietvertā informācija no iesniegšanas </w:t>
      </w:r>
      <w:r w:rsidR="00BE72F2">
        <w:t>dienas Latvijas Bankai</w:t>
      </w:r>
      <w:r w:rsidRPr="00D9386E">
        <w:t xml:space="preserve"> nav mainījusies. Persona paziņojumā norāda, kāda administratīvā procesa ietvaros un kādā laika periodā minētie dokumenti iesniegti.</w:t>
      </w:r>
    </w:p>
    <w:p w14:paraId="505CE6FA" w14:textId="291AB502" w:rsidR="003E3222" w:rsidRDefault="003E3222" w:rsidP="003E3222">
      <w:pPr>
        <w:pStyle w:val="NApunkts1"/>
      </w:pPr>
      <w:r>
        <w:t>Latvijas Bankai</w:t>
      </w:r>
      <w:r w:rsidR="009B7CD6">
        <w:t xml:space="preserve">, ņemot vērā proporcionalitātes principu, </w:t>
      </w:r>
      <w:r w:rsidRPr="00D9386E">
        <w:t xml:space="preserve">ir tiesības atbrīvot atsevišķas personas, kas netieši iegūst vai palielina būtisku līdzdalību finanšu institūcijā, no </w:t>
      </w:r>
      <w:r w:rsidRPr="00D9386E">
        <w:lastRenderedPageBreak/>
        <w:t>noteiktas informācijas sniegšanas, individuāli izskatot katru gadījumu. Minētais atbrīvojums nav piemērojams personas reputācijas izvērtējum</w:t>
      </w:r>
      <w:r w:rsidR="009D65D8">
        <w:t>am</w:t>
      </w:r>
      <w:r w:rsidRPr="00D9386E">
        <w:t>.</w:t>
      </w:r>
    </w:p>
    <w:p w14:paraId="1B1D359A" w14:textId="77777777" w:rsidR="003E3222" w:rsidRDefault="003E3222" w:rsidP="000021AB">
      <w:pPr>
        <w:pStyle w:val="NApunkts2"/>
        <w:numPr>
          <w:ilvl w:val="0"/>
          <w:numId w:val="0"/>
        </w:numPr>
      </w:pPr>
    </w:p>
    <w:p w14:paraId="1F5B96D3" w14:textId="3DBD6AB9" w:rsidR="00B1466D" w:rsidRDefault="00BE72F2" w:rsidP="003F2CF6">
      <w:pPr>
        <w:pStyle w:val="NApunkts1"/>
        <w:spacing w:before="0"/>
      </w:pPr>
      <w:r>
        <w:t xml:space="preserve">Latvijas Banka </w:t>
      </w:r>
      <w:r w:rsidR="009B7CD6">
        <w:t xml:space="preserve">rakstveidā informē personu par paziņojuma vai papildu informācijas saņemšanu, </w:t>
      </w:r>
      <w:r w:rsidR="009D65D8">
        <w:t xml:space="preserve">sniedzot </w:t>
      </w:r>
      <w:r>
        <w:t xml:space="preserve">personai </w:t>
      </w:r>
      <w:r w:rsidR="00B1466D" w:rsidRPr="00D9386E">
        <w:t>šādu informāciju:</w:t>
      </w:r>
    </w:p>
    <w:p w14:paraId="3417F079" w14:textId="26B4150C" w:rsidR="00B1466D" w:rsidRDefault="00B1466D" w:rsidP="00B1466D">
      <w:pPr>
        <w:pStyle w:val="NApunkts2"/>
      </w:pPr>
      <w:r w:rsidRPr="00D9386E">
        <w:t>norādi, ka paziņojums uzskatāms par pilnīgu un visa nepieciešamā informācija atbilstoši šo noteikumu prasībām ir iesniegta;</w:t>
      </w:r>
    </w:p>
    <w:p w14:paraId="19D124B4" w14:textId="7CBEA5CD" w:rsidR="00B1466D" w:rsidRDefault="00B1466D" w:rsidP="00B1466D">
      <w:pPr>
        <w:pStyle w:val="NApunkts2"/>
      </w:pPr>
      <w:r w:rsidRPr="00D9386E">
        <w:t>vērtēšanas perioda beigu datumu;</w:t>
      </w:r>
    </w:p>
    <w:p w14:paraId="38EBA135" w14:textId="73760D60" w:rsidR="00B1466D" w:rsidRDefault="00B1466D" w:rsidP="00B1466D">
      <w:pPr>
        <w:pStyle w:val="NApunkts2"/>
      </w:pPr>
      <w:r w:rsidRPr="00D9386E">
        <w:t xml:space="preserve">norādi, ka </w:t>
      </w:r>
      <w:r w:rsidR="00B630A4">
        <w:t>Latvijas Bankai</w:t>
      </w:r>
      <w:r w:rsidRPr="00D9386E">
        <w:t xml:space="preserve"> ir tiesības vērtēšanas periodā, bet ne vēlāk kā vērtēšanas perioda 50. darbdienā pieprasīt papildu informāciju, lai izvērtētu personas atbilstību būtiskas līdzdalības izvērtēšanas kritērijiem;</w:t>
      </w:r>
    </w:p>
    <w:p w14:paraId="1CD1184D" w14:textId="43BED691" w:rsidR="00B1466D" w:rsidRDefault="00B1466D" w:rsidP="00B1466D">
      <w:pPr>
        <w:pStyle w:val="NApunkts2"/>
      </w:pPr>
      <w:r w:rsidRPr="00D9386E">
        <w:t xml:space="preserve">norādi, ka jebkura jauna informācija vai fakti, kurus papildus iesniegs paziņojuma iesniedzējs vai kuri </w:t>
      </w:r>
      <w:r w:rsidR="00B630A4">
        <w:t>Latvijas Bankai</w:t>
      </w:r>
      <w:r w:rsidRPr="00D9386E">
        <w:t xml:space="preserve"> </w:t>
      </w:r>
      <w:r w:rsidR="00247858" w:rsidRPr="00D9386E">
        <w:t xml:space="preserve">kļūs zināmi </w:t>
      </w:r>
      <w:r w:rsidRPr="00D9386E">
        <w:t>no citiem avotiem un kuri ir atzīstami par būtiskiem būtisk</w:t>
      </w:r>
      <w:r w:rsidR="009D65D8">
        <w:t>a</w:t>
      </w:r>
      <w:r w:rsidRPr="00D9386E">
        <w:t>s līdzdalības paziņojuma izvērtēšanai (piemēram, būtiskas biznesa plāna izmaiņas, amatpersonu nominēšana, negatīvas izmaiņas personas reputācijā) atbilstoši būtisk</w:t>
      </w:r>
      <w:r w:rsidR="009D65D8">
        <w:t>a</w:t>
      </w:r>
      <w:r w:rsidRPr="00D9386E">
        <w:t>s līdzdalības izvērtēšanas kritērijiem, var būt par pamatu paziņojuma par būtisk</w:t>
      </w:r>
      <w:r w:rsidR="009D65D8">
        <w:t>u</w:t>
      </w:r>
      <w:r w:rsidRPr="00D9386E">
        <w:t xml:space="preserve"> līdzdalīb</w:t>
      </w:r>
      <w:r w:rsidR="009D65D8">
        <w:t>u</w:t>
      </w:r>
      <w:r w:rsidRPr="00D9386E">
        <w:t xml:space="preserve"> izvērtēšanas pārtraukšanai un jauna paziņojuma iesniegšanai;</w:t>
      </w:r>
    </w:p>
    <w:p w14:paraId="5DF0315F" w14:textId="0B3A5B23" w:rsidR="00BE72F2" w:rsidRDefault="00B1466D" w:rsidP="00BE72F2">
      <w:pPr>
        <w:pStyle w:val="NApunkts2"/>
      </w:pPr>
      <w:r w:rsidRPr="00D9386E">
        <w:t>norādi, ka termiņš būtiskas līdzdalības iegūšana</w:t>
      </w:r>
      <w:r w:rsidR="00772E79">
        <w:t>s</w:t>
      </w:r>
      <w:r w:rsidRPr="00D9386E">
        <w:t xml:space="preserve"> kredītiestādē izvērtēšanai tiek rēķināts saskaņā ar Eiropas Centrālās bankas darba laik</w:t>
      </w:r>
      <w:r w:rsidR="009B02CF">
        <w:t xml:space="preserve">u. </w:t>
      </w:r>
    </w:p>
    <w:p w14:paraId="425A7B57" w14:textId="323E5850" w:rsidR="00701ADD" w:rsidRDefault="00701ADD" w:rsidP="00701ADD">
      <w:pPr>
        <w:pStyle w:val="NApunkts1"/>
      </w:pPr>
      <w:r w:rsidRPr="00D9386E">
        <w:t xml:space="preserve">Ja personas iesniegtais paziņojums ir nepilnīgs, </w:t>
      </w:r>
      <w:r w:rsidR="00BE72F2">
        <w:t>Latvijas Banka</w:t>
      </w:r>
      <w:r w:rsidRPr="00D9386E">
        <w:t xml:space="preserve"> divu darbdienu laikā no dienas, kad saņemts </w:t>
      </w:r>
      <w:r w:rsidR="00FF7A07">
        <w:t xml:space="preserve">šo noteikumu </w:t>
      </w:r>
      <w:r w:rsidR="007D7DCE">
        <w:t>23</w:t>
      </w:r>
      <w:r w:rsidRPr="00D9386E">
        <w:t>.</w:t>
      </w:r>
      <w:r w:rsidR="00143B27">
        <w:t> </w:t>
      </w:r>
      <w:r w:rsidRPr="00D9386E">
        <w:t xml:space="preserve">punktā minētais paziņojums, vai divu darbdienu laikā pēc </w:t>
      </w:r>
      <w:r w:rsidR="00FF7A07">
        <w:t>Latvijas Bankas</w:t>
      </w:r>
      <w:r w:rsidRPr="00D9386E">
        <w:t xml:space="preserve"> pieprasītās papildu informācijas saņemšanas rakstveidā informē personu, ka vērtēšanas periods netiek sākts</w:t>
      </w:r>
      <w:r w:rsidR="00964FA5">
        <w:t xml:space="preserve"> un norāda </w:t>
      </w:r>
      <w:r w:rsidRPr="00D9386E">
        <w:t>trūkstoš</w:t>
      </w:r>
      <w:r w:rsidR="00964FA5">
        <w:t>os</w:t>
      </w:r>
      <w:r w:rsidRPr="00D9386E">
        <w:t xml:space="preserve"> dokument</w:t>
      </w:r>
      <w:r w:rsidR="00964FA5">
        <w:t>us</w:t>
      </w:r>
      <w:r w:rsidRPr="00D9386E">
        <w:t xml:space="preserve"> un informāciju.</w:t>
      </w:r>
    </w:p>
    <w:p w14:paraId="14736589" w14:textId="3FBE0486" w:rsidR="00701ADD" w:rsidRPr="000021AB" w:rsidRDefault="00701ADD" w:rsidP="00635750">
      <w:pPr>
        <w:pStyle w:val="NApunkts1"/>
        <w:numPr>
          <w:ilvl w:val="0"/>
          <w:numId w:val="0"/>
        </w:numPr>
        <w:jc w:val="left"/>
        <w:rPr>
          <w:b/>
        </w:rPr>
      </w:pPr>
      <w:r w:rsidRPr="00105B62">
        <w:rPr>
          <w:b/>
          <w:bCs/>
        </w:rPr>
        <w:t>VII</w:t>
      </w:r>
      <w:r w:rsidR="00C86D90" w:rsidRPr="00105B62">
        <w:rPr>
          <w:b/>
          <w:bCs/>
        </w:rPr>
        <w:t>.</w:t>
      </w:r>
      <w:r w:rsidRPr="00105B62">
        <w:rPr>
          <w:b/>
          <w:bCs/>
        </w:rPr>
        <w:t xml:space="preserve"> B</w:t>
      </w:r>
      <w:r w:rsidRPr="00105B62">
        <w:rPr>
          <w:b/>
        </w:rPr>
        <w:t xml:space="preserve">ūtiskas </w:t>
      </w:r>
      <w:r w:rsidRPr="000021AB">
        <w:rPr>
          <w:b/>
        </w:rPr>
        <w:t>līdzdalības izvērtēšana</w:t>
      </w:r>
    </w:p>
    <w:p w14:paraId="35A7BB79" w14:textId="57B5FBFB" w:rsidR="00701ADD" w:rsidRPr="00247858" w:rsidRDefault="00701ADD" w:rsidP="00840034">
      <w:pPr>
        <w:pStyle w:val="NApunkts1"/>
      </w:pPr>
      <w:r w:rsidRPr="00D9386E">
        <w:rPr>
          <w:bCs/>
        </w:rPr>
        <w:t xml:space="preserve">Vērtējot </w:t>
      </w:r>
      <w:r w:rsidRPr="00D9386E">
        <w:t xml:space="preserve">personas kopējo reputāciju, </w:t>
      </w:r>
      <w:r w:rsidR="00CB20E2">
        <w:t>Latvijas Banka</w:t>
      </w:r>
      <w:r w:rsidRPr="00D9386E">
        <w:t xml:space="preserve"> ņem vērā personas reputāciju </w:t>
      </w:r>
      <w:r w:rsidRPr="00247858">
        <w:t>(godīgumu, sodāmības neesību) un profesionālo kompetenci.</w:t>
      </w:r>
    </w:p>
    <w:p w14:paraId="09FF1F52" w14:textId="5025E542" w:rsidR="00701ADD" w:rsidRDefault="00701ADD" w:rsidP="00840034">
      <w:pPr>
        <w:pStyle w:val="NApunkts1"/>
      </w:pPr>
      <w:r w:rsidRPr="00D9386E">
        <w:t>Kopējās reputācijas prasībai nav piemērojams proporcionalitātes princips, un tā attiecas uz visām personām un to patiesajiem labuma guvējiem neatkarīgi no plānotā būtisk</w:t>
      </w:r>
      <w:r w:rsidR="00772E79">
        <w:t>a</w:t>
      </w:r>
      <w:r w:rsidRPr="00D9386E">
        <w:t xml:space="preserve">s līdzdalības apmēra, plānotās iesaistīšanās finanšu institūcijas pārvaldē vai ietekmes īstenošanas finanšu institūcijā. Lai izvērtētu kopējo reputāciju, </w:t>
      </w:r>
      <w:r w:rsidR="00210F52">
        <w:t>Latvijas Banka</w:t>
      </w:r>
      <w:r w:rsidRPr="00D9386E">
        <w:t xml:space="preserve"> attiecībā uz iesniedzamo dokumentu un informācijas apjomu var piemērot proporcionalitātes principu</w:t>
      </w:r>
      <w:r w:rsidR="008849E1">
        <w:t xml:space="preserve">, </w:t>
      </w:r>
      <w:r w:rsidR="008849E1" w:rsidRPr="00D9386E">
        <w:t>ņemot vērā personas veidu (</w:t>
      </w:r>
      <w:r w:rsidR="008849E1">
        <w:t xml:space="preserve">piemēram, </w:t>
      </w:r>
      <w:r w:rsidR="008849E1" w:rsidRPr="00D9386E">
        <w:t>fiziska vai juridiska persona, finanšu uzraudzības iestādes uzraudzībā esoša fiziska vai juridiska persona u.</w:t>
      </w:r>
      <w:r w:rsidR="00772E79">
        <w:t> </w:t>
      </w:r>
      <w:r w:rsidR="008849E1" w:rsidRPr="00D9386E">
        <w:t>tml.)</w:t>
      </w:r>
      <w:r w:rsidR="009D0E32">
        <w:t>.</w:t>
      </w:r>
    </w:p>
    <w:p w14:paraId="7AB7DBB8" w14:textId="3FFBD642" w:rsidR="00701ADD" w:rsidRDefault="00701ADD" w:rsidP="00840034">
      <w:pPr>
        <w:pStyle w:val="NApunkts1"/>
      </w:pPr>
      <w:r w:rsidRPr="00D9386E">
        <w:t xml:space="preserve">Persona atbilst reputācijas kritērijam, ja </w:t>
      </w:r>
      <w:r w:rsidR="00210F52">
        <w:t>Latvijas Bankai</w:t>
      </w:r>
      <w:r w:rsidRPr="00D9386E">
        <w:t xml:space="preserve"> nav pamata apšaubīt tās labo reputāciju un nav ticamu pierādījumu par pretējo. Izvērtējot personas reputāciju, </w:t>
      </w:r>
      <w:r w:rsidR="00210F52">
        <w:t>Latvijas Banka</w:t>
      </w:r>
      <w:r w:rsidRPr="00D9386E">
        <w:t xml:space="preserve"> ņem vērā visu tai pieejamo informāciju par personu:</w:t>
      </w:r>
    </w:p>
    <w:p w14:paraId="70723625" w14:textId="4E51CE28" w:rsidR="00701ADD" w:rsidRPr="00D9386E" w:rsidRDefault="00701ADD" w:rsidP="00701ADD">
      <w:pPr>
        <w:pStyle w:val="NApunkts2"/>
      </w:pPr>
      <w:r w:rsidRPr="00D9386E">
        <w:t>informāciju par personas kriminālo un administratīvo sodāmību;</w:t>
      </w:r>
    </w:p>
    <w:p w14:paraId="33961DE6" w14:textId="7ECB8CCD" w:rsidR="00701ADD" w:rsidRDefault="00701ADD" w:rsidP="00701ADD">
      <w:pPr>
        <w:pStyle w:val="NApunkts2"/>
      </w:pPr>
      <w:r w:rsidRPr="00D9386E">
        <w:t xml:space="preserve">jebkādu kriminālās sodāmības vai būtisku administratīvo pārkāpumu vēsturi, izvērtējot notiesāšanas vai apsūdzības veidu, pārsūdzības līmeni, saņemto sodu, sasniegto tiesas procesa stadiju un jebkādu reabilitējošo pasākumu ietekmi. </w:t>
      </w:r>
      <w:r w:rsidR="00210F52">
        <w:t>Latvijas Banka</w:t>
      </w:r>
      <w:r w:rsidRPr="00D9386E">
        <w:t xml:space="preserve"> ņem vērā arī attiecīgā nodarījuma smaguma pakāpi, laikposmu, kas pagājis no pārkāpuma dienas, un </w:t>
      </w:r>
      <w:r w:rsidR="00210F52">
        <w:t>personas</w:t>
      </w:r>
      <w:r w:rsidRPr="00D9386E">
        <w:t xml:space="preserve"> uzvedību kopš pārkāpuma izdarīšanas, kā arī pārkāpuma attiecināmību uz personu kā būtiskas līdzdalības ieguvēju;</w:t>
      </w:r>
    </w:p>
    <w:p w14:paraId="59994437" w14:textId="1A532EBC" w:rsidR="00701ADD" w:rsidRDefault="00701ADD" w:rsidP="00701ADD">
      <w:pPr>
        <w:pStyle w:val="NApunkts2"/>
      </w:pPr>
      <w:r w:rsidRPr="00D9386E">
        <w:t>informāciju par personas rīcību tās komercdarbībā:</w:t>
      </w:r>
    </w:p>
    <w:p w14:paraId="04349F5E" w14:textId="100066C2" w:rsidR="00701ADD" w:rsidRDefault="00E041C6" w:rsidP="00701ADD">
      <w:pPr>
        <w:pStyle w:val="NApunkts3"/>
      </w:pPr>
      <w:r w:rsidRPr="00D9386E">
        <w:t>pierādījumus, ka persona nav ievērojusi pārredzamības, atvērtības un sadarbības principus attiecībās ar uzraudzības vai citām valsts pārvaldes iestādēm;</w:t>
      </w:r>
    </w:p>
    <w:p w14:paraId="7A72DA65" w14:textId="53CAE1D5" w:rsidR="00E041C6" w:rsidRDefault="00E041C6" w:rsidP="00701ADD">
      <w:pPr>
        <w:pStyle w:val="NApunkts3"/>
      </w:pPr>
      <w:r w:rsidRPr="00D9386E">
        <w:lastRenderedPageBreak/>
        <w:t>atteikumu reģistrēt un izsniegt atļauju, apstiprināt dalību vai piešķirt licenci nodarboties ar tirdzniecību, uzņēmējdarbību vai strādāt profesijā, jebkādu šādas reģistrācijas, atļaujas, dalības vai licences atcelšanu, atsaukšanu vai izbeigšanu, kā arī jebkāda veida izslēgšanu no profesionālajām struktūrām vai asociācijām;</w:t>
      </w:r>
    </w:p>
    <w:p w14:paraId="6B849967" w14:textId="61E59293" w:rsidR="00E041C6" w:rsidRPr="00D9386E" w:rsidRDefault="00E041C6" w:rsidP="00E041C6">
      <w:pPr>
        <w:pStyle w:val="NApunkts3"/>
      </w:pPr>
      <w:r w:rsidRPr="00D9386E">
        <w:t>iemeslus atbrīvošanai no algota darba vai uzticības amata, fiduciārajām attiecībām vai līdzīgām situācijām, kā arī lūgumiem atstāt šādus amatus;</w:t>
      </w:r>
    </w:p>
    <w:p w14:paraId="29469ADF" w14:textId="06E1C02A" w:rsidR="00E041C6" w:rsidRDefault="00E041C6" w:rsidP="00701ADD">
      <w:pPr>
        <w:pStyle w:val="NApunkts3"/>
      </w:pPr>
      <w:r w:rsidRPr="00D9386E">
        <w:t>kompetentās iestādes aizliegumu personai veikt komercdarbību;</w:t>
      </w:r>
    </w:p>
    <w:p w14:paraId="54D2BD43" w14:textId="442D33AB" w:rsidR="00E041C6" w:rsidRPr="00D9386E" w:rsidRDefault="00E041C6" w:rsidP="00E041C6">
      <w:pPr>
        <w:pStyle w:val="NApunkts2"/>
      </w:pPr>
      <w:r w:rsidRPr="00D9386E">
        <w:t>informāciju par personas pārkāpumiem finanšu un kapitāla tirgū:</w:t>
      </w:r>
    </w:p>
    <w:p w14:paraId="1D95B25F" w14:textId="736EFD9E" w:rsidR="00E041C6" w:rsidRDefault="00E041C6" w:rsidP="00E041C6">
      <w:pPr>
        <w:pStyle w:val="NApunkts3"/>
      </w:pPr>
      <w:r w:rsidRPr="00D9386E">
        <w:t>finanšu un kapitāla tirgu regulējošo normatīvo aktu pārkāpumus un uzraudzības i</w:t>
      </w:r>
      <w:r w:rsidR="00F4749F">
        <w:t>estāžu</w:t>
      </w:r>
      <w:r w:rsidRPr="00D9386E">
        <w:t xml:space="preserve"> piemērotās sankcijas;</w:t>
      </w:r>
    </w:p>
    <w:p w14:paraId="1C9F3854" w14:textId="235945C8" w:rsidR="00E041C6" w:rsidRDefault="00E041C6" w:rsidP="00E041C6">
      <w:pPr>
        <w:pStyle w:val="NApunkts3"/>
      </w:pPr>
      <w:r w:rsidRPr="00D9386E">
        <w:t xml:space="preserve">nodarījumus, kas saistīti ar finanšu noziegumiem, </w:t>
      </w:r>
      <w:r w:rsidR="003162FA">
        <w:t>noziedzīgi</w:t>
      </w:r>
      <w:r w:rsidR="003162FA" w:rsidRPr="00D9386E">
        <w:t xml:space="preserve"> </w:t>
      </w:r>
      <w:r w:rsidRPr="00D9386E">
        <w:t>iegūtu līdzekļu legalizāciju un terorisma</w:t>
      </w:r>
      <w:r w:rsidR="00210F52">
        <w:t xml:space="preserve"> un proliferācijas </w:t>
      </w:r>
      <w:r w:rsidRPr="00D9386E">
        <w:t>finansēšanu, tirgus manipulācijām, iekšējās informācijas ļaunprātīgu izmantošanu, augļošanu un korupciju;</w:t>
      </w:r>
    </w:p>
    <w:p w14:paraId="341AAC0E" w14:textId="35BFC6C2" w:rsidR="00E041C6" w:rsidRDefault="00E041C6" w:rsidP="00E041C6">
      <w:pPr>
        <w:pStyle w:val="NApunkts3"/>
      </w:pPr>
      <w:r w:rsidRPr="00D9386E">
        <w:t>nodokļus regulējošo normatīvo aktu pārkāpumus un piemērotās sankcijas;</w:t>
      </w:r>
    </w:p>
    <w:p w14:paraId="1938D885" w14:textId="08AD36A9" w:rsidR="00E041C6" w:rsidRPr="001C33EB" w:rsidRDefault="00E041C6" w:rsidP="00E041C6">
      <w:pPr>
        <w:pStyle w:val="NApunkts3"/>
      </w:pPr>
      <w:r w:rsidRPr="001C33EB">
        <w:t>jebkādus citu normatīvo aktu pārkāpumus komercdarbībā (</w:t>
      </w:r>
      <w:r w:rsidR="00E41B2D" w:rsidRPr="001C33EB">
        <w:t>piem</w:t>
      </w:r>
      <w:r w:rsidR="000A08A2" w:rsidRPr="001C33EB">
        <w:t>ēram</w:t>
      </w:r>
      <w:r w:rsidR="00E41B2D" w:rsidRPr="001C33EB">
        <w:t xml:space="preserve">, </w:t>
      </w:r>
      <w:r w:rsidRPr="001C33EB">
        <w:t>komercsabiedrības novešana līdz bankrotam vai maksātnespējai, patērētāju tiesību aizsardzība</w:t>
      </w:r>
      <w:r w:rsidR="001C33EB" w:rsidRPr="003F2CF6">
        <w:t>s pārkāpumi</w:t>
      </w:r>
      <w:r w:rsidRPr="001C33EB">
        <w:t>);</w:t>
      </w:r>
    </w:p>
    <w:p w14:paraId="69393339" w14:textId="50337D8D" w:rsidR="00E041C6" w:rsidRDefault="00E041C6" w:rsidP="00E041C6">
      <w:pPr>
        <w:pStyle w:val="NApunkts2"/>
      </w:pPr>
      <w:r w:rsidRPr="00D9386E">
        <w:t>informāciju par konstatējumiem valsts iestāžu veiktās klātienes vai neklātienes pārbaudēs, piedziņas procesos vai pirmstiesas izmeklēšanas procesos, ja tajos konstatētais ir attiecināms uz personu;</w:t>
      </w:r>
    </w:p>
    <w:p w14:paraId="41DF2E91" w14:textId="662AB1A0" w:rsidR="00E041C6" w:rsidRPr="00D9386E" w:rsidRDefault="00E041C6" w:rsidP="00E041C6">
      <w:pPr>
        <w:pStyle w:val="NApunkts2"/>
      </w:pPr>
      <w:r w:rsidRPr="00D9386E">
        <w:t xml:space="preserve">jebkādu no citiem avotiem iegūtu informāciju, kas ir būtiska, izvērtējot personas reputāciju. </w:t>
      </w:r>
    </w:p>
    <w:p w14:paraId="60DA2A7E" w14:textId="739DDDEF" w:rsidR="00E041C6" w:rsidRPr="00D9386E" w:rsidRDefault="00E041C6" w:rsidP="00E041C6">
      <w:pPr>
        <w:pStyle w:val="NApunkts1"/>
      </w:pPr>
      <w:r w:rsidRPr="00D9386E">
        <w:t xml:space="preserve">Izvērtējot saskaņā ar </w:t>
      </w:r>
      <w:r w:rsidR="00225AA3">
        <w:t xml:space="preserve">šo noteikumu </w:t>
      </w:r>
      <w:r w:rsidRPr="00D9386E">
        <w:t>3</w:t>
      </w:r>
      <w:r w:rsidR="000213EB">
        <w:t>3</w:t>
      </w:r>
      <w:r w:rsidRPr="00D9386E">
        <w:t xml:space="preserve">. punktu iesniegto informāciju, </w:t>
      </w:r>
      <w:r w:rsidR="00225AA3">
        <w:t>Latvijas Banka</w:t>
      </w:r>
      <w:r w:rsidRPr="00D9386E">
        <w:t xml:space="preserve"> ņem vērā šādus faktorus:</w:t>
      </w:r>
    </w:p>
    <w:p w14:paraId="722492FA" w14:textId="75639A27" w:rsidR="00E041C6" w:rsidRDefault="00E041C6" w:rsidP="00E041C6">
      <w:pPr>
        <w:pStyle w:val="NApunkts2"/>
      </w:pPr>
      <w:r w:rsidRPr="00D9386E">
        <w:t>noziedzīgā nodarījuma vai administratīvā pārkāpuma kvalifikāciju, soda veidu (</w:t>
      </w:r>
      <w:r w:rsidR="00E41B2D">
        <w:t>piem</w:t>
      </w:r>
      <w:r w:rsidR="000A08A2">
        <w:t>ēram</w:t>
      </w:r>
      <w:r w:rsidR="00E41B2D">
        <w:t xml:space="preserve">, </w:t>
      </w:r>
      <w:r w:rsidRPr="00D9386E">
        <w:t>naudas sods, brīvības atņemšana utt.), ilgumu, pārsūdzības stadiju, tiesas procesa posmu (</w:t>
      </w:r>
      <w:r w:rsidR="00E41B2D">
        <w:t>piem</w:t>
      </w:r>
      <w:r w:rsidR="000A08A2">
        <w:t>ēram</w:t>
      </w:r>
      <w:r w:rsidR="00E41B2D">
        <w:t xml:space="preserve">, </w:t>
      </w:r>
      <w:r w:rsidRPr="00D9386E">
        <w:t>notiesājošs spriedums, tiesvedība, apsūdzība) un personas statusu tiesas procesā;</w:t>
      </w:r>
    </w:p>
    <w:p w14:paraId="6E70BAA7" w14:textId="6DF7A415" w:rsidR="00E041C6" w:rsidRDefault="00E041C6" w:rsidP="00E041C6">
      <w:pPr>
        <w:pStyle w:val="NApunkts2"/>
      </w:pPr>
      <w:r w:rsidRPr="00D9386E">
        <w:t>mazāk nozīmīgu pārkāpumu gadījumā, kas katrs atsevišķi neietekmētu personas reputāciju, – šo pārkāpumu iespējamo kumulatīvo efektu;</w:t>
      </w:r>
    </w:p>
    <w:p w14:paraId="75F5A8BA" w14:textId="77777777" w:rsidR="00F67CC5" w:rsidRDefault="00E041C6" w:rsidP="00F67CC5">
      <w:pPr>
        <w:pStyle w:val="NApunkts2"/>
      </w:pPr>
      <w:r w:rsidRPr="00D9386E">
        <w:t>jebkuras citas personas, ar kuru personai ir radniecības vai darījum</w:t>
      </w:r>
      <w:r>
        <w:t>u</w:t>
      </w:r>
      <w:r w:rsidRPr="00D9386E">
        <w:t xml:space="preserve"> attiecības, reputāciju.</w:t>
      </w:r>
      <w:r w:rsidR="00F67CC5" w:rsidRPr="00F67CC5">
        <w:t xml:space="preserve"> </w:t>
      </w:r>
    </w:p>
    <w:p w14:paraId="76984BD0" w14:textId="299D510D" w:rsidR="00F67CC5" w:rsidRDefault="00F67CC5" w:rsidP="000021AB">
      <w:pPr>
        <w:pStyle w:val="NApunkts1"/>
      </w:pPr>
      <w:r>
        <w:t>Latvijas Bankai</w:t>
      </w:r>
      <w:r w:rsidRPr="00D9386E">
        <w:t xml:space="preserve"> nav pamata uzskatīt, ka personai ir nevainojama reputācija tikai tāpēc, ka pret personu nav sākta kriminālvajāšana, tā nav saukta pie kriminālatbildības un nav notiesājoša sprieduma, lai gan joprojām pastāv vērā ņemami apgalvojumi par krimināli sodāmu rīcību</w:t>
      </w:r>
      <w:r w:rsidR="001022B7">
        <w:t>.</w:t>
      </w:r>
    </w:p>
    <w:p w14:paraId="755CAD0D" w14:textId="77777777" w:rsidR="00E041C6" w:rsidRPr="00D9386E" w:rsidRDefault="00E041C6" w:rsidP="00E041C6">
      <w:pPr>
        <w:pStyle w:val="NApunkts1"/>
      </w:pPr>
      <w:r w:rsidRPr="00D9386E">
        <w:t>Profesionālās kompetences prasībai ir piemērojams proporcionalitātes princips, ņemot vērā personas ietekmi finanšu institūcijā.</w:t>
      </w:r>
    </w:p>
    <w:p w14:paraId="0EA2346F" w14:textId="40F2B22C" w:rsidR="00E041C6" w:rsidRDefault="00E041C6" w:rsidP="00E041C6">
      <w:pPr>
        <w:pStyle w:val="NApunkts1"/>
      </w:pPr>
      <w:r w:rsidRPr="00D9386E">
        <w:t>Ja persona ir juridiska persona, profesionālās kompetences prasības ir attiecināmas uz šo juridisko personu, visām personām, kuras faktiski vada šo juridisko personu, un šīs juridiskās personas patiesajiem labuma guvējiem.</w:t>
      </w:r>
    </w:p>
    <w:p w14:paraId="39AA1874" w14:textId="6A87B517" w:rsidR="00E041C6" w:rsidRDefault="00E041C6" w:rsidP="00E041C6">
      <w:pPr>
        <w:pStyle w:val="NApunkts1"/>
      </w:pPr>
      <w:r w:rsidRPr="00D9386E">
        <w:t>Personu uzskata par atbilstošu profesionālās kompetences prasībām, ja tā ir:</w:t>
      </w:r>
    </w:p>
    <w:p w14:paraId="4683F4A2" w14:textId="7BAAF24E" w:rsidR="00E041C6" w:rsidRPr="00D9386E" w:rsidRDefault="00E041C6" w:rsidP="00E041C6">
      <w:pPr>
        <w:pStyle w:val="NApunkts2"/>
      </w:pPr>
      <w:r w:rsidRPr="00D9386E">
        <w:t xml:space="preserve">persona, kurai </w:t>
      </w:r>
      <w:r w:rsidR="009A6620">
        <w:t>Latvijas Banka</w:t>
      </w:r>
      <w:r w:rsidRPr="00D9386E">
        <w:t xml:space="preserve"> vai Eiropas Centrālā banka ir atļāvusi iegūt būtisku līdzdalību citā finanšu institūcijā un kura ir pakļauta </w:t>
      </w:r>
      <w:r w:rsidR="009A6620">
        <w:t>Latvijas Bankas</w:t>
      </w:r>
      <w:r w:rsidRPr="00D9386E">
        <w:t xml:space="preserve"> vai citas dalībvalsts finanšu uzraudzības iestādes uzraudzībai;</w:t>
      </w:r>
    </w:p>
    <w:p w14:paraId="733B1D4D" w14:textId="3A7B1BC2" w:rsidR="00E041C6" w:rsidRDefault="00E041C6" w:rsidP="00E041C6">
      <w:pPr>
        <w:pStyle w:val="NApunkts2"/>
      </w:pPr>
      <w:r w:rsidRPr="00D9386E">
        <w:t xml:space="preserve">fiziska persona, kura jau vada šīs vai citas finanšu institūcijas darbību, un šī finanšu institūcija ir pakļauta </w:t>
      </w:r>
      <w:r w:rsidR="009A6620">
        <w:t>Latvijas Bankas</w:t>
      </w:r>
      <w:r w:rsidRPr="00D9386E">
        <w:t xml:space="preserve"> vai citas dalībvalsts finanšu uzraudzības iestādes uzraudzībai;</w:t>
      </w:r>
    </w:p>
    <w:p w14:paraId="3766A5E8" w14:textId="066001A1" w:rsidR="00E041C6" w:rsidRPr="0075191B" w:rsidRDefault="00E041C6" w:rsidP="00E041C6">
      <w:pPr>
        <w:pStyle w:val="NApunkts2"/>
      </w:pPr>
      <w:r w:rsidRPr="00D9386E">
        <w:lastRenderedPageBreak/>
        <w:t xml:space="preserve">juridiska persona, kuru kā finanšu institūciju uzrauga </w:t>
      </w:r>
      <w:r w:rsidR="009A6620">
        <w:t>Latvijas Banka</w:t>
      </w:r>
      <w:r w:rsidRPr="00D9386E">
        <w:t xml:space="preserve">, Eiropas Centrālā </w:t>
      </w:r>
      <w:r w:rsidRPr="0075191B">
        <w:t xml:space="preserve">banka vai citas dalībvalsts finanšu uzraudzības </w:t>
      </w:r>
      <w:r w:rsidR="00F4749F" w:rsidRPr="0075191B">
        <w:t>iestāde</w:t>
      </w:r>
      <w:r w:rsidRPr="0075191B">
        <w:t>.</w:t>
      </w:r>
    </w:p>
    <w:p w14:paraId="6093845B" w14:textId="4B23C951" w:rsidR="00E041C6" w:rsidRDefault="009A6620" w:rsidP="00E041C6">
      <w:pPr>
        <w:pStyle w:val="NApunkts1"/>
      </w:pPr>
      <w:r>
        <w:t>Latvijas Banka</w:t>
      </w:r>
      <w:r w:rsidR="00E041C6" w:rsidRPr="00D9386E">
        <w:t xml:space="preserve"> piemēro </w:t>
      </w:r>
      <w:r>
        <w:t xml:space="preserve">izvērtējumā šo noteikumu </w:t>
      </w:r>
      <w:r w:rsidR="00E041C6">
        <w:t>3</w:t>
      </w:r>
      <w:r w:rsidR="000213EB">
        <w:t>8</w:t>
      </w:r>
      <w:r w:rsidR="00E041C6" w:rsidRPr="00D9386E">
        <w:t>.</w:t>
      </w:r>
      <w:r w:rsidR="00143B27">
        <w:t> </w:t>
      </w:r>
      <w:r w:rsidR="00E041C6" w:rsidRPr="00D9386E">
        <w:t>punktu, ja tās rīcībā nav faktu vai informācijas, kas liktu apšaubīt personas profesionālo kompetenci.</w:t>
      </w:r>
    </w:p>
    <w:p w14:paraId="178F6EAA" w14:textId="0CC35606" w:rsidR="00FD30DD" w:rsidRPr="00D9386E" w:rsidRDefault="009A6620" w:rsidP="00FD30DD">
      <w:pPr>
        <w:pStyle w:val="NApunkts1"/>
      </w:pPr>
      <w:r>
        <w:t>Latvijas Banka</w:t>
      </w:r>
      <w:r w:rsidR="00FD30DD" w:rsidRPr="00D9386E">
        <w:t xml:space="preserve"> ir tiesīga neņemt vērā </w:t>
      </w:r>
      <w:r>
        <w:t xml:space="preserve">šo noteikumu </w:t>
      </w:r>
      <w:r w:rsidR="005430F1">
        <w:t>3</w:t>
      </w:r>
      <w:r w:rsidR="000213EB">
        <w:t>8</w:t>
      </w:r>
      <w:r w:rsidR="005430F1">
        <w:t xml:space="preserve">. un </w:t>
      </w:r>
      <w:r w:rsidR="000213EB">
        <w:t>39</w:t>
      </w:r>
      <w:r w:rsidR="00FD30DD" w:rsidRPr="00D9386E">
        <w:t>.</w:t>
      </w:r>
      <w:r w:rsidR="00143B27">
        <w:t> </w:t>
      </w:r>
      <w:r w:rsidR="00FD30DD" w:rsidRPr="00D9386E">
        <w:t xml:space="preserve">punktā minēto, ja persona ir atzīta par profesionāli kompetentu kontrolēt finanšu institūciju, kas </w:t>
      </w:r>
      <w:r w:rsidR="00FD30DD" w:rsidRPr="00D9386E">
        <w:rPr>
          <w:shd w:val="clear" w:color="auto" w:fill="FFFFFF"/>
        </w:rPr>
        <w:t xml:space="preserve">lieluma, iekšējās organizācijas un darbības veida, apjoma un sarežģītības ziņā ir būtiski mazāka par finanšu institūciju, kurā tā vēlas iegūt būtisku līdzdalību. </w:t>
      </w:r>
    </w:p>
    <w:p w14:paraId="307F1D2F" w14:textId="4927DCDE" w:rsidR="00FD30DD" w:rsidRDefault="00FD30DD" w:rsidP="00E041C6">
      <w:pPr>
        <w:pStyle w:val="NApunkts1"/>
      </w:pPr>
      <w:r w:rsidRPr="00D9386E">
        <w:t>Personas profesionālā kompetence ietver kompetenci pārvaldības jomā (pārvaldības kompetence) un finanšu institūcijas pamatdarbības jomā (tehniskā kompetence).</w:t>
      </w:r>
    </w:p>
    <w:p w14:paraId="1951119C" w14:textId="0599C8C6" w:rsidR="00FD30DD" w:rsidRDefault="00FD30DD" w:rsidP="00E041C6">
      <w:pPr>
        <w:pStyle w:val="NApunkts1"/>
      </w:pPr>
      <w:r w:rsidRPr="00D9386E">
        <w:t xml:space="preserve">Izvērtējot pārvaldības kompetenci, </w:t>
      </w:r>
      <w:r w:rsidR="009A6620">
        <w:t>Latvijas Banka</w:t>
      </w:r>
      <w:r w:rsidRPr="00D9386E">
        <w:t xml:space="preserve"> ņem vērā personas iepriekšējo pieredzi un profesionalitāti līdzdalības iegūšanā citās komercsabiedrībās un to pārvaldībā.</w:t>
      </w:r>
    </w:p>
    <w:p w14:paraId="3B7E9EB0" w14:textId="6A658DED" w:rsidR="00FD30DD" w:rsidRDefault="00FD30DD" w:rsidP="00E041C6">
      <w:pPr>
        <w:pStyle w:val="NApunkts1"/>
      </w:pPr>
      <w:r w:rsidRPr="00D9386E">
        <w:t xml:space="preserve">Izvērtējot tehnisko kompetenci, </w:t>
      </w:r>
      <w:r w:rsidR="009A6620">
        <w:t>Latvijas Banka</w:t>
      </w:r>
      <w:r w:rsidRPr="00D9386E">
        <w:t xml:space="preserve"> ņem vērā personas iepriekšējo pieredzi finanšu institūciju darbībā un pārvaldībā, darbojoties kā kontrolējošajam akcionāram, valdes vai padomes loceklim finanšu institūcijā.</w:t>
      </w:r>
    </w:p>
    <w:p w14:paraId="74088CAC" w14:textId="77777777" w:rsidR="00FD30DD" w:rsidRPr="00D9386E" w:rsidRDefault="00FD30DD" w:rsidP="00FD30DD">
      <w:pPr>
        <w:pStyle w:val="NApunkts1"/>
      </w:pPr>
      <w:r w:rsidRPr="00D9386E">
        <w:t>Ja persona ir juridiska persona:</w:t>
      </w:r>
    </w:p>
    <w:p w14:paraId="5719C38C" w14:textId="6938401A" w:rsidR="00FD30DD" w:rsidRDefault="00FD30DD" w:rsidP="00FD30DD">
      <w:pPr>
        <w:pStyle w:val="NApunkts2"/>
      </w:pPr>
      <w:r w:rsidRPr="00D9386E">
        <w:t>profesionālo kompetenci izvērtē šīs juridiskās personas valdes un padomes locekļiem vai citai personai, kas faktiski vada juridiskās personas komercdarbību;</w:t>
      </w:r>
    </w:p>
    <w:p w14:paraId="2E000AC0" w14:textId="638EEE5A" w:rsidR="00FD30DD" w:rsidRDefault="00FD30DD" w:rsidP="00FD30DD">
      <w:pPr>
        <w:pStyle w:val="NApunkts2"/>
      </w:pPr>
      <w:r w:rsidRPr="00D9386E">
        <w:t>tehnisko kompetenci izvērtē šīs juridiskās personas vai grupas, kurā tā ietilpst, komercdarbībai.</w:t>
      </w:r>
    </w:p>
    <w:p w14:paraId="7D5AD274" w14:textId="60B87799" w:rsidR="00FD30DD" w:rsidRDefault="00FD30DD" w:rsidP="00FD30DD">
      <w:pPr>
        <w:pStyle w:val="NApunkts1"/>
      </w:pPr>
      <w:r w:rsidRPr="00D9386E">
        <w:t xml:space="preserve">Izvērtējot personas atbilstību profesionālās kompetences kritērijam, </w:t>
      </w:r>
      <w:r w:rsidR="009A6620">
        <w:t>Latvijas Banka</w:t>
      </w:r>
      <w:r w:rsidRPr="00D9386E">
        <w:t xml:space="preserve"> ir tiesīga piemērot proporcionalitātes principu, ja persona vēlas iegūt būtisku līdzdalību finanšu institūcijā, lai diversificētu ieguldījumu portfeli, vēlas saņemt dividendes vai kapitāla pieaugumu, nevis iesaistīties finanšu institūcijas pārvaldē.</w:t>
      </w:r>
    </w:p>
    <w:p w14:paraId="03AD4462" w14:textId="3DFB2670" w:rsidR="00FD30DD" w:rsidRDefault="009A6620" w:rsidP="00FD30DD">
      <w:pPr>
        <w:pStyle w:val="NApunkts1"/>
      </w:pPr>
      <w:r>
        <w:t>Latvijas Banka</w:t>
      </w:r>
      <w:r w:rsidR="00FD30DD" w:rsidRPr="00D9386E">
        <w:t xml:space="preserve"> ņem vērā personas iepriekšējos un pašreizējos komercdarbības rezultātus un finan</w:t>
      </w:r>
      <w:r w:rsidR="00FF3BE4">
        <w:t>siālo</w:t>
      </w:r>
      <w:r w:rsidR="00FD30DD" w:rsidRPr="00D9386E">
        <w:t xml:space="preserve"> stabilitāti, kas var ietekmēt </w:t>
      </w:r>
      <w:r w:rsidR="00752CB7">
        <w:t>personas</w:t>
      </w:r>
      <w:r w:rsidR="00FD30DD" w:rsidRPr="00D9386E">
        <w:t xml:space="preserve"> profesionālo kompetenci:</w:t>
      </w:r>
    </w:p>
    <w:p w14:paraId="23E2C19A" w14:textId="66FE7E9C" w:rsidR="00FD30DD" w:rsidRDefault="00FD30DD" w:rsidP="00FD30DD">
      <w:pPr>
        <w:pStyle w:val="NApunkts2"/>
      </w:pPr>
      <w:r w:rsidRPr="00D9386E">
        <w:t>personas iekļaušanu jebkādā parādnieku sarakstā vai citu negatīvu personas finan</w:t>
      </w:r>
      <w:r w:rsidR="00FF3BE4">
        <w:t>siālo</w:t>
      </w:r>
      <w:r w:rsidRPr="00D9386E">
        <w:t xml:space="preserve"> saistību vēsturi;</w:t>
      </w:r>
    </w:p>
    <w:p w14:paraId="0880F79F" w14:textId="6FD2A748" w:rsidR="00FD30DD" w:rsidRDefault="00FD30DD" w:rsidP="00FD30DD">
      <w:pPr>
        <w:pStyle w:val="NApunkts2"/>
      </w:pPr>
      <w:r w:rsidRPr="00D9386E">
        <w:t>to, vai persona ir vai ir bij</w:t>
      </w:r>
      <w:r w:rsidR="00772E79">
        <w:t>usi</w:t>
      </w:r>
      <w:r w:rsidRPr="00D9386E">
        <w:t xml:space="preserve"> īpašnie</w:t>
      </w:r>
      <w:r w:rsidR="00772E79">
        <w:t>ks</w:t>
      </w:r>
      <w:r w:rsidRPr="00D9386E">
        <w:t xml:space="preserve"> vai vadītāj</w:t>
      </w:r>
      <w:r w:rsidR="00772E79">
        <w:t>s</w:t>
      </w:r>
      <w:r w:rsidRPr="00D9386E">
        <w:t xml:space="preserve"> komercsabiedrībā, kas atzīta par maksātnespējīgu</w:t>
      </w:r>
      <w:r w:rsidR="001C726F">
        <w:t xml:space="preserve"> vai</w:t>
      </w:r>
      <w:r w:rsidRPr="00D9386E">
        <w:t xml:space="preserve"> bankrotējušu, vai komercsabiedrībai ir bijušas atņemtas tiesības veikt noteiktu komercdarbību, pret to sākts kriminālprocess;</w:t>
      </w:r>
    </w:p>
    <w:p w14:paraId="13EDB14D" w14:textId="79F757E8" w:rsidR="00FD30DD" w:rsidRDefault="00FD30DD" w:rsidP="00FD30DD">
      <w:pPr>
        <w:pStyle w:val="NApunkts2"/>
      </w:pPr>
      <w:r w:rsidRPr="00D9386E">
        <w:t>personas</w:t>
      </w:r>
      <w:r w:rsidR="009A6620">
        <w:t xml:space="preserve"> </w:t>
      </w:r>
      <w:r w:rsidRPr="00D9386E">
        <w:t>maksātnespējas procesa pasludināšanu;</w:t>
      </w:r>
    </w:p>
    <w:p w14:paraId="301CD9B1" w14:textId="7F686864" w:rsidR="00FD30DD" w:rsidRDefault="00FD30DD" w:rsidP="00FD30DD">
      <w:pPr>
        <w:pStyle w:val="NApunkts2"/>
      </w:pPr>
      <w:r w:rsidRPr="00D9386E">
        <w:t>jebkādu tiesvedību civillietā, administratīvajā vai krimināllietā, liela mēroga investīcijas vai riska darījumus un saņemtos aizdevumus, ja tiem ir būtiska ietekme uz personas finan</w:t>
      </w:r>
      <w:r w:rsidR="00FF3BE4">
        <w:t>siālo</w:t>
      </w:r>
      <w:r w:rsidRPr="00D9386E">
        <w:t xml:space="preserve"> stabilitāti.</w:t>
      </w:r>
    </w:p>
    <w:p w14:paraId="2DE7C221" w14:textId="117C9A09" w:rsidR="00FD30DD" w:rsidRDefault="007C4320" w:rsidP="00FD30DD">
      <w:pPr>
        <w:pStyle w:val="NApunkts1"/>
      </w:pPr>
      <w:r>
        <w:t>Vērt</w:t>
      </w:r>
      <w:r w:rsidR="006433BF">
        <w:t>ē</w:t>
      </w:r>
      <w:r>
        <w:t>jot</w:t>
      </w:r>
      <w:r w:rsidRPr="00D9386E">
        <w:t xml:space="preserve"> </w:t>
      </w:r>
      <w:r w:rsidR="00FD30DD" w:rsidRPr="00D9386E">
        <w:t xml:space="preserve">personas atbilstību tehniskās kompetences kritērijam, </w:t>
      </w:r>
      <w:r w:rsidR="009A6620">
        <w:t xml:space="preserve">Latvijas </w:t>
      </w:r>
      <w:r w:rsidR="009A6620" w:rsidRPr="007C4320">
        <w:t>Banka</w:t>
      </w:r>
      <w:r w:rsidR="00FD30DD" w:rsidRPr="007C4320">
        <w:t xml:space="preserve"> </w:t>
      </w:r>
      <w:r w:rsidRPr="002573BF">
        <w:rPr>
          <w:rStyle w:val="cf01"/>
          <w:rFonts w:ascii="Times New Roman" w:hAnsi="Times New Roman" w:cs="Times New Roman"/>
          <w:sz w:val="24"/>
          <w:szCs w:val="24"/>
        </w:rPr>
        <w:t>ņem vērā būtiskas līdzdalības iegūšanas mērķi un iespējamo ietekmi</w:t>
      </w:r>
      <w:r>
        <w:rPr>
          <w:rStyle w:val="cf01"/>
          <w:rFonts w:ascii="Times New Roman" w:hAnsi="Times New Roman" w:cs="Times New Roman"/>
          <w:sz w:val="24"/>
          <w:szCs w:val="24"/>
        </w:rPr>
        <w:t xml:space="preserve"> </w:t>
      </w:r>
      <w:r w:rsidR="00FD30DD" w:rsidRPr="00D9386E">
        <w:t>(piemēram, līdzdalība ar veto tiesībām</w:t>
      </w:r>
      <w:r>
        <w:t xml:space="preserve">, </w:t>
      </w:r>
      <w:r w:rsidR="00FD30DD" w:rsidRPr="00D9386E">
        <w:t xml:space="preserve">finanšu </w:t>
      </w:r>
      <w:r w:rsidR="00FD30DD" w:rsidRPr="00940BFF">
        <w:t xml:space="preserve">institūcijas </w:t>
      </w:r>
      <w:r w:rsidRPr="00940BFF">
        <w:t>stratēģija</w:t>
      </w:r>
      <w:r w:rsidR="00940BFF" w:rsidRPr="00822DA0">
        <w:t>s</w:t>
      </w:r>
      <w:r w:rsidRPr="00940BFF">
        <w:t xml:space="preserve"> </w:t>
      </w:r>
      <w:r w:rsidR="00FD30DD" w:rsidRPr="00940BFF">
        <w:t>un biznesa</w:t>
      </w:r>
      <w:r w:rsidR="00FD30DD" w:rsidRPr="00D9386E">
        <w:t xml:space="preserve"> plān</w:t>
      </w:r>
      <w:r>
        <w:t>a apstiprināšana)</w:t>
      </w:r>
      <w:r w:rsidR="00FD30DD" w:rsidRPr="00D9386E">
        <w:t xml:space="preserve">. </w:t>
      </w:r>
    </w:p>
    <w:p w14:paraId="28DCA4B0" w14:textId="03A461B5" w:rsidR="00FD30DD" w:rsidRPr="00B14C6E" w:rsidRDefault="00FD30DD" w:rsidP="00635750">
      <w:pPr>
        <w:pStyle w:val="NApunkts1"/>
        <w:numPr>
          <w:ilvl w:val="0"/>
          <w:numId w:val="0"/>
        </w:numPr>
        <w:jc w:val="left"/>
        <w:rPr>
          <w:b/>
          <w:bCs/>
        </w:rPr>
      </w:pPr>
      <w:r w:rsidRPr="00B14C6E">
        <w:rPr>
          <w:b/>
          <w:bCs/>
        </w:rPr>
        <w:t>VIII</w:t>
      </w:r>
      <w:r w:rsidR="00C86D90" w:rsidRPr="00B14C6E">
        <w:rPr>
          <w:b/>
          <w:bCs/>
        </w:rPr>
        <w:t>.</w:t>
      </w:r>
      <w:r w:rsidRPr="00B14C6E">
        <w:rPr>
          <w:b/>
          <w:bCs/>
        </w:rPr>
        <w:t xml:space="preserve"> </w:t>
      </w:r>
      <w:r w:rsidR="00772E79">
        <w:rPr>
          <w:b/>
          <w:bCs/>
        </w:rPr>
        <w:t>P</w:t>
      </w:r>
      <w:r w:rsidRPr="007C4320">
        <w:rPr>
          <w:b/>
          <w:bCs/>
        </w:rPr>
        <w:t>ersona</w:t>
      </w:r>
      <w:r w:rsidR="00772E79">
        <w:rPr>
          <w:b/>
          <w:bCs/>
        </w:rPr>
        <w:t>s</w:t>
      </w:r>
      <w:r w:rsidRPr="007C4320">
        <w:rPr>
          <w:b/>
          <w:bCs/>
        </w:rPr>
        <w:t>, kura vadīs finanšu institūcijas darbību</w:t>
      </w:r>
      <w:r w:rsidR="00772E79">
        <w:rPr>
          <w:b/>
          <w:bCs/>
        </w:rPr>
        <w:t>,</w:t>
      </w:r>
      <w:r w:rsidR="00772E79" w:rsidRPr="00772E79">
        <w:rPr>
          <w:b/>
          <w:bCs/>
        </w:rPr>
        <w:t xml:space="preserve"> </w:t>
      </w:r>
      <w:r w:rsidR="00772E79">
        <w:rPr>
          <w:b/>
          <w:bCs/>
        </w:rPr>
        <w:t>r</w:t>
      </w:r>
      <w:r w:rsidR="00772E79" w:rsidRPr="007C4320">
        <w:rPr>
          <w:b/>
          <w:bCs/>
        </w:rPr>
        <w:t>eputācijas un pieredzes izvērtējums</w:t>
      </w:r>
    </w:p>
    <w:p w14:paraId="5FBBE8E4" w14:textId="54451BC5" w:rsidR="00FD30DD" w:rsidRDefault="00FD30DD" w:rsidP="00FD30DD">
      <w:pPr>
        <w:pStyle w:val="NApunkts1"/>
      </w:pPr>
      <w:r w:rsidRPr="00D9386E">
        <w:t xml:space="preserve">Ja persona plāno veikt izmaiņas finanšu institūcijas valdē vai padomē vai iecelt jaunas personas, kuras pilda pamatfunkcijas finanšu institūcijā (ja atbilstoši normatīvajiem aktiem tiek veikta šo personu izvērtēšana </w:t>
      </w:r>
      <w:r w:rsidR="00162B3E">
        <w:t>Latvijas Bankā</w:t>
      </w:r>
      <w:r w:rsidRPr="00D9386E">
        <w:t xml:space="preserve">), persona paziņojumam </w:t>
      </w:r>
      <w:r w:rsidRPr="00D9386E">
        <w:lastRenderedPageBreak/>
        <w:t>pievieno visu informāciju un dokumentus, kas nepieciešami šo personu izvērtēšanai atbilstoši katrā finanšu un kapitāla tirgus jomā noteiktajām normatīvo aktu prasībām.</w:t>
      </w:r>
    </w:p>
    <w:p w14:paraId="0E9E378B" w14:textId="133B2556" w:rsidR="00FD30DD" w:rsidRDefault="00FD30DD" w:rsidP="00FD30DD">
      <w:pPr>
        <w:pStyle w:val="NApunkts1"/>
      </w:pPr>
      <w:r>
        <w:t xml:space="preserve">Ja persona neplāno veikt </w:t>
      </w:r>
      <w:r w:rsidRPr="00D9386E">
        <w:t xml:space="preserve">izmaiņas finanšu institūcijas valdē vai padomē vai iecelt jaunas personas, kuras pilda pamatfunkcijas finanšu institūcijā (ja atbilstoši normatīvajiem aktiem tiek veikta šo personu izvērtēšana </w:t>
      </w:r>
      <w:r w:rsidR="0064051E">
        <w:t>Latvijas Bank</w:t>
      </w:r>
      <w:r w:rsidR="000A08A2">
        <w:t>ā</w:t>
      </w:r>
      <w:r w:rsidRPr="00D9386E">
        <w:t>), persona paziņojum</w:t>
      </w:r>
      <w:r w:rsidR="006433BF">
        <w:t>ā norāda, ka izmaiņas netiks veiktas</w:t>
      </w:r>
      <w:r>
        <w:t>.</w:t>
      </w:r>
    </w:p>
    <w:p w14:paraId="49856C20" w14:textId="7A472530" w:rsidR="00FD30DD" w:rsidRPr="00B14C6E" w:rsidRDefault="00FD30DD" w:rsidP="00635750">
      <w:pPr>
        <w:pStyle w:val="NApunkts1"/>
        <w:numPr>
          <w:ilvl w:val="0"/>
          <w:numId w:val="0"/>
        </w:numPr>
        <w:jc w:val="left"/>
      </w:pPr>
      <w:r w:rsidRPr="00B14C6E">
        <w:rPr>
          <w:b/>
          <w:bCs/>
        </w:rPr>
        <w:t>IX</w:t>
      </w:r>
      <w:r w:rsidR="00C86D90" w:rsidRPr="00B14C6E">
        <w:rPr>
          <w:b/>
          <w:bCs/>
        </w:rPr>
        <w:t>.</w:t>
      </w:r>
      <w:r w:rsidRPr="00B14C6E">
        <w:rPr>
          <w:b/>
          <w:bCs/>
        </w:rPr>
        <w:t xml:space="preserve"> </w:t>
      </w:r>
      <w:r w:rsidR="0064051E" w:rsidRPr="00B14C6E">
        <w:rPr>
          <w:b/>
          <w:bCs/>
        </w:rPr>
        <w:t xml:space="preserve">Personas </w:t>
      </w:r>
      <w:r w:rsidRPr="00D97B00">
        <w:rPr>
          <w:b/>
          <w:bCs/>
        </w:rPr>
        <w:t>finan</w:t>
      </w:r>
      <w:r w:rsidR="00FF3BE4">
        <w:rPr>
          <w:b/>
          <w:bCs/>
        </w:rPr>
        <w:t>siālās</w:t>
      </w:r>
      <w:r w:rsidRPr="00D97B00">
        <w:rPr>
          <w:b/>
          <w:bCs/>
        </w:rPr>
        <w:t xml:space="preserve"> stabilitātes izvērtējums</w:t>
      </w:r>
    </w:p>
    <w:p w14:paraId="6F86BA0F" w14:textId="5B334A0B" w:rsidR="00D33C37" w:rsidRDefault="00291A77" w:rsidP="00840034">
      <w:pPr>
        <w:pStyle w:val="NApunkts1"/>
      </w:pPr>
      <w:r w:rsidRPr="00D97B00">
        <w:rPr>
          <w:rStyle w:val="cf01"/>
          <w:rFonts w:ascii="Times New Roman" w:hAnsi="Times New Roman" w:cs="Times New Roman"/>
          <w:sz w:val="24"/>
          <w:szCs w:val="24"/>
        </w:rPr>
        <w:t>Izvērtējot personas finan</w:t>
      </w:r>
      <w:r w:rsidR="00FF3BE4">
        <w:rPr>
          <w:rStyle w:val="cf01"/>
          <w:rFonts w:ascii="Times New Roman" w:hAnsi="Times New Roman" w:cs="Times New Roman"/>
          <w:sz w:val="24"/>
          <w:szCs w:val="24"/>
        </w:rPr>
        <w:t>siālo</w:t>
      </w:r>
      <w:r w:rsidRPr="00D97B00">
        <w:rPr>
          <w:rStyle w:val="cf01"/>
          <w:rFonts w:ascii="Times New Roman" w:hAnsi="Times New Roman" w:cs="Times New Roman"/>
          <w:sz w:val="24"/>
          <w:szCs w:val="24"/>
        </w:rPr>
        <w:t xml:space="preserve"> stabilitāti, Latvijas Banka vērtē personas spēju finansēt plānoto līdzdalības iegūšanu un pārskatāmā nākotnē </w:t>
      </w:r>
      <w:r w:rsidR="00D04358" w:rsidRPr="00D97B00">
        <w:rPr>
          <w:rStyle w:val="cf01"/>
          <w:rFonts w:ascii="Times New Roman" w:hAnsi="Times New Roman" w:cs="Times New Roman"/>
          <w:sz w:val="24"/>
          <w:szCs w:val="24"/>
        </w:rPr>
        <w:t xml:space="preserve">uzturēt </w:t>
      </w:r>
      <w:r w:rsidRPr="00D97B00">
        <w:rPr>
          <w:rStyle w:val="cf01"/>
          <w:rFonts w:ascii="Times New Roman" w:hAnsi="Times New Roman" w:cs="Times New Roman"/>
          <w:sz w:val="24"/>
          <w:szCs w:val="24"/>
        </w:rPr>
        <w:t>stabilu gan savu, gan finanšu institūcijas finanšu struktūru</w:t>
      </w:r>
      <w:r w:rsidR="00D33C37" w:rsidRPr="00D9386E">
        <w:t>.</w:t>
      </w:r>
    </w:p>
    <w:p w14:paraId="76A76B68" w14:textId="3A239743" w:rsidR="00D33C37" w:rsidRPr="00D9386E" w:rsidRDefault="0064051E" w:rsidP="00D33C37">
      <w:pPr>
        <w:pStyle w:val="NApunkts1"/>
      </w:pPr>
      <w:r>
        <w:t>Latvijas Banka</w:t>
      </w:r>
      <w:r w:rsidR="00D33C37" w:rsidRPr="00D9386E">
        <w:t xml:space="preserve">, ņemot vērā personas un līdzdalības iegūšanas veidu, izvērtē, vai persona ir pietiekami finansiāli stabila, lai nodrošinātu finanšu institūcijas stabilu </w:t>
      </w:r>
      <w:r w:rsidR="005430F1">
        <w:t xml:space="preserve">darbību </w:t>
      </w:r>
      <w:r w:rsidR="00D33C37" w:rsidRPr="00D9386E">
        <w:t xml:space="preserve">un piesardzīgu pārvaldību </w:t>
      </w:r>
      <w:r>
        <w:t>nākamajos trijos gados</w:t>
      </w:r>
      <w:r w:rsidR="00D33C37" w:rsidRPr="00D9386E">
        <w:t>.</w:t>
      </w:r>
    </w:p>
    <w:p w14:paraId="425BD758" w14:textId="74C85790" w:rsidR="00D33C37" w:rsidRDefault="00D33C37" w:rsidP="00D33C37">
      <w:pPr>
        <w:pStyle w:val="NApunkts1"/>
      </w:pPr>
      <w:r w:rsidRPr="00D9386E">
        <w:t>Izvērtējot personas finan</w:t>
      </w:r>
      <w:r w:rsidR="00FF3BE4">
        <w:t>siālo</w:t>
      </w:r>
      <w:r w:rsidRPr="00D9386E">
        <w:t xml:space="preserve"> stabilitāti, </w:t>
      </w:r>
      <w:r w:rsidR="0064051E">
        <w:t>Latvijas Banka</w:t>
      </w:r>
      <w:r w:rsidRPr="00D9386E">
        <w:t xml:space="preserve"> ņem vērā:</w:t>
      </w:r>
    </w:p>
    <w:p w14:paraId="41845167" w14:textId="15105308" w:rsidR="00D33C37" w:rsidRDefault="001C726F" w:rsidP="00D33C37">
      <w:pPr>
        <w:pStyle w:val="NApunkts2"/>
      </w:pPr>
      <w:r>
        <w:t xml:space="preserve">to, </w:t>
      </w:r>
      <w:r w:rsidR="00D33C37" w:rsidRPr="00D9386E">
        <w:t xml:space="preserve">vai personas finansēšanai izmantotie finanšu mehānismi vai starp personu un finanšu institūciju </w:t>
      </w:r>
      <w:r w:rsidRPr="00D9386E">
        <w:t>pastāvošās finan</w:t>
      </w:r>
      <w:r>
        <w:t>siālās</w:t>
      </w:r>
      <w:r w:rsidRPr="00D9386E">
        <w:t xml:space="preserve"> saistības </w:t>
      </w:r>
      <w:r w:rsidR="00D33C37" w:rsidRPr="00D9386E">
        <w:t>var izraisīt interešu konfliktus, kas varētu ietekmēt finanšu institūciju;</w:t>
      </w:r>
    </w:p>
    <w:p w14:paraId="6D136F54" w14:textId="0284045D" w:rsidR="00D33C37" w:rsidRDefault="001C726F" w:rsidP="00D33C37">
      <w:pPr>
        <w:pStyle w:val="NApunkts2"/>
      </w:pPr>
      <w:r>
        <w:t xml:space="preserve">to, </w:t>
      </w:r>
      <w:r w:rsidR="00D33C37" w:rsidRPr="00D9386E">
        <w:t>vai personas finan</w:t>
      </w:r>
      <w:r w:rsidR="00FF3BE4">
        <w:t>siālais</w:t>
      </w:r>
      <w:r w:rsidR="00D33C37" w:rsidRPr="00D9386E">
        <w:t xml:space="preserve"> stāvoklis liecina, ka tā, iespējams, saskarsies ar finan</w:t>
      </w:r>
      <w:r w:rsidR="00FF3BE4">
        <w:t>siālām</w:t>
      </w:r>
      <w:r w:rsidR="00D33C37" w:rsidRPr="00D9386E">
        <w:t xml:space="preserve"> grūtībām </w:t>
      </w:r>
      <w:r w:rsidR="008C3F1D">
        <w:t xml:space="preserve">būtiskas </w:t>
      </w:r>
      <w:r w:rsidR="00D33C37" w:rsidRPr="00D9386E">
        <w:t>līdzdalības iegūšanas procesā vai nākamajos trijos gados;</w:t>
      </w:r>
    </w:p>
    <w:p w14:paraId="2185F7F8" w14:textId="5F74B1F8" w:rsidR="00D33C37" w:rsidRDefault="00D33C37" w:rsidP="00D33C37">
      <w:pPr>
        <w:pStyle w:val="NApunkts2"/>
      </w:pPr>
      <w:r w:rsidRPr="00D9386E">
        <w:t xml:space="preserve">personas iespējamo ietekmi, personas veidu (piemēram, vai persona ir stratēģiskais vai finanšu investors, tostarp – vai tas ir privātā kapitāla ieguldījumu fonds vai riska ieguldījumu fonds) </w:t>
      </w:r>
      <w:r w:rsidRPr="00745D95">
        <w:t>un</w:t>
      </w:r>
      <w:r w:rsidR="001C726F" w:rsidRPr="00745D95">
        <w:t xml:space="preserve"> būtiskas līdzdalības</w:t>
      </w:r>
      <w:r w:rsidRPr="00D9386E">
        <w:t xml:space="preserve"> iegūšanas veidu (piemēram, vai darījums ir būtisks vai sarežģīts);</w:t>
      </w:r>
    </w:p>
    <w:p w14:paraId="7511366C" w14:textId="1DA8255A" w:rsidR="00D33C37" w:rsidRDefault="001C726F" w:rsidP="00D33C37">
      <w:pPr>
        <w:pStyle w:val="NApunkts2"/>
      </w:pPr>
      <w:r>
        <w:t xml:space="preserve">to, </w:t>
      </w:r>
      <w:r w:rsidR="00D33C37" w:rsidRPr="00D9386E">
        <w:t xml:space="preserve">vai persona </w:t>
      </w:r>
      <w:r w:rsidR="008C3F1D">
        <w:t xml:space="preserve">būtiskas </w:t>
      </w:r>
      <w:r w:rsidR="00D33C37" w:rsidRPr="00D9386E">
        <w:t xml:space="preserve">līdzdalības iegūšanai izmantos </w:t>
      </w:r>
      <w:r w:rsidR="005430F1">
        <w:t>aizdevumu</w:t>
      </w:r>
      <w:r w:rsidR="00D33C37" w:rsidRPr="00D9386E">
        <w:t xml:space="preserve"> un minētās parādsaistības negatīvi neietekmē</w:t>
      </w:r>
      <w:r w:rsidR="00D33C37">
        <w:t>s</w:t>
      </w:r>
      <w:r w:rsidR="00D33C37" w:rsidRPr="00D9386E">
        <w:t xml:space="preserve"> personas finan</w:t>
      </w:r>
      <w:r w:rsidR="00FF3BE4">
        <w:t>siālo</w:t>
      </w:r>
      <w:r w:rsidR="00D33C37" w:rsidRPr="00D9386E">
        <w:t xml:space="preserve"> stabilitāti, personas apņemšanos nodrošināt finanšu institūcijai </w:t>
      </w:r>
      <w:r w:rsidR="00DD6AA3">
        <w:t xml:space="preserve">saistošo </w:t>
      </w:r>
      <w:r w:rsidR="00D33C37" w:rsidRPr="00D9386E">
        <w:t xml:space="preserve">prudenciālo prasību izpildi un finanšu institūcijas spēju ievērot </w:t>
      </w:r>
      <w:proofErr w:type="spellStart"/>
      <w:r w:rsidR="00D33C37" w:rsidRPr="00D9386E">
        <w:t>prudenciālās</w:t>
      </w:r>
      <w:proofErr w:type="spellEnd"/>
      <w:r w:rsidR="00D33C37" w:rsidRPr="00D9386E">
        <w:t xml:space="preserve"> prasības.</w:t>
      </w:r>
    </w:p>
    <w:p w14:paraId="444CDAB2" w14:textId="7B152923" w:rsidR="00D33C37" w:rsidRPr="00D9386E" w:rsidRDefault="00D33C37" w:rsidP="00D33C37">
      <w:pPr>
        <w:pStyle w:val="NApunkts1"/>
      </w:pPr>
      <w:r w:rsidRPr="00D9386E">
        <w:t>Personas finan</w:t>
      </w:r>
      <w:r w:rsidR="00FF3BE4">
        <w:t>siālās</w:t>
      </w:r>
      <w:r w:rsidRPr="00D9386E">
        <w:t xml:space="preserve"> stabilitātes novērtēšanai </w:t>
      </w:r>
      <w:r w:rsidR="008C3F1D">
        <w:t>Latvijas Banka</w:t>
      </w:r>
      <w:r w:rsidRPr="00D9386E">
        <w:t xml:space="preserve"> ir tiesīga piemērot proporcionalitātes principu attiecībā uz iesniedzamo dokumentu un informācijas apjomu vai noteikt stingrākas prasības, ņemot vērā, vai persona ir finanšu </w:t>
      </w:r>
      <w:r w:rsidR="0075191B">
        <w:t>institūcija</w:t>
      </w:r>
      <w:r w:rsidRPr="00D9386E">
        <w:t xml:space="preserve">, kas pakļauta </w:t>
      </w:r>
      <w:proofErr w:type="spellStart"/>
      <w:r w:rsidRPr="00D9386E">
        <w:t>prudenciālajai</w:t>
      </w:r>
      <w:proofErr w:type="spellEnd"/>
      <w:r w:rsidRPr="00D9386E">
        <w:t xml:space="preserve"> uzraudzībai, vai juridiska persona, kas nav finanšu </w:t>
      </w:r>
      <w:r w:rsidR="0075191B">
        <w:t>institūcija</w:t>
      </w:r>
      <w:r w:rsidRPr="00D9386E">
        <w:t>, vai arī tā ir fiziska persona.</w:t>
      </w:r>
    </w:p>
    <w:p w14:paraId="31922B9A" w14:textId="75D826FC" w:rsidR="00D33C37" w:rsidRPr="00B14C6E" w:rsidRDefault="00D33C37" w:rsidP="00635750">
      <w:pPr>
        <w:pStyle w:val="NApunkts1"/>
        <w:numPr>
          <w:ilvl w:val="0"/>
          <w:numId w:val="0"/>
        </w:numPr>
        <w:jc w:val="left"/>
      </w:pPr>
      <w:r w:rsidRPr="00B14C6E">
        <w:rPr>
          <w:b/>
          <w:bCs/>
        </w:rPr>
        <w:t>X</w:t>
      </w:r>
      <w:r w:rsidR="00C86D90" w:rsidRPr="00B14C6E">
        <w:rPr>
          <w:b/>
          <w:bCs/>
        </w:rPr>
        <w:t>.</w:t>
      </w:r>
      <w:r w:rsidRPr="00B14C6E">
        <w:rPr>
          <w:b/>
          <w:bCs/>
        </w:rPr>
        <w:t xml:space="preserve"> </w:t>
      </w:r>
      <w:r w:rsidRPr="00B940A2">
        <w:rPr>
          <w:b/>
          <w:bCs/>
        </w:rPr>
        <w:t xml:space="preserve">Finanšu institūcijas atbilstības </w:t>
      </w:r>
      <w:proofErr w:type="spellStart"/>
      <w:r w:rsidRPr="00B940A2">
        <w:rPr>
          <w:b/>
          <w:bCs/>
        </w:rPr>
        <w:t>prudenciālajām</w:t>
      </w:r>
      <w:proofErr w:type="spellEnd"/>
      <w:r w:rsidRPr="00B940A2">
        <w:rPr>
          <w:b/>
          <w:bCs/>
        </w:rPr>
        <w:t xml:space="preserve"> prasībām</w:t>
      </w:r>
      <w:r w:rsidR="00B27B19" w:rsidRPr="00B27B19">
        <w:rPr>
          <w:b/>
          <w:bCs/>
        </w:rPr>
        <w:t xml:space="preserve"> </w:t>
      </w:r>
      <w:r w:rsidR="00B27B19" w:rsidRPr="00B940A2">
        <w:rPr>
          <w:b/>
          <w:bCs/>
        </w:rPr>
        <w:t>izvērtējums</w:t>
      </w:r>
    </w:p>
    <w:p w14:paraId="309F21F1" w14:textId="0AC76481" w:rsidR="00D33C37" w:rsidRPr="00D9386E" w:rsidRDefault="008C3F1D" w:rsidP="00D33C37">
      <w:pPr>
        <w:pStyle w:val="NApunkts1"/>
      </w:pPr>
      <w:r>
        <w:t>Latvijas Banka</w:t>
      </w:r>
      <w:r w:rsidR="00D33C37" w:rsidRPr="00D9386E">
        <w:t xml:space="preserve"> veic izvērtējumu, vai </w:t>
      </w:r>
      <w:r w:rsidR="00B27B19" w:rsidRPr="00D9386E">
        <w:t>finanšu institūcija</w:t>
      </w:r>
      <w:r w:rsidR="00D33C37" w:rsidRPr="00D9386E">
        <w:t xml:space="preserve"> atbilst </w:t>
      </w:r>
      <w:proofErr w:type="spellStart"/>
      <w:r w:rsidR="00D33C37" w:rsidRPr="00D9386E">
        <w:t>prudenciālajām</w:t>
      </w:r>
      <w:proofErr w:type="spellEnd"/>
      <w:r w:rsidR="00D33C37" w:rsidRPr="00D9386E">
        <w:t xml:space="preserve"> prasībām attiecībā uz personu, ņemot vērā šādus faktorus:</w:t>
      </w:r>
    </w:p>
    <w:p w14:paraId="01EFDC50" w14:textId="1E676DA6" w:rsidR="00D33C37" w:rsidRDefault="00D378AB" w:rsidP="00D378AB">
      <w:pPr>
        <w:pStyle w:val="NApunkts2"/>
      </w:pPr>
      <w:r w:rsidRPr="00D9386E">
        <w:t>personas līdzdalības daļu, reputāciju, finan</w:t>
      </w:r>
      <w:r w:rsidR="00FF3BE4">
        <w:t>siālo</w:t>
      </w:r>
      <w:r w:rsidRPr="00D9386E">
        <w:t xml:space="preserve"> stabilitāti, grupas struktūru;</w:t>
      </w:r>
    </w:p>
    <w:p w14:paraId="40CCFE0F" w14:textId="4629B594" w:rsidR="00D378AB" w:rsidRPr="00D9386E" w:rsidRDefault="00D378AB" w:rsidP="00D378AB">
      <w:pPr>
        <w:pStyle w:val="NApunkts2"/>
      </w:pPr>
      <w:r w:rsidRPr="00D9386E">
        <w:t>personas stratēģiju attiecībā uz finanšu institūcijas turpmāko darbību;</w:t>
      </w:r>
    </w:p>
    <w:p w14:paraId="1D893030" w14:textId="6B93C40B" w:rsidR="00D378AB" w:rsidRDefault="005430F1" w:rsidP="00D378AB">
      <w:pPr>
        <w:pStyle w:val="NApunkts2"/>
      </w:pPr>
      <w:r w:rsidRPr="00D9386E">
        <w:t>korporatīv</w:t>
      </w:r>
      <w:r>
        <w:t>o</w:t>
      </w:r>
      <w:r w:rsidRPr="00D9386E">
        <w:t xml:space="preserve"> pārvald</w:t>
      </w:r>
      <w:r>
        <w:t>ību</w:t>
      </w:r>
      <w:r w:rsidR="00D378AB" w:rsidRPr="00D9386E">
        <w:t>;</w:t>
      </w:r>
    </w:p>
    <w:p w14:paraId="59263836" w14:textId="77777777" w:rsidR="00735D80" w:rsidRDefault="00D378AB" w:rsidP="00735D80">
      <w:pPr>
        <w:pStyle w:val="NApunkts2"/>
      </w:pPr>
      <w:r w:rsidRPr="00D9386E">
        <w:t>personas turpmākos mērķus attiecībā uz līdzdalību finanšu institūcijā;</w:t>
      </w:r>
    </w:p>
    <w:p w14:paraId="0B1C6EA1" w14:textId="00E64968" w:rsidR="00735D80" w:rsidRDefault="00D378AB" w:rsidP="00735D80">
      <w:pPr>
        <w:pStyle w:val="NApunkts2"/>
      </w:pPr>
      <w:r w:rsidRPr="00D9386E">
        <w:t>personas apņemšanos sniegt finan</w:t>
      </w:r>
      <w:r w:rsidR="00FF3BE4">
        <w:t>siālu</w:t>
      </w:r>
      <w:r w:rsidRPr="00D9386E">
        <w:t xml:space="preserve"> atbalstu, lai nodrošinātu likviditāti vai maksātspēju</w:t>
      </w:r>
      <w:r w:rsidR="00896CD8">
        <w:t>;</w:t>
      </w:r>
    </w:p>
    <w:p w14:paraId="23B6709E" w14:textId="1D9AD4EE" w:rsidR="00735D80" w:rsidRDefault="00443FEF" w:rsidP="00735D80">
      <w:pPr>
        <w:pStyle w:val="NApunkts2"/>
      </w:pPr>
      <w:r>
        <w:t>p</w:t>
      </w:r>
      <w:r w:rsidRPr="00D9386E">
        <w:t>ersonas spēju sniegt finan</w:t>
      </w:r>
      <w:r w:rsidR="00FF3BE4">
        <w:t>siālu</w:t>
      </w:r>
      <w:r w:rsidRPr="00D9386E">
        <w:t xml:space="preserve"> atbalstu vai rast citu risinājumu likviditātes vai maksātspējas problēmu gadījumos;</w:t>
      </w:r>
    </w:p>
    <w:p w14:paraId="24D5E31D" w14:textId="2C5CE6ED" w:rsidR="00D378AB" w:rsidRDefault="00443FEF" w:rsidP="00735D80">
      <w:pPr>
        <w:pStyle w:val="NApunkts2"/>
      </w:pPr>
      <w:r w:rsidRPr="00D9386E">
        <w:t>personas spēju ieguldīt finanšu resursus finanšu institūcij</w:t>
      </w:r>
      <w:r w:rsidR="00B27B19">
        <w:t>as</w:t>
      </w:r>
      <w:r w:rsidRPr="00D9386E">
        <w:t xml:space="preserve"> darbības attīstībā</w:t>
      </w:r>
      <w:r w:rsidR="00F30DDB">
        <w:t>.</w:t>
      </w:r>
    </w:p>
    <w:p w14:paraId="3AE6486F" w14:textId="1B152EB5" w:rsidR="00D378AB" w:rsidRDefault="00B84590" w:rsidP="00D378AB">
      <w:pPr>
        <w:pStyle w:val="NApunkts1"/>
      </w:pPr>
      <w:r>
        <w:lastRenderedPageBreak/>
        <w:t>Latvijas Banka</w:t>
      </w:r>
      <w:r w:rsidR="00D378AB" w:rsidRPr="00D9386E">
        <w:t xml:space="preserve"> veic izvērtējumu, vai </w:t>
      </w:r>
      <w:r w:rsidR="00B27B19" w:rsidRPr="00D9386E">
        <w:t>finanšu institūcija</w:t>
      </w:r>
      <w:r w:rsidR="00D378AB" w:rsidRPr="00D9386E">
        <w:t xml:space="preserve"> atbilst </w:t>
      </w:r>
      <w:proofErr w:type="spellStart"/>
      <w:r w:rsidR="00D378AB" w:rsidRPr="00D9386E">
        <w:t>prudenciālajām</w:t>
      </w:r>
      <w:proofErr w:type="spellEnd"/>
      <w:r w:rsidR="00D378AB" w:rsidRPr="00D9386E">
        <w:t xml:space="preserve"> prasībām, ņemot vērā šādus faktorus:</w:t>
      </w:r>
    </w:p>
    <w:p w14:paraId="44E3EEFB" w14:textId="6E3711B8" w:rsidR="00D378AB" w:rsidRDefault="00D378AB" w:rsidP="00D378AB">
      <w:pPr>
        <w:pStyle w:val="NApunkts2"/>
      </w:pPr>
      <w:r w:rsidRPr="00D9386E">
        <w:t xml:space="preserve">finanšu institūcijas spēju ievērot </w:t>
      </w:r>
      <w:r w:rsidR="005430F1">
        <w:t>tiesību aktu</w:t>
      </w:r>
      <w:r w:rsidR="005430F1" w:rsidRPr="00D9386E">
        <w:t xml:space="preserve"> </w:t>
      </w:r>
      <w:r w:rsidRPr="00D9386E">
        <w:t xml:space="preserve">prasības (piemēram, kapitāla, likviditātes, lielo riska darījumu, iekšējās kontroles, riska pārvaldības un atbilstības prasības) paziņojuma izskatīšanas laikā un pēc </w:t>
      </w:r>
      <w:r w:rsidR="00B84590">
        <w:t xml:space="preserve">personas </w:t>
      </w:r>
      <w:r w:rsidRPr="00D9386E">
        <w:t>būtiskas līdzdalības iegūšanas;</w:t>
      </w:r>
    </w:p>
    <w:p w14:paraId="0827326D" w14:textId="7FB8B4C8" w:rsidR="00D378AB" w:rsidRPr="00D378AB" w:rsidRDefault="00B27B19" w:rsidP="00D378AB">
      <w:pPr>
        <w:pStyle w:val="NApunkts2"/>
      </w:pPr>
      <w:r>
        <w:t xml:space="preserve">to, </w:t>
      </w:r>
      <w:r w:rsidR="00D378AB" w:rsidRPr="00D9386E">
        <w:t xml:space="preserve">vai </w:t>
      </w:r>
      <w:r w:rsidR="00D378AB" w:rsidRPr="00D9386E">
        <w:rPr>
          <w:shd w:val="clear" w:color="auto" w:fill="FFFFFF"/>
        </w:rPr>
        <w:t xml:space="preserve">komercsabiedrību grupas, kuras sastāvā finanšu institūcija iekļausies, </w:t>
      </w:r>
      <w:r w:rsidR="00FE2872" w:rsidRPr="00D9386E">
        <w:rPr>
          <w:shd w:val="clear" w:color="auto" w:fill="FFFFFF"/>
        </w:rPr>
        <w:t xml:space="preserve">struktūra </w:t>
      </w:r>
      <w:r w:rsidR="00D378AB" w:rsidRPr="00D9386E">
        <w:rPr>
          <w:shd w:val="clear" w:color="auto" w:fill="FFFFFF"/>
        </w:rPr>
        <w:t xml:space="preserve">neierobežo </w:t>
      </w:r>
      <w:r w:rsidR="00B84590">
        <w:t>Latvijas Bankas</w:t>
      </w:r>
      <w:r w:rsidR="00D378AB" w:rsidRPr="00D9386E">
        <w:rPr>
          <w:shd w:val="clear" w:color="auto" w:fill="FFFFFF"/>
        </w:rPr>
        <w:t xml:space="preserve"> iespējas veikt tai normatīvajos aktos noteiktās uzraudzības funkcijas, nodrošināt efektīvu informācijas apmaiņu starp kredītiestāžu uzraudzības </w:t>
      </w:r>
      <w:r w:rsidR="00F4749F">
        <w:rPr>
          <w:shd w:val="clear" w:color="auto" w:fill="FFFFFF"/>
        </w:rPr>
        <w:t>iestādēm</w:t>
      </w:r>
      <w:r w:rsidR="00F4749F" w:rsidRPr="00D9386E">
        <w:rPr>
          <w:shd w:val="clear" w:color="auto" w:fill="FFFFFF"/>
        </w:rPr>
        <w:t xml:space="preserve"> </w:t>
      </w:r>
      <w:r w:rsidR="00D378AB" w:rsidRPr="00D9386E">
        <w:rPr>
          <w:shd w:val="clear" w:color="auto" w:fill="FFFFFF"/>
        </w:rPr>
        <w:t xml:space="preserve">un noteikt kredītiestāžu uzraudzības </w:t>
      </w:r>
      <w:r w:rsidR="00F4749F">
        <w:rPr>
          <w:shd w:val="clear" w:color="auto" w:fill="FFFFFF"/>
        </w:rPr>
        <w:t>iestāžu</w:t>
      </w:r>
      <w:r w:rsidR="00F4749F" w:rsidRPr="00D9386E">
        <w:rPr>
          <w:shd w:val="clear" w:color="auto" w:fill="FFFFFF"/>
        </w:rPr>
        <w:t xml:space="preserve"> </w:t>
      </w:r>
      <w:r w:rsidR="00D378AB" w:rsidRPr="00D9386E">
        <w:rPr>
          <w:shd w:val="clear" w:color="auto" w:fill="FFFFFF"/>
        </w:rPr>
        <w:t>uzraudzības pilnvaru sadalījumu;</w:t>
      </w:r>
    </w:p>
    <w:p w14:paraId="3F147F8A" w14:textId="4CC806FB" w:rsidR="00D378AB" w:rsidRPr="00F96BB8" w:rsidRDefault="00B27B19" w:rsidP="00D378AB">
      <w:pPr>
        <w:pStyle w:val="NApunkts2"/>
      </w:pPr>
      <w:r>
        <w:t xml:space="preserve">to, </w:t>
      </w:r>
      <w:r w:rsidR="00D378AB" w:rsidRPr="00D9386E">
        <w:t xml:space="preserve">vai </w:t>
      </w:r>
      <w:r w:rsidR="00D378AB" w:rsidRPr="00D9386E">
        <w:rPr>
          <w:shd w:val="clear" w:color="auto" w:fill="FFFFFF"/>
        </w:rPr>
        <w:t xml:space="preserve">komercsabiedrību grupas, kuras sastāvā finanšu institūcija iekļausies, </w:t>
      </w:r>
      <w:r w:rsidR="00FE2872" w:rsidRPr="00D9386E">
        <w:rPr>
          <w:shd w:val="clear" w:color="auto" w:fill="FFFFFF"/>
        </w:rPr>
        <w:t xml:space="preserve">struktūra </w:t>
      </w:r>
      <w:r w:rsidR="00D378AB" w:rsidRPr="00D9386E">
        <w:rPr>
          <w:shd w:val="clear" w:color="auto" w:fill="FFFFFF"/>
        </w:rPr>
        <w:t>nodrošina skaidru un pārredzamu korporatīvo pārvaldību un organizatorisko struktūru</w:t>
      </w:r>
      <w:r w:rsidR="002C07AF">
        <w:rPr>
          <w:shd w:val="clear" w:color="auto" w:fill="FFFFFF"/>
        </w:rPr>
        <w:t>.</w:t>
      </w:r>
    </w:p>
    <w:p w14:paraId="5A63DE0A" w14:textId="4F6DF8AC" w:rsidR="00D33C37" w:rsidRPr="00B14C6E" w:rsidRDefault="00C86D90" w:rsidP="00635750">
      <w:pPr>
        <w:pStyle w:val="NApunkts1"/>
        <w:numPr>
          <w:ilvl w:val="0"/>
          <w:numId w:val="0"/>
        </w:numPr>
        <w:jc w:val="left"/>
        <w:rPr>
          <w:b/>
          <w:bCs/>
        </w:rPr>
      </w:pPr>
      <w:r w:rsidRPr="00B14C6E">
        <w:rPr>
          <w:b/>
          <w:bCs/>
        </w:rPr>
        <w:t>XI.</w:t>
      </w:r>
      <w:r w:rsidR="00D378AB" w:rsidRPr="00B14C6E">
        <w:rPr>
          <w:b/>
          <w:bCs/>
        </w:rPr>
        <w:t xml:space="preserve"> </w:t>
      </w:r>
      <w:r w:rsidR="00D378AB" w:rsidRPr="00B940A2">
        <w:rPr>
          <w:b/>
          <w:bCs/>
        </w:rPr>
        <w:t>N</w:t>
      </w:r>
      <w:r w:rsidR="005430F1" w:rsidRPr="00B940A2">
        <w:rPr>
          <w:b/>
          <w:bCs/>
        </w:rPr>
        <w:t>oziedzīgi</w:t>
      </w:r>
      <w:r w:rsidR="00D378AB" w:rsidRPr="00B940A2">
        <w:rPr>
          <w:b/>
          <w:bCs/>
        </w:rPr>
        <w:t xml:space="preserve"> iegūtu līdzekļu legaliz</w:t>
      </w:r>
      <w:r w:rsidR="00B27B19">
        <w:rPr>
          <w:b/>
          <w:bCs/>
        </w:rPr>
        <w:t>ācij</w:t>
      </w:r>
      <w:r w:rsidR="00D378AB" w:rsidRPr="00B940A2">
        <w:rPr>
          <w:b/>
          <w:bCs/>
        </w:rPr>
        <w:t xml:space="preserve">as un terorisma </w:t>
      </w:r>
      <w:r w:rsidR="00B84590" w:rsidRPr="00B940A2">
        <w:rPr>
          <w:b/>
          <w:bCs/>
        </w:rPr>
        <w:t xml:space="preserve">un proliferācijas </w:t>
      </w:r>
      <w:r w:rsidR="00D378AB" w:rsidRPr="00B940A2">
        <w:rPr>
          <w:b/>
          <w:bCs/>
        </w:rPr>
        <w:t>finansēšanas riska izvērtēšana</w:t>
      </w:r>
    </w:p>
    <w:p w14:paraId="4BB95633" w14:textId="560FD88F" w:rsidR="00D378AB" w:rsidRPr="00F96BB8" w:rsidRDefault="00BF5304" w:rsidP="00840034">
      <w:pPr>
        <w:pStyle w:val="NApunkts1"/>
        <w:rPr>
          <w:color w:val="000000" w:themeColor="text1"/>
        </w:rPr>
      </w:pPr>
      <w:r w:rsidRPr="00F96BB8">
        <w:rPr>
          <w:color w:val="000000" w:themeColor="text1"/>
        </w:rPr>
        <w:t xml:space="preserve">Latvijas Banka izvērtē, vai </w:t>
      </w:r>
      <w:r w:rsidRPr="00F96BB8">
        <w:rPr>
          <w:color w:val="000000" w:themeColor="text1"/>
          <w:shd w:val="clear" w:color="auto" w:fill="FFFFFF"/>
        </w:rPr>
        <w:t>nepastāv pamatotas šaubas, ka saistībā ar plānoto līdzdalības iegūšanu ir veikta nelikumīgi iegūtu līdzekļu legaliz</w:t>
      </w:r>
      <w:r w:rsidR="00B27B19">
        <w:rPr>
          <w:color w:val="000000" w:themeColor="text1"/>
          <w:shd w:val="clear" w:color="auto" w:fill="FFFFFF"/>
        </w:rPr>
        <w:t>ācij</w:t>
      </w:r>
      <w:r w:rsidRPr="00F96BB8">
        <w:rPr>
          <w:color w:val="000000" w:themeColor="text1"/>
          <w:shd w:val="clear" w:color="auto" w:fill="FFFFFF"/>
        </w:rPr>
        <w:t>a un terorisma un proliferācijas finansēšana vai mēģināts veikt šādas darbības vai ka plānotā līdzdalības iegūšana varētu palielināt š</w:t>
      </w:r>
      <w:r w:rsidR="00B27B19">
        <w:rPr>
          <w:color w:val="000000" w:themeColor="text1"/>
          <w:shd w:val="clear" w:color="auto" w:fill="FFFFFF"/>
        </w:rPr>
        <w:t>o</w:t>
      </w:r>
      <w:r w:rsidRPr="00F96BB8">
        <w:rPr>
          <w:color w:val="000000" w:themeColor="text1"/>
          <w:shd w:val="clear" w:color="auto" w:fill="FFFFFF"/>
        </w:rPr>
        <w:t xml:space="preserve"> risku</w:t>
      </w:r>
      <w:r w:rsidR="00D378AB" w:rsidRPr="00F96BB8">
        <w:rPr>
          <w:color w:val="000000" w:themeColor="text1"/>
        </w:rPr>
        <w:t xml:space="preserve">, </w:t>
      </w:r>
      <w:r w:rsidRPr="00F96BB8">
        <w:rPr>
          <w:color w:val="000000" w:themeColor="text1"/>
        </w:rPr>
        <w:t>ņemot vērā šādus fakt</w:t>
      </w:r>
      <w:r w:rsidR="002C07AF" w:rsidRPr="00F96BB8">
        <w:rPr>
          <w:color w:val="000000" w:themeColor="text1"/>
        </w:rPr>
        <w:t>or</w:t>
      </w:r>
      <w:r w:rsidRPr="00F96BB8">
        <w:rPr>
          <w:color w:val="000000" w:themeColor="text1"/>
        </w:rPr>
        <w:t>us</w:t>
      </w:r>
      <w:r w:rsidR="00D378AB" w:rsidRPr="00F96BB8">
        <w:rPr>
          <w:color w:val="000000" w:themeColor="text1"/>
        </w:rPr>
        <w:t>:</w:t>
      </w:r>
    </w:p>
    <w:p w14:paraId="39582554" w14:textId="287356FF" w:rsidR="00D378AB" w:rsidRPr="0075191B" w:rsidRDefault="00B84590" w:rsidP="00D378AB">
      <w:pPr>
        <w:pStyle w:val="NApunkts2"/>
        <w:rPr>
          <w:color w:val="000000" w:themeColor="text1"/>
        </w:rPr>
      </w:pPr>
      <w:r w:rsidRPr="0075191B">
        <w:rPr>
          <w:color w:val="000000" w:themeColor="text1"/>
        </w:rPr>
        <w:t>Latvijas Bankas</w:t>
      </w:r>
      <w:r w:rsidR="00D378AB" w:rsidRPr="0075191B">
        <w:rPr>
          <w:color w:val="000000" w:themeColor="text1"/>
        </w:rPr>
        <w:t xml:space="preserve"> rīcībā ir informācija, tai ir aizdomas vai tai ir pamats uzskatīt, ka persona ir vai </w:t>
      </w:r>
      <w:r w:rsidR="00B27B19" w:rsidRPr="0075191B">
        <w:rPr>
          <w:color w:val="000000" w:themeColor="text1"/>
        </w:rPr>
        <w:t xml:space="preserve">ir </w:t>
      </w:r>
      <w:r w:rsidR="00D378AB" w:rsidRPr="0075191B">
        <w:rPr>
          <w:color w:val="000000" w:themeColor="text1"/>
        </w:rPr>
        <w:t xml:space="preserve">bijusi iesaistīta </w:t>
      </w:r>
      <w:r w:rsidR="005430F1" w:rsidRPr="0075191B">
        <w:rPr>
          <w:color w:val="000000" w:themeColor="text1"/>
        </w:rPr>
        <w:t xml:space="preserve">noziedzīgi </w:t>
      </w:r>
      <w:r w:rsidR="00D378AB" w:rsidRPr="0075191B">
        <w:rPr>
          <w:color w:val="000000" w:themeColor="text1"/>
        </w:rPr>
        <w:t xml:space="preserve">iegūtu līdzekļu legalizācijas </w:t>
      </w:r>
      <w:r w:rsidR="0075191B" w:rsidRPr="003F2CF6">
        <w:rPr>
          <w:color w:val="000000" w:themeColor="text1"/>
        </w:rPr>
        <w:t xml:space="preserve">un terorisma un proliferācijas finansēšanas </w:t>
      </w:r>
      <w:r w:rsidR="00D378AB" w:rsidRPr="0075191B">
        <w:rPr>
          <w:color w:val="000000" w:themeColor="text1"/>
        </w:rPr>
        <w:t>darbībās vai mēģinājumos neatkarīgi no tā, vai tie ir tieši vai netieši saistīti ar plānoto būtisk</w:t>
      </w:r>
      <w:r w:rsidRPr="0075191B">
        <w:rPr>
          <w:color w:val="000000" w:themeColor="text1"/>
        </w:rPr>
        <w:t>a</w:t>
      </w:r>
      <w:r w:rsidR="00D378AB" w:rsidRPr="0075191B">
        <w:rPr>
          <w:color w:val="000000" w:themeColor="text1"/>
        </w:rPr>
        <w:t>s līdzdalības iegūšanu vai palielināšanu;</w:t>
      </w:r>
    </w:p>
    <w:p w14:paraId="09AAF53F" w14:textId="00116A08" w:rsidR="00D378AB" w:rsidRDefault="00B84590" w:rsidP="00D378AB">
      <w:pPr>
        <w:pStyle w:val="NApunkts2"/>
      </w:pPr>
      <w:r w:rsidRPr="00F96BB8">
        <w:rPr>
          <w:color w:val="000000" w:themeColor="text1"/>
        </w:rPr>
        <w:t>Latvijas Bankas</w:t>
      </w:r>
      <w:r w:rsidR="00D378AB" w:rsidRPr="00F96BB8">
        <w:rPr>
          <w:color w:val="000000" w:themeColor="text1"/>
        </w:rPr>
        <w:t xml:space="preserve"> rīcībā ir informācija, tai ir aizdomas vai tai ir pamats uzskatīt, ka persona ir veikusi terorisma darbības vai terorisma</w:t>
      </w:r>
      <w:r w:rsidRPr="00F96BB8">
        <w:rPr>
          <w:color w:val="000000" w:themeColor="text1"/>
        </w:rPr>
        <w:t xml:space="preserve"> un proliferācijas</w:t>
      </w:r>
      <w:r w:rsidR="00D378AB" w:rsidRPr="00F96BB8">
        <w:rPr>
          <w:color w:val="000000" w:themeColor="text1"/>
        </w:rPr>
        <w:t xml:space="preserve"> finansēšanu, it īpaši, ja personai ir piemērots finan</w:t>
      </w:r>
      <w:r w:rsidR="00B27B19">
        <w:rPr>
          <w:color w:val="000000" w:themeColor="text1"/>
        </w:rPr>
        <w:t>siālo</w:t>
      </w:r>
      <w:r w:rsidR="00D378AB" w:rsidRPr="00F96BB8">
        <w:rPr>
          <w:color w:val="000000" w:themeColor="text1"/>
        </w:rPr>
        <w:t xml:space="preserve"> sankciju režīms</w:t>
      </w:r>
      <w:r w:rsidR="00D378AB" w:rsidRPr="00D9386E">
        <w:t>;</w:t>
      </w:r>
    </w:p>
    <w:p w14:paraId="2AB07427" w14:textId="371D70C6" w:rsidR="00D378AB" w:rsidRPr="00D9386E" w:rsidRDefault="00D378AB" w:rsidP="00D378AB">
      <w:pPr>
        <w:pStyle w:val="NApunkts2"/>
      </w:pPr>
      <w:r w:rsidRPr="00D9386E">
        <w:t>plānotā būtisk</w:t>
      </w:r>
      <w:r w:rsidR="00B84590">
        <w:t>a</w:t>
      </w:r>
      <w:r w:rsidRPr="00D9386E">
        <w:t xml:space="preserve">s līdzdalības iegūšana palielina </w:t>
      </w:r>
      <w:r w:rsidR="001B6797">
        <w:t>noziedzīgi</w:t>
      </w:r>
      <w:r w:rsidRPr="00D9386E">
        <w:t xml:space="preserve"> iegūtu līdzekļu legalizācijas </w:t>
      </w:r>
      <w:r w:rsidR="00B27B19">
        <w:t xml:space="preserve">un </w:t>
      </w:r>
      <w:r w:rsidRPr="00D9386E">
        <w:t xml:space="preserve">terorisma </w:t>
      </w:r>
      <w:r w:rsidR="00B84590">
        <w:t xml:space="preserve">un proliferācijas </w:t>
      </w:r>
      <w:r w:rsidRPr="00D9386E">
        <w:t>finansēšanas risku;</w:t>
      </w:r>
    </w:p>
    <w:p w14:paraId="1CB40799" w14:textId="19214FE3" w:rsidR="00D378AB" w:rsidRDefault="00D378AB" w:rsidP="00D378AB">
      <w:pPr>
        <w:pStyle w:val="NApunkts2"/>
      </w:pPr>
      <w:r w:rsidRPr="00D9386E">
        <w:t xml:space="preserve">finanšu līdzekļu iegūšana rada aizdomas, ka radīsies paaugstināts </w:t>
      </w:r>
      <w:r w:rsidR="001B6797">
        <w:t>noziedzīgi</w:t>
      </w:r>
      <w:r w:rsidRPr="00D9386E">
        <w:t xml:space="preserve"> iegūtu līdzekļu legalizācijas un terorisma </w:t>
      </w:r>
      <w:r w:rsidR="00B84590">
        <w:t xml:space="preserve">un proliferācijas </w:t>
      </w:r>
      <w:r w:rsidRPr="00D9386E">
        <w:t>finansēšanas risks;</w:t>
      </w:r>
    </w:p>
    <w:p w14:paraId="04229453" w14:textId="7F7C3AC9" w:rsidR="00D378AB" w:rsidRDefault="00D378AB" w:rsidP="00D378AB">
      <w:pPr>
        <w:pStyle w:val="NApunkts2"/>
      </w:pPr>
      <w:r w:rsidRPr="00D9386E">
        <w:t xml:space="preserve">netiek iesniegta pilnīga un ticama informācija un skaidrojumi par kapitāla izcelsmi vai personas veiktajām darbībām attiecībā uz tās komercdarbību (piemēram, neuzskaitīta kapitāla aprite, galvenā biroja pārcelšana no personas reģistrācijas valsts uz citu valsti, vadības vai juridiskas personas īpašnieku </w:t>
      </w:r>
      <w:r w:rsidR="006352AE">
        <w:t>maiņa</w:t>
      </w:r>
      <w:r w:rsidRPr="00D9386E">
        <w:t>, īpašnieku vai sabiedrības vadības iepriekšēja saistība ar krimināli sodītām personām).</w:t>
      </w:r>
    </w:p>
    <w:p w14:paraId="71C436FA" w14:textId="7C13676A" w:rsidR="00D378AB" w:rsidRDefault="006352AE" w:rsidP="00840034">
      <w:pPr>
        <w:pStyle w:val="NApunkts1"/>
      </w:pPr>
      <w:r>
        <w:t>Šo n</w:t>
      </w:r>
      <w:r w:rsidR="00D378AB" w:rsidRPr="00D9386E">
        <w:t>oteikumu 5</w:t>
      </w:r>
      <w:r w:rsidR="00F96BB8">
        <w:t>6</w:t>
      </w:r>
      <w:r w:rsidR="00D378AB" w:rsidRPr="00D9386E">
        <w:t>.4. </w:t>
      </w:r>
      <w:r w:rsidR="00031F4C">
        <w:t>apakš</w:t>
      </w:r>
      <w:r w:rsidR="00D378AB" w:rsidRPr="00D9386E">
        <w:t xml:space="preserve">punktā minētais paaugstinātais </w:t>
      </w:r>
      <w:r w:rsidR="001B6797">
        <w:t>noziedzīgi</w:t>
      </w:r>
      <w:r w:rsidR="00D378AB" w:rsidRPr="00D9386E">
        <w:t xml:space="preserve"> iegūtu līdzekļu </w:t>
      </w:r>
      <w:r w:rsidR="00D378AB" w:rsidRPr="0051436C">
        <w:t xml:space="preserve">legalizācijas un terorisma </w:t>
      </w:r>
      <w:r w:rsidRPr="0051436C">
        <w:t xml:space="preserve">un proliferācijas </w:t>
      </w:r>
      <w:r w:rsidR="00D378AB" w:rsidRPr="0051436C">
        <w:t xml:space="preserve">finansēšanas risks rodas, ja </w:t>
      </w:r>
      <w:r w:rsidRPr="0051436C">
        <w:t xml:space="preserve">persona </w:t>
      </w:r>
      <w:r w:rsidR="00D378AB" w:rsidRPr="0051436C">
        <w:t>darbojas vai ta</w:t>
      </w:r>
      <w:r w:rsidRPr="0051436C">
        <w:t>i</w:t>
      </w:r>
      <w:r w:rsidR="00D378AB" w:rsidRPr="0051436C">
        <w:t xml:space="preserve"> ir personiskas vai komercdarbības saites (ar ģimenes locekļa vai cieši saistītu personu starpniecību) ar valsti vai teritoriju, kuru Finanšu darījumu darba grupa</w:t>
      </w:r>
      <w:r w:rsidR="00D378AB" w:rsidRPr="00D9386E">
        <w:t xml:space="preserve"> identificējusi kā valsti vai teritoriju ar būtiskām nepilnībām tās </w:t>
      </w:r>
      <w:r w:rsidR="001B6797">
        <w:t>noziedzīgi</w:t>
      </w:r>
      <w:r w:rsidR="00D378AB" w:rsidRPr="00D9386E">
        <w:t xml:space="preserve"> iegūtu līdzekļu legalizācijas un terorisma</w:t>
      </w:r>
      <w:r w:rsidR="00C40F93">
        <w:t xml:space="preserve"> un proliferācijas</w:t>
      </w:r>
      <w:r w:rsidR="00D378AB" w:rsidRPr="00D9386E">
        <w:t xml:space="preserve"> finansēšanas apkarošanas sistēmā, kas rada risku starptautiskajai finanšu sistēmai, vai ar valsti </w:t>
      </w:r>
      <w:r w:rsidR="00B27B19">
        <w:t>vai</w:t>
      </w:r>
      <w:r w:rsidR="00D378AB" w:rsidRPr="00D9386E">
        <w:t xml:space="preserve"> teritoriju, kuru Eiropas Komisija identificējusi kā valsti vai teritoriju ar būtiskām nepilnībām tās </w:t>
      </w:r>
      <w:r w:rsidR="001B6797">
        <w:t>noziedzīg</w:t>
      </w:r>
      <w:r w:rsidR="001B6797" w:rsidRPr="001B6797">
        <w:t>i</w:t>
      </w:r>
      <w:r w:rsidR="001B6797" w:rsidRPr="001B6797" w:rsidDel="001B6797">
        <w:t xml:space="preserve"> </w:t>
      </w:r>
      <w:r w:rsidR="00D378AB" w:rsidRPr="00D9386E">
        <w:t xml:space="preserve">iegūtu līdzekļu legalizācijas un terorisma </w:t>
      </w:r>
      <w:r w:rsidR="00C40F93">
        <w:t xml:space="preserve">un proliferācijas </w:t>
      </w:r>
      <w:r w:rsidR="00D378AB" w:rsidRPr="00D9386E">
        <w:t>finansēšanas apkarošanas sistēmā, kas rada būtiskus draudus finanšu sistēmai.</w:t>
      </w:r>
    </w:p>
    <w:p w14:paraId="7D790FC0" w14:textId="55849058" w:rsidR="00D378AB" w:rsidRPr="0075191B" w:rsidRDefault="00D378AB" w:rsidP="00D378AB">
      <w:pPr>
        <w:pStyle w:val="NApunkts1"/>
      </w:pPr>
      <w:r w:rsidRPr="00D9386E">
        <w:t xml:space="preserve">Izvērtējot, vai plānotā </w:t>
      </w:r>
      <w:r w:rsidR="00C40F93">
        <w:t xml:space="preserve">būtiskas </w:t>
      </w:r>
      <w:r w:rsidRPr="00D9386E">
        <w:t xml:space="preserve">līdzdalības iegūšana rada paaugstinātu </w:t>
      </w:r>
      <w:r w:rsidR="001B6797">
        <w:t>noziedzīgi</w:t>
      </w:r>
      <w:r w:rsidRPr="00D9386E">
        <w:t xml:space="preserve"> iegūtu līdzekļu legalizācijas </w:t>
      </w:r>
      <w:r w:rsidR="00B27B19">
        <w:t>un</w:t>
      </w:r>
      <w:r w:rsidRPr="00D9386E">
        <w:t xml:space="preserve"> terorisma </w:t>
      </w:r>
      <w:r w:rsidR="00C40F93">
        <w:t xml:space="preserve">un proliferācijas </w:t>
      </w:r>
      <w:r w:rsidRPr="00D9386E">
        <w:t xml:space="preserve">finansēšanas risku, </w:t>
      </w:r>
      <w:r w:rsidR="00C40F93">
        <w:t>Latvijas Banka</w:t>
      </w:r>
      <w:r w:rsidRPr="00D9386E">
        <w:t xml:space="preserve"> par personu ņem vērā visu informāciju, atzinumus, novērtējumus vai ziņojumus, kurus </w:t>
      </w:r>
      <w:r w:rsidRPr="0075191B">
        <w:t xml:space="preserve">sagatavojušas starptautiskas organizācijas </w:t>
      </w:r>
      <w:r w:rsidR="001B6797" w:rsidRPr="0075191B">
        <w:t>noziedzīgi</w:t>
      </w:r>
      <w:r w:rsidRPr="0075191B">
        <w:t xml:space="preserve"> iegūtu līdzekļu legalizācijas </w:t>
      </w:r>
      <w:r w:rsidRPr="0051436C">
        <w:lastRenderedPageBreak/>
        <w:t>novēršanas</w:t>
      </w:r>
      <w:r w:rsidR="0075191B" w:rsidRPr="0051436C">
        <w:t xml:space="preserve"> un</w:t>
      </w:r>
      <w:r w:rsidRPr="0051436C">
        <w:t xml:space="preserve"> </w:t>
      </w:r>
      <w:r w:rsidR="001B6797" w:rsidRPr="0051436C">
        <w:t>noziedzīgi</w:t>
      </w:r>
      <w:r w:rsidRPr="0051436C">
        <w:t xml:space="preserve"> iegūtu līdzekļu legalizācijas predikatīvu noziegumu un</w:t>
      </w:r>
      <w:r w:rsidRPr="0075191B">
        <w:t xml:space="preserve"> terorisma </w:t>
      </w:r>
      <w:r w:rsidR="00C40F93" w:rsidRPr="0075191B">
        <w:t xml:space="preserve">un proliferācijas </w:t>
      </w:r>
      <w:r w:rsidRPr="0075191B">
        <w:t xml:space="preserve">finansēšanas </w:t>
      </w:r>
      <w:r w:rsidR="00745D95" w:rsidRPr="003F2CF6">
        <w:t xml:space="preserve">novēršanas </w:t>
      </w:r>
      <w:r w:rsidRPr="0075191B">
        <w:t>jomā, kā arī plašsaziņas līdzekļos pieejamo informāciju.</w:t>
      </w:r>
    </w:p>
    <w:p w14:paraId="10ED5F98" w14:textId="5C1BC689" w:rsidR="00D378AB" w:rsidRDefault="00C40F93" w:rsidP="00840034">
      <w:pPr>
        <w:pStyle w:val="NApunkts1"/>
      </w:pPr>
      <w:r w:rsidRPr="0075191B">
        <w:t>Latvijas Banka</w:t>
      </w:r>
      <w:r w:rsidR="00D378AB" w:rsidRPr="0075191B">
        <w:t>, izvērtējot plānot</w:t>
      </w:r>
      <w:r w:rsidRPr="0075191B">
        <w:t xml:space="preserve">ās būtiskas </w:t>
      </w:r>
      <w:r w:rsidR="00D378AB" w:rsidRPr="0075191B">
        <w:t xml:space="preserve">līdzdalības </w:t>
      </w:r>
      <w:r w:rsidR="00B27B19" w:rsidRPr="0075191B">
        <w:t>iegūšanas vai palielināšanas</w:t>
      </w:r>
      <w:r w:rsidR="00B27B19">
        <w:t xml:space="preserve"> </w:t>
      </w:r>
      <w:r>
        <w:t>darījumā</w:t>
      </w:r>
      <w:r w:rsidR="00D378AB" w:rsidRPr="00D9386E">
        <w:t xml:space="preserve"> paredzēto līdzekļu izcelsmi un kustību, ņem vērā, vai:</w:t>
      </w:r>
    </w:p>
    <w:p w14:paraId="11844E83" w14:textId="489D9ADB" w:rsidR="00D378AB" w:rsidRDefault="00B35B5D" w:rsidP="00D378AB">
      <w:pPr>
        <w:pStyle w:val="NApunkts2"/>
      </w:pPr>
      <w:r>
        <w:t>b</w:t>
      </w:r>
      <w:r w:rsidR="00C40F93">
        <w:t xml:space="preserve">ūtiskas </w:t>
      </w:r>
      <w:r w:rsidR="00D378AB" w:rsidRPr="00D9386E">
        <w:t xml:space="preserve">līdzdalības iegūšanai paredzētie līdzekļi tiek pārskaitīti, izmantojot finanšu institūcijas, ko uzrauga dalībvalstu finanšu un kapitāla tirgus uzraudzības </w:t>
      </w:r>
      <w:r w:rsidR="00F4749F">
        <w:t>iestādes</w:t>
      </w:r>
      <w:r w:rsidR="00D378AB" w:rsidRPr="00D9386E">
        <w:t xml:space="preserve">, vai finanšu institūcijas, ko uzrauga ārvalstu finanšu un kapitāla tirgus uzraudzības </w:t>
      </w:r>
      <w:r w:rsidR="00F4749F">
        <w:t>iestādes</w:t>
      </w:r>
      <w:r w:rsidR="00D378AB" w:rsidRPr="00D9386E">
        <w:t xml:space="preserve">, kurās tiek piemērotas efektīvas </w:t>
      </w:r>
      <w:r w:rsidR="001B6797">
        <w:t>noziedzīgi</w:t>
      </w:r>
      <w:r w:rsidR="00D378AB" w:rsidRPr="00D9386E">
        <w:t xml:space="preserve"> iegūtu līdzekļu legalizācijas un terorisma </w:t>
      </w:r>
      <w:r w:rsidR="00C40F93">
        <w:t xml:space="preserve">un proliferācijas </w:t>
      </w:r>
      <w:r w:rsidR="00D378AB" w:rsidRPr="00D9386E">
        <w:t xml:space="preserve">finansēšanas apkarošanas prasības, kas atbilst </w:t>
      </w:r>
      <w:r w:rsidR="001B6797" w:rsidRPr="00D9386E">
        <w:t>Finanšu darījumu darba grupa</w:t>
      </w:r>
      <w:r w:rsidR="001B6797">
        <w:t>s</w:t>
      </w:r>
      <w:r w:rsidR="00D378AB" w:rsidRPr="00D9386E">
        <w:rPr>
          <w:i/>
          <w:iCs/>
        </w:rPr>
        <w:t xml:space="preserve"> </w:t>
      </w:r>
      <w:r w:rsidR="00D378AB" w:rsidRPr="00D9386E">
        <w:t>ieteikumiem, un šīs prasības tiek efektīvi īstenotas;</w:t>
      </w:r>
    </w:p>
    <w:p w14:paraId="6C15AC8E" w14:textId="4C535970" w:rsidR="00D378AB" w:rsidRDefault="00D378AB" w:rsidP="00D378AB">
      <w:pPr>
        <w:pStyle w:val="NApunkts2"/>
      </w:pPr>
      <w:r w:rsidRPr="00D9386E">
        <w:t>informācija par darbību, kuras rezultātā radušies šie līdzekļi, personas komercdarbības vēsture un finansēšanas shēma ir ticama un atbilst darījuma vērtībai;</w:t>
      </w:r>
    </w:p>
    <w:p w14:paraId="16770D5A" w14:textId="470506AB" w:rsidR="00D378AB" w:rsidRDefault="00D378AB" w:rsidP="00D378AB">
      <w:pPr>
        <w:pStyle w:val="NApunkts2"/>
      </w:pPr>
      <w:r w:rsidRPr="00D9386E">
        <w:t>līdzekļ</w:t>
      </w:r>
      <w:r w:rsidR="00B27B19">
        <w:t>iem</w:t>
      </w:r>
      <w:r w:rsidRPr="00D9386E">
        <w:t xml:space="preserve"> iespējams izsekot dokumentu veidā līdz pat to izcelsmei vai ir cita informācija, kas ļauj </w:t>
      </w:r>
      <w:r w:rsidR="00C40F93">
        <w:t>Latvijas Banka</w:t>
      </w:r>
      <w:r w:rsidR="002B4317">
        <w:t>i</w:t>
      </w:r>
      <w:r w:rsidRPr="00D9386E">
        <w:t xml:space="preserve"> nešaubīties par līdzekļu likumīg</w:t>
      </w:r>
      <w:r w:rsidR="00B27B19">
        <w:t>u</w:t>
      </w:r>
      <w:r w:rsidRPr="00D9386E">
        <w:t xml:space="preserve"> izcelsmi</w:t>
      </w:r>
      <w:ins w:id="16" w:author="Ingus Valtiņš" w:date="2025-02-14T14:41:00Z" w16du:dateUtc="2025-02-14T12:41:00Z">
        <w:r w:rsidR="00E1125A">
          <w:t>;</w:t>
        </w:r>
      </w:ins>
      <w:del w:id="17" w:author="Ingus Valtiņš" w:date="2025-02-14T14:41:00Z" w16du:dateUtc="2025-02-14T12:41:00Z">
        <w:r w:rsidRPr="00D9386E" w:rsidDel="00E1125A">
          <w:delText>.</w:delText>
        </w:r>
      </w:del>
    </w:p>
    <w:p w14:paraId="7CBD6918" w14:textId="77777777" w:rsidR="00E1125A" w:rsidRDefault="00E1125A" w:rsidP="00E1125A">
      <w:pPr>
        <w:pStyle w:val="NApunkts1"/>
        <w:numPr>
          <w:ilvl w:val="0"/>
          <w:numId w:val="0"/>
        </w:numPr>
        <w:tabs>
          <w:tab w:val="left" w:pos="284"/>
          <w:tab w:val="left" w:pos="426"/>
          <w:tab w:val="left" w:pos="567"/>
        </w:tabs>
        <w:spacing w:before="0"/>
        <w:rPr>
          <w:ins w:id="18" w:author="Ingus Valtiņš" w:date="2025-02-14T14:41:00Z" w16du:dateUtc="2025-02-14T12:41:00Z"/>
        </w:rPr>
      </w:pPr>
      <w:ins w:id="19" w:author="Ingus Valtiņš" w:date="2025-02-14T14:41:00Z" w16du:dateUtc="2025-02-14T12:41:00Z">
        <w:r>
          <w:t>59.4.</w:t>
        </w:r>
        <w:r>
          <w:rPr>
            <w:vertAlign w:val="superscript"/>
          </w:rPr>
          <w:t xml:space="preserve"> </w:t>
        </w:r>
        <w:r>
          <w:rPr>
            <w:color w:val="000000" w:themeColor="text1"/>
          </w:rPr>
          <w:t>plānotās</w:t>
        </w:r>
        <w:r w:rsidRPr="00620AA6">
          <w:t xml:space="preserve"> būtiskas līdzdalības iegūšanai paredzētie</w:t>
        </w:r>
        <w:r>
          <w:t xml:space="preserve"> </w:t>
        </w:r>
        <w:r w:rsidRPr="00620AA6">
          <w:t>līdzekļi sastāv no kriptoaktīviem vai</w:t>
        </w:r>
        <w:r>
          <w:t xml:space="preserve"> ir</w:t>
        </w:r>
        <w:r w:rsidRPr="00620AA6">
          <w:t xml:space="preserve"> iegūti</w:t>
        </w:r>
        <w:r>
          <w:t xml:space="preserve"> no kriptoaktīvu</w:t>
        </w:r>
        <w:r w:rsidRPr="00620AA6">
          <w:t xml:space="preserve"> apmaiņ</w:t>
        </w:r>
        <w:r>
          <w:t>as</w:t>
        </w:r>
        <w:r w:rsidRPr="00620AA6">
          <w:t xml:space="preserve"> pret naudas līdzekļiem</w:t>
        </w:r>
        <w:r>
          <w:t>, nosakot:</w:t>
        </w:r>
      </w:ins>
    </w:p>
    <w:p w14:paraId="0975BEF9" w14:textId="77777777" w:rsidR="00E1125A" w:rsidRDefault="00E1125A" w:rsidP="00E1125A">
      <w:pPr>
        <w:pStyle w:val="NApunkts1"/>
        <w:numPr>
          <w:ilvl w:val="0"/>
          <w:numId w:val="0"/>
        </w:numPr>
        <w:tabs>
          <w:tab w:val="left" w:pos="284"/>
          <w:tab w:val="left" w:pos="426"/>
          <w:tab w:val="left" w:pos="567"/>
        </w:tabs>
        <w:spacing w:before="0"/>
        <w:rPr>
          <w:ins w:id="20" w:author="Ingus Valtiņš" w:date="2025-02-14T14:41:00Z" w16du:dateUtc="2025-02-14T12:41:00Z"/>
        </w:rPr>
      </w:pPr>
      <w:ins w:id="21" w:author="Ingus Valtiņš" w:date="2025-02-14T14:41:00Z" w16du:dateUtc="2025-02-14T12:41:00Z">
        <w:r>
          <w:t xml:space="preserve">59.4.1. </w:t>
        </w:r>
        <w:r w:rsidRPr="0034478A">
          <w:t xml:space="preserve">sadalītās virsgrāmatas adresi, ko izmanto potenciālais ieguvējs, ja kriptoaktīvu nodošana tiek reģistrēta tīklā, izmantojot sadalītās virsgrāmatas tehnoloģiju vai līdzīgu tehnoloģiju, un potenciālā ieguvēja izmantotā kriptoaktīvu konta numuru, ja šāds konts pastāv un tika izmantots darījuma veikšanai; </w:t>
        </w:r>
      </w:ins>
    </w:p>
    <w:p w14:paraId="052C16AD" w14:textId="77777777" w:rsidR="00E1125A" w:rsidRDefault="00E1125A" w:rsidP="00E1125A">
      <w:pPr>
        <w:pStyle w:val="NApunkts1"/>
        <w:numPr>
          <w:ilvl w:val="0"/>
          <w:numId w:val="0"/>
        </w:numPr>
        <w:tabs>
          <w:tab w:val="left" w:pos="284"/>
          <w:tab w:val="left" w:pos="426"/>
          <w:tab w:val="left" w:pos="567"/>
        </w:tabs>
        <w:spacing w:before="0"/>
        <w:rPr>
          <w:ins w:id="22" w:author="Ingus Valtiņš" w:date="2025-02-14T14:41:00Z" w16du:dateUtc="2025-02-14T12:41:00Z"/>
        </w:rPr>
      </w:pPr>
      <w:ins w:id="23" w:author="Ingus Valtiņš" w:date="2025-02-14T14:41:00Z" w16du:dateUtc="2025-02-14T12:41:00Z">
        <w:r>
          <w:t>59.4.2.</w:t>
        </w:r>
        <w:r w:rsidRPr="0034478A">
          <w:t xml:space="preserve"> potenciālā ieguvēja izmantotā kriptoaktīvu konta numuru, ja kriptoaktīvu pārvedums nav reģistrēts tīklā, izmantojot sadalītās virsgrāmatas tehnoloģiju vai līdzīgu tehnoloģiju; </w:t>
        </w:r>
      </w:ins>
    </w:p>
    <w:p w14:paraId="076E9184" w14:textId="77777777" w:rsidR="00E1125A" w:rsidRDefault="00E1125A" w:rsidP="00E1125A">
      <w:pPr>
        <w:pStyle w:val="NApunkts1"/>
        <w:numPr>
          <w:ilvl w:val="0"/>
          <w:numId w:val="0"/>
        </w:numPr>
        <w:tabs>
          <w:tab w:val="left" w:pos="284"/>
          <w:tab w:val="left" w:pos="426"/>
          <w:tab w:val="left" w:pos="567"/>
        </w:tabs>
        <w:spacing w:before="0"/>
        <w:rPr>
          <w:ins w:id="24" w:author="Ingus Valtiņš" w:date="2025-02-14T14:41:00Z" w16du:dateUtc="2025-02-14T12:41:00Z"/>
        </w:rPr>
      </w:pPr>
      <w:ins w:id="25" w:author="Ingus Valtiņš" w:date="2025-02-14T14:41:00Z" w16du:dateUtc="2025-02-14T12:41:00Z">
        <w:r>
          <w:t xml:space="preserve">59.4.3. </w:t>
        </w:r>
        <w:r w:rsidRPr="0034478A">
          <w:t xml:space="preserve">ja kriptoaktīvu </w:t>
        </w:r>
        <w:r>
          <w:t>pārvedums</w:t>
        </w:r>
        <w:r w:rsidRPr="0034478A">
          <w:t xml:space="preserve"> nav reģistrēts tīklā, izmantojot sadalītās virsgrāmatas tehnoloģiju vai līdzīgu tehnoloģiju, un nav veikts no kriptoaktīva konta vai uz to, – unikālo darījuma identifikatoru; </w:t>
        </w:r>
      </w:ins>
    </w:p>
    <w:p w14:paraId="29FD8B90" w14:textId="37D11DF1" w:rsidR="00E1125A" w:rsidRPr="00D9386E" w:rsidRDefault="00E1125A" w:rsidP="00E1125A">
      <w:pPr>
        <w:pStyle w:val="NApunkts2"/>
        <w:numPr>
          <w:ilvl w:val="0"/>
          <w:numId w:val="0"/>
        </w:numPr>
      </w:pPr>
      <w:ins w:id="26" w:author="Ingus Valtiņš" w:date="2025-02-14T14:41:00Z" w16du:dateUtc="2025-02-14T12:41:00Z">
        <w:r>
          <w:t xml:space="preserve">59.4.4. iesaistīto </w:t>
        </w:r>
        <w:r w:rsidRPr="0034478A">
          <w:t>darījuma pušu kriptoaktīvu pakalpojumu sniedzēju</w:t>
        </w:r>
        <w:r>
          <w:t>, ja attiecināms.</w:t>
        </w:r>
      </w:ins>
    </w:p>
    <w:p w14:paraId="349B0AC9" w14:textId="55E70CD6" w:rsidR="00D378AB" w:rsidRDefault="00D378AB" w:rsidP="00D378AB">
      <w:pPr>
        <w:pStyle w:val="NApunkts1"/>
      </w:pPr>
      <w:r w:rsidRPr="00D9386E">
        <w:t xml:space="preserve">Ja persona nespēj </w:t>
      </w:r>
      <w:r w:rsidR="00726DBC">
        <w:t>Latvijas Bankai</w:t>
      </w:r>
      <w:r w:rsidRPr="00D9386E">
        <w:t xml:space="preserve"> pierādīt līdzekļu izcelsmi saskaņā ar </w:t>
      </w:r>
      <w:r w:rsidR="00726DBC">
        <w:t xml:space="preserve">šo </w:t>
      </w:r>
      <w:r w:rsidRPr="00D9386E">
        <w:t xml:space="preserve">noteikumu </w:t>
      </w:r>
      <w:r w:rsidR="00F96BB8">
        <w:t>59</w:t>
      </w:r>
      <w:r w:rsidRPr="00D9386E">
        <w:t xml:space="preserve">. punktu, tā sniedz skaidrojumu par līdzekļu izcelsmi un kustību. </w:t>
      </w:r>
      <w:r w:rsidR="00726DBC">
        <w:t>Latvijas Banka</w:t>
      </w:r>
      <w:r w:rsidRPr="00D9386E">
        <w:t xml:space="preserve"> kopsakarā ar personas kopējās reputācijas novērtējumu izvērtē, vai šāds skaidrojums ir ticams un pamatots.</w:t>
      </w:r>
    </w:p>
    <w:p w14:paraId="49ABF597" w14:textId="15748845" w:rsidR="00D378AB" w:rsidRPr="00B14C6E" w:rsidRDefault="00D378AB" w:rsidP="00635750">
      <w:pPr>
        <w:pStyle w:val="NApunkts1"/>
        <w:numPr>
          <w:ilvl w:val="0"/>
          <w:numId w:val="0"/>
        </w:numPr>
        <w:jc w:val="left"/>
      </w:pPr>
      <w:r w:rsidRPr="00B14C6E">
        <w:rPr>
          <w:b/>
          <w:bCs/>
        </w:rPr>
        <w:t>XII</w:t>
      </w:r>
      <w:r w:rsidR="00C86D90" w:rsidRPr="00B14C6E">
        <w:rPr>
          <w:b/>
          <w:bCs/>
        </w:rPr>
        <w:t>.</w:t>
      </w:r>
      <w:r w:rsidRPr="00B14C6E">
        <w:rPr>
          <w:b/>
          <w:bCs/>
        </w:rPr>
        <w:t xml:space="preserve"> </w:t>
      </w:r>
      <w:r w:rsidR="00BF5304">
        <w:rPr>
          <w:b/>
          <w:bCs/>
        </w:rPr>
        <w:t>Būtiskas līdzdalības iegūšana</w:t>
      </w:r>
      <w:r w:rsidRPr="00280783" w:rsidDel="00A55940">
        <w:rPr>
          <w:b/>
        </w:rPr>
        <w:t xml:space="preserve"> </w:t>
      </w:r>
      <w:r w:rsidRPr="00280783">
        <w:rPr>
          <w:b/>
        </w:rPr>
        <w:t>centrālajā vērtspapīru depozitārijā</w:t>
      </w:r>
    </w:p>
    <w:p w14:paraId="619E4BE5" w14:textId="29E97814" w:rsidR="00D378AB" w:rsidRDefault="00D378AB" w:rsidP="00840034">
      <w:pPr>
        <w:pStyle w:val="NApunkts1"/>
      </w:pPr>
      <w:r w:rsidRPr="00D9386E">
        <w:t>Person</w:t>
      </w:r>
      <w:r w:rsidR="006A0126">
        <w:t>u</w:t>
      </w:r>
      <w:r w:rsidRPr="00D9386E">
        <w:t>, kura</w:t>
      </w:r>
      <w:r w:rsidR="00FE2872">
        <w:t>s</w:t>
      </w:r>
      <w:r w:rsidRPr="00D9386E">
        <w:t xml:space="preserve"> plāno iegūt kontroli centrālajā vērtspapīru depozitārijā, atbilstības izvērtēšanai piemēro šo noteikumu </w:t>
      </w:r>
      <w:r w:rsidR="00F96BB8">
        <w:t>27</w:t>
      </w:r>
      <w:r w:rsidR="00726DBC">
        <w:t>.</w:t>
      </w:r>
      <w:r w:rsidR="00F96BB8" w:rsidDel="00F96BB8">
        <w:t xml:space="preserve"> </w:t>
      </w:r>
      <w:r w:rsidR="00726DBC">
        <w:t>punkt</w:t>
      </w:r>
      <w:r w:rsidR="00B27B19">
        <w:t>ā</w:t>
      </w:r>
      <w:r w:rsidR="00726DBC">
        <w:t xml:space="preserve">, </w:t>
      </w:r>
      <w:r w:rsidRPr="00D9386E">
        <w:t>VII, IX, X un XI</w:t>
      </w:r>
      <w:r w:rsidR="00433039">
        <w:t> </w:t>
      </w:r>
      <w:r w:rsidRPr="00D9386E">
        <w:t>nodaļā minētās prasības.</w:t>
      </w:r>
    </w:p>
    <w:p w14:paraId="75796CB6" w14:textId="313642AB" w:rsidR="00D378AB" w:rsidRPr="000A08A2" w:rsidRDefault="00D378AB" w:rsidP="00840034">
      <w:pPr>
        <w:pStyle w:val="NApunkts1"/>
      </w:pPr>
      <w:r w:rsidRPr="00D9386E">
        <w:t xml:space="preserve">Ja </w:t>
      </w:r>
      <w:r w:rsidRPr="000A08A2">
        <w:t xml:space="preserve">kontroles iegūšana centrālajā vērtspapīru depozitārijā tiek īstenota personu saskaņotas rīcības rezultātā, saskaņotas rīcības noteikšanai piemēro šo noteikumu </w:t>
      </w:r>
      <w:r w:rsidR="006A0126">
        <w:t xml:space="preserve">3., </w:t>
      </w:r>
      <w:r w:rsidRPr="000A08A2">
        <w:t>4.</w:t>
      </w:r>
      <w:r w:rsidR="004B5B54">
        <w:t>, 5., 6., 7.</w:t>
      </w:r>
      <w:r w:rsidR="006A0126">
        <w:t xml:space="preserve"> un </w:t>
      </w:r>
      <w:r w:rsidR="004B5B54">
        <w:t>8.</w:t>
      </w:r>
      <w:r w:rsidRPr="000A08A2">
        <w:t> punktu.</w:t>
      </w:r>
    </w:p>
    <w:p w14:paraId="5BF0FCEC" w14:textId="2AA79CFD" w:rsidR="00D378AB" w:rsidRDefault="00D378AB" w:rsidP="00D378AB">
      <w:pPr>
        <w:pStyle w:val="NApunkts1"/>
      </w:pPr>
      <w:r w:rsidRPr="000A08A2">
        <w:t xml:space="preserve">Persona pirms kontroles iegūšanas centrālajā vērtspapīru depozitārijā iesniedz </w:t>
      </w:r>
      <w:r w:rsidR="00726DBC" w:rsidRPr="000A08A2">
        <w:t>Latvijas Bankai</w:t>
      </w:r>
      <w:r w:rsidRPr="000A08A2">
        <w:t xml:space="preserve"> paziņojumu saskaņā ar šo noteikumu 1. pielikumu. Paziņojumam pievieno aizpildītu šo noteikumu 2., 3.</w:t>
      </w:r>
      <w:r w:rsidR="006F3096">
        <w:t xml:space="preserve"> un </w:t>
      </w:r>
      <w:r w:rsidRPr="000A08A2">
        <w:t>4. pielikumu un pievieno tajos norādīto informāciju un dokumentus.</w:t>
      </w:r>
    </w:p>
    <w:p w14:paraId="42978CAA" w14:textId="7652F2C4" w:rsidR="00E1125A" w:rsidRPr="00E1125A" w:rsidRDefault="00E1125A" w:rsidP="00E1125A">
      <w:pPr>
        <w:pStyle w:val="NApunkts1"/>
        <w:numPr>
          <w:ilvl w:val="0"/>
          <w:numId w:val="0"/>
        </w:numPr>
        <w:rPr>
          <w:ins w:id="27" w:author="Ingus Valtiņš" w:date="2025-02-14T14:43:00Z" w16du:dateUtc="2025-02-14T12:43:00Z"/>
          <w:b/>
          <w:bCs/>
        </w:rPr>
      </w:pPr>
      <w:ins w:id="28" w:author="Ingus Valtiņš" w:date="2025-02-14T14:43:00Z" w16du:dateUtc="2025-02-14T12:43:00Z">
        <w:r w:rsidRPr="00E1125A">
          <w:rPr>
            <w:b/>
            <w:bCs/>
          </w:rPr>
          <w:t>XII</w:t>
        </w:r>
      </w:ins>
      <w:ins w:id="29" w:author="Ingus Valtiņš" w:date="2025-02-19T08:31:00Z" w16du:dateUtc="2025-02-19T06:31:00Z">
        <w:r w:rsidR="00A84B0C">
          <w:rPr>
            <w:b/>
            <w:bCs/>
          </w:rPr>
          <w:t>.</w:t>
        </w:r>
      </w:ins>
      <w:ins w:id="30" w:author="Ingus Valtiņš" w:date="2025-02-14T14:43:00Z" w16du:dateUtc="2025-02-14T12:43:00Z">
        <w:r w:rsidRPr="00E1125A">
          <w:rPr>
            <w:b/>
            <w:bCs/>
            <w:vertAlign w:val="superscript"/>
          </w:rPr>
          <w:t>1</w:t>
        </w:r>
        <w:r w:rsidRPr="00E1125A">
          <w:rPr>
            <w:b/>
            <w:bCs/>
          </w:rPr>
          <w:t xml:space="preserve"> Būtiskas līdzdalības iegūšana</w:t>
        </w:r>
        <w:r w:rsidRPr="00E1125A" w:rsidDel="00A55940">
          <w:rPr>
            <w:b/>
            <w:bCs/>
          </w:rPr>
          <w:t xml:space="preserve"> </w:t>
        </w:r>
        <w:r w:rsidRPr="00E1125A">
          <w:rPr>
            <w:b/>
            <w:bCs/>
          </w:rPr>
          <w:t xml:space="preserve">aktīviem piesaistītu </w:t>
        </w:r>
        <w:bookmarkStart w:id="31" w:name="_Hlk188020480"/>
        <w:r w:rsidRPr="00E1125A">
          <w:rPr>
            <w:b/>
            <w:bCs/>
          </w:rPr>
          <w:t>žetonu emitentā un kriptoaktīvu pakalpojumu sniedzējā</w:t>
        </w:r>
        <w:bookmarkEnd w:id="31"/>
      </w:ins>
    </w:p>
    <w:p w14:paraId="4AFC2A5A" w14:textId="1FD5E508" w:rsidR="00E1125A" w:rsidRPr="00027032" w:rsidRDefault="00E1125A" w:rsidP="00E1125A">
      <w:pPr>
        <w:pStyle w:val="NApunkts1"/>
        <w:rPr>
          <w:ins w:id="32" w:author="Ingus Valtiņš" w:date="2025-02-14T14:43:00Z" w16du:dateUtc="2025-02-14T12:43:00Z"/>
        </w:rPr>
      </w:pPr>
      <w:ins w:id="33" w:author="Ingus Valtiņš" w:date="2025-02-14T14:43:00Z" w16du:dateUtc="2025-02-14T12:43:00Z">
        <w:r w:rsidRPr="00027032">
          <w:lastRenderedPageBreak/>
          <w:t>Person</w:t>
        </w:r>
        <w:r>
          <w:t>as</w:t>
        </w:r>
        <w:r w:rsidRPr="00027032">
          <w:t>, kura plāno iegūt kontroli aktīviem piesaistīt</w:t>
        </w:r>
        <w:r>
          <w:t>u</w:t>
        </w:r>
        <w:r w:rsidRPr="00027032">
          <w:t xml:space="preserve"> žetonu emitentā un kriptoaktīvu pakalpojumu sniedzējā, atbilstības izvērtēšanai piemēro šo noteikumu</w:t>
        </w:r>
        <w:r>
          <w:t xml:space="preserve"> </w:t>
        </w:r>
        <w:r w:rsidRPr="00027032">
          <w:t>III, IV, V,</w:t>
        </w:r>
        <w:r>
          <w:t xml:space="preserve"> VI,</w:t>
        </w:r>
        <w:r w:rsidRPr="00027032">
          <w:t xml:space="preserve"> VII, VII</w:t>
        </w:r>
        <w:r>
          <w:t>I</w:t>
        </w:r>
        <w:r w:rsidRPr="00027032">
          <w:t>, IX, X un XI nodaļā minētās prasības.</w:t>
        </w:r>
        <w:r w:rsidRPr="00A64BB1">
          <w:t> </w:t>
        </w:r>
      </w:ins>
    </w:p>
    <w:p w14:paraId="46F19B4E" w14:textId="129EE5A3" w:rsidR="00E1125A" w:rsidRDefault="00E1125A" w:rsidP="00E1125A">
      <w:pPr>
        <w:pStyle w:val="NApunkts1"/>
        <w:rPr>
          <w:ins w:id="34" w:author="Ingus Valtiņš" w:date="2025-02-14T14:43:00Z" w16du:dateUtc="2025-02-14T12:43:00Z"/>
        </w:rPr>
      </w:pPr>
      <w:ins w:id="35" w:author="Ingus Valtiņš" w:date="2025-02-14T14:43:00Z" w16du:dateUtc="2025-02-14T12:43:00Z">
        <w:r w:rsidRPr="00D9386E">
          <w:t>Person</w:t>
        </w:r>
        <w:r>
          <w:t>as</w:t>
        </w:r>
        <w:r w:rsidRPr="00D9386E">
          <w:t xml:space="preserve">, kura plāno iegūt kontroli </w:t>
        </w:r>
        <w:r>
          <w:t>kriptoaktīvu pakalpojumu sniedzējā</w:t>
        </w:r>
        <w:r w:rsidRPr="00D9386E">
          <w:t>,</w:t>
        </w:r>
        <w:r>
          <w:t xml:space="preserve"> kurš ir saņēmis arī darbības atļauju (licenci) kā </w:t>
        </w:r>
        <w:r w:rsidRPr="002101F4">
          <w:t xml:space="preserve">Eiropas Parlamenta un Padomes 2023. gada 31. maija </w:t>
        </w:r>
        <w:r w:rsidR="00E127DF">
          <w:t>r</w:t>
        </w:r>
        <w:r w:rsidR="00E127DF" w:rsidRPr="002101F4">
          <w:t xml:space="preserve">egulas </w:t>
        </w:r>
        <w:r w:rsidRPr="002101F4">
          <w:t xml:space="preserve">(ES) 2023/1114 par kriptoaktīvu tirgiem un ar ko groza </w:t>
        </w:r>
        <w:r w:rsidR="00E127DF">
          <w:t>r</w:t>
        </w:r>
        <w:r w:rsidR="00E127DF" w:rsidRPr="002101F4">
          <w:t xml:space="preserve">egulas </w:t>
        </w:r>
        <w:r w:rsidRPr="002101F4">
          <w:t xml:space="preserve">(ES) Nr. 1093/2010 un (ES) Nr. 1095/2010 un </w:t>
        </w:r>
        <w:r w:rsidR="00E127DF">
          <w:t>d</w:t>
        </w:r>
        <w:r w:rsidR="00E127DF" w:rsidRPr="002101F4">
          <w:t>irektīvas </w:t>
        </w:r>
        <w:r w:rsidRPr="009E792B">
          <w:rPr>
            <w:rFonts w:eastAsiaTheme="majorEastAsia"/>
          </w:rPr>
          <w:t>2013/36/ES</w:t>
        </w:r>
        <w:r>
          <w:t xml:space="preserve"> </w:t>
        </w:r>
        <w:r w:rsidRPr="002101F4">
          <w:t xml:space="preserve">un (ES) 2019/1937 </w:t>
        </w:r>
        <w:r>
          <w:t>60</w:t>
        </w:r>
        <w:r w:rsidRPr="002101F4">
          <w:t>. pant</w:t>
        </w:r>
        <w:r>
          <w:t>a 2.–6. punktā minētais subjekts,</w:t>
        </w:r>
        <w:r w:rsidRPr="009E792B">
          <w:t xml:space="preserve"> </w:t>
        </w:r>
        <w:r w:rsidRPr="00D9386E">
          <w:t xml:space="preserve">atbilstības izvērtēšanai </w:t>
        </w:r>
        <w:r w:rsidRPr="009E792B">
          <w:t>piemēro</w:t>
        </w:r>
        <w:r w:rsidRPr="002101F4">
          <w:t xml:space="preserve"> </w:t>
        </w:r>
        <w:r>
          <w:t>šo noteikumu 31.–35. punktu un VIII nodaļu.</w:t>
        </w:r>
      </w:ins>
    </w:p>
    <w:p w14:paraId="3DDFECA8" w14:textId="2C9CBA09" w:rsidR="00E1125A" w:rsidRDefault="00E1125A" w:rsidP="00E1125A">
      <w:pPr>
        <w:pStyle w:val="NApunkts1"/>
        <w:rPr>
          <w:ins w:id="36" w:author="Ingus Valtiņš" w:date="2025-02-14T14:43:00Z" w16du:dateUtc="2025-02-14T12:43:00Z"/>
        </w:rPr>
      </w:pPr>
      <w:ins w:id="37" w:author="Ingus Valtiņš" w:date="2025-02-14T14:43:00Z" w16du:dateUtc="2025-02-14T12:43:00Z">
        <w:r>
          <w:t>Šo nodaļu</w:t>
        </w:r>
        <w:r w:rsidRPr="005C3C7F">
          <w:t xml:space="preserve"> </w:t>
        </w:r>
        <w:r>
          <w:t xml:space="preserve">nepiemēro aktīviem piesaistītu žetonu emitentam un kriptoaktīvu pakalpojumu sniedzējam, </w:t>
        </w:r>
        <w:r w:rsidRPr="00F81B11">
          <w:t>kurš saņēmis</w:t>
        </w:r>
        <w:r w:rsidRPr="00E73378">
          <w:t xml:space="preserve"> </w:t>
        </w:r>
        <w:r>
          <w:t xml:space="preserve">darbības </w:t>
        </w:r>
        <w:r w:rsidRPr="00E73378">
          <w:t>atļauju</w:t>
        </w:r>
        <w:r>
          <w:t xml:space="preserve"> (licenci)</w:t>
        </w:r>
        <w:r w:rsidRPr="00E73378">
          <w:t xml:space="preserve"> kā kredītiestāde</w:t>
        </w:r>
        <w:r>
          <w:t xml:space="preserve">.  </w:t>
        </w:r>
      </w:ins>
    </w:p>
    <w:p w14:paraId="03F3FF58" w14:textId="768495C4" w:rsidR="00E1125A" w:rsidRDefault="00E1125A" w:rsidP="00E1125A">
      <w:pPr>
        <w:pStyle w:val="NApunkts1"/>
        <w:rPr>
          <w:ins w:id="38" w:author="Ingus Valtiņš" w:date="2025-02-14T14:44:00Z" w16du:dateUtc="2025-02-14T12:44:00Z"/>
        </w:rPr>
      </w:pPr>
      <w:ins w:id="39" w:author="Ingus Valtiņš" w:date="2025-02-14T14:43:00Z" w16du:dateUtc="2025-02-14T12:43:00Z">
        <w:r w:rsidRPr="00D9386E">
          <w:t xml:space="preserve">Ja </w:t>
        </w:r>
        <w:r w:rsidRPr="000A08A2">
          <w:t xml:space="preserve">kontroles iegūšana </w:t>
        </w:r>
        <w:r>
          <w:t>aktīviem piesaistītu žetonu emitentā un kriptoaktīvu pakalpojumu sniedzējā</w:t>
        </w:r>
        <w:r w:rsidRPr="000A08A2">
          <w:t xml:space="preserve"> tiek īstenota personu saskaņotas rīcības rezultātā, saskaņotas rīcības noteikšanai piemēro šo </w:t>
        </w:r>
        <w:r w:rsidRPr="00027032">
          <w:t>noteikumu 3., 4., 5., 6., 7. un 8. punktu.</w:t>
        </w:r>
      </w:ins>
    </w:p>
    <w:p w14:paraId="1EA51FFB" w14:textId="125E45BC" w:rsidR="00D378AB" w:rsidRPr="00B14C6E" w:rsidRDefault="00726DBC" w:rsidP="00635750">
      <w:pPr>
        <w:pStyle w:val="NApunkts1"/>
        <w:numPr>
          <w:ilvl w:val="0"/>
          <w:numId w:val="0"/>
        </w:numPr>
      </w:pPr>
      <w:r w:rsidRPr="00B14C6E">
        <w:rPr>
          <w:b/>
          <w:bCs/>
        </w:rPr>
        <w:t>XIII</w:t>
      </w:r>
      <w:r w:rsidR="00C86D90" w:rsidRPr="00B14C6E">
        <w:rPr>
          <w:b/>
          <w:bCs/>
        </w:rPr>
        <w:t>.</w:t>
      </w:r>
      <w:r w:rsidRPr="00B14C6E">
        <w:t xml:space="preserve"> </w:t>
      </w:r>
      <w:r w:rsidRPr="00280783">
        <w:rPr>
          <w:b/>
          <w:bCs/>
        </w:rPr>
        <w:t>Noslēguma jautājums</w:t>
      </w:r>
    </w:p>
    <w:p w14:paraId="4573022C" w14:textId="4BA09631" w:rsidR="00840034" w:rsidRPr="00E1125A" w:rsidDel="00E1125A" w:rsidRDefault="00C12631" w:rsidP="00C12631">
      <w:pPr>
        <w:pStyle w:val="NApunkts1"/>
        <w:rPr>
          <w:del w:id="40" w:author="Ingus Valtiņš" w:date="2025-02-14T14:46:00Z" w16du:dateUtc="2025-02-14T12:46:00Z"/>
        </w:rPr>
      </w:pPr>
      <w:ins w:id="41" w:author="Ingus Valtiņš" w:date="2025-02-14T14:51:00Z" w16du:dateUtc="2025-02-14T12:51:00Z">
        <w:r>
          <w:t xml:space="preserve">68. </w:t>
        </w:r>
      </w:ins>
      <w:r w:rsidR="00840034">
        <w:t xml:space="preserve">Atzīt par spēku zaudējušiem </w:t>
      </w:r>
      <w:bookmarkStart w:id="42" w:name="_Hlk131585922"/>
      <w:r w:rsidR="00726DBC">
        <w:t>Finanšu un kapitāl</w:t>
      </w:r>
      <w:r w:rsidR="0090554F">
        <w:t>a</w:t>
      </w:r>
      <w:r w:rsidR="00726DBC">
        <w:t xml:space="preserve"> tirgus k</w:t>
      </w:r>
      <w:r w:rsidR="00726DBC" w:rsidRPr="001466F9">
        <w:t>omisijas 20</w:t>
      </w:r>
      <w:r w:rsidR="00726DBC">
        <w:t>20</w:t>
      </w:r>
      <w:r w:rsidR="00726DBC" w:rsidRPr="001466F9">
        <w:t>.</w:t>
      </w:r>
      <w:r w:rsidR="00433039">
        <w:t> </w:t>
      </w:r>
      <w:r w:rsidR="00726DBC" w:rsidRPr="001466F9">
        <w:t xml:space="preserve">gada </w:t>
      </w:r>
      <w:r w:rsidR="00726DBC">
        <w:t>14</w:t>
      </w:r>
      <w:r w:rsidR="00726DBC" w:rsidRPr="001466F9">
        <w:t>.</w:t>
      </w:r>
      <w:r w:rsidR="00433039">
        <w:t> </w:t>
      </w:r>
      <w:r w:rsidR="00726DBC">
        <w:t>jūlija</w:t>
      </w:r>
      <w:r w:rsidR="00726DBC" w:rsidRPr="001466F9">
        <w:t xml:space="preserve"> </w:t>
      </w:r>
      <w:r w:rsidR="0090554F">
        <w:t xml:space="preserve">normatīvos </w:t>
      </w:r>
      <w:r w:rsidR="00726DBC" w:rsidRPr="001466F9">
        <w:t>noteikum</w:t>
      </w:r>
      <w:r w:rsidR="00726DBC">
        <w:t>us</w:t>
      </w:r>
      <w:r w:rsidR="00726DBC" w:rsidRPr="001466F9">
        <w:t xml:space="preserve"> Nr. 92 "Paziņojumam par būtiskas līdzdalības iegūšanu vai palielināšanu pievienojamās informācijas saraksts un </w:t>
      </w:r>
      <w:r w:rsidR="00726DBC" w:rsidRPr="00C12631">
        <w:rPr>
          <w:bCs/>
        </w:rPr>
        <w:t>paziņojuma izskatīšanas galvenie principi un kārtība''</w:t>
      </w:r>
      <w:r w:rsidR="0090554F" w:rsidRPr="00C12631">
        <w:rPr>
          <w:bCs/>
        </w:rPr>
        <w:t xml:space="preserve"> </w:t>
      </w:r>
      <w:bookmarkEnd w:id="42"/>
      <w:r w:rsidR="0090554F" w:rsidRPr="00C12631">
        <w:rPr>
          <w:bCs/>
        </w:rPr>
        <w:t>(Latvijas Vēstnesis, 2020, Nr. 139</w:t>
      </w:r>
      <w:r w:rsidR="00A43DAE" w:rsidRPr="00C12631">
        <w:rPr>
          <w:bCs/>
        </w:rPr>
        <w:t>;</w:t>
      </w:r>
      <w:r w:rsidR="0090554F" w:rsidRPr="00C12631">
        <w:rPr>
          <w:bCs/>
        </w:rPr>
        <w:t xml:space="preserve"> 2022, Nr. 126)</w:t>
      </w:r>
      <w:r w:rsidR="00726DBC" w:rsidRPr="00C12631">
        <w:rPr>
          <w:bCs/>
        </w:rPr>
        <w:t>.</w:t>
      </w:r>
    </w:p>
    <w:p w14:paraId="3D8B0CE3" w14:textId="77777777" w:rsidR="00E1125A" w:rsidRPr="00E1125A" w:rsidRDefault="00E1125A" w:rsidP="00E1125A">
      <w:pPr>
        <w:pStyle w:val="NApunkts1"/>
        <w:numPr>
          <w:ilvl w:val="0"/>
          <w:numId w:val="0"/>
        </w:numPr>
        <w:rPr>
          <w:ins w:id="43" w:author="Ingus Valtiņš" w:date="2025-02-14T14:46:00Z" w16du:dateUtc="2025-02-14T12:46:00Z"/>
          <w:b/>
          <w:bCs/>
        </w:rPr>
      </w:pPr>
      <w:ins w:id="44" w:author="Ingus Valtiņš" w:date="2025-02-14T14:46:00Z" w16du:dateUtc="2025-02-14T12:46:00Z">
        <w:r w:rsidRPr="00E1125A">
          <w:rPr>
            <w:b/>
            <w:bCs/>
          </w:rPr>
          <w:t>Informatīva atsauce uz Eiropas Savienības tiesību normām</w:t>
        </w:r>
        <w:bookmarkStart w:id="45" w:name="es-743125"/>
        <w:bookmarkStart w:id="46" w:name="p2016"/>
        <w:bookmarkStart w:id="47" w:name="p-743126"/>
        <w:bookmarkEnd w:id="45"/>
        <w:bookmarkEnd w:id="46"/>
        <w:bookmarkEnd w:id="47"/>
      </w:ins>
    </w:p>
    <w:p w14:paraId="1A7A3609" w14:textId="77777777" w:rsidR="00E1125A" w:rsidRDefault="00E1125A" w:rsidP="00C12631">
      <w:pPr>
        <w:pStyle w:val="NApunkts1"/>
        <w:numPr>
          <w:ilvl w:val="0"/>
          <w:numId w:val="0"/>
        </w:numPr>
        <w:rPr>
          <w:ins w:id="48" w:author="Ingus Valtiņš" w:date="2025-02-14T14:46:00Z" w16du:dateUtc="2025-02-14T12:46:00Z"/>
        </w:rPr>
      </w:pPr>
      <w:ins w:id="49" w:author="Ingus Valtiņš" w:date="2025-02-14T14:46:00Z" w16du:dateUtc="2025-02-14T12:46:00Z">
        <w:r w:rsidRPr="00AA2F9D">
          <w:t>Noteikumos iekļautas tiesību normas, kas izriet no</w:t>
        </w:r>
        <w:r>
          <w:t>:</w:t>
        </w:r>
      </w:ins>
    </w:p>
    <w:p w14:paraId="7D802946" w14:textId="151CBC22" w:rsidR="00C12631" w:rsidRDefault="00E1125A" w:rsidP="00C12631">
      <w:pPr>
        <w:pStyle w:val="NApunkts1"/>
        <w:numPr>
          <w:ilvl w:val="0"/>
          <w:numId w:val="0"/>
        </w:numPr>
        <w:rPr>
          <w:ins w:id="50" w:author="Ingus Valtiņš" w:date="2025-02-14T14:49:00Z" w16du:dateUtc="2025-02-14T12:49:00Z"/>
        </w:rPr>
      </w:pPr>
      <w:ins w:id="51" w:author="Ingus Valtiņš" w:date="2025-02-14T14:46:00Z" w16du:dateUtc="2025-02-14T12:46:00Z">
        <w:r>
          <w:t xml:space="preserve">1. </w:t>
        </w:r>
        <w:r w:rsidRPr="00AA2F9D">
          <w:t xml:space="preserve"> Eiropas Banku iestādes, Eiropas Apdrošināšanas un aroda pensiju iestādes un Eiropas Vērtspapīru un tirgu iestādes kopīgajām pamatnostādnēm JC/GL/2016/01 "Kopīgās pamatnostādnes, veicot piesardzīgu novērtējumu par būtiskas līdzdalības iegūšanu un palielināšanu finanšu nozarē"</w:t>
        </w:r>
        <w:r>
          <w:t>;</w:t>
        </w:r>
      </w:ins>
    </w:p>
    <w:p w14:paraId="5A298F0C" w14:textId="47CB113A" w:rsidR="00E1125A" w:rsidRPr="00CE5C02" w:rsidRDefault="00E1125A" w:rsidP="00C12631">
      <w:pPr>
        <w:pStyle w:val="NApunkts1"/>
        <w:numPr>
          <w:ilvl w:val="0"/>
          <w:numId w:val="0"/>
        </w:numPr>
      </w:pPr>
      <w:ins w:id="52" w:author="Ingus Valtiņš" w:date="2025-02-14T14:46:00Z" w16du:dateUtc="2025-02-14T12:46:00Z">
        <w:r>
          <w:t xml:space="preserve">2. </w:t>
        </w:r>
        <w:r w:rsidRPr="00AA2F9D">
          <w:t>Eiropas Banku iestādes un Eiropas Vērtspapīru un tirgu iestādes kopīgajām pamatnostādnēm EBA/GL/2024/09</w:t>
        </w:r>
        <w:r>
          <w:t xml:space="preserve">, </w:t>
        </w:r>
        <w:r w:rsidRPr="00AA2F9D">
          <w:t>ESMA75-453128700-10 "</w:t>
        </w:r>
        <w:r>
          <w:t>K</w:t>
        </w:r>
        <w:r w:rsidRPr="00AA2F9D">
          <w:t>opīgās pamatnostādnes</w:t>
        </w:r>
        <w:r>
          <w:t xml:space="preserve"> </w:t>
        </w:r>
        <w:r w:rsidRPr="008921DF">
          <w:t>par tādu tiešo vai netiešo akcionāru</w:t>
        </w:r>
        <w:r>
          <w:t xml:space="preserve"> vai vadības struktūras locekļu</w:t>
        </w:r>
        <w:r w:rsidRPr="008921DF">
          <w:t xml:space="preserve"> piemērotības novērtēšanu, kuriem ir būtiska līdzdalība aktīviem piesaistītu žetonu emitentā un kriptoaktīvu pakalpojumu sniedzējā</w:t>
        </w:r>
      </w:ins>
      <w:ins w:id="53" w:author="Ingus Valtiņš" w:date="2025-02-19T08:30:00Z" w16du:dateUtc="2025-02-19T06:30:00Z">
        <w:r w:rsidR="00A84B0C">
          <w:t>"</w:t>
        </w:r>
      </w:ins>
      <w:ins w:id="54" w:author="Ingus Valtiņš" w:date="2025-02-14T14:46:00Z" w16du:dateUtc="2025-02-14T12:46:00Z">
        <w:r>
          <w:t>.</w:t>
        </w:r>
      </w:ins>
    </w:p>
    <w:p w14:paraId="40170E51"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68DE144" w14:textId="77777777" w:rsidTr="00811BE5">
        <w:tc>
          <w:tcPr>
            <w:tcW w:w="4928" w:type="dxa"/>
            <w:vAlign w:val="bottom"/>
          </w:tcPr>
          <w:p w14:paraId="4F8D1344" w14:textId="122952A9" w:rsidR="00966987" w:rsidRDefault="00000000" w:rsidP="00FA055C">
            <w:pPr>
              <w:pStyle w:val="NoSpacing"/>
              <w:ind w:left="-107"/>
              <w:rPr>
                <w:rFonts w:cs="Times New Roman"/>
              </w:rPr>
            </w:pPr>
            <w:sdt>
              <w:sdtPr>
                <w:rPr>
                  <w:rFonts w:cs="Times New Roman"/>
                </w:rPr>
                <w:alias w:val="Amats"/>
                <w:tag w:val="Amats"/>
                <w:id w:val="45201534"/>
                <w:lock w:val="sdtLocked"/>
                <w:placeholder>
                  <w:docPart w:val="8B369610600B471C8920E18736215A7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EC015A">
                  <w:rPr>
                    <w:rFonts w:cs="Times New Roman"/>
                  </w:rPr>
                  <w:t>Latvijas Bankas prezidents</w:t>
                </w:r>
              </w:sdtContent>
            </w:sdt>
          </w:p>
        </w:tc>
        <w:sdt>
          <w:sdtPr>
            <w:rPr>
              <w:rFonts w:cs="Times New Roman"/>
            </w:rPr>
            <w:alias w:val="V. Uzvārds"/>
            <w:tag w:val="V. Uzvārds"/>
            <w:id w:val="46411162"/>
            <w:lock w:val="sdtLocked"/>
            <w:placeholder>
              <w:docPart w:val="8D169BB814334B7DA2E72B65321AAE0D"/>
            </w:placeholder>
          </w:sdtPr>
          <w:sdtContent>
            <w:tc>
              <w:tcPr>
                <w:tcW w:w="3792" w:type="dxa"/>
                <w:vAlign w:val="bottom"/>
              </w:tcPr>
              <w:p w14:paraId="7228E95F" w14:textId="40E5A028" w:rsidR="00966987" w:rsidRDefault="0090554F" w:rsidP="00C523D5">
                <w:pPr>
                  <w:pStyle w:val="NoSpacing"/>
                  <w:ind w:right="-111"/>
                  <w:jc w:val="right"/>
                  <w:rPr>
                    <w:rFonts w:cs="Times New Roman"/>
                  </w:rPr>
                </w:pPr>
                <w:r>
                  <w:rPr>
                    <w:rFonts w:cs="Times New Roman"/>
                  </w:rPr>
                  <w:t>M. Kazāks</w:t>
                </w:r>
              </w:p>
            </w:tc>
          </w:sdtContent>
        </w:sdt>
      </w:tr>
    </w:tbl>
    <w:p w14:paraId="2C07BC01" w14:textId="77777777" w:rsidR="006D395C" w:rsidRDefault="006D395C" w:rsidP="00E36793">
      <w:pPr>
        <w:rPr>
          <w:rFonts w:cs="Times New Roman"/>
          <w:szCs w:val="24"/>
        </w:rPr>
      </w:pPr>
    </w:p>
    <w:p w14:paraId="3FC44516" w14:textId="77777777" w:rsidR="006D395C" w:rsidRDefault="006D395C">
      <w:pPr>
        <w:rPr>
          <w:rFonts w:cs="Times New Roman"/>
          <w:szCs w:val="24"/>
        </w:rPr>
      </w:pPr>
      <w:r>
        <w:rPr>
          <w:rFonts w:cs="Times New Roman"/>
          <w:szCs w:val="24"/>
        </w:rPr>
        <w:br w:type="page"/>
      </w:r>
    </w:p>
    <w:p w14:paraId="679B24D9" w14:textId="77777777" w:rsidR="006D395C" w:rsidRPr="004F29B1" w:rsidRDefault="006D395C" w:rsidP="006D395C">
      <w:pPr>
        <w:pStyle w:val="NApielikums"/>
      </w:pPr>
      <w:r w:rsidRPr="004F29B1">
        <w:lastRenderedPageBreak/>
        <w:t>1. pielikums</w:t>
      </w:r>
    </w:p>
    <w:p w14:paraId="45E17A17" w14:textId="51EEEE7A" w:rsidR="006D395C" w:rsidRPr="00E2086E" w:rsidRDefault="00000000" w:rsidP="006D395C">
      <w:pPr>
        <w:pStyle w:val="NApielikums"/>
      </w:pPr>
      <w:sdt>
        <w:sdtPr>
          <w:id w:val="32932755"/>
          <w:placeholder>
            <w:docPart w:val="7C5DDC3D85B941F98CEC693B92FD1879"/>
          </w:placeholder>
          <w:showingPlcHdr/>
        </w:sdtPr>
        <w:sdtContent>
          <w:r w:rsidR="00937AA2">
            <w:t xml:space="preserve">Latvijas Bankas </w:t>
          </w:r>
        </w:sdtContent>
      </w:sdt>
      <w:sdt>
        <w:sdtPr>
          <w:id w:val="25448168"/>
          <w:placeholder>
            <w:docPart w:val="3B4BAECFF6C74C31BF3250E444C4136B"/>
          </w:placeholder>
        </w:sdtPr>
        <w:sdtContent>
          <w:r w:rsidR="00685242">
            <w:t>2023. gada 22. maija</w:t>
          </w:r>
        </w:sdtContent>
      </w:sdt>
    </w:p>
    <w:p w14:paraId="7615955A" w14:textId="020A0638" w:rsidR="006D395C" w:rsidRPr="004F29B1" w:rsidRDefault="00000000" w:rsidP="006D395C">
      <w:pPr>
        <w:pStyle w:val="NApielikums"/>
      </w:pPr>
      <w:sdt>
        <w:sdtPr>
          <w:id w:val="32932782"/>
          <w:placeholder>
            <w:docPart w:val="CBD4990F525A4F699266A5441D865379"/>
          </w:placeholder>
          <w:showingPlcHdr/>
        </w:sdtPr>
        <w:sdtContent>
          <w:r w:rsidR="00937AA2">
            <w:t xml:space="preserve">noteikumiem </w:t>
          </w:r>
        </w:sdtContent>
      </w:sdt>
      <w:sdt>
        <w:sdtPr>
          <w:id w:val="25448110"/>
          <w:placeholder>
            <w:docPart w:val="792A5A6EEE4D46CA82E26E8E31E00C44"/>
          </w:placeholder>
          <w:showingPlcHdr/>
        </w:sdtPr>
        <w:sdtContent>
          <w:r w:rsidR="006D395C">
            <w:t>Nr.</w:t>
          </w:r>
          <w:r w:rsidR="007F4A16">
            <w:t xml:space="preserve"> </w:t>
          </w:r>
        </w:sdtContent>
      </w:sdt>
      <w:sdt>
        <w:sdtPr>
          <w:id w:val="25448136"/>
          <w:placeholder>
            <w:docPart w:val="BEA465774CE7434A9AC0B0B67D448706"/>
          </w:placeholder>
        </w:sdtPr>
        <w:sdtContent>
          <w:r w:rsidR="00685242">
            <w:t>241</w:t>
          </w:r>
        </w:sdtContent>
      </w:sdt>
    </w:p>
    <w:sdt>
      <w:sdtPr>
        <w:rPr>
          <w:rFonts w:cs="Times New Roman"/>
          <w:b/>
          <w:color w:val="000000" w:themeColor="text1"/>
          <w:szCs w:val="24"/>
        </w:rPr>
        <w:id w:val="32932563"/>
        <w:placeholder>
          <w:docPart w:val="CD4CDB3E0FFF48C795ABBCB13BA90969"/>
        </w:placeholder>
      </w:sdtPr>
      <w:sdtContent>
        <w:p w14:paraId="088D70FC" w14:textId="77777777" w:rsidR="00693F0E" w:rsidRDefault="00693F0E" w:rsidP="00BD4A18">
          <w:pPr>
            <w:ind w:left="288" w:right="605"/>
            <w:jc w:val="center"/>
            <w:rPr>
              <w:rFonts w:cs="Times New Roman"/>
              <w:b/>
              <w:color w:val="000000" w:themeColor="text1"/>
              <w:szCs w:val="24"/>
            </w:rPr>
          </w:pPr>
        </w:p>
        <w:p w14:paraId="57E49D5E" w14:textId="1CEE99C2" w:rsidR="00BD4A18" w:rsidRPr="00DB3F17" w:rsidRDefault="00BD4A18" w:rsidP="00BD4A18">
          <w:pPr>
            <w:ind w:left="288" w:right="605"/>
            <w:jc w:val="center"/>
            <w:rPr>
              <w:b/>
              <w:bCs/>
              <w:position w:val="-6"/>
              <w:szCs w:val="24"/>
            </w:rPr>
          </w:pPr>
          <w:r w:rsidRPr="00DB3F17">
            <w:rPr>
              <w:b/>
              <w:bCs/>
              <w:position w:val="-6"/>
              <w:szCs w:val="24"/>
            </w:rPr>
            <w:t xml:space="preserve">Paziņojums </w:t>
          </w:r>
        </w:p>
        <w:p w14:paraId="350F8519" w14:textId="7E9D686A" w:rsidR="006D395C" w:rsidRPr="00DB3F17" w:rsidRDefault="00BD4A18" w:rsidP="00BD4A18">
          <w:pPr>
            <w:ind w:left="288" w:right="605"/>
            <w:jc w:val="center"/>
            <w:rPr>
              <w:rFonts w:cs="Times New Roman"/>
              <w:b/>
              <w:color w:val="000000" w:themeColor="text1"/>
              <w:szCs w:val="24"/>
            </w:rPr>
          </w:pPr>
          <w:r w:rsidRPr="00DB3F17">
            <w:rPr>
              <w:b/>
              <w:bCs/>
              <w:szCs w:val="24"/>
            </w:rPr>
            <w:t>par būtiskas līdzdalības iegūšanu vai palielināšanu finanšu institūcijā</w:t>
          </w:r>
        </w:p>
      </w:sdtContent>
    </w:sdt>
    <w:p w14:paraId="508D2F0D" w14:textId="77777777" w:rsidR="0033102C" w:rsidRPr="00DB3F17" w:rsidRDefault="0033102C" w:rsidP="0051436C">
      <w:pPr>
        <w:ind w:left="720" w:hanging="720"/>
        <w:rPr>
          <w:szCs w:val="24"/>
        </w:rPr>
      </w:pPr>
    </w:p>
    <w:p w14:paraId="1035A81D" w14:textId="732D539A" w:rsidR="00BD4A18" w:rsidRPr="00DB3F17" w:rsidRDefault="00BD4A18" w:rsidP="0051436C">
      <w:pPr>
        <w:ind w:left="720" w:hanging="720"/>
        <w:rPr>
          <w:szCs w:val="24"/>
        </w:rPr>
      </w:pPr>
      <w:r w:rsidRPr="00DB3F17">
        <w:rPr>
          <w:szCs w:val="24"/>
        </w:rPr>
        <w:t xml:space="preserve">1. Informācija par </w:t>
      </w:r>
      <w:r w:rsidR="0033102C" w:rsidRPr="00DB3F17">
        <w:rPr>
          <w:szCs w:val="24"/>
        </w:rPr>
        <w:t xml:space="preserve">paziņojuma </w:t>
      </w:r>
      <w:r w:rsidRPr="00DB3F17">
        <w:rPr>
          <w:szCs w:val="24"/>
        </w:rPr>
        <w:t>kontaktpersonu</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BD4A18" w:rsidRPr="00325A9F" w14:paraId="675207EA" w14:textId="77777777" w:rsidTr="00B31D0B">
        <w:trPr>
          <w:trHeight w:val="1833"/>
        </w:trPr>
        <w:tc>
          <w:tcPr>
            <w:tcW w:w="8647" w:type="dxa"/>
          </w:tcPr>
          <w:p w14:paraId="1FE1AA9B" w14:textId="77777777" w:rsidR="0084587F" w:rsidRDefault="0084587F" w:rsidP="0051436C">
            <w:pPr>
              <w:jc w:val="both"/>
              <w:rPr>
                <w:szCs w:val="24"/>
              </w:rPr>
            </w:pPr>
          </w:p>
          <w:p w14:paraId="384B8272" w14:textId="33535B48" w:rsidR="00BD4A18" w:rsidRPr="00DB3F17" w:rsidRDefault="00BD4A18" w:rsidP="0051436C">
            <w:pPr>
              <w:jc w:val="both"/>
              <w:rPr>
                <w:szCs w:val="24"/>
              </w:rPr>
            </w:pPr>
            <w:r w:rsidRPr="00DB3F17">
              <w:rPr>
                <w:szCs w:val="24"/>
              </w:rPr>
              <w:t>Vārds, uzvārds:</w:t>
            </w:r>
          </w:p>
          <w:p w14:paraId="332D6FB3" w14:textId="77777777" w:rsidR="00637DC3" w:rsidRDefault="00637DC3" w:rsidP="0051436C">
            <w:pPr>
              <w:jc w:val="both"/>
              <w:rPr>
                <w:szCs w:val="24"/>
              </w:rPr>
            </w:pPr>
          </w:p>
          <w:p w14:paraId="43D82AFA" w14:textId="03A384E1" w:rsidR="00BD4A18" w:rsidRPr="00DB3F17" w:rsidRDefault="00BD4A18" w:rsidP="0051436C">
            <w:pPr>
              <w:jc w:val="both"/>
              <w:rPr>
                <w:szCs w:val="24"/>
              </w:rPr>
            </w:pPr>
            <w:r w:rsidRPr="00DB3F17">
              <w:rPr>
                <w:szCs w:val="24"/>
              </w:rPr>
              <w:t>Amats:</w:t>
            </w:r>
          </w:p>
          <w:p w14:paraId="654BEA00" w14:textId="77777777" w:rsidR="00637DC3" w:rsidRDefault="00637DC3" w:rsidP="0051436C">
            <w:pPr>
              <w:jc w:val="both"/>
              <w:rPr>
                <w:szCs w:val="24"/>
              </w:rPr>
            </w:pPr>
          </w:p>
          <w:p w14:paraId="56F5914F" w14:textId="7122F633" w:rsidR="00BD4A18" w:rsidRPr="00DB3F17" w:rsidRDefault="00BD4A18" w:rsidP="0051436C">
            <w:pPr>
              <w:jc w:val="both"/>
              <w:rPr>
                <w:szCs w:val="24"/>
              </w:rPr>
            </w:pPr>
            <w:r w:rsidRPr="00DB3F17">
              <w:rPr>
                <w:szCs w:val="24"/>
              </w:rPr>
              <w:t>Komercsabiedrības nosaukums:</w:t>
            </w:r>
          </w:p>
          <w:p w14:paraId="064A20A7" w14:textId="77777777" w:rsidR="00637DC3" w:rsidRDefault="00637DC3" w:rsidP="0051436C">
            <w:pPr>
              <w:ind w:right="-111"/>
              <w:jc w:val="both"/>
              <w:rPr>
                <w:szCs w:val="24"/>
              </w:rPr>
            </w:pPr>
          </w:p>
          <w:p w14:paraId="25D47165" w14:textId="2C5CFC5C" w:rsidR="00BD4A18" w:rsidRPr="00DB3F17" w:rsidRDefault="00BD4A18" w:rsidP="0051436C">
            <w:pPr>
              <w:ind w:right="-111"/>
              <w:jc w:val="both"/>
              <w:rPr>
                <w:szCs w:val="24"/>
              </w:rPr>
            </w:pPr>
            <w:r w:rsidRPr="00DB3F17">
              <w:rPr>
                <w:szCs w:val="24"/>
              </w:rPr>
              <w:t>Adrese:</w:t>
            </w:r>
          </w:p>
          <w:p w14:paraId="1D5276CD" w14:textId="77777777" w:rsidR="00637DC3" w:rsidRDefault="00637DC3" w:rsidP="0051436C">
            <w:pPr>
              <w:jc w:val="both"/>
              <w:rPr>
                <w:szCs w:val="24"/>
              </w:rPr>
            </w:pPr>
          </w:p>
          <w:p w14:paraId="620F0688" w14:textId="64D3683A" w:rsidR="00BD4A18" w:rsidRPr="00DB3F17" w:rsidRDefault="00BD4A18" w:rsidP="0051436C">
            <w:pPr>
              <w:jc w:val="both"/>
              <w:rPr>
                <w:szCs w:val="24"/>
              </w:rPr>
            </w:pPr>
            <w:r w:rsidRPr="00DB3F17">
              <w:rPr>
                <w:szCs w:val="24"/>
              </w:rPr>
              <w:t>E-pasta adrese:</w:t>
            </w:r>
          </w:p>
          <w:p w14:paraId="6144CC71" w14:textId="77777777" w:rsidR="00637DC3" w:rsidRDefault="00637DC3" w:rsidP="0051436C">
            <w:pPr>
              <w:jc w:val="both"/>
              <w:rPr>
                <w:szCs w:val="24"/>
              </w:rPr>
            </w:pPr>
          </w:p>
          <w:p w14:paraId="757A7D40" w14:textId="7FA4685E" w:rsidR="00BD4A18" w:rsidRPr="00DB3F17" w:rsidRDefault="00BD4A18" w:rsidP="0051436C">
            <w:pPr>
              <w:jc w:val="both"/>
              <w:rPr>
                <w:szCs w:val="24"/>
              </w:rPr>
            </w:pPr>
            <w:r w:rsidRPr="00DB3F17">
              <w:rPr>
                <w:szCs w:val="24"/>
              </w:rPr>
              <w:t>Tālruņa numurs:</w:t>
            </w:r>
          </w:p>
          <w:p w14:paraId="4078B7AB" w14:textId="77777777" w:rsidR="00637DC3" w:rsidRDefault="00637DC3" w:rsidP="0051436C">
            <w:pPr>
              <w:jc w:val="both"/>
              <w:rPr>
                <w:szCs w:val="24"/>
              </w:rPr>
            </w:pPr>
          </w:p>
          <w:p w14:paraId="771AFAFB" w14:textId="77777777" w:rsidR="00BD4A18" w:rsidRDefault="00BD4A18" w:rsidP="0051436C">
            <w:pPr>
              <w:jc w:val="both"/>
              <w:rPr>
                <w:szCs w:val="24"/>
              </w:rPr>
            </w:pPr>
            <w:r w:rsidRPr="00DB3F17">
              <w:rPr>
                <w:szCs w:val="24"/>
              </w:rPr>
              <w:t>Mobilā tālruņa numurs:</w:t>
            </w:r>
          </w:p>
          <w:p w14:paraId="37162339" w14:textId="722B02E5" w:rsidR="00637DC3" w:rsidRPr="004912DC" w:rsidRDefault="00637DC3" w:rsidP="0051436C">
            <w:pPr>
              <w:jc w:val="both"/>
              <w:rPr>
                <w:b/>
                <w:sz w:val="22"/>
              </w:rPr>
            </w:pPr>
          </w:p>
        </w:tc>
      </w:tr>
    </w:tbl>
    <w:p w14:paraId="51067D6A" w14:textId="77777777" w:rsidR="00BD4A18" w:rsidRPr="00325A9F" w:rsidRDefault="00BD4A18" w:rsidP="0051436C">
      <w:pPr>
        <w:rPr>
          <w:sz w:val="22"/>
        </w:rPr>
      </w:pPr>
    </w:p>
    <w:p w14:paraId="01062A72" w14:textId="23145D36" w:rsidR="00BD4A18" w:rsidRPr="00DB3F17" w:rsidRDefault="00BD4A18" w:rsidP="00B31D0B">
      <w:pPr>
        <w:ind w:right="-1"/>
        <w:rPr>
          <w:bCs/>
          <w:szCs w:val="24"/>
        </w:rPr>
      </w:pPr>
      <w:r w:rsidRPr="00DB3F17">
        <w:rPr>
          <w:szCs w:val="24"/>
        </w:rPr>
        <w:t>2. Informācija par finanšu institūciju, kurā plāno iegūt vai palielināt būtisku līdzdalību</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BD4A18" w:rsidRPr="00325A9F" w14:paraId="79951A61" w14:textId="77777777" w:rsidTr="00B31D0B">
        <w:trPr>
          <w:trHeight w:val="1833"/>
        </w:trPr>
        <w:tc>
          <w:tcPr>
            <w:tcW w:w="8647" w:type="dxa"/>
          </w:tcPr>
          <w:p w14:paraId="47A30656" w14:textId="77777777" w:rsidR="0084587F" w:rsidRDefault="0084587F" w:rsidP="0051436C">
            <w:pPr>
              <w:jc w:val="both"/>
              <w:rPr>
                <w:szCs w:val="24"/>
              </w:rPr>
            </w:pPr>
          </w:p>
          <w:p w14:paraId="7D19D796" w14:textId="2F5AC0CB" w:rsidR="00BD4A18" w:rsidRPr="00DB3F17" w:rsidRDefault="00BD4A18" w:rsidP="0051436C">
            <w:pPr>
              <w:jc w:val="both"/>
              <w:rPr>
                <w:szCs w:val="24"/>
              </w:rPr>
            </w:pPr>
            <w:r w:rsidRPr="00DB3F17">
              <w:rPr>
                <w:szCs w:val="24"/>
              </w:rPr>
              <w:t>Finanšu institūcijas nosaukums:</w:t>
            </w:r>
          </w:p>
          <w:p w14:paraId="09A7DFFC" w14:textId="77777777" w:rsidR="00637DC3" w:rsidRDefault="00637DC3" w:rsidP="0051436C">
            <w:pPr>
              <w:jc w:val="both"/>
              <w:rPr>
                <w:szCs w:val="24"/>
              </w:rPr>
            </w:pPr>
          </w:p>
          <w:p w14:paraId="63709CA9" w14:textId="6FC23CEA" w:rsidR="00BD4A18" w:rsidRPr="00DB3F17" w:rsidRDefault="00BD4A18" w:rsidP="0051436C">
            <w:pPr>
              <w:jc w:val="both"/>
              <w:rPr>
                <w:szCs w:val="24"/>
              </w:rPr>
            </w:pPr>
            <w:r w:rsidRPr="00DB3F17">
              <w:rPr>
                <w:szCs w:val="24"/>
              </w:rPr>
              <w:t>Adrese:</w:t>
            </w:r>
          </w:p>
          <w:p w14:paraId="6269683A" w14:textId="77777777" w:rsidR="00637DC3" w:rsidRDefault="00637DC3" w:rsidP="0051436C">
            <w:pPr>
              <w:jc w:val="both"/>
              <w:rPr>
                <w:szCs w:val="24"/>
              </w:rPr>
            </w:pPr>
          </w:p>
          <w:p w14:paraId="7236F34E" w14:textId="08488D82" w:rsidR="00BD4A18" w:rsidRPr="00DB3F17" w:rsidRDefault="00BD4A18" w:rsidP="0051436C">
            <w:pPr>
              <w:jc w:val="both"/>
              <w:rPr>
                <w:szCs w:val="24"/>
              </w:rPr>
            </w:pPr>
            <w:r w:rsidRPr="00DB3F17">
              <w:rPr>
                <w:szCs w:val="24"/>
              </w:rPr>
              <w:t>E-pasta adrese:</w:t>
            </w:r>
          </w:p>
          <w:p w14:paraId="535FC270" w14:textId="77777777" w:rsidR="00637DC3" w:rsidRDefault="00637DC3" w:rsidP="0051436C">
            <w:pPr>
              <w:jc w:val="both"/>
              <w:rPr>
                <w:szCs w:val="24"/>
              </w:rPr>
            </w:pPr>
          </w:p>
          <w:p w14:paraId="4120F777" w14:textId="00D05529" w:rsidR="00BD4A18" w:rsidRPr="00DB3F17" w:rsidRDefault="00BD4A18" w:rsidP="0051436C">
            <w:pPr>
              <w:jc w:val="both"/>
              <w:rPr>
                <w:szCs w:val="24"/>
              </w:rPr>
            </w:pPr>
            <w:r w:rsidRPr="00DB3F17">
              <w:rPr>
                <w:szCs w:val="24"/>
              </w:rPr>
              <w:t>Tālruņa numurs:</w:t>
            </w:r>
          </w:p>
          <w:p w14:paraId="2B6F6EA3" w14:textId="77777777" w:rsidR="00637DC3" w:rsidRDefault="00637DC3" w:rsidP="0051436C">
            <w:pPr>
              <w:jc w:val="both"/>
              <w:rPr>
                <w:szCs w:val="24"/>
              </w:rPr>
            </w:pPr>
          </w:p>
          <w:p w14:paraId="432D2014" w14:textId="61058295" w:rsidR="00BD4A18" w:rsidRPr="00DB3F17" w:rsidRDefault="00BD4A18" w:rsidP="0051436C">
            <w:pPr>
              <w:jc w:val="both"/>
              <w:rPr>
                <w:szCs w:val="24"/>
              </w:rPr>
            </w:pPr>
            <w:r w:rsidRPr="00DB3F17">
              <w:rPr>
                <w:szCs w:val="24"/>
              </w:rPr>
              <w:t xml:space="preserve">Identifikācijas kods (LEI kods vai cits, ja </w:t>
            </w:r>
            <w:r w:rsidR="00D72024" w:rsidRPr="00DB3F17">
              <w:rPr>
                <w:szCs w:val="24"/>
              </w:rPr>
              <w:t xml:space="preserve">tāds </w:t>
            </w:r>
            <w:r w:rsidRPr="00DB3F17">
              <w:rPr>
                <w:szCs w:val="24"/>
              </w:rPr>
              <w:t>ir):</w:t>
            </w:r>
          </w:p>
          <w:p w14:paraId="709216DC" w14:textId="77777777" w:rsidR="00637DC3" w:rsidRDefault="00637DC3" w:rsidP="0051436C">
            <w:pPr>
              <w:jc w:val="both"/>
              <w:rPr>
                <w:szCs w:val="24"/>
              </w:rPr>
            </w:pPr>
          </w:p>
          <w:p w14:paraId="353464E0" w14:textId="6CF43B41" w:rsidR="00BD4A18" w:rsidRPr="00DB3F17" w:rsidRDefault="00BD4A18" w:rsidP="0051436C">
            <w:pPr>
              <w:jc w:val="both"/>
              <w:rPr>
                <w:szCs w:val="24"/>
              </w:rPr>
            </w:pPr>
            <w:r w:rsidRPr="00DB3F17">
              <w:rPr>
                <w:szCs w:val="24"/>
              </w:rPr>
              <w:t>Finanšu institūcijas reģistrācijas numurs:</w:t>
            </w:r>
          </w:p>
          <w:p w14:paraId="720D97D2" w14:textId="77777777" w:rsidR="00637DC3" w:rsidRDefault="00637DC3" w:rsidP="0051436C">
            <w:pPr>
              <w:jc w:val="both"/>
              <w:rPr>
                <w:szCs w:val="24"/>
              </w:rPr>
            </w:pPr>
          </w:p>
          <w:p w14:paraId="511B87A8" w14:textId="77777777" w:rsidR="00BD4A18" w:rsidRDefault="00BD4A18" w:rsidP="0051436C">
            <w:pPr>
              <w:jc w:val="both"/>
              <w:rPr>
                <w:szCs w:val="24"/>
              </w:rPr>
            </w:pPr>
            <w:r w:rsidRPr="00DB3F17">
              <w:rPr>
                <w:szCs w:val="24"/>
              </w:rPr>
              <w:t>Finanšu institūcijas pamatdarbība:</w:t>
            </w:r>
          </w:p>
          <w:p w14:paraId="6D51E397" w14:textId="0E864BED" w:rsidR="00637DC3" w:rsidRPr="004912DC" w:rsidRDefault="00637DC3" w:rsidP="0051436C">
            <w:pPr>
              <w:jc w:val="both"/>
              <w:rPr>
                <w:sz w:val="22"/>
              </w:rPr>
            </w:pPr>
          </w:p>
        </w:tc>
      </w:tr>
    </w:tbl>
    <w:p w14:paraId="77651613" w14:textId="03991284" w:rsidR="00BD4A18" w:rsidRPr="00325A9F" w:rsidRDefault="00BD4A18" w:rsidP="0051436C">
      <w:pPr>
        <w:rPr>
          <w:sz w:val="22"/>
        </w:rPr>
      </w:pPr>
    </w:p>
    <w:p w14:paraId="7C0CD5D4" w14:textId="65961E95" w:rsidR="00BD4A18" w:rsidRPr="00DB3F17" w:rsidRDefault="00BD4A18" w:rsidP="0051436C">
      <w:pPr>
        <w:jc w:val="both"/>
        <w:rPr>
          <w:szCs w:val="24"/>
        </w:rPr>
      </w:pPr>
      <w:r w:rsidRPr="00DB3F17">
        <w:rPr>
          <w:szCs w:val="24"/>
        </w:rPr>
        <w:t>3. Informācija par personu</w:t>
      </w:r>
      <w:r w:rsidR="00280783">
        <w:rPr>
          <w:szCs w:val="24"/>
        </w:rPr>
        <w:t>, kas vēlas iegūt vai palielināt būtisku līdzdalību finanšu institūcijā</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BD4A18" w:rsidRPr="004912DC" w14:paraId="29A92F23" w14:textId="77777777" w:rsidTr="00B31D0B">
        <w:trPr>
          <w:trHeight w:val="1833"/>
        </w:trPr>
        <w:tc>
          <w:tcPr>
            <w:tcW w:w="8647" w:type="dxa"/>
          </w:tcPr>
          <w:p w14:paraId="579DD08E" w14:textId="77777777" w:rsidR="0084587F" w:rsidRDefault="0084587F" w:rsidP="0051436C">
            <w:pPr>
              <w:jc w:val="both"/>
              <w:rPr>
                <w:bCs/>
                <w:szCs w:val="24"/>
              </w:rPr>
            </w:pPr>
          </w:p>
          <w:p w14:paraId="7E39E754" w14:textId="5436DBDF" w:rsidR="00BD4A18" w:rsidRPr="00DB3F17" w:rsidRDefault="00BD4A18" w:rsidP="0051436C">
            <w:pPr>
              <w:jc w:val="both"/>
              <w:rPr>
                <w:bCs/>
                <w:szCs w:val="24"/>
              </w:rPr>
            </w:pPr>
            <w:r w:rsidRPr="00DB3F17">
              <w:rPr>
                <w:bCs/>
                <w:szCs w:val="24"/>
              </w:rPr>
              <w:t xml:space="preserve">1. Saziņa ar </w:t>
            </w:r>
            <w:r w:rsidR="00752CB7" w:rsidRPr="00DB3F17">
              <w:rPr>
                <w:bCs/>
                <w:szCs w:val="24"/>
              </w:rPr>
              <w:t>personu</w:t>
            </w:r>
          </w:p>
          <w:p w14:paraId="60DDFE6F" w14:textId="77777777" w:rsidR="0084587F" w:rsidRDefault="0084587F" w:rsidP="0051436C">
            <w:pPr>
              <w:jc w:val="both"/>
              <w:rPr>
                <w:szCs w:val="24"/>
              </w:rPr>
            </w:pPr>
          </w:p>
          <w:p w14:paraId="0E6C85C4" w14:textId="4EE27637" w:rsidR="00BD4A18" w:rsidRPr="00DB3F17" w:rsidRDefault="00BD4A18" w:rsidP="0051436C">
            <w:pPr>
              <w:jc w:val="both"/>
              <w:rPr>
                <w:szCs w:val="24"/>
              </w:rPr>
            </w:pPr>
            <w:r w:rsidRPr="00DB3F17">
              <w:rPr>
                <w:szCs w:val="24"/>
              </w:rPr>
              <w:t>Personas nosaukums vai vārds un uzvārds:</w:t>
            </w:r>
          </w:p>
          <w:p w14:paraId="4DE62A2F" w14:textId="77777777" w:rsidR="0084587F" w:rsidRDefault="0084587F" w:rsidP="0051436C">
            <w:pPr>
              <w:jc w:val="both"/>
              <w:rPr>
                <w:szCs w:val="24"/>
              </w:rPr>
            </w:pPr>
          </w:p>
          <w:p w14:paraId="74547A9B" w14:textId="3F76DC17" w:rsidR="00BD4A18" w:rsidRPr="00DB3F17" w:rsidRDefault="00BD4A18" w:rsidP="0051436C">
            <w:pPr>
              <w:jc w:val="both"/>
              <w:rPr>
                <w:szCs w:val="24"/>
              </w:rPr>
            </w:pPr>
            <w:r w:rsidRPr="00DB3F17">
              <w:rPr>
                <w:szCs w:val="24"/>
              </w:rPr>
              <w:t>Personas</w:t>
            </w:r>
            <w:r w:rsidR="00D72024" w:rsidRPr="00DB3F17">
              <w:rPr>
                <w:szCs w:val="24"/>
              </w:rPr>
              <w:t>, ja tā ir juridiska persona,</w:t>
            </w:r>
            <w:r w:rsidRPr="00DB3F17">
              <w:rPr>
                <w:szCs w:val="24"/>
              </w:rPr>
              <w:t xml:space="preserve"> paraksttiesīgās personas vārds un uzvārds:</w:t>
            </w:r>
          </w:p>
          <w:p w14:paraId="50F23C94" w14:textId="77777777" w:rsidR="0084587F" w:rsidRDefault="0084587F" w:rsidP="0051436C">
            <w:pPr>
              <w:jc w:val="both"/>
              <w:rPr>
                <w:szCs w:val="24"/>
              </w:rPr>
            </w:pPr>
          </w:p>
          <w:p w14:paraId="67F0744F" w14:textId="11ED2006" w:rsidR="00BD4A18" w:rsidRPr="00DB3F17" w:rsidRDefault="00D72024" w:rsidP="0051436C">
            <w:pPr>
              <w:jc w:val="both"/>
              <w:rPr>
                <w:szCs w:val="24"/>
              </w:rPr>
            </w:pPr>
            <w:r w:rsidRPr="00DB3F17">
              <w:rPr>
                <w:szCs w:val="24"/>
              </w:rPr>
              <w:t>Pārstāvja</w:t>
            </w:r>
            <w:r w:rsidR="00BD4A18" w:rsidRPr="00DB3F17">
              <w:rPr>
                <w:szCs w:val="24"/>
              </w:rPr>
              <w:t>, ar kuru var sazināties par personu, vārds un uzvārds:</w:t>
            </w:r>
          </w:p>
          <w:p w14:paraId="51A6FB84" w14:textId="77777777" w:rsidR="0084587F" w:rsidRDefault="0084587F" w:rsidP="0051436C">
            <w:pPr>
              <w:jc w:val="both"/>
              <w:rPr>
                <w:szCs w:val="24"/>
              </w:rPr>
            </w:pPr>
          </w:p>
          <w:p w14:paraId="0EAAD90A" w14:textId="170CE508" w:rsidR="00BD4A18" w:rsidRPr="00DB3F17" w:rsidRDefault="00BD4A18" w:rsidP="0051436C">
            <w:pPr>
              <w:jc w:val="both"/>
              <w:rPr>
                <w:szCs w:val="24"/>
              </w:rPr>
            </w:pPr>
            <w:r w:rsidRPr="00DB3F17">
              <w:rPr>
                <w:szCs w:val="24"/>
              </w:rPr>
              <w:lastRenderedPageBreak/>
              <w:t>Adrese (juridiskā un faktiskā):</w:t>
            </w:r>
          </w:p>
          <w:p w14:paraId="76C8C83E" w14:textId="77777777" w:rsidR="0084587F" w:rsidRDefault="0084587F" w:rsidP="0051436C">
            <w:pPr>
              <w:jc w:val="both"/>
              <w:rPr>
                <w:szCs w:val="24"/>
              </w:rPr>
            </w:pPr>
          </w:p>
          <w:p w14:paraId="4B54FC0B" w14:textId="0E0BD3CB" w:rsidR="00BD4A18" w:rsidRPr="00DB3F17" w:rsidRDefault="00BD4A18" w:rsidP="0051436C">
            <w:pPr>
              <w:jc w:val="both"/>
              <w:rPr>
                <w:szCs w:val="24"/>
              </w:rPr>
            </w:pPr>
            <w:r w:rsidRPr="00DB3F17">
              <w:rPr>
                <w:szCs w:val="24"/>
              </w:rPr>
              <w:t>E-pasta adrese:</w:t>
            </w:r>
          </w:p>
          <w:p w14:paraId="76C46FBF" w14:textId="77777777" w:rsidR="0084587F" w:rsidRDefault="0084587F" w:rsidP="0051436C">
            <w:pPr>
              <w:ind w:right="-111"/>
              <w:jc w:val="both"/>
              <w:rPr>
                <w:szCs w:val="24"/>
              </w:rPr>
            </w:pPr>
          </w:p>
          <w:p w14:paraId="165620AB" w14:textId="0FB6E6E4" w:rsidR="00BD4A18" w:rsidRPr="00DB3F17" w:rsidRDefault="00BD4A18" w:rsidP="0051436C">
            <w:pPr>
              <w:ind w:right="-111"/>
              <w:jc w:val="both"/>
              <w:rPr>
                <w:szCs w:val="24"/>
              </w:rPr>
            </w:pPr>
            <w:r w:rsidRPr="00DB3F17">
              <w:rPr>
                <w:szCs w:val="24"/>
              </w:rPr>
              <w:t>Tālruņa numurs:</w:t>
            </w:r>
          </w:p>
          <w:p w14:paraId="3EDC3316" w14:textId="77777777" w:rsidR="0084587F" w:rsidRDefault="0084587F" w:rsidP="0051436C">
            <w:pPr>
              <w:jc w:val="both"/>
              <w:rPr>
                <w:szCs w:val="24"/>
              </w:rPr>
            </w:pPr>
          </w:p>
          <w:p w14:paraId="2941D381" w14:textId="68FFF80E" w:rsidR="00BD4A18" w:rsidRPr="00DB3F17" w:rsidRDefault="009A4558" w:rsidP="0051436C">
            <w:pPr>
              <w:jc w:val="both"/>
              <w:rPr>
                <w:szCs w:val="24"/>
              </w:rPr>
            </w:pPr>
            <w:r>
              <w:rPr>
                <w:szCs w:val="24"/>
              </w:rPr>
              <w:t>Tīmekļvietnes</w:t>
            </w:r>
            <w:r w:rsidRPr="00DB3F17">
              <w:rPr>
                <w:szCs w:val="24"/>
              </w:rPr>
              <w:t xml:space="preserve"> </w:t>
            </w:r>
            <w:r w:rsidR="00BD4A18" w:rsidRPr="00DB3F17">
              <w:rPr>
                <w:szCs w:val="24"/>
              </w:rPr>
              <w:t>adrese:</w:t>
            </w:r>
          </w:p>
          <w:p w14:paraId="4FEACF5A" w14:textId="77777777" w:rsidR="0084587F" w:rsidRDefault="0084587F" w:rsidP="0051436C">
            <w:pPr>
              <w:jc w:val="both"/>
              <w:rPr>
                <w:szCs w:val="24"/>
              </w:rPr>
            </w:pPr>
          </w:p>
          <w:p w14:paraId="5D5BBF26" w14:textId="20A0B274" w:rsidR="00BD4A18" w:rsidRPr="00DB3F17" w:rsidRDefault="00BD4A18" w:rsidP="0051436C">
            <w:pPr>
              <w:jc w:val="both"/>
              <w:rPr>
                <w:szCs w:val="24"/>
              </w:rPr>
            </w:pPr>
            <w:r w:rsidRPr="00DB3F17">
              <w:rPr>
                <w:szCs w:val="24"/>
              </w:rPr>
              <w:t>Identifikācijas kods (LEI kods vai cits, ja ir):</w:t>
            </w:r>
          </w:p>
          <w:p w14:paraId="674182F7" w14:textId="77777777" w:rsidR="0084587F" w:rsidRDefault="0084587F" w:rsidP="0051436C">
            <w:pPr>
              <w:jc w:val="both"/>
              <w:rPr>
                <w:szCs w:val="24"/>
              </w:rPr>
            </w:pPr>
          </w:p>
          <w:p w14:paraId="3DEFF64C" w14:textId="7E2186E9" w:rsidR="00BD4A18" w:rsidRDefault="00BD4A18" w:rsidP="0051436C">
            <w:pPr>
              <w:jc w:val="both"/>
              <w:rPr>
                <w:szCs w:val="24"/>
              </w:rPr>
            </w:pPr>
            <w:r w:rsidRPr="00DB3F17">
              <w:rPr>
                <w:szCs w:val="24"/>
              </w:rPr>
              <w:t>Personas reģistrācijas (identifikācijas) numurs:</w:t>
            </w:r>
          </w:p>
          <w:p w14:paraId="63F9C13B" w14:textId="77777777" w:rsidR="00637DC3" w:rsidRPr="00DB3F17" w:rsidRDefault="00637DC3" w:rsidP="0051436C">
            <w:pPr>
              <w:jc w:val="both"/>
              <w:rPr>
                <w:bCs/>
                <w:szCs w:val="24"/>
              </w:rPr>
            </w:pPr>
          </w:p>
          <w:p w14:paraId="39C8A93C" w14:textId="18967691" w:rsidR="00BD4A18" w:rsidRPr="00DB3F17" w:rsidRDefault="00BD4A18" w:rsidP="0051436C">
            <w:pPr>
              <w:jc w:val="both"/>
              <w:rPr>
                <w:bCs/>
                <w:szCs w:val="24"/>
              </w:rPr>
            </w:pPr>
            <w:r w:rsidRPr="00DB3F17">
              <w:rPr>
                <w:bCs/>
                <w:szCs w:val="24"/>
              </w:rPr>
              <w:t xml:space="preserve">2. Informācija par personas pamatdarbību </w:t>
            </w:r>
          </w:p>
          <w:p w14:paraId="621144A7" w14:textId="77777777" w:rsidR="00BD4A18" w:rsidRPr="009A1702" w:rsidRDefault="00BD4A18" w:rsidP="0051436C">
            <w:pPr>
              <w:jc w:val="both"/>
              <w:rPr>
                <w:sz w:val="20"/>
              </w:rPr>
            </w:pPr>
            <w:r w:rsidRPr="009A1702">
              <w:rPr>
                <w:sz w:val="20"/>
              </w:rPr>
              <w:t>(sniedz aprakstu par galvenajām darbības jomām un tirgiem, iekļaujot informāciju par būtiskiem notikumiem, kas ietekmējuši personas darbību, pēdējā pārskata gadā, sniedz informāciju par personas atkarību no patentiem, licencēm, nozīmīgiem līgumiem, apgrūtinājumiem un darbības ierobežojumiem, kā arī tiesas procesiem, kas ir ietekmējuši vai var ietekmēt tās darbību nākotnē, būtiskiem pašreiz veicamiem vai tuvākajā laikā plānotiem ieguldījumiem, pamatkapitāla lielumu un sadalījumu)</w:t>
            </w:r>
          </w:p>
          <w:p w14:paraId="4B839D0C" w14:textId="77777777" w:rsidR="00BD4A18" w:rsidRPr="00D4580A" w:rsidRDefault="00BD4A18" w:rsidP="0051436C">
            <w:pPr>
              <w:jc w:val="both"/>
              <w:rPr>
                <w:sz w:val="22"/>
              </w:rPr>
            </w:pPr>
          </w:p>
          <w:p w14:paraId="3721487B" w14:textId="5F4F44CF" w:rsidR="00BD4A18" w:rsidRPr="00DB3F17" w:rsidRDefault="00BD4A18" w:rsidP="0051436C">
            <w:pPr>
              <w:jc w:val="both"/>
              <w:rPr>
                <w:bCs/>
                <w:szCs w:val="24"/>
              </w:rPr>
            </w:pPr>
            <w:r w:rsidRPr="00DB3F17">
              <w:rPr>
                <w:bCs/>
                <w:szCs w:val="24"/>
              </w:rPr>
              <w:t>3. Informācija par saskaņotu rīcību</w:t>
            </w:r>
          </w:p>
          <w:p w14:paraId="12E66942" w14:textId="7F0F9283" w:rsidR="00BD4A18" w:rsidRPr="004912DC" w:rsidRDefault="00BD4A18" w:rsidP="0051436C">
            <w:pPr>
              <w:shd w:val="clear" w:color="auto" w:fill="FFFFFF"/>
              <w:jc w:val="both"/>
              <w:rPr>
                <w:sz w:val="20"/>
              </w:rPr>
            </w:pPr>
            <w:r w:rsidRPr="004912DC">
              <w:rPr>
                <w:sz w:val="20"/>
              </w:rPr>
              <w:t>(</w:t>
            </w:r>
            <w:r w:rsidR="009A4558">
              <w:rPr>
                <w:sz w:val="20"/>
              </w:rPr>
              <w:t xml:space="preserve">sniedz </w:t>
            </w:r>
            <w:r w:rsidRPr="004912DC">
              <w:rPr>
                <w:sz w:val="20"/>
              </w:rPr>
              <w:t xml:space="preserve">ziņas par citām personām, ar kurām persona rīkojas saskaņoti saistībā ar būtiskas līdzdalības iegūšanu vai palielināšanu finanšu institūcijā, kā arī </w:t>
            </w:r>
            <w:r>
              <w:rPr>
                <w:sz w:val="20"/>
              </w:rPr>
              <w:t>informācij</w:t>
            </w:r>
            <w:r w:rsidR="009A4558">
              <w:rPr>
                <w:sz w:val="20"/>
              </w:rPr>
              <w:t>u</w:t>
            </w:r>
            <w:r>
              <w:rPr>
                <w:sz w:val="20"/>
              </w:rPr>
              <w:t xml:space="preserve"> par kopējo </w:t>
            </w:r>
            <w:r w:rsidRPr="004912DC">
              <w:rPr>
                <w:sz w:val="20"/>
              </w:rPr>
              <w:t xml:space="preserve">turpmāko </w:t>
            </w:r>
            <w:r>
              <w:rPr>
                <w:sz w:val="20"/>
              </w:rPr>
              <w:t>darbību attiecībā uz finanšu institūciju</w:t>
            </w:r>
            <w:r w:rsidRPr="004912DC">
              <w:rPr>
                <w:sz w:val="20"/>
              </w:rPr>
              <w:t>)</w:t>
            </w:r>
          </w:p>
          <w:p w14:paraId="2C60C2E6" w14:textId="77777777" w:rsidR="00BD4A18" w:rsidRPr="00DB3F17" w:rsidRDefault="00BD4A18" w:rsidP="0051436C">
            <w:pPr>
              <w:jc w:val="both"/>
              <w:rPr>
                <w:szCs w:val="24"/>
              </w:rPr>
            </w:pPr>
          </w:p>
          <w:p w14:paraId="35275BB4" w14:textId="77777777" w:rsidR="00BD4A18" w:rsidRDefault="00BD4A18" w:rsidP="0051436C">
            <w:pPr>
              <w:jc w:val="both"/>
              <w:rPr>
                <w:bCs/>
                <w:szCs w:val="24"/>
              </w:rPr>
            </w:pPr>
            <w:r w:rsidRPr="00DB3F17">
              <w:rPr>
                <w:bCs/>
                <w:szCs w:val="24"/>
              </w:rPr>
              <w:t xml:space="preserve">4. Informācija par finanšu uzraudzības iestādi, ja persona atrodas kādas citas finanšu un </w:t>
            </w:r>
            <w:r w:rsidRPr="0075191B">
              <w:rPr>
                <w:bCs/>
                <w:szCs w:val="24"/>
              </w:rPr>
              <w:t xml:space="preserve">kapitāla tirgus uzraudzības </w:t>
            </w:r>
            <w:r w:rsidR="00693F0E" w:rsidRPr="0075191B">
              <w:rPr>
                <w:bCs/>
                <w:szCs w:val="24"/>
              </w:rPr>
              <w:t xml:space="preserve">iestādes </w:t>
            </w:r>
            <w:r w:rsidRPr="0075191B">
              <w:rPr>
                <w:bCs/>
                <w:szCs w:val="24"/>
              </w:rPr>
              <w:t xml:space="preserve">uzraudzībā, informācija par šīs </w:t>
            </w:r>
            <w:r w:rsidR="00745D95" w:rsidRPr="003F2CF6">
              <w:rPr>
                <w:bCs/>
                <w:szCs w:val="24"/>
              </w:rPr>
              <w:t>personas</w:t>
            </w:r>
            <w:r w:rsidRPr="0075191B">
              <w:rPr>
                <w:bCs/>
                <w:szCs w:val="24"/>
              </w:rPr>
              <w:t xml:space="preserve"> licencēto</w:t>
            </w:r>
            <w:r w:rsidR="009A4558" w:rsidRPr="0075191B">
              <w:rPr>
                <w:bCs/>
                <w:szCs w:val="24"/>
              </w:rPr>
              <w:t xml:space="preserve"> vai </w:t>
            </w:r>
            <w:r w:rsidRPr="0075191B">
              <w:rPr>
                <w:bCs/>
                <w:szCs w:val="24"/>
              </w:rPr>
              <w:t>reģistrēto darbību</w:t>
            </w:r>
          </w:p>
          <w:p w14:paraId="268A7B4E" w14:textId="4278F3A2" w:rsidR="00016540" w:rsidRPr="00D4580A" w:rsidRDefault="00016540" w:rsidP="0051436C">
            <w:pPr>
              <w:jc w:val="both"/>
              <w:rPr>
                <w:sz w:val="22"/>
              </w:rPr>
            </w:pPr>
          </w:p>
        </w:tc>
      </w:tr>
    </w:tbl>
    <w:p w14:paraId="6BF4AE85" w14:textId="77777777" w:rsidR="0084587F" w:rsidRDefault="0084587F" w:rsidP="0051436C">
      <w:pPr>
        <w:keepNext/>
        <w:keepLines/>
        <w:jc w:val="both"/>
        <w:rPr>
          <w:szCs w:val="24"/>
        </w:rPr>
      </w:pPr>
    </w:p>
    <w:p w14:paraId="4F12B527" w14:textId="54C6DC0C" w:rsidR="00BD4A18" w:rsidRPr="00B76508" w:rsidRDefault="00BD4A18" w:rsidP="00B31D0B">
      <w:pPr>
        <w:keepNext/>
        <w:keepLines/>
        <w:rPr>
          <w:szCs w:val="24"/>
        </w:rPr>
      </w:pPr>
      <w:r w:rsidRPr="00B76508">
        <w:rPr>
          <w:szCs w:val="24"/>
        </w:rPr>
        <w:t>4. Informācija par plānoto darījumu</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BD4A18" w:rsidRPr="00325A9F" w14:paraId="07788021" w14:textId="77777777" w:rsidTr="00B31D0B">
        <w:trPr>
          <w:trHeight w:val="1833"/>
        </w:trPr>
        <w:tc>
          <w:tcPr>
            <w:tcW w:w="8789" w:type="dxa"/>
          </w:tcPr>
          <w:p w14:paraId="03B3A1DA" w14:textId="77777777" w:rsidR="0084587F" w:rsidRDefault="0084587F" w:rsidP="0051436C">
            <w:pPr>
              <w:keepNext/>
              <w:keepLines/>
              <w:shd w:val="clear" w:color="auto" w:fill="FFFFFF"/>
              <w:jc w:val="both"/>
              <w:rPr>
                <w:szCs w:val="24"/>
              </w:rPr>
            </w:pPr>
          </w:p>
          <w:p w14:paraId="1BBC82BF" w14:textId="5C56A98E" w:rsidR="00BD4A18" w:rsidRPr="00B76508" w:rsidRDefault="00BD4A18" w:rsidP="0051436C">
            <w:pPr>
              <w:keepNext/>
              <w:keepLines/>
              <w:shd w:val="clear" w:color="auto" w:fill="FFFFFF"/>
              <w:jc w:val="both"/>
              <w:rPr>
                <w:szCs w:val="24"/>
              </w:rPr>
            </w:pPr>
            <w:r w:rsidRPr="00B76508">
              <w:rPr>
                <w:szCs w:val="24"/>
              </w:rPr>
              <w:t>1.</w:t>
            </w:r>
            <w:r w:rsidRPr="00B76508">
              <w:rPr>
                <w:b/>
                <w:szCs w:val="24"/>
              </w:rPr>
              <w:t> </w:t>
            </w:r>
            <w:r w:rsidRPr="00B76508">
              <w:rPr>
                <w:szCs w:val="24"/>
              </w:rPr>
              <w:t>Ziņas par akciju skaitu un veidu (parastās akcijas, priekšrocību akcijas vai personāla akcijas) finanšu institūcijā, kas personai piederēja pirms būtiskas līdzdalības iegūšanas vai palielināšanas un pēc tās, kā arī ziņas par akciju skaitu visā finanšu institūcijas pamatkapitālā (arī procentuāli) un balsstiesību proporcionālo sadalījumu, ja tas atšķiras no proporcionālā sadalījuma pamatkapitālā</w:t>
            </w:r>
          </w:p>
          <w:p w14:paraId="29F08A3E" w14:textId="77777777" w:rsidR="00BD4A18" w:rsidRPr="00B76508" w:rsidRDefault="00BD4A18" w:rsidP="0051436C">
            <w:pPr>
              <w:keepNext/>
              <w:keepLines/>
              <w:rPr>
                <w:szCs w:val="24"/>
              </w:rPr>
            </w:pPr>
          </w:p>
          <w:p w14:paraId="0BF4307D" w14:textId="271DF11E" w:rsidR="00BD4A18" w:rsidRPr="00B76508" w:rsidRDefault="00BD4A18" w:rsidP="0051436C">
            <w:pPr>
              <w:keepNext/>
              <w:keepLines/>
              <w:rPr>
                <w:szCs w:val="24"/>
              </w:rPr>
            </w:pPr>
            <w:r w:rsidRPr="00B76508">
              <w:rPr>
                <w:szCs w:val="24"/>
              </w:rPr>
              <w:t>2. Paredzamā līdzdalības daļa finanšu institūcijā pēc darījuma</w:t>
            </w:r>
          </w:p>
          <w:p w14:paraId="31F4D539" w14:textId="77777777" w:rsidR="00BD4A18" w:rsidRPr="00B76508" w:rsidRDefault="00BD4A18" w:rsidP="0051436C">
            <w:pPr>
              <w:keepNext/>
              <w:keepLines/>
              <w:rPr>
                <w:szCs w:val="24"/>
              </w:rPr>
            </w:pPr>
          </w:p>
          <w:p w14:paraId="18A4ACD3" w14:textId="42B7D33B" w:rsidR="00BD4A18" w:rsidRPr="00B76508" w:rsidRDefault="00BD4A18" w:rsidP="0051436C">
            <w:pPr>
              <w:jc w:val="both"/>
              <w:rPr>
                <w:szCs w:val="24"/>
              </w:rPr>
            </w:pPr>
            <w:r w:rsidRPr="00B76508">
              <w:rPr>
                <w:szCs w:val="24"/>
              </w:rPr>
              <w:t>3. Paredzamā darījuma cena, cenas noteikšanas kritēriji, paskaidrojums, ja cena atšķiras no tirgus vērtības</w:t>
            </w:r>
            <w:r w:rsidR="009A4558">
              <w:rPr>
                <w:szCs w:val="24"/>
              </w:rPr>
              <w:t>,</w:t>
            </w:r>
            <w:r w:rsidRPr="00B76508">
              <w:rPr>
                <w:szCs w:val="24"/>
              </w:rPr>
              <w:t xml:space="preserve"> tās samaksas kārtība vai vērtētāja novērtējums vai līdzvērtīgs dokuments, kas sniedz informāciju ar cenas noteikšanas kritērijiem, termiņi, galvenie noteikumi, paredzamais darījuma izpildes termiņš</w:t>
            </w:r>
          </w:p>
          <w:p w14:paraId="370AF3F6" w14:textId="77777777" w:rsidR="005B652F" w:rsidRPr="00B76508" w:rsidRDefault="005B652F" w:rsidP="0051436C">
            <w:pPr>
              <w:jc w:val="both"/>
              <w:rPr>
                <w:szCs w:val="24"/>
              </w:rPr>
            </w:pPr>
          </w:p>
          <w:p w14:paraId="4DBB83E0" w14:textId="212F5547" w:rsidR="00BD4A18" w:rsidRPr="00B76508" w:rsidRDefault="00BD4A18" w:rsidP="0051436C">
            <w:pPr>
              <w:keepNext/>
              <w:keepLines/>
              <w:shd w:val="clear" w:color="auto" w:fill="FFFFFF"/>
              <w:jc w:val="both"/>
              <w:rPr>
                <w:szCs w:val="24"/>
              </w:rPr>
            </w:pPr>
            <w:r w:rsidRPr="00B76508">
              <w:rPr>
                <w:szCs w:val="24"/>
              </w:rPr>
              <w:t>4. Detalizēta informācija par būtiskas līdzdalības iegūšanas vai palielināšanas mērķi (piemēram, stratēģisks ieguldījums, portfeļa pārvaldīšana), ieguldīšanas termiņu</w:t>
            </w:r>
          </w:p>
          <w:p w14:paraId="73B07291" w14:textId="77777777" w:rsidR="005B652F" w:rsidRPr="004912DC" w:rsidRDefault="005B652F" w:rsidP="0051436C">
            <w:pPr>
              <w:keepNext/>
              <w:keepLines/>
              <w:shd w:val="clear" w:color="auto" w:fill="FFFFFF"/>
              <w:jc w:val="both"/>
              <w:rPr>
                <w:sz w:val="22"/>
              </w:rPr>
            </w:pPr>
          </w:p>
          <w:p w14:paraId="167F55B1" w14:textId="771DE315" w:rsidR="00BD4A18" w:rsidRPr="00B76508" w:rsidRDefault="00BD4A18" w:rsidP="0051436C">
            <w:pPr>
              <w:keepNext/>
              <w:keepLines/>
              <w:jc w:val="both"/>
              <w:rPr>
                <w:szCs w:val="24"/>
              </w:rPr>
            </w:pPr>
            <w:r w:rsidRPr="00B76508">
              <w:rPr>
                <w:szCs w:val="24"/>
              </w:rPr>
              <w:t xml:space="preserve">5. </w:t>
            </w:r>
            <w:r w:rsidR="00DB3F17" w:rsidRPr="00B76508">
              <w:rPr>
                <w:szCs w:val="24"/>
              </w:rPr>
              <w:t>Informācija, v</w:t>
            </w:r>
            <w:r w:rsidRPr="00B76508">
              <w:rPr>
                <w:szCs w:val="24"/>
              </w:rPr>
              <w:t>ai pirms</w:t>
            </w:r>
            <w:r w:rsidR="0033102C" w:rsidRPr="00B76508">
              <w:rPr>
                <w:szCs w:val="24"/>
              </w:rPr>
              <w:t xml:space="preserve"> un </w:t>
            </w:r>
            <w:r w:rsidRPr="00B76508">
              <w:rPr>
                <w:szCs w:val="24"/>
              </w:rPr>
              <w:t>pēc ieguves ir nepieciešamas vēl kādu valsts iestāžu atļaujas (akciju atpirkšanas piedāvājumi, konkurences iestādes atļauja utt.)</w:t>
            </w:r>
            <w:r w:rsidR="00DB3F17" w:rsidRPr="00B76508">
              <w:rPr>
                <w:szCs w:val="24"/>
              </w:rPr>
              <w:t>. J</w:t>
            </w:r>
            <w:r w:rsidRPr="00B76508">
              <w:rPr>
                <w:szCs w:val="24"/>
              </w:rPr>
              <w:t>a ir nepieciešama atļauja</w:t>
            </w:r>
            <w:r w:rsidR="009A4558">
              <w:rPr>
                <w:szCs w:val="24"/>
              </w:rPr>
              <w:t xml:space="preserve">, </w:t>
            </w:r>
            <w:r w:rsidR="00735BA6">
              <w:rPr>
                <w:szCs w:val="24"/>
              </w:rPr>
              <w:t xml:space="preserve">tad </w:t>
            </w:r>
            <w:r w:rsidR="009A4558">
              <w:rPr>
                <w:szCs w:val="24"/>
              </w:rPr>
              <w:t>informācija,</w:t>
            </w:r>
            <w:r w:rsidRPr="00B76508">
              <w:rPr>
                <w:szCs w:val="24"/>
              </w:rPr>
              <w:t xml:space="preserve"> kuras iestādes to sniegs, kāds ir atļaujas saņemšana</w:t>
            </w:r>
            <w:r w:rsidR="009A4558">
              <w:rPr>
                <w:szCs w:val="24"/>
              </w:rPr>
              <w:t>s</w:t>
            </w:r>
            <w:r w:rsidR="009A4558" w:rsidRPr="00B76508">
              <w:rPr>
                <w:szCs w:val="24"/>
              </w:rPr>
              <w:t xml:space="preserve"> termiņš</w:t>
            </w:r>
          </w:p>
          <w:p w14:paraId="43AEB96B" w14:textId="77777777" w:rsidR="005B652F" w:rsidRPr="004912DC" w:rsidRDefault="005B652F" w:rsidP="0051436C">
            <w:pPr>
              <w:keepNext/>
              <w:keepLines/>
              <w:jc w:val="both"/>
              <w:rPr>
                <w:sz w:val="22"/>
              </w:rPr>
            </w:pPr>
          </w:p>
          <w:p w14:paraId="657DA937" w14:textId="4A4E60D9" w:rsidR="00BD4A18" w:rsidRPr="00B76508" w:rsidRDefault="00BD4A18" w:rsidP="0051436C">
            <w:pPr>
              <w:jc w:val="both"/>
              <w:rPr>
                <w:szCs w:val="24"/>
              </w:rPr>
            </w:pPr>
            <w:r w:rsidRPr="00B76508">
              <w:rPr>
                <w:szCs w:val="24"/>
              </w:rPr>
              <w:t>6. Noslēgtie akcionāru līgumi, informācija par paredzamajiem akcionāru līgumiem. Ziņas par citām personām, ar kurām persona rīkojas saskaņoti saistībā ar būtiskas līdzdalības iegūšanu vai palielināšanu finanšu institūcijā, iegūšanas finansēšanu, katras personas ietekmi uz turpmāko finanšu institūcijas finansiālo un vadības darbību, kā arī šo personu kopējo turpmāko rīcību attiecībā uz finanšu institūciju</w:t>
            </w:r>
          </w:p>
          <w:p w14:paraId="20D19C4B" w14:textId="77777777" w:rsidR="00BD4A18" w:rsidRPr="00B76508" w:rsidRDefault="00BD4A18" w:rsidP="0051436C">
            <w:pPr>
              <w:keepNext/>
              <w:keepLines/>
              <w:jc w:val="both"/>
              <w:rPr>
                <w:szCs w:val="24"/>
              </w:rPr>
            </w:pPr>
          </w:p>
          <w:p w14:paraId="461250DD" w14:textId="23AEBAEB" w:rsidR="00BD4A18" w:rsidRPr="004912DC" w:rsidRDefault="00BD4A18" w:rsidP="0051436C">
            <w:pPr>
              <w:keepNext/>
              <w:keepLines/>
              <w:jc w:val="both"/>
              <w:rPr>
                <w:sz w:val="22"/>
              </w:rPr>
            </w:pPr>
            <w:r w:rsidRPr="00B76508">
              <w:rPr>
                <w:szCs w:val="24"/>
              </w:rPr>
              <w:t xml:space="preserve">7. Informācija par jebkādiem atsavināšanas darījumiem, kas rastos līdz ar līdzdalības finanšu </w:t>
            </w:r>
            <w:r w:rsidRPr="00745D95">
              <w:rPr>
                <w:szCs w:val="24"/>
              </w:rPr>
              <w:t>institūcijā</w:t>
            </w:r>
            <w:r w:rsidR="00735BA6" w:rsidRPr="00745D95">
              <w:rPr>
                <w:szCs w:val="24"/>
              </w:rPr>
              <w:t xml:space="preserve"> iegādi</w:t>
            </w:r>
          </w:p>
          <w:p w14:paraId="47B50B1F" w14:textId="77777777" w:rsidR="00BD4A18" w:rsidRPr="004912DC" w:rsidRDefault="00BD4A18" w:rsidP="0051436C">
            <w:pPr>
              <w:keepNext/>
              <w:keepLines/>
              <w:rPr>
                <w:sz w:val="22"/>
              </w:rPr>
            </w:pPr>
          </w:p>
        </w:tc>
      </w:tr>
    </w:tbl>
    <w:p w14:paraId="34D819A0" w14:textId="77777777" w:rsidR="00BD4A18" w:rsidRDefault="00BD4A18" w:rsidP="0051436C">
      <w:pPr>
        <w:rPr>
          <w:sz w:val="22"/>
        </w:rPr>
      </w:pPr>
    </w:p>
    <w:p w14:paraId="095FEF6E" w14:textId="77777777" w:rsidR="00637DC3" w:rsidRDefault="00637DC3" w:rsidP="0051436C">
      <w:pPr>
        <w:rPr>
          <w:szCs w:val="24"/>
        </w:rPr>
      </w:pPr>
      <w:r>
        <w:rPr>
          <w:szCs w:val="24"/>
        </w:rPr>
        <w:br w:type="page"/>
      </w:r>
    </w:p>
    <w:p w14:paraId="615BEC56" w14:textId="20DAEA6C" w:rsidR="00BD4A18" w:rsidRPr="009A4558" w:rsidRDefault="00BD4A18" w:rsidP="0010439A">
      <w:pPr>
        <w:jc w:val="both"/>
        <w:rPr>
          <w:bCs/>
          <w:szCs w:val="24"/>
        </w:rPr>
      </w:pPr>
      <w:r w:rsidRPr="003F2CF6">
        <w:rPr>
          <w:szCs w:val="24"/>
        </w:rPr>
        <w:lastRenderedPageBreak/>
        <w:t xml:space="preserve">5. </w:t>
      </w:r>
      <w:r w:rsidR="005B652F" w:rsidRPr="003F2CF6">
        <w:rPr>
          <w:szCs w:val="24"/>
        </w:rPr>
        <w:t>I</w:t>
      </w:r>
      <w:r w:rsidRPr="009A4558">
        <w:rPr>
          <w:bCs/>
          <w:szCs w:val="24"/>
        </w:rPr>
        <w:t>nformācija par būtiskas līdzdalības iegūšanas vai palielināšanas finansēšanas avotiem</w:t>
      </w:r>
    </w:p>
    <w:p w14:paraId="5D05F570" w14:textId="77777777" w:rsidR="0084587F" w:rsidRDefault="0084587F" w:rsidP="0051436C">
      <w:pPr>
        <w:pBdr>
          <w:top w:val="single" w:sz="4" w:space="1" w:color="auto"/>
          <w:left w:val="single" w:sz="4" w:space="1" w:color="auto"/>
          <w:bottom w:val="single" w:sz="4" w:space="1" w:color="auto"/>
          <w:right w:val="single" w:sz="4" w:space="1" w:color="auto"/>
        </w:pBdr>
        <w:jc w:val="both"/>
        <w:rPr>
          <w:szCs w:val="24"/>
        </w:rPr>
      </w:pPr>
    </w:p>
    <w:p w14:paraId="7F4644D9" w14:textId="2D8055CD" w:rsidR="00797AAC" w:rsidRDefault="00BD4A18" w:rsidP="0051436C">
      <w:pPr>
        <w:pBdr>
          <w:top w:val="single" w:sz="4" w:space="1" w:color="auto"/>
          <w:left w:val="single" w:sz="4" w:space="1" w:color="auto"/>
          <w:bottom w:val="single" w:sz="4" w:space="1" w:color="auto"/>
          <w:right w:val="single" w:sz="4" w:space="1" w:color="auto"/>
        </w:pBdr>
        <w:jc w:val="both"/>
      </w:pPr>
      <w:r w:rsidRPr="00637DC3">
        <w:rPr>
          <w:szCs w:val="24"/>
        </w:rPr>
        <w:t>1.</w:t>
      </w:r>
      <w:r w:rsidRPr="00637DC3">
        <w:t xml:space="preserve"> </w:t>
      </w:r>
      <w:r>
        <w:t>I</w:t>
      </w:r>
      <w:r w:rsidRPr="00110538">
        <w:t>nformācija par finanšu resursiem un to izcelsmi un</w:t>
      </w:r>
      <w:r w:rsidR="003A7E61">
        <w:t xml:space="preserve"> par</w:t>
      </w:r>
      <w:r w:rsidRPr="00110538">
        <w:t xml:space="preserve"> līdzekļu pieejamību</w:t>
      </w:r>
      <w:r w:rsidR="00B76508">
        <w:t xml:space="preserve"> </w:t>
      </w:r>
    </w:p>
    <w:p w14:paraId="1E867796" w14:textId="7F7183A2" w:rsidR="00BD4A18" w:rsidRDefault="00B76508" w:rsidP="0051436C">
      <w:pPr>
        <w:pBdr>
          <w:top w:val="single" w:sz="4" w:space="1" w:color="auto"/>
          <w:left w:val="single" w:sz="4" w:space="1" w:color="auto"/>
          <w:bottom w:val="single" w:sz="4" w:space="1" w:color="auto"/>
          <w:right w:val="single" w:sz="4" w:space="1" w:color="auto"/>
        </w:pBdr>
        <w:jc w:val="both"/>
      </w:pPr>
      <w:r w:rsidRPr="00B76508">
        <w:rPr>
          <w:sz w:val="20"/>
          <w:szCs w:val="20"/>
        </w:rPr>
        <w:t>(</w:t>
      </w:r>
      <w:r w:rsidR="009A4558">
        <w:rPr>
          <w:sz w:val="20"/>
          <w:szCs w:val="20"/>
        </w:rPr>
        <w:t>p</w:t>
      </w:r>
      <w:r w:rsidRPr="00B76508">
        <w:rPr>
          <w:sz w:val="20"/>
          <w:szCs w:val="20"/>
        </w:rPr>
        <w:t>ersona</w:t>
      </w:r>
      <w:r w:rsidR="005B652F" w:rsidRPr="00B76508">
        <w:rPr>
          <w:sz w:val="20"/>
          <w:szCs w:val="20"/>
        </w:rPr>
        <w:t xml:space="preserve"> pamato</w:t>
      </w:r>
      <w:r w:rsidRPr="00B76508">
        <w:rPr>
          <w:sz w:val="20"/>
          <w:szCs w:val="20"/>
        </w:rPr>
        <w:t xml:space="preserve"> minēto</w:t>
      </w:r>
      <w:r w:rsidR="005B652F" w:rsidRPr="00B76508">
        <w:rPr>
          <w:sz w:val="20"/>
          <w:szCs w:val="20"/>
        </w:rPr>
        <w:t xml:space="preserve"> </w:t>
      </w:r>
      <w:r w:rsidRPr="00B76508">
        <w:rPr>
          <w:sz w:val="20"/>
          <w:szCs w:val="20"/>
        </w:rPr>
        <w:t>ar</w:t>
      </w:r>
      <w:r w:rsidR="00BD4A18" w:rsidRPr="00B76508">
        <w:rPr>
          <w:sz w:val="20"/>
          <w:szCs w:val="20"/>
        </w:rPr>
        <w:t xml:space="preserve"> jebkādi</w:t>
      </w:r>
      <w:r w:rsidR="00D60512" w:rsidRPr="00B76508">
        <w:rPr>
          <w:sz w:val="20"/>
          <w:szCs w:val="20"/>
        </w:rPr>
        <w:t>em</w:t>
      </w:r>
      <w:r w:rsidR="00BD4A18" w:rsidRPr="00B76508">
        <w:rPr>
          <w:sz w:val="20"/>
          <w:szCs w:val="20"/>
        </w:rPr>
        <w:t xml:space="preserve"> atbilstošie</w:t>
      </w:r>
      <w:r w:rsidR="00D60512" w:rsidRPr="00B76508">
        <w:rPr>
          <w:sz w:val="20"/>
          <w:szCs w:val="20"/>
        </w:rPr>
        <w:t>m</w:t>
      </w:r>
      <w:r w:rsidR="00BD4A18" w:rsidRPr="00B76508">
        <w:rPr>
          <w:sz w:val="20"/>
          <w:szCs w:val="20"/>
        </w:rPr>
        <w:t xml:space="preserve"> pavaddokumenti</w:t>
      </w:r>
      <w:r w:rsidR="00D60512" w:rsidRPr="00B76508">
        <w:rPr>
          <w:sz w:val="20"/>
          <w:szCs w:val="20"/>
        </w:rPr>
        <w:t>em</w:t>
      </w:r>
      <w:r w:rsidR="00BD4A18" w:rsidRPr="00B76508">
        <w:rPr>
          <w:sz w:val="20"/>
          <w:szCs w:val="20"/>
        </w:rPr>
        <w:t xml:space="preserve">, kas finanšu uzraudzības iestādei apliecina, ka plānotā līdzdalības iegūšana nav </w:t>
      </w:r>
      <w:r w:rsidR="00723CE2">
        <w:rPr>
          <w:sz w:val="20"/>
          <w:szCs w:val="20"/>
        </w:rPr>
        <w:t>noziedzīgi</w:t>
      </w:r>
      <w:r w:rsidR="00723CE2" w:rsidRPr="00B76508">
        <w:rPr>
          <w:sz w:val="20"/>
          <w:szCs w:val="20"/>
        </w:rPr>
        <w:t xml:space="preserve"> </w:t>
      </w:r>
      <w:r w:rsidR="00BD4A18" w:rsidRPr="00B76508">
        <w:rPr>
          <w:sz w:val="20"/>
          <w:szCs w:val="20"/>
        </w:rPr>
        <w:t xml:space="preserve">iegūtu līdzekļu legalizācijas </w:t>
      </w:r>
      <w:r w:rsidR="004E598D">
        <w:rPr>
          <w:sz w:val="20"/>
          <w:szCs w:val="20"/>
        </w:rPr>
        <w:t xml:space="preserve">un terorisma un proliferācijas finansēšanas </w:t>
      </w:r>
      <w:r w:rsidR="00BD4A18" w:rsidRPr="00B76508">
        <w:rPr>
          <w:sz w:val="20"/>
          <w:szCs w:val="20"/>
        </w:rPr>
        <w:t>mēģinājums. Lai to apliecinātu</w:t>
      </w:r>
      <w:r w:rsidR="00623ABF">
        <w:rPr>
          <w:sz w:val="20"/>
          <w:szCs w:val="20"/>
        </w:rPr>
        <w:t>,</w:t>
      </w:r>
      <w:r w:rsidR="00BD4A18" w:rsidRPr="00B76508">
        <w:rPr>
          <w:sz w:val="20"/>
          <w:szCs w:val="20"/>
        </w:rPr>
        <w:t xml:space="preserve"> persona kā pamatojošus dokumentus var iesniegt komercsabiedrību gada pārskatus, komercsabiedrību izpildinstitūciju lēmumus, nodokļu deklarācijas, ienākumu deklarācijas, naudas kontu izrakstus, finanšu instrumentu kontu izrakstus un citus dokumentus</w:t>
      </w:r>
      <w:r w:rsidRPr="00B76508">
        <w:rPr>
          <w:sz w:val="20"/>
          <w:szCs w:val="20"/>
        </w:rPr>
        <w:t>)</w:t>
      </w:r>
    </w:p>
    <w:p w14:paraId="27A66EE4" w14:textId="77777777" w:rsidR="00BD4A18" w:rsidRDefault="00BD4A18" w:rsidP="0051436C">
      <w:pPr>
        <w:pBdr>
          <w:top w:val="single" w:sz="4" w:space="1" w:color="auto"/>
          <w:left w:val="single" w:sz="4" w:space="1" w:color="auto"/>
          <w:bottom w:val="single" w:sz="4" w:space="1" w:color="auto"/>
          <w:right w:val="single" w:sz="4" w:space="1" w:color="auto"/>
        </w:pBdr>
        <w:jc w:val="both"/>
      </w:pPr>
    </w:p>
    <w:p w14:paraId="7AE84695" w14:textId="40D3E4CC" w:rsidR="00797AAC" w:rsidRDefault="00BD4A18" w:rsidP="0051436C">
      <w:pPr>
        <w:pBdr>
          <w:top w:val="single" w:sz="4" w:space="1" w:color="auto"/>
          <w:left w:val="single" w:sz="4" w:space="1" w:color="auto"/>
          <w:bottom w:val="single" w:sz="4" w:space="1" w:color="auto"/>
          <w:right w:val="single" w:sz="4" w:space="1" w:color="auto"/>
        </w:pBdr>
        <w:jc w:val="both"/>
      </w:pPr>
      <w:r>
        <w:t>2. I</w:t>
      </w:r>
      <w:r w:rsidRPr="00110538">
        <w:t xml:space="preserve">nformācija par plānotās </w:t>
      </w:r>
      <w:r>
        <w:t xml:space="preserve">līdzdalības </w:t>
      </w:r>
      <w:r w:rsidRPr="00110538">
        <w:t>iegūšanas apmaksas veidu un līdzekļu pārvešanai izmantoto tīklu</w:t>
      </w:r>
    </w:p>
    <w:p w14:paraId="36F8D98D" w14:textId="5E5455E5" w:rsidR="00BD4A18" w:rsidRDefault="00797AAC" w:rsidP="0051436C">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iesniedz līgumus, kontu izrakstus un citus dokumentus</w:t>
      </w:r>
      <w:r w:rsidRPr="00797AAC">
        <w:rPr>
          <w:sz w:val="20"/>
          <w:szCs w:val="20"/>
        </w:rPr>
        <w:t>)</w:t>
      </w:r>
    </w:p>
    <w:p w14:paraId="55D96E48" w14:textId="77777777" w:rsidR="0083252E" w:rsidRDefault="0083252E" w:rsidP="0051436C">
      <w:pPr>
        <w:pBdr>
          <w:top w:val="single" w:sz="4" w:space="1" w:color="auto"/>
          <w:left w:val="single" w:sz="4" w:space="1" w:color="auto"/>
          <w:bottom w:val="single" w:sz="4" w:space="1" w:color="auto"/>
          <w:right w:val="single" w:sz="4" w:space="1" w:color="auto"/>
        </w:pBdr>
        <w:jc w:val="both"/>
      </w:pPr>
    </w:p>
    <w:p w14:paraId="774B9682" w14:textId="17B583BD" w:rsidR="00797AAC" w:rsidRDefault="00BD4A18" w:rsidP="0051436C">
      <w:pPr>
        <w:pBdr>
          <w:top w:val="single" w:sz="4" w:space="1" w:color="auto"/>
          <w:left w:val="single" w:sz="4" w:space="1" w:color="auto"/>
          <w:bottom w:val="single" w:sz="4" w:space="1" w:color="auto"/>
          <w:right w:val="single" w:sz="4" w:space="1" w:color="auto"/>
        </w:pBdr>
        <w:jc w:val="both"/>
      </w:pPr>
      <w:r>
        <w:t>3. I</w:t>
      </w:r>
      <w:r w:rsidRPr="00110538">
        <w:t>nformācija par piekļuvi kapitāla avotiem un finanšu tirgiem, tostarp informācija par</w:t>
      </w:r>
      <w:r>
        <w:t xml:space="preserve"> emitētajiem</w:t>
      </w:r>
      <w:r w:rsidRPr="00110538">
        <w:t xml:space="preserve"> finanšu instrumentiem</w:t>
      </w:r>
      <w:r w:rsidRPr="008567CF">
        <w:t xml:space="preserve"> </w:t>
      </w:r>
    </w:p>
    <w:p w14:paraId="03BEBCF5" w14:textId="6ED299F5" w:rsidR="00BD4A18" w:rsidRDefault="00797AAC" w:rsidP="0051436C">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kā pamatojošus dokumentus var iesniegt komercsabiedrību gada pārskatus, komercsabiedrību izpildinstitūciju lēmumus, finanšu instrumentu kontu izrakstus un citus dokumentus</w:t>
      </w:r>
      <w:r w:rsidRPr="00797AAC">
        <w:rPr>
          <w:sz w:val="20"/>
          <w:szCs w:val="20"/>
        </w:rPr>
        <w:t>)</w:t>
      </w:r>
    </w:p>
    <w:p w14:paraId="4763C876" w14:textId="77777777" w:rsidR="00BD4A18" w:rsidRDefault="00BD4A18" w:rsidP="0051436C">
      <w:pPr>
        <w:pBdr>
          <w:top w:val="single" w:sz="4" w:space="1" w:color="auto"/>
          <w:left w:val="single" w:sz="4" w:space="1" w:color="auto"/>
          <w:bottom w:val="single" w:sz="4" w:space="1" w:color="auto"/>
          <w:right w:val="single" w:sz="4" w:space="1" w:color="auto"/>
        </w:pBdr>
        <w:jc w:val="both"/>
      </w:pPr>
    </w:p>
    <w:p w14:paraId="5BBD08D1" w14:textId="206947CA" w:rsidR="00797AAC" w:rsidRDefault="00BD4A18" w:rsidP="0051436C">
      <w:pPr>
        <w:pBdr>
          <w:top w:val="single" w:sz="4" w:space="1" w:color="auto"/>
          <w:left w:val="single" w:sz="4" w:space="1" w:color="auto"/>
          <w:bottom w:val="single" w:sz="4" w:space="1" w:color="auto"/>
          <w:right w:val="single" w:sz="4" w:space="1" w:color="auto"/>
        </w:pBdr>
        <w:jc w:val="both"/>
      </w:pPr>
      <w:r>
        <w:t>4. I</w:t>
      </w:r>
      <w:r w:rsidRPr="00110538">
        <w:t xml:space="preserve">nformācija par </w:t>
      </w:r>
      <w:r>
        <w:t>saistībām</w:t>
      </w:r>
      <w:r w:rsidRPr="00110538">
        <w:t xml:space="preserve">, </w:t>
      </w:r>
      <w:r>
        <w:t xml:space="preserve">aizdevējiem, </w:t>
      </w:r>
      <w:r w:rsidRPr="00110538">
        <w:t>informācij</w:t>
      </w:r>
      <w:r>
        <w:t>a</w:t>
      </w:r>
      <w:r w:rsidRPr="00110538">
        <w:t xml:space="preserve"> par </w:t>
      </w:r>
      <w:r>
        <w:t>saistību dzēšanas</w:t>
      </w:r>
      <w:r w:rsidRPr="00110538">
        <w:t xml:space="preserve"> termiņiem, nosacījumiem, ķīlām un galvojumiem, kā arī informācij</w:t>
      </w:r>
      <w:r>
        <w:t>a</w:t>
      </w:r>
      <w:r w:rsidRPr="00110538">
        <w:t xml:space="preserve"> par</w:t>
      </w:r>
      <w:r>
        <w:t xml:space="preserve"> saistībām</w:t>
      </w:r>
      <w:r w:rsidRPr="00110538">
        <w:t xml:space="preserve"> paredzēt</w:t>
      </w:r>
      <w:r>
        <w:t>o</w:t>
      </w:r>
      <w:r w:rsidRPr="00110538">
        <w:t xml:space="preserve"> ienākumu avotu un aizņemto līdzekļu izcelsmi</w:t>
      </w:r>
      <w:r>
        <w:t>, ja</w:t>
      </w:r>
      <w:r w:rsidRPr="00110538">
        <w:t xml:space="preserve"> aizdevējs nav uzraudzīta finanšu </w:t>
      </w:r>
      <w:r>
        <w:t>institūcija</w:t>
      </w:r>
    </w:p>
    <w:p w14:paraId="5A0E3F51" w14:textId="00151BF1" w:rsidR="00BD4A18" w:rsidRDefault="00797AAC" w:rsidP="0051436C">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iesniedz līgumus, kontu izrakstus, valsts </w:t>
      </w:r>
      <w:r w:rsidR="00BD4A18" w:rsidRPr="0075191B">
        <w:rPr>
          <w:sz w:val="20"/>
          <w:szCs w:val="20"/>
        </w:rPr>
        <w:t xml:space="preserve">reģistru apliecinājumus par hipotēku, </w:t>
      </w:r>
      <w:proofErr w:type="spellStart"/>
      <w:r w:rsidR="00BD4A18" w:rsidRPr="0075191B">
        <w:rPr>
          <w:sz w:val="20"/>
          <w:szCs w:val="20"/>
        </w:rPr>
        <w:t>kredītreģistra</w:t>
      </w:r>
      <w:proofErr w:type="spellEnd"/>
      <w:r w:rsidR="00BD4A18" w:rsidRPr="0075191B">
        <w:rPr>
          <w:sz w:val="20"/>
          <w:szCs w:val="20"/>
        </w:rPr>
        <w:t xml:space="preserve"> datiem un līdzīgiem datiem</w:t>
      </w:r>
      <w:r w:rsidRPr="0075191B">
        <w:rPr>
          <w:sz w:val="20"/>
          <w:szCs w:val="20"/>
        </w:rPr>
        <w:t>)</w:t>
      </w:r>
    </w:p>
    <w:p w14:paraId="6F9FE834" w14:textId="77777777" w:rsidR="00BD4A18" w:rsidRDefault="00BD4A18" w:rsidP="0051436C">
      <w:pPr>
        <w:pBdr>
          <w:top w:val="single" w:sz="4" w:space="1" w:color="auto"/>
          <w:left w:val="single" w:sz="4" w:space="1" w:color="auto"/>
          <w:bottom w:val="single" w:sz="4" w:space="1" w:color="auto"/>
          <w:right w:val="single" w:sz="4" w:space="1" w:color="auto"/>
        </w:pBdr>
        <w:jc w:val="both"/>
      </w:pPr>
    </w:p>
    <w:p w14:paraId="1B467F82" w14:textId="44DDA4AD" w:rsidR="00797AAC" w:rsidRDefault="00BD4A18" w:rsidP="0051436C">
      <w:pPr>
        <w:pBdr>
          <w:top w:val="single" w:sz="4" w:space="1" w:color="auto"/>
          <w:left w:val="single" w:sz="4" w:space="1" w:color="auto"/>
          <w:bottom w:val="single" w:sz="4" w:space="1" w:color="auto"/>
          <w:right w:val="single" w:sz="4" w:space="1" w:color="auto"/>
        </w:pBdr>
        <w:jc w:val="both"/>
      </w:pPr>
      <w:r>
        <w:t>5. I</w:t>
      </w:r>
      <w:r w:rsidRPr="00110538">
        <w:t xml:space="preserve">nformācija par </w:t>
      </w:r>
      <w:r>
        <w:t>finanšu darījumiem ar citiem finanšu institūcijas akcionāriem</w:t>
      </w:r>
    </w:p>
    <w:p w14:paraId="649C14AA" w14:textId="47B54397" w:rsidR="00BD4A18" w:rsidRDefault="00797AAC" w:rsidP="0051436C">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iesniedz līgumus, kontu izrakstus</w:t>
      </w:r>
      <w:r>
        <w:rPr>
          <w:sz w:val="20"/>
          <w:szCs w:val="20"/>
        </w:rPr>
        <w:t>)</w:t>
      </w:r>
    </w:p>
    <w:p w14:paraId="47D029B8" w14:textId="77777777" w:rsidR="0083252E" w:rsidRDefault="0083252E" w:rsidP="0051436C">
      <w:pPr>
        <w:pBdr>
          <w:top w:val="single" w:sz="4" w:space="1" w:color="auto"/>
          <w:left w:val="single" w:sz="4" w:space="1" w:color="auto"/>
          <w:bottom w:val="single" w:sz="4" w:space="1" w:color="auto"/>
          <w:right w:val="single" w:sz="4" w:space="1" w:color="auto"/>
        </w:pBdr>
        <w:jc w:val="both"/>
      </w:pPr>
    </w:p>
    <w:p w14:paraId="1292CC8A" w14:textId="0FEEDC30" w:rsidR="00EE0227" w:rsidRDefault="00BD4A18" w:rsidP="0051436C">
      <w:pPr>
        <w:pBdr>
          <w:top w:val="single" w:sz="4" w:space="1" w:color="auto"/>
          <w:left w:val="single" w:sz="4" w:space="1" w:color="auto"/>
          <w:bottom w:val="single" w:sz="4" w:space="1" w:color="auto"/>
          <w:right w:val="single" w:sz="4" w:space="1" w:color="auto"/>
        </w:pBdr>
        <w:jc w:val="both"/>
      </w:pPr>
      <w:r>
        <w:t>6. Informācija</w:t>
      </w:r>
      <w:r w:rsidRPr="008332A6">
        <w:t xml:space="preserve"> par personas vai finanšu </w:t>
      </w:r>
      <w:r w:rsidRPr="0075191B">
        <w:t>institūcijas aktīviem, kas tiks pārdoti tuvākajā laikā (pārdošanas nosacījumi, cenas novērtējums un citi darījumu raksturojoši nosacījumi) un kas tiks izmantoti būtiskas līdzdalības iegūšanai vai palielināšanai</w:t>
      </w:r>
      <w:r>
        <w:t xml:space="preserve"> </w:t>
      </w:r>
    </w:p>
    <w:p w14:paraId="52D1AEAD" w14:textId="65778453" w:rsidR="00BD4A18" w:rsidRDefault="00EE0227" w:rsidP="0051436C">
      <w:pPr>
        <w:pBdr>
          <w:top w:val="single" w:sz="4" w:space="1" w:color="auto"/>
          <w:left w:val="single" w:sz="4" w:space="1" w:color="auto"/>
          <w:bottom w:val="single" w:sz="4" w:space="1" w:color="auto"/>
          <w:right w:val="single" w:sz="4" w:space="1" w:color="auto"/>
        </w:pBdr>
        <w:jc w:val="both"/>
      </w:pPr>
      <w:r>
        <w:t>(</w:t>
      </w:r>
      <w:r w:rsidR="009A4558">
        <w:rPr>
          <w:sz w:val="20"/>
          <w:szCs w:val="20"/>
        </w:rPr>
        <w:t>l</w:t>
      </w:r>
      <w:r w:rsidR="00BD4A18" w:rsidRPr="00EE0227">
        <w:rPr>
          <w:sz w:val="20"/>
          <w:szCs w:val="20"/>
        </w:rPr>
        <w:t>ai minēto apliecinātu</w:t>
      </w:r>
      <w:r w:rsidR="00623ABF">
        <w:rPr>
          <w:sz w:val="20"/>
          <w:szCs w:val="20"/>
        </w:rPr>
        <w:t>,</w:t>
      </w:r>
      <w:r w:rsidR="00BD4A18" w:rsidRPr="00EE0227">
        <w:rPr>
          <w:sz w:val="20"/>
          <w:szCs w:val="20"/>
        </w:rPr>
        <w:t xml:space="preserve"> persona iesniedz līgumus, vienošanās, komercsabiedrību izpildinstitūciju pieņemtus lēmumus</w:t>
      </w:r>
      <w:r>
        <w:rPr>
          <w:sz w:val="20"/>
          <w:szCs w:val="20"/>
        </w:rPr>
        <w:t>)</w:t>
      </w:r>
    </w:p>
    <w:p w14:paraId="2963E2B6" w14:textId="77FD2ABE" w:rsidR="0083252E" w:rsidRDefault="0083252E" w:rsidP="0051436C">
      <w:pPr>
        <w:pBdr>
          <w:top w:val="single" w:sz="4" w:space="1" w:color="auto"/>
          <w:left w:val="single" w:sz="4" w:space="1" w:color="auto"/>
          <w:bottom w:val="single" w:sz="4" w:space="1" w:color="auto"/>
          <w:right w:val="single" w:sz="4" w:space="1" w:color="auto"/>
        </w:pBdr>
        <w:jc w:val="both"/>
      </w:pPr>
    </w:p>
    <w:p w14:paraId="5126F26C" w14:textId="77777777" w:rsidR="00BD4A18" w:rsidRPr="00363D0B" w:rsidRDefault="00BD4A18" w:rsidP="0051436C">
      <w:pPr>
        <w:rPr>
          <w:sz w:val="22"/>
        </w:rPr>
      </w:pPr>
    </w:p>
    <w:p w14:paraId="5E2EEF53" w14:textId="33B3F6B5" w:rsidR="00BD4A18" w:rsidRPr="00962839" w:rsidRDefault="00962839" w:rsidP="00B31D0B">
      <w:pPr>
        <w:rPr>
          <w:szCs w:val="24"/>
        </w:rPr>
      </w:pPr>
      <w:r w:rsidRPr="00962839">
        <w:rPr>
          <w:szCs w:val="24"/>
        </w:rPr>
        <w:t>6</w:t>
      </w:r>
      <w:r w:rsidR="00BD4A18" w:rsidRPr="00962839">
        <w:rPr>
          <w:szCs w:val="24"/>
        </w:rPr>
        <w:t>. Informācija par plānoto grupas struktūru un tās ietekmi uz uzraudzību</w:t>
      </w:r>
    </w:p>
    <w:p w14:paraId="170ED1BE" w14:textId="77777777" w:rsidR="0084587F" w:rsidRDefault="0084587F" w:rsidP="0051436C">
      <w:pPr>
        <w:keepNext/>
        <w:keepLines/>
        <w:pBdr>
          <w:top w:val="single" w:sz="4" w:space="0" w:color="auto"/>
          <w:left w:val="single" w:sz="4" w:space="4" w:color="auto"/>
          <w:bottom w:val="single" w:sz="4" w:space="1" w:color="auto"/>
          <w:right w:val="single" w:sz="4" w:space="4" w:color="auto"/>
        </w:pBdr>
        <w:jc w:val="both"/>
        <w:rPr>
          <w:szCs w:val="24"/>
        </w:rPr>
      </w:pPr>
    </w:p>
    <w:p w14:paraId="2292BF43" w14:textId="48A5ADF1" w:rsidR="00BD4A18" w:rsidRPr="004912DC" w:rsidRDefault="00BD4A18" w:rsidP="0051436C">
      <w:pPr>
        <w:keepNext/>
        <w:keepLines/>
        <w:pBdr>
          <w:top w:val="single" w:sz="4" w:space="0" w:color="auto"/>
          <w:left w:val="single" w:sz="4" w:space="4" w:color="auto"/>
          <w:bottom w:val="single" w:sz="4" w:space="1" w:color="auto"/>
          <w:right w:val="single" w:sz="4" w:space="4" w:color="auto"/>
        </w:pBdr>
        <w:jc w:val="both"/>
        <w:rPr>
          <w:sz w:val="22"/>
        </w:rPr>
      </w:pPr>
      <w:r w:rsidRPr="003F2CF6">
        <w:rPr>
          <w:szCs w:val="24"/>
        </w:rPr>
        <w:t>1. Ja būtiskas līdzdalības ieguvējs ir j</w:t>
      </w:r>
      <w:r w:rsidRPr="009A4558">
        <w:rPr>
          <w:szCs w:val="24"/>
        </w:rPr>
        <w:t>uridiska persona, t</w:t>
      </w:r>
      <w:r w:rsidR="009A4558">
        <w:rPr>
          <w:szCs w:val="24"/>
        </w:rPr>
        <w:t>as</w:t>
      </w:r>
      <w:r w:rsidRPr="009A4558">
        <w:rPr>
          <w:szCs w:val="24"/>
        </w:rPr>
        <w:t xml:space="preserve"> iesniedz finanšu institūcijas un grupas, kurā finanšu institūcija pēc plānotās līdzdalības iegūšanas tiks iekļauta, konsolidētās uzraudzības tvēruma (</w:t>
      </w:r>
      <w:proofErr w:type="spellStart"/>
      <w:r w:rsidRPr="009A4558">
        <w:rPr>
          <w:i/>
          <w:szCs w:val="24"/>
        </w:rPr>
        <w:t>consolidated</w:t>
      </w:r>
      <w:proofErr w:type="spellEnd"/>
      <w:r w:rsidRPr="009A4558">
        <w:rPr>
          <w:i/>
          <w:szCs w:val="24"/>
        </w:rPr>
        <w:t xml:space="preserve"> </w:t>
      </w:r>
      <w:proofErr w:type="spellStart"/>
      <w:r w:rsidRPr="009A4558">
        <w:rPr>
          <w:i/>
          <w:szCs w:val="24"/>
        </w:rPr>
        <w:t>perimeter</w:t>
      </w:r>
      <w:proofErr w:type="spellEnd"/>
      <w:r w:rsidRPr="009A4558">
        <w:rPr>
          <w:szCs w:val="24"/>
        </w:rPr>
        <w:t>) analīzi. Analīzē ietver informāciju par to, kuras grupas struktūrvienības tiks iekļautas konsolidēt</w:t>
      </w:r>
      <w:r w:rsidR="009A4558">
        <w:rPr>
          <w:szCs w:val="24"/>
        </w:rPr>
        <w:t>ā</w:t>
      </w:r>
      <w:r w:rsidRPr="009A4558">
        <w:rPr>
          <w:szCs w:val="24"/>
        </w:rPr>
        <w:t>s uzraudzības prasību tvērumā un kuros grupas līmeņos</w:t>
      </w:r>
      <w:r w:rsidRPr="00C50524">
        <w:t xml:space="preserve"> šīs prasības būs</w:t>
      </w:r>
      <w:r>
        <w:t xml:space="preserve"> </w:t>
      </w:r>
      <w:r w:rsidRPr="00A25F5E">
        <w:t xml:space="preserve">piemērojamas konsolidēti un </w:t>
      </w:r>
      <w:proofErr w:type="spellStart"/>
      <w:r>
        <w:t>sub</w:t>
      </w:r>
      <w:r w:rsidRPr="00A25F5E">
        <w:t>konsolidēti</w:t>
      </w:r>
      <w:proofErr w:type="spellEnd"/>
    </w:p>
    <w:p w14:paraId="72C028D5" w14:textId="77777777" w:rsidR="00BD4A18" w:rsidRDefault="00BD4A18" w:rsidP="0051436C">
      <w:pPr>
        <w:pBdr>
          <w:top w:val="single" w:sz="4" w:space="0" w:color="auto"/>
          <w:left w:val="single" w:sz="4" w:space="4" w:color="auto"/>
          <w:bottom w:val="single" w:sz="4" w:space="1" w:color="auto"/>
          <w:right w:val="single" w:sz="4" w:space="4" w:color="auto"/>
        </w:pBdr>
        <w:rPr>
          <w:sz w:val="22"/>
        </w:rPr>
      </w:pPr>
    </w:p>
    <w:p w14:paraId="4AB4BA86" w14:textId="0BA31B65" w:rsidR="00896F87" w:rsidRDefault="00BD4A18" w:rsidP="0051436C">
      <w:pPr>
        <w:keepNext/>
        <w:keepLines/>
        <w:pBdr>
          <w:top w:val="single" w:sz="4" w:space="0" w:color="auto"/>
          <w:left w:val="single" w:sz="4" w:space="4" w:color="auto"/>
          <w:bottom w:val="single" w:sz="4" w:space="1" w:color="auto"/>
          <w:right w:val="single" w:sz="4" w:space="4" w:color="auto"/>
        </w:pBdr>
        <w:shd w:val="clear" w:color="auto" w:fill="FFFFFF"/>
        <w:jc w:val="both"/>
      </w:pPr>
      <w:r>
        <w:rPr>
          <w:sz w:val="22"/>
        </w:rPr>
        <w:t>2.</w:t>
      </w:r>
      <w:r w:rsidRPr="00117C56">
        <w:t xml:space="preserve"> </w:t>
      </w:r>
      <w:r>
        <w:t xml:space="preserve">Jebkurš būtiskas līdzdalības ieguvējs iesniedz vērtējumu, </w:t>
      </w:r>
      <w:r w:rsidRPr="00C50524">
        <w:t xml:space="preserve">vai plānotā iegūšana jebkādā veidā ietekmēs </w:t>
      </w:r>
      <w:r>
        <w:t>personas</w:t>
      </w:r>
      <w:r w:rsidRPr="00C50524">
        <w:t xml:space="preserve"> cieš</w:t>
      </w:r>
      <w:r>
        <w:t>a</w:t>
      </w:r>
      <w:r w:rsidRPr="00C50524">
        <w:t>s</w:t>
      </w:r>
      <w:r>
        <w:t xml:space="preserve"> attiecības </w:t>
      </w:r>
      <w:r w:rsidRPr="00C50524">
        <w:t xml:space="preserve">ar </w:t>
      </w:r>
      <w:r>
        <w:t>finanšu institūciju</w:t>
      </w:r>
      <w:r w:rsidR="009A4558">
        <w:t xml:space="preserve"> un</w:t>
      </w:r>
      <w:r>
        <w:t xml:space="preserve"> finanšu institūcijas spēju laikus un precīzi sniegt Latvijas Bankai normatīvajos aktos noteikto </w:t>
      </w:r>
      <w:r w:rsidRPr="00D04798">
        <w:t>informāciju</w:t>
      </w:r>
    </w:p>
    <w:p w14:paraId="36440D3D" w14:textId="77777777" w:rsidR="00896F87" w:rsidRPr="004912DC" w:rsidRDefault="00896F87" w:rsidP="0051436C">
      <w:pPr>
        <w:keepNext/>
        <w:keepLines/>
        <w:pBdr>
          <w:top w:val="single" w:sz="4" w:space="0" w:color="auto"/>
          <w:left w:val="single" w:sz="4" w:space="4" w:color="auto"/>
          <w:bottom w:val="single" w:sz="4" w:space="1" w:color="auto"/>
          <w:right w:val="single" w:sz="4" w:space="4" w:color="auto"/>
        </w:pBdr>
        <w:shd w:val="clear" w:color="auto" w:fill="FFFFFF"/>
        <w:jc w:val="both"/>
        <w:rPr>
          <w:sz w:val="22"/>
        </w:rPr>
      </w:pPr>
    </w:p>
    <w:p w14:paraId="594B9E77" w14:textId="77777777" w:rsidR="00896F87" w:rsidRDefault="00896F87" w:rsidP="0051436C"/>
    <w:p w14:paraId="7F13D0FA" w14:textId="77777777" w:rsidR="0084587F" w:rsidRDefault="0084587F" w:rsidP="00635750">
      <w:r>
        <w:br w:type="page"/>
      </w:r>
    </w:p>
    <w:p w14:paraId="6A839EB3" w14:textId="0A0F1135" w:rsidR="00BD4A18" w:rsidRDefault="00896F87" w:rsidP="0010439A">
      <w:pPr>
        <w:jc w:val="both"/>
        <w:rPr>
          <w:bCs/>
          <w:szCs w:val="24"/>
        </w:rPr>
      </w:pPr>
      <w:r w:rsidRPr="0075191B">
        <w:lastRenderedPageBreak/>
        <w:t xml:space="preserve">7. </w:t>
      </w:r>
      <w:r w:rsidR="00BD4A18" w:rsidRPr="0075191B">
        <w:rPr>
          <w:bCs/>
          <w:szCs w:val="24"/>
        </w:rPr>
        <w:t>Iesniedzamā informācija, ja persona plāno iegūt būtisku ietekmi vai būtisku līdzdalību</w:t>
      </w:r>
      <w:r w:rsidR="00BD4A18" w:rsidRPr="006C38FB">
        <w:rPr>
          <w:bCs/>
          <w:szCs w:val="24"/>
        </w:rPr>
        <w:t xml:space="preserve"> finanšu institūcijā, nesasniedzot 20</w:t>
      </w:r>
      <w:r w:rsidR="009A4558">
        <w:rPr>
          <w:bCs/>
          <w:szCs w:val="24"/>
        </w:rPr>
        <w:t> </w:t>
      </w:r>
      <w:r w:rsidR="00BD4A18" w:rsidRPr="006C38FB">
        <w:rPr>
          <w:bCs/>
          <w:szCs w:val="24"/>
        </w:rPr>
        <w:t xml:space="preserve">% </w:t>
      </w:r>
      <w:r w:rsidR="0013617E">
        <w:rPr>
          <w:bCs/>
          <w:szCs w:val="24"/>
        </w:rPr>
        <w:t xml:space="preserve">no </w:t>
      </w:r>
      <w:r w:rsidR="009A4558" w:rsidRPr="006C38FB">
        <w:rPr>
          <w:bCs/>
          <w:szCs w:val="24"/>
        </w:rPr>
        <w:t>finanšu institūcij</w:t>
      </w:r>
      <w:r w:rsidR="009A4558">
        <w:rPr>
          <w:bCs/>
          <w:szCs w:val="24"/>
        </w:rPr>
        <w:t xml:space="preserve">as </w:t>
      </w:r>
      <w:r w:rsidR="0013617E" w:rsidRPr="00D9386E">
        <w:t>pamatkapitāla</w:t>
      </w:r>
      <w:r w:rsidR="0013617E">
        <w:t xml:space="preserve"> </w:t>
      </w:r>
      <w:r w:rsidR="0013617E" w:rsidRPr="00D9386E">
        <w:t>vai balsstiesīgo akciju</w:t>
      </w:r>
      <w:r w:rsidR="0013617E" w:rsidRPr="006C38FB">
        <w:rPr>
          <w:bCs/>
          <w:szCs w:val="24"/>
        </w:rPr>
        <w:t xml:space="preserve"> </w:t>
      </w:r>
      <w:r w:rsidR="00325120">
        <w:rPr>
          <w:bCs/>
          <w:szCs w:val="24"/>
        </w:rPr>
        <w:t>skaita</w:t>
      </w:r>
    </w:p>
    <w:p w14:paraId="0FDF716D" w14:textId="77777777" w:rsidR="0084587F" w:rsidRDefault="0084587F"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Cs w:val="24"/>
        </w:rPr>
      </w:pPr>
    </w:p>
    <w:p w14:paraId="16BEF60E" w14:textId="2E911BAC" w:rsidR="00574B14"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Cs w:val="24"/>
        </w:rPr>
      </w:pPr>
      <w:r w:rsidRPr="00574B14">
        <w:rPr>
          <w:szCs w:val="24"/>
        </w:rPr>
        <w:t xml:space="preserve">1. </w:t>
      </w:r>
      <w:r w:rsidR="00574B14">
        <w:rPr>
          <w:szCs w:val="24"/>
        </w:rPr>
        <w:t>Informācija par personas plānot</w:t>
      </w:r>
      <w:r w:rsidR="00034FAE">
        <w:rPr>
          <w:szCs w:val="24"/>
        </w:rPr>
        <w:t>o</w:t>
      </w:r>
      <w:r w:rsidR="00574B14">
        <w:rPr>
          <w:szCs w:val="24"/>
        </w:rPr>
        <w:t xml:space="preserve"> stratēģiju attiecībā uz finanšu institūcijas darbību</w:t>
      </w:r>
    </w:p>
    <w:p w14:paraId="0C22348E" w14:textId="4944B109" w:rsidR="00BD4A18" w:rsidRPr="00574B14" w:rsidRDefault="00574B14"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Pr>
          <w:sz w:val="20"/>
          <w:szCs w:val="20"/>
        </w:rPr>
        <w:t>(</w:t>
      </w:r>
      <w:r w:rsidR="00325120">
        <w:rPr>
          <w:sz w:val="20"/>
          <w:szCs w:val="20"/>
        </w:rPr>
        <w:t>p</w:t>
      </w:r>
      <w:r w:rsidR="00BD4A18" w:rsidRPr="00574B14">
        <w:rPr>
          <w:sz w:val="20"/>
          <w:szCs w:val="20"/>
        </w:rPr>
        <w:t>ersona iesniedz detalizētu stratēģijas dokument</w:t>
      </w:r>
      <w:r w:rsidRPr="00574B14">
        <w:rPr>
          <w:sz w:val="20"/>
          <w:szCs w:val="20"/>
        </w:rPr>
        <w:t>u</w:t>
      </w:r>
      <w:r w:rsidR="00623ABF">
        <w:rPr>
          <w:sz w:val="20"/>
          <w:szCs w:val="20"/>
        </w:rPr>
        <w:t>,</w:t>
      </w:r>
      <w:r w:rsidR="00BD4A18" w:rsidRPr="00574B14">
        <w:rPr>
          <w:sz w:val="20"/>
          <w:szCs w:val="20"/>
        </w:rPr>
        <w:t xml:space="preserve"> kas ietver vismaz:</w:t>
      </w:r>
    </w:p>
    <w:p w14:paraId="1746E73B" w14:textId="77777777" w:rsidR="00BD4A18" w:rsidRPr="00574B14"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1) personas darbības plānu saistībā ar būtiskas līdzdalības iegūšanu vai palielināšanu;</w:t>
      </w:r>
    </w:p>
    <w:p w14:paraId="16218C64" w14:textId="77777777" w:rsidR="00BD4A18" w:rsidRPr="00574B14"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2) personas nodomu tuvākajā laikā palielināt, samazināt vai paturēt savas līdzdalības apmēru finanšu institūcijā;</w:t>
      </w:r>
    </w:p>
    <w:p w14:paraId="20139685" w14:textId="77777777" w:rsidR="00BD4A18" w:rsidRPr="00574B14"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3) personas nodomu attiecībā uz finanšu institūciju, norādot, vai persona plāno vai neplāno darboties kā aktīvs mazākumakcionārs, kā arī šādas darbības pamatojumu;</w:t>
      </w:r>
    </w:p>
    <w:p w14:paraId="2A823D04" w14:textId="6B5C2115" w:rsidR="00BD4A18" w:rsidRPr="008D7723"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574B14">
        <w:rPr>
          <w:sz w:val="20"/>
          <w:szCs w:val="20"/>
        </w:rPr>
        <w:t xml:space="preserve">4) informāciju </w:t>
      </w:r>
      <w:r w:rsidRPr="008D7723">
        <w:rPr>
          <w:sz w:val="20"/>
          <w:szCs w:val="20"/>
        </w:rPr>
        <w:t>par izejas stratēģiju</w:t>
      </w:r>
      <w:r w:rsidR="008719BC" w:rsidRPr="008D7723">
        <w:rPr>
          <w:sz w:val="20"/>
          <w:szCs w:val="20"/>
        </w:rPr>
        <w:t>;</w:t>
      </w:r>
    </w:p>
    <w:p w14:paraId="616B8DFB" w14:textId="6B488919" w:rsidR="00BD4A18" w:rsidRPr="00574B14"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8D7723">
        <w:rPr>
          <w:sz w:val="20"/>
          <w:szCs w:val="20"/>
        </w:rPr>
        <w:t>5) negatīvā scenārija aprakstu un finanšu</w:t>
      </w:r>
      <w:r w:rsidR="00FF3BE4">
        <w:rPr>
          <w:sz w:val="20"/>
          <w:szCs w:val="20"/>
        </w:rPr>
        <w:t xml:space="preserve"> </w:t>
      </w:r>
      <w:r w:rsidRPr="00574B14">
        <w:rPr>
          <w:sz w:val="20"/>
          <w:szCs w:val="20"/>
        </w:rPr>
        <w:t>prognozes</w:t>
      </w:r>
      <w:r w:rsidR="00574B14">
        <w:rPr>
          <w:sz w:val="20"/>
          <w:szCs w:val="20"/>
        </w:rPr>
        <w:t>)</w:t>
      </w:r>
    </w:p>
    <w:p w14:paraId="7632B39E" w14:textId="77777777" w:rsidR="00BD4A18" w:rsidRDefault="00BD4A18" w:rsidP="0051436C">
      <w:pPr>
        <w:pBdr>
          <w:top w:val="single" w:sz="4" w:space="1" w:color="auto"/>
          <w:left w:val="single" w:sz="4" w:space="4" w:color="auto"/>
          <w:bottom w:val="single" w:sz="4" w:space="1" w:color="auto"/>
          <w:right w:val="single" w:sz="4" w:space="4" w:color="auto"/>
        </w:pBdr>
        <w:jc w:val="both"/>
      </w:pPr>
      <w:r>
        <w:t xml:space="preserve"> </w:t>
      </w:r>
    </w:p>
    <w:p w14:paraId="254549C6" w14:textId="622C2E15" w:rsidR="00574B14"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pPr>
      <w:r>
        <w:t xml:space="preserve">2. </w:t>
      </w:r>
      <w:r w:rsidR="00574B14">
        <w:t xml:space="preserve">Informācija par personas nodomiem </w:t>
      </w:r>
      <w:r w:rsidR="00325120">
        <w:t xml:space="preserve">attiecībā uz </w:t>
      </w:r>
      <w:r w:rsidR="00574B14">
        <w:t>turpmāk</w:t>
      </w:r>
      <w:r w:rsidR="00325120">
        <w:t>u</w:t>
      </w:r>
      <w:r w:rsidR="00574B14">
        <w:t xml:space="preserve"> </w:t>
      </w:r>
      <w:r w:rsidR="00735BA6">
        <w:t xml:space="preserve">finansiālā atbalsta sniegšanu </w:t>
      </w:r>
      <w:r w:rsidR="00574B14">
        <w:t>finanšu institūcija</w:t>
      </w:r>
      <w:r w:rsidR="00735BA6">
        <w:t>i</w:t>
      </w:r>
      <w:r w:rsidR="00574B14">
        <w:t xml:space="preserve"> </w:t>
      </w:r>
    </w:p>
    <w:p w14:paraId="1221A1A6" w14:textId="67E00080" w:rsidR="00BD4A18" w:rsidRDefault="00574B14"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w:t>
      </w:r>
      <w:r w:rsidR="00325120">
        <w:rPr>
          <w:sz w:val="20"/>
          <w:szCs w:val="20"/>
        </w:rPr>
        <w:t>p</w:t>
      </w:r>
      <w:r w:rsidR="00BD4A18" w:rsidRPr="00574B14">
        <w:rPr>
          <w:sz w:val="20"/>
          <w:szCs w:val="20"/>
        </w:rPr>
        <w:t xml:space="preserve">ersona iesniedz rakstveida apliecinājumu par </w:t>
      </w:r>
      <w:r w:rsidR="00325120">
        <w:rPr>
          <w:sz w:val="20"/>
          <w:szCs w:val="20"/>
        </w:rPr>
        <w:t>savu</w:t>
      </w:r>
      <w:r w:rsidR="00325120" w:rsidRPr="00574B14">
        <w:rPr>
          <w:sz w:val="20"/>
          <w:szCs w:val="20"/>
        </w:rPr>
        <w:t xml:space="preserve"> </w:t>
      </w:r>
      <w:r w:rsidR="00BD4A18" w:rsidRPr="00574B14">
        <w:rPr>
          <w:sz w:val="20"/>
          <w:szCs w:val="20"/>
        </w:rPr>
        <w:t>spēju un vēlmi atbalstīt finanšu institūciju ar papildu finan</w:t>
      </w:r>
      <w:r w:rsidR="00325120">
        <w:rPr>
          <w:sz w:val="20"/>
          <w:szCs w:val="20"/>
        </w:rPr>
        <w:t>siālo</w:t>
      </w:r>
      <w:r w:rsidR="00BD4A18" w:rsidRPr="00574B14">
        <w:rPr>
          <w:sz w:val="20"/>
          <w:szCs w:val="20"/>
        </w:rPr>
        <w:t xml:space="preserve"> ieguldījumu no pašas vai aizņemtiem līdzekļiem, lai attīstītu finanšu institūcijas darbību vai palīdzētu tai finansiālās grūtībās, apliecinājumā raksturojot finansiāl</w:t>
      </w:r>
      <w:r w:rsidR="00325120">
        <w:rPr>
          <w:sz w:val="20"/>
          <w:szCs w:val="20"/>
        </w:rPr>
        <w:t>ajam</w:t>
      </w:r>
      <w:r w:rsidR="00BD4A18" w:rsidRPr="00574B14">
        <w:rPr>
          <w:sz w:val="20"/>
          <w:szCs w:val="20"/>
        </w:rPr>
        <w:t xml:space="preserve"> atbalst</w:t>
      </w:r>
      <w:r w:rsidR="00325120">
        <w:rPr>
          <w:sz w:val="20"/>
          <w:szCs w:val="20"/>
        </w:rPr>
        <w:t>am</w:t>
      </w:r>
      <w:r w:rsidR="00BD4A18" w:rsidRPr="00574B14">
        <w:rPr>
          <w:sz w:val="20"/>
          <w:szCs w:val="20"/>
        </w:rPr>
        <w:t xml:space="preserve"> izmantojamos avotus un ieguldījumu apmēru</w:t>
      </w:r>
      <w:r w:rsidRPr="00574B14">
        <w:rPr>
          <w:sz w:val="20"/>
          <w:szCs w:val="20"/>
        </w:rPr>
        <w:t>)</w:t>
      </w:r>
    </w:p>
    <w:p w14:paraId="3B25DF92" w14:textId="77777777" w:rsidR="00637DC3" w:rsidRDefault="00637DC3" w:rsidP="0051436C">
      <w:pPr>
        <w:pBdr>
          <w:top w:val="single" w:sz="4" w:space="1" w:color="auto"/>
          <w:left w:val="single" w:sz="4" w:space="4" w:color="auto"/>
          <w:bottom w:val="single" w:sz="4" w:space="1" w:color="auto"/>
          <w:right w:val="single" w:sz="4" w:space="4" w:color="auto"/>
        </w:pBdr>
        <w:autoSpaceDE w:val="0"/>
        <w:autoSpaceDN w:val="0"/>
        <w:adjustRightInd w:val="0"/>
        <w:jc w:val="both"/>
      </w:pPr>
    </w:p>
    <w:p w14:paraId="2F430A7D" w14:textId="77777777" w:rsidR="00BD4A18" w:rsidRDefault="00BD4A18" w:rsidP="0051436C"/>
    <w:p w14:paraId="282CD575" w14:textId="48FACAD8" w:rsidR="0013617E" w:rsidRDefault="00034FAE" w:rsidP="0010439A">
      <w:pPr>
        <w:jc w:val="both"/>
        <w:rPr>
          <w:bCs/>
          <w:szCs w:val="24"/>
        </w:rPr>
      </w:pPr>
      <w:r>
        <w:t>8</w:t>
      </w:r>
      <w:r w:rsidR="00BD4A18">
        <w:t xml:space="preserve">. </w:t>
      </w:r>
      <w:r w:rsidR="00BD4A18" w:rsidRPr="006C38FB">
        <w:rPr>
          <w:bCs/>
          <w:szCs w:val="24"/>
        </w:rPr>
        <w:t>Iesniedzamā informācija, ja persona plāno iegūt būtisku līdzdalību finanšu institūcijā, sasniedzot 20</w:t>
      </w:r>
      <w:r w:rsidR="00325120">
        <w:rPr>
          <w:bCs/>
          <w:szCs w:val="24"/>
        </w:rPr>
        <w:t> </w:t>
      </w:r>
      <w:r w:rsidR="00BD4A18" w:rsidRPr="006C38FB">
        <w:rPr>
          <w:bCs/>
          <w:szCs w:val="24"/>
        </w:rPr>
        <w:t>%, bet nesasniedzot 50</w:t>
      </w:r>
      <w:r w:rsidR="00325120">
        <w:rPr>
          <w:bCs/>
          <w:szCs w:val="24"/>
        </w:rPr>
        <w:t> </w:t>
      </w:r>
      <w:r w:rsidR="00BD4A18" w:rsidRPr="006C38FB">
        <w:rPr>
          <w:bCs/>
          <w:szCs w:val="24"/>
        </w:rPr>
        <w:t>%</w:t>
      </w:r>
      <w:r>
        <w:rPr>
          <w:bCs/>
          <w:szCs w:val="24"/>
        </w:rPr>
        <w:t xml:space="preserve"> </w:t>
      </w:r>
      <w:r w:rsidR="0013617E">
        <w:rPr>
          <w:bCs/>
          <w:szCs w:val="24"/>
        </w:rPr>
        <w:t xml:space="preserve">no </w:t>
      </w:r>
      <w:r w:rsidR="00325120" w:rsidRPr="006C38FB">
        <w:rPr>
          <w:bCs/>
          <w:szCs w:val="24"/>
        </w:rPr>
        <w:t>finanšu institūcij</w:t>
      </w:r>
      <w:r w:rsidR="00325120">
        <w:rPr>
          <w:bCs/>
          <w:szCs w:val="24"/>
        </w:rPr>
        <w:t xml:space="preserve">as </w:t>
      </w:r>
      <w:r w:rsidR="0013617E" w:rsidRPr="00D9386E">
        <w:t>pamatkapitāla</w:t>
      </w:r>
      <w:r w:rsidR="0013617E">
        <w:t xml:space="preserve"> </w:t>
      </w:r>
      <w:r w:rsidR="0013617E" w:rsidRPr="00D9386E">
        <w:t>vai balsstiesīgo akciju</w:t>
      </w:r>
      <w:r w:rsidR="0013617E" w:rsidRPr="006C38FB">
        <w:rPr>
          <w:bCs/>
          <w:szCs w:val="24"/>
        </w:rPr>
        <w:t xml:space="preserve"> </w:t>
      </w:r>
      <w:r w:rsidR="00325120">
        <w:rPr>
          <w:bCs/>
          <w:szCs w:val="24"/>
        </w:rPr>
        <w:t>skaita</w:t>
      </w:r>
    </w:p>
    <w:p w14:paraId="47667E79" w14:textId="77777777" w:rsidR="00BD4A18" w:rsidRPr="00344A55" w:rsidRDefault="00BD4A18" w:rsidP="0051436C">
      <w:pPr>
        <w:pBdr>
          <w:top w:val="single" w:sz="4" w:space="1" w:color="auto"/>
          <w:left w:val="single" w:sz="4" w:space="4" w:color="auto"/>
          <w:bottom w:val="single" w:sz="4" w:space="1" w:color="auto"/>
          <w:right w:val="single" w:sz="4" w:space="4" w:color="auto"/>
        </w:pBdr>
        <w:rPr>
          <w:b/>
          <w:szCs w:val="24"/>
        </w:rPr>
      </w:pPr>
    </w:p>
    <w:p w14:paraId="7588FB31" w14:textId="58449609" w:rsidR="00034FAE"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Cs w:val="24"/>
        </w:rPr>
      </w:pPr>
      <w:r w:rsidRPr="00637DC3">
        <w:rPr>
          <w:szCs w:val="24"/>
        </w:rPr>
        <w:t xml:space="preserve">1. </w:t>
      </w:r>
      <w:r w:rsidR="00034FAE" w:rsidRPr="00637DC3">
        <w:rPr>
          <w:szCs w:val="24"/>
        </w:rPr>
        <w:t>Informācija</w:t>
      </w:r>
      <w:r w:rsidR="00034FAE">
        <w:rPr>
          <w:szCs w:val="24"/>
        </w:rPr>
        <w:t xml:space="preserve"> par personas plānoto stratēģiju attiecībā uz finanšu institūcijas darbību</w:t>
      </w:r>
    </w:p>
    <w:p w14:paraId="420ECEFC" w14:textId="5A3CC1BE" w:rsidR="00BD4A18" w:rsidRPr="00034FAE" w:rsidRDefault="00034FAE"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w:t>
      </w:r>
      <w:r w:rsidR="00325120">
        <w:rPr>
          <w:sz w:val="20"/>
          <w:szCs w:val="20"/>
        </w:rPr>
        <w:t>p</w:t>
      </w:r>
      <w:r w:rsidR="00BD4A18" w:rsidRPr="00034FAE">
        <w:rPr>
          <w:sz w:val="20"/>
          <w:szCs w:val="20"/>
        </w:rPr>
        <w:t>ersona iesniedz detalizētu stratēģijas dokument</w:t>
      </w:r>
      <w:r w:rsidR="008719BC">
        <w:rPr>
          <w:sz w:val="20"/>
          <w:szCs w:val="20"/>
        </w:rPr>
        <w:t>u</w:t>
      </w:r>
      <w:r w:rsidR="00BD4A18" w:rsidRPr="00034FAE">
        <w:rPr>
          <w:sz w:val="20"/>
          <w:szCs w:val="20"/>
        </w:rPr>
        <w:t>, kas ietver vismaz:</w:t>
      </w:r>
    </w:p>
    <w:p w14:paraId="4D276A05" w14:textId="77777777" w:rsidR="00BD4A18" w:rsidRPr="00034FAE"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1) personas darbības plānu saistībā ar būtiskas līdzdalības iegūšanu vai palielināšanu;</w:t>
      </w:r>
    </w:p>
    <w:p w14:paraId="7C1B1ECD" w14:textId="77777777" w:rsidR="00BD4A18" w:rsidRPr="00034FAE"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2) personas nodomu tuvākajā laikā palielināt, samazināt vai paturēt savas līdzdalības apmēru finanšu institūcijā;</w:t>
      </w:r>
    </w:p>
    <w:p w14:paraId="37798846" w14:textId="77777777" w:rsidR="00BD4A18" w:rsidRPr="008D7723" w:rsidRDefault="00BD4A18" w:rsidP="0051436C">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 xml:space="preserve">3) personas nodomu attiecībā uz finanšu institūciju, norādot, vai persona plāno vai neplāno darboties kā aktīvs </w:t>
      </w:r>
      <w:r w:rsidRPr="008D7723">
        <w:rPr>
          <w:sz w:val="20"/>
          <w:szCs w:val="20"/>
        </w:rPr>
        <w:t>mazākumakcionārs, kā arī šādas darbības pamatojumu;</w:t>
      </w:r>
    </w:p>
    <w:p w14:paraId="4C6DAB30" w14:textId="73B1242D"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8D7723">
        <w:rPr>
          <w:sz w:val="20"/>
          <w:szCs w:val="20"/>
        </w:rPr>
        <w:t>4) informāciju par izejas stratēģiju</w:t>
      </w:r>
      <w:r w:rsidR="008719BC" w:rsidRPr="008D7723">
        <w:rPr>
          <w:sz w:val="20"/>
          <w:szCs w:val="20"/>
        </w:rPr>
        <w:t>;</w:t>
      </w:r>
    </w:p>
    <w:p w14:paraId="264D2E66" w14:textId="5EC91BB5"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5) negatīvā scenārija aprakstu un finanšu prognozes</w:t>
      </w:r>
      <w:r w:rsidR="008719BC">
        <w:rPr>
          <w:sz w:val="20"/>
          <w:szCs w:val="20"/>
        </w:rPr>
        <w:t>;</w:t>
      </w:r>
      <w:r w:rsidRPr="00034FAE">
        <w:rPr>
          <w:sz w:val="20"/>
          <w:szCs w:val="20"/>
        </w:rPr>
        <w:t xml:space="preserve"> </w:t>
      </w:r>
    </w:p>
    <w:p w14:paraId="79F9D059" w14:textId="08094903"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 xml:space="preserve">6) </w:t>
      </w:r>
      <w:r w:rsidR="008719BC">
        <w:rPr>
          <w:sz w:val="20"/>
          <w:szCs w:val="20"/>
        </w:rPr>
        <w:t>z</w:t>
      </w:r>
      <w:r w:rsidRPr="00034FAE">
        <w:rPr>
          <w:sz w:val="20"/>
          <w:szCs w:val="20"/>
        </w:rPr>
        <w:t xml:space="preserve">iņas par ietekmi, ko persona vēlas izmantot attiecībā </w:t>
      </w:r>
      <w:r w:rsidRPr="00745D95">
        <w:rPr>
          <w:sz w:val="20"/>
          <w:szCs w:val="20"/>
        </w:rPr>
        <w:t>uz finanšu pozīciju</w:t>
      </w:r>
      <w:r w:rsidRPr="00034FAE">
        <w:rPr>
          <w:sz w:val="20"/>
          <w:szCs w:val="20"/>
        </w:rPr>
        <w:t xml:space="preserve"> (ieskaitot dividenžu politiku), stratēģisko attīstību un finanšu institūcijas resursu sadali; </w:t>
      </w:r>
    </w:p>
    <w:p w14:paraId="7FBAE99A" w14:textId="6742AAF7"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 xml:space="preserve">7) </w:t>
      </w:r>
      <w:r w:rsidR="008719BC">
        <w:rPr>
          <w:sz w:val="20"/>
          <w:szCs w:val="20"/>
        </w:rPr>
        <w:t>p</w:t>
      </w:r>
      <w:r w:rsidRPr="00034FAE">
        <w:rPr>
          <w:sz w:val="20"/>
          <w:szCs w:val="20"/>
        </w:rPr>
        <w:t>ersonas vidēja termiņa plānu attiecībā uz finanšu institūciju, iekļaujot šādu informāciju:</w:t>
      </w:r>
    </w:p>
    <w:p w14:paraId="40A0C224" w14:textId="2527E0CB"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a) būtiskas līdzdalības iegūšanas vai palielināšanas mērķus un to sasniegšanas plānu</w:t>
      </w:r>
      <w:r w:rsidR="008719BC">
        <w:rPr>
          <w:sz w:val="20"/>
          <w:szCs w:val="20"/>
        </w:rPr>
        <w:t>;</w:t>
      </w:r>
    </w:p>
    <w:p w14:paraId="7244A908" w14:textId="4F311B96"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b) turpmāko trīs gadu plānotos finan</w:t>
      </w:r>
      <w:r w:rsidR="00FF3BE4">
        <w:rPr>
          <w:sz w:val="20"/>
          <w:szCs w:val="20"/>
        </w:rPr>
        <w:t>siālos</w:t>
      </w:r>
      <w:r w:rsidRPr="00034FAE">
        <w:rPr>
          <w:sz w:val="20"/>
          <w:szCs w:val="20"/>
        </w:rPr>
        <w:t xml:space="preserve"> rezultātus (pašu kapitāla atdeve, rentabilitāte</w:t>
      </w:r>
      <w:r w:rsidR="00325120">
        <w:rPr>
          <w:sz w:val="20"/>
          <w:szCs w:val="20"/>
        </w:rPr>
        <w:t>,</w:t>
      </w:r>
      <w:r w:rsidRPr="00034FAE">
        <w:rPr>
          <w:sz w:val="20"/>
          <w:szCs w:val="20"/>
        </w:rPr>
        <w:t xml:space="preserve"> peļņa uz vienu akciju u.</w:t>
      </w:r>
      <w:r w:rsidR="00325120">
        <w:rPr>
          <w:sz w:val="20"/>
          <w:szCs w:val="20"/>
        </w:rPr>
        <w:t> </w:t>
      </w:r>
      <w:r w:rsidRPr="00034FAE">
        <w:rPr>
          <w:sz w:val="20"/>
          <w:szCs w:val="20"/>
        </w:rPr>
        <w:t>c.)</w:t>
      </w:r>
      <w:r w:rsidR="008719BC">
        <w:rPr>
          <w:sz w:val="20"/>
          <w:szCs w:val="20"/>
        </w:rPr>
        <w:t>;</w:t>
      </w:r>
    </w:p>
    <w:p w14:paraId="4F157C76" w14:textId="7F528DEE"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c) iespējamās izmaiņas darbībā, produktos, mērķa klientos un resursu struktūrā</w:t>
      </w:r>
      <w:r w:rsidR="008719BC">
        <w:rPr>
          <w:sz w:val="20"/>
          <w:szCs w:val="20"/>
        </w:rPr>
        <w:t>;</w:t>
      </w:r>
    </w:p>
    <w:p w14:paraId="06548BB8" w14:textId="7AF10E26" w:rsidR="00BD4A18" w:rsidRPr="00034FAE" w:rsidRDefault="00BD4A18" w:rsidP="0051436C">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 xml:space="preserve">d) finanšu </w:t>
      </w:r>
      <w:r w:rsidRPr="00745D95">
        <w:rPr>
          <w:sz w:val="20"/>
          <w:szCs w:val="20"/>
        </w:rPr>
        <w:t>institūcijas iekļaušana</w:t>
      </w:r>
      <w:r w:rsidR="00325120" w:rsidRPr="00745D95">
        <w:rPr>
          <w:sz w:val="20"/>
          <w:szCs w:val="20"/>
        </w:rPr>
        <w:t>s</w:t>
      </w:r>
      <w:r w:rsidRPr="00745D95">
        <w:rPr>
          <w:sz w:val="20"/>
          <w:szCs w:val="20"/>
        </w:rPr>
        <w:t xml:space="preserve"> grupas struktūrā</w:t>
      </w:r>
      <w:r w:rsidR="00325120" w:rsidRPr="00325120">
        <w:rPr>
          <w:sz w:val="20"/>
          <w:szCs w:val="20"/>
        </w:rPr>
        <w:t xml:space="preserve"> </w:t>
      </w:r>
      <w:r w:rsidR="00325120" w:rsidRPr="00034FAE">
        <w:rPr>
          <w:sz w:val="20"/>
          <w:szCs w:val="20"/>
        </w:rPr>
        <w:t>ekonomisko pamatojumu</w:t>
      </w:r>
      <w:r w:rsidRPr="00034FAE">
        <w:rPr>
          <w:sz w:val="20"/>
          <w:szCs w:val="20"/>
        </w:rPr>
        <w:t xml:space="preserve">, tostarp galvenos ieguvumus no komercsabiedrību apvienošanas, kā arī politiku, kas nosaka grupas savstarpējos darījumus. Attiecībā uz dalībvalstīs uzraudzītajām finanšu institūcijām šo informāciju norāda tikai par tām, kuras līdzdalības iegūšanas </w:t>
      </w:r>
      <w:r w:rsidRPr="00325120">
        <w:rPr>
          <w:sz w:val="20"/>
          <w:szCs w:val="20"/>
        </w:rPr>
        <w:t>darījums ietekmē vai ietekmē</w:t>
      </w:r>
      <w:r w:rsidR="00325120" w:rsidRPr="00325120">
        <w:rPr>
          <w:sz w:val="20"/>
          <w:szCs w:val="20"/>
        </w:rPr>
        <w:t>s</w:t>
      </w:r>
      <w:r w:rsidR="00034FAE" w:rsidRPr="00325120">
        <w:rPr>
          <w:sz w:val="20"/>
          <w:szCs w:val="20"/>
        </w:rPr>
        <w:t>)</w:t>
      </w:r>
    </w:p>
    <w:p w14:paraId="7480C4F1" w14:textId="77777777" w:rsidR="00BD4A18" w:rsidRDefault="00BD4A18" w:rsidP="0051436C">
      <w:pPr>
        <w:pBdr>
          <w:top w:val="single" w:sz="4" w:space="1" w:color="auto"/>
          <w:left w:val="single" w:sz="4" w:space="4" w:color="auto"/>
          <w:bottom w:val="single" w:sz="4" w:space="1" w:color="auto"/>
          <w:right w:val="single" w:sz="4" w:space="4" w:color="auto"/>
        </w:pBdr>
        <w:jc w:val="both"/>
      </w:pPr>
    </w:p>
    <w:p w14:paraId="269D00F9" w14:textId="60B6E1C4" w:rsidR="00325120" w:rsidRDefault="00BD4A18" w:rsidP="0051436C">
      <w:pPr>
        <w:pBdr>
          <w:top w:val="single" w:sz="4" w:space="1" w:color="auto"/>
          <w:left w:val="single" w:sz="4" w:space="4" w:color="auto"/>
          <w:bottom w:val="single" w:sz="4" w:space="1" w:color="auto"/>
          <w:right w:val="single" w:sz="4" w:space="4" w:color="auto"/>
        </w:pBdr>
        <w:jc w:val="both"/>
      </w:pPr>
      <w:r>
        <w:t xml:space="preserve">2. </w:t>
      </w:r>
      <w:r w:rsidR="00034FAE">
        <w:t xml:space="preserve">Informācija par personas nodomiem </w:t>
      </w:r>
      <w:r w:rsidR="00325120">
        <w:t xml:space="preserve">attiecībā uz </w:t>
      </w:r>
      <w:r w:rsidR="00034FAE">
        <w:t>turpmāk</w:t>
      </w:r>
      <w:r w:rsidR="00325120">
        <w:t>u</w:t>
      </w:r>
      <w:r w:rsidR="00034FAE">
        <w:t xml:space="preserve"> </w:t>
      </w:r>
      <w:r w:rsidR="006F72CA">
        <w:t xml:space="preserve">finansiālā atbalsta sniegšanu </w:t>
      </w:r>
      <w:r w:rsidR="00034FAE">
        <w:t>finanšu institūcija</w:t>
      </w:r>
      <w:r w:rsidR="006F72CA">
        <w:t>i</w:t>
      </w:r>
      <w:r w:rsidR="00034FAE">
        <w:t xml:space="preserve"> </w:t>
      </w:r>
    </w:p>
    <w:p w14:paraId="0B6AF2E2" w14:textId="24D80F51" w:rsidR="00BD4A18" w:rsidRDefault="00034FAE" w:rsidP="0051436C">
      <w:pPr>
        <w:pBdr>
          <w:top w:val="single" w:sz="4" w:space="1" w:color="auto"/>
          <w:left w:val="single" w:sz="4" w:space="4" w:color="auto"/>
          <w:bottom w:val="single" w:sz="4" w:space="1" w:color="auto"/>
          <w:right w:val="single" w:sz="4" w:space="4" w:color="auto"/>
        </w:pBdr>
        <w:jc w:val="both"/>
      </w:pPr>
      <w:r>
        <w:t>(</w:t>
      </w:r>
      <w:r w:rsidR="00325120">
        <w:rPr>
          <w:sz w:val="20"/>
          <w:szCs w:val="20"/>
        </w:rPr>
        <w:t>p</w:t>
      </w:r>
      <w:r w:rsidR="00BD4A18" w:rsidRPr="00034FAE">
        <w:rPr>
          <w:sz w:val="20"/>
          <w:szCs w:val="20"/>
        </w:rPr>
        <w:t xml:space="preserve">ersona iesniedz rakstveida apliecinājumu par </w:t>
      </w:r>
      <w:r w:rsidR="00325120">
        <w:rPr>
          <w:sz w:val="20"/>
          <w:szCs w:val="20"/>
        </w:rPr>
        <w:t>savu</w:t>
      </w:r>
      <w:r w:rsidR="00BD4A18" w:rsidRPr="00034FAE">
        <w:rPr>
          <w:sz w:val="20"/>
          <w:szCs w:val="20"/>
        </w:rPr>
        <w:t xml:space="preserve"> spēju un vēlmi atbalstīt finanšu institūciju ar papildu finan</w:t>
      </w:r>
      <w:r w:rsidR="00325120">
        <w:rPr>
          <w:sz w:val="20"/>
          <w:szCs w:val="20"/>
        </w:rPr>
        <w:t>siālo</w:t>
      </w:r>
      <w:r w:rsidR="00BD4A18" w:rsidRPr="00034FAE">
        <w:rPr>
          <w:sz w:val="20"/>
          <w:szCs w:val="20"/>
        </w:rPr>
        <w:t xml:space="preserve"> ieguldījumu no pašas vai aizņemtiem līdzekļiem, lai attīstītu finanšu institūcijas darbību vai palīdzētu tai finansiālās grūtībās, apliecinājumā raksturojot finansiāl</w:t>
      </w:r>
      <w:r w:rsidR="006F72CA">
        <w:rPr>
          <w:sz w:val="20"/>
          <w:szCs w:val="20"/>
        </w:rPr>
        <w:t>aj</w:t>
      </w:r>
      <w:r w:rsidR="00325120">
        <w:rPr>
          <w:sz w:val="20"/>
          <w:szCs w:val="20"/>
        </w:rPr>
        <w:t>am</w:t>
      </w:r>
      <w:r w:rsidR="00BD4A18" w:rsidRPr="00034FAE">
        <w:rPr>
          <w:sz w:val="20"/>
          <w:szCs w:val="20"/>
        </w:rPr>
        <w:t xml:space="preserve"> atbalst</w:t>
      </w:r>
      <w:r w:rsidR="00325120">
        <w:rPr>
          <w:sz w:val="20"/>
          <w:szCs w:val="20"/>
        </w:rPr>
        <w:t>am</w:t>
      </w:r>
      <w:r w:rsidR="00BD4A18" w:rsidRPr="00034FAE">
        <w:rPr>
          <w:sz w:val="20"/>
          <w:szCs w:val="20"/>
        </w:rPr>
        <w:t xml:space="preserve"> izmantojamos avotus un ieguldījumu apmēru</w:t>
      </w:r>
      <w:r>
        <w:rPr>
          <w:sz w:val="20"/>
          <w:szCs w:val="20"/>
        </w:rPr>
        <w:t>)</w:t>
      </w:r>
    </w:p>
    <w:p w14:paraId="20F47510" w14:textId="77777777" w:rsidR="00BD4A18" w:rsidRDefault="00BD4A18" w:rsidP="0051436C">
      <w:pPr>
        <w:pBdr>
          <w:top w:val="single" w:sz="4" w:space="1" w:color="auto"/>
          <w:left w:val="single" w:sz="4" w:space="4" w:color="auto"/>
          <w:bottom w:val="single" w:sz="4" w:space="1" w:color="auto"/>
          <w:right w:val="single" w:sz="4" w:space="4" w:color="auto"/>
        </w:pBdr>
        <w:jc w:val="both"/>
      </w:pPr>
    </w:p>
    <w:p w14:paraId="5D3B99B0" w14:textId="77777777" w:rsidR="00BD4A18" w:rsidRDefault="00BD4A18" w:rsidP="0051436C">
      <w:pPr>
        <w:jc w:val="both"/>
      </w:pPr>
    </w:p>
    <w:p w14:paraId="110024CB" w14:textId="77777777" w:rsidR="0084587F" w:rsidRDefault="0084587F" w:rsidP="00635750">
      <w:r>
        <w:br w:type="page"/>
      </w:r>
    </w:p>
    <w:p w14:paraId="278C03DA" w14:textId="1BAAA56D" w:rsidR="00BD4A18" w:rsidRDefault="00A32970" w:rsidP="0051436C">
      <w:pPr>
        <w:jc w:val="both"/>
        <w:rPr>
          <w:bCs/>
          <w:szCs w:val="24"/>
        </w:rPr>
      </w:pPr>
      <w:r>
        <w:lastRenderedPageBreak/>
        <w:t xml:space="preserve">9. </w:t>
      </w:r>
      <w:r w:rsidR="00BD4A18" w:rsidRPr="00975998">
        <w:rPr>
          <w:szCs w:val="24"/>
        </w:rPr>
        <w:t>Iesniedzamā informācija, ja persona plāno iegūt būtisku līdzdalību finanšu institūcijā, sasniedzot 50</w:t>
      </w:r>
      <w:r w:rsidR="00325120">
        <w:rPr>
          <w:szCs w:val="24"/>
        </w:rPr>
        <w:t> </w:t>
      </w:r>
      <w:r w:rsidR="00BD4A18" w:rsidRPr="00975998">
        <w:rPr>
          <w:szCs w:val="24"/>
        </w:rPr>
        <w:t>%</w:t>
      </w:r>
      <w:r w:rsidR="00FB1980">
        <w:rPr>
          <w:szCs w:val="24"/>
        </w:rPr>
        <w:t xml:space="preserve"> </w:t>
      </w:r>
      <w:r w:rsidR="0013617E">
        <w:rPr>
          <w:bCs/>
          <w:szCs w:val="24"/>
        </w:rPr>
        <w:t xml:space="preserve">no </w:t>
      </w:r>
      <w:r w:rsidR="00325120" w:rsidRPr="006C38FB">
        <w:rPr>
          <w:bCs/>
          <w:szCs w:val="24"/>
        </w:rPr>
        <w:t>finanšu institūcij</w:t>
      </w:r>
      <w:r w:rsidR="00325120">
        <w:rPr>
          <w:bCs/>
          <w:szCs w:val="24"/>
        </w:rPr>
        <w:t xml:space="preserve">as </w:t>
      </w:r>
      <w:r w:rsidR="0013617E" w:rsidRPr="00D9386E">
        <w:t>pamatkapitāla</w:t>
      </w:r>
      <w:r w:rsidR="0013617E">
        <w:t xml:space="preserve"> </w:t>
      </w:r>
      <w:r w:rsidR="0013617E" w:rsidRPr="00D9386E">
        <w:t>vai balsstiesīgo akciju</w:t>
      </w:r>
      <w:r w:rsidR="0013617E" w:rsidRPr="006C38FB">
        <w:rPr>
          <w:bCs/>
          <w:szCs w:val="24"/>
        </w:rPr>
        <w:t xml:space="preserve"> </w:t>
      </w:r>
      <w:r w:rsidR="00325120">
        <w:rPr>
          <w:bCs/>
          <w:szCs w:val="24"/>
        </w:rPr>
        <w:t>skaita</w:t>
      </w:r>
    </w:p>
    <w:p w14:paraId="758942A6" w14:textId="77777777" w:rsidR="00016540" w:rsidRDefault="00016540"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Cs w:val="24"/>
        </w:rPr>
      </w:pPr>
    </w:p>
    <w:p w14:paraId="624A5028" w14:textId="591E2BF5" w:rsidR="00BD4A18" w:rsidRDefault="004C3C22"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Cs w:val="24"/>
        </w:rPr>
      </w:pPr>
      <w:r>
        <w:rPr>
          <w:szCs w:val="24"/>
        </w:rPr>
        <w:t>Informācija par personas plānoto stratēģiju attiecībā uz finanšu institūcijas darbību</w:t>
      </w:r>
    </w:p>
    <w:p w14:paraId="57F20C43" w14:textId="648645E5" w:rsidR="00BD4A18" w:rsidRPr="004C3C22" w:rsidRDefault="004C3C22"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Pr>
          <w:sz w:val="20"/>
          <w:szCs w:val="20"/>
        </w:rPr>
        <w:t>(</w:t>
      </w:r>
      <w:r w:rsidR="00325120">
        <w:rPr>
          <w:sz w:val="20"/>
          <w:szCs w:val="20"/>
        </w:rPr>
        <w:t>p</w:t>
      </w:r>
      <w:r w:rsidRPr="004C3C22">
        <w:rPr>
          <w:sz w:val="20"/>
          <w:szCs w:val="20"/>
        </w:rPr>
        <w:t>ersona iesniedz b</w:t>
      </w:r>
      <w:r w:rsidR="00BD4A18" w:rsidRPr="004C3C22">
        <w:rPr>
          <w:sz w:val="20"/>
          <w:szCs w:val="20"/>
        </w:rPr>
        <w:t>iznesa plān</w:t>
      </w:r>
      <w:r w:rsidRPr="004C3C22">
        <w:rPr>
          <w:sz w:val="20"/>
          <w:szCs w:val="20"/>
        </w:rPr>
        <w:t>u, kurā</w:t>
      </w:r>
      <w:r w:rsidR="00BD4A18" w:rsidRPr="004C3C22">
        <w:rPr>
          <w:sz w:val="20"/>
          <w:szCs w:val="20"/>
        </w:rPr>
        <w:t xml:space="preserve"> iekļauj</w:t>
      </w:r>
      <w:r w:rsidR="008719BC">
        <w:rPr>
          <w:sz w:val="20"/>
          <w:szCs w:val="20"/>
        </w:rPr>
        <w:t>:</w:t>
      </w:r>
    </w:p>
    <w:p w14:paraId="7BCD383C" w14:textId="0E345C41"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1. </w:t>
      </w:r>
      <w:r w:rsidR="008719BC">
        <w:rPr>
          <w:sz w:val="20"/>
          <w:szCs w:val="20"/>
        </w:rPr>
        <w:t>s</w:t>
      </w:r>
      <w:r w:rsidRPr="004C3C22">
        <w:rPr>
          <w:sz w:val="20"/>
          <w:szCs w:val="20"/>
        </w:rPr>
        <w:t>tratēģiskās attīstības plān</w:t>
      </w:r>
      <w:r w:rsidR="004C3C22" w:rsidRPr="004C3C22">
        <w:rPr>
          <w:sz w:val="20"/>
          <w:szCs w:val="20"/>
        </w:rPr>
        <w:t>u</w:t>
      </w:r>
      <w:r w:rsidRPr="004C3C22">
        <w:rPr>
          <w:sz w:val="20"/>
          <w:szCs w:val="20"/>
        </w:rPr>
        <w:t>, kas satur šādu informāciju:</w:t>
      </w:r>
    </w:p>
    <w:p w14:paraId="0AF34418" w14:textId="10F0A461" w:rsidR="00BD4A18" w:rsidRPr="00780BA8"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a) būtiskas līdzdalības </w:t>
      </w:r>
      <w:r w:rsidRPr="00780BA8">
        <w:rPr>
          <w:sz w:val="20"/>
          <w:szCs w:val="20"/>
        </w:rPr>
        <w:t>iegūšanas vai palielināšanas mērķus un to sasniegšanas plānu</w:t>
      </w:r>
      <w:r w:rsidR="008719BC" w:rsidRPr="00780BA8">
        <w:rPr>
          <w:sz w:val="20"/>
          <w:szCs w:val="20"/>
        </w:rPr>
        <w:t>;</w:t>
      </w:r>
    </w:p>
    <w:p w14:paraId="31880E95" w14:textId="39677424"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780BA8">
        <w:rPr>
          <w:sz w:val="20"/>
          <w:szCs w:val="20"/>
        </w:rPr>
        <w:t>b) turpmāko trīs gadu plānotos finan</w:t>
      </w:r>
      <w:r w:rsidR="00FF3BE4" w:rsidRPr="00780BA8">
        <w:rPr>
          <w:sz w:val="20"/>
          <w:szCs w:val="20"/>
        </w:rPr>
        <w:t>siālos</w:t>
      </w:r>
      <w:r w:rsidRPr="00780BA8">
        <w:rPr>
          <w:sz w:val="20"/>
          <w:szCs w:val="20"/>
        </w:rPr>
        <w:t xml:space="preserve"> rezultātus (pašu kapitāla atdeve, rentabilitāte</w:t>
      </w:r>
      <w:r w:rsidR="00325120" w:rsidRPr="00780BA8">
        <w:rPr>
          <w:sz w:val="20"/>
          <w:szCs w:val="20"/>
        </w:rPr>
        <w:t>,</w:t>
      </w:r>
      <w:r w:rsidRPr="00780BA8">
        <w:rPr>
          <w:sz w:val="20"/>
          <w:szCs w:val="20"/>
        </w:rPr>
        <w:t xml:space="preserve"> peļņa uz vienu akciju u.</w:t>
      </w:r>
      <w:r w:rsidR="00325120" w:rsidRPr="00780BA8">
        <w:rPr>
          <w:sz w:val="20"/>
          <w:szCs w:val="20"/>
        </w:rPr>
        <w:t> </w:t>
      </w:r>
      <w:r w:rsidRPr="00780BA8">
        <w:rPr>
          <w:sz w:val="20"/>
          <w:szCs w:val="20"/>
        </w:rPr>
        <w:t>c.)</w:t>
      </w:r>
      <w:r w:rsidR="008719BC" w:rsidRPr="00780BA8">
        <w:rPr>
          <w:sz w:val="20"/>
          <w:szCs w:val="20"/>
        </w:rPr>
        <w:t>;</w:t>
      </w:r>
    </w:p>
    <w:p w14:paraId="4BA43701" w14:textId="07C0AB9C" w:rsidR="00BD4A18" w:rsidRPr="004C3C22" w:rsidRDefault="00BD4A18" w:rsidP="0051436C">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c) iespējamās izmaiņas darbībā, produktos, mērķa klientos un resursu struktūrā</w:t>
      </w:r>
      <w:r w:rsidR="008719BC">
        <w:rPr>
          <w:sz w:val="20"/>
          <w:szCs w:val="20"/>
        </w:rPr>
        <w:t>;</w:t>
      </w:r>
    </w:p>
    <w:p w14:paraId="75DF0923" w14:textId="50DF5EF2"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d) ekonomisko pamatojumu finanšu </w:t>
      </w:r>
      <w:r w:rsidRPr="00745D95">
        <w:rPr>
          <w:sz w:val="20"/>
          <w:szCs w:val="20"/>
        </w:rPr>
        <w:t>institūcijas iekļaušanai grupas</w:t>
      </w:r>
      <w:r w:rsidRPr="004C3C22">
        <w:rPr>
          <w:sz w:val="20"/>
          <w:szCs w:val="20"/>
        </w:rPr>
        <w:t xml:space="preserve"> struktūrā, tostarp galvenos ieguvumus no komercsabiedrību apvienošanas, kā arī politiku, kas nosaka grupas savstarpējos darījumus. Attiecībā uz dalībvalstīs uzraudzītajām finanšu institūcijām šo informāciju norāda tikai par tām, kuras līdzdalības iegūšanas darījums ietekmē vai ietekmēs</w:t>
      </w:r>
      <w:r w:rsidR="008719BC">
        <w:rPr>
          <w:sz w:val="20"/>
          <w:szCs w:val="20"/>
        </w:rPr>
        <w:t>;</w:t>
      </w:r>
    </w:p>
    <w:p w14:paraId="086E7383" w14:textId="0F7FE175" w:rsidR="00BD4A18" w:rsidRPr="004C3C22" w:rsidRDefault="00BD4A18" w:rsidP="0051436C">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 xml:space="preserve">e) </w:t>
      </w:r>
      <w:r w:rsidRPr="008D7723">
        <w:rPr>
          <w:sz w:val="20"/>
          <w:szCs w:val="20"/>
        </w:rPr>
        <w:t>informāciju par izejas stratēģiju</w:t>
      </w:r>
      <w:r w:rsidR="008719BC" w:rsidRPr="008D7723">
        <w:rPr>
          <w:sz w:val="20"/>
          <w:szCs w:val="20"/>
        </w:rPr>
        <w:t>;</w:t>
      </w:r>
      <w:r w:rsidRPr="004C3C22">
        <w:rPr>
          <w:sz w:val="20"/>
          <w:szCs w:val="20"/>
        </w:rPr>
        <w:t xml:space="preserve"> </w:t>
      </w:r>
    </w:p>
    <w:p w14:paraId="10521C5E" w14:textId="2DB9D019" w:rsidR="00BD4A18" w:rsidRPr="004C3C22" w:rsidRDefault="00BD4A18" w:rsidP="0051436C">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f) negatīvā scenārija aprakstu un finanšu prognozes</w:t>
      </w:r>
      <w:r w:rsidR="008719BC">
        <w:rPr>
          <w:sz w:val="20"/>
          <w:szCs w:val="20"/>
        </w:rPr>
        <w:t>;</w:t>
      </w:r>
      <w:r w:rsidRPr="004C3C22">
        <w:rPr>
          <w:sz w:val="20"/>
          <w:szCs w:val="20"/>
        </w:rPr>
        <w:t xml:space="preserve"> </w:t>
      </w:r>
    </w:p>
    <w:p w14:paraId="43CDCAC9" w14:textId="796925D4" w:rsidR="00BD4A18" w:rsidRPr="004C3C22" w:rsidRDefault="00BD4A18" w:rsidP="0051436C">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 xml:space="preserve">2. </w:t>
      </w:r>
      <w:r w:rsidR="00325120" w:rsidRPr="004C3C22">
        <w:rPr>
          <w:sz w:val="20"/>
          <w:szCs w:val="20"/>
        </w:rPr>
        <w:t xml:space="preserve">plānoto </w:t>
      </w:r>
      <w:r w:rsidR="008719BC">
        <w:rPr>
          <w:sz w:val="20"/>
          <w:szCs w:val="20"/>
        </w:rPr>
        <w:t>t</w:t>
      </w:r>
      <w:r w:rsidRPr="004C3C22">
        <w:rPr>
          <w:sz w:val="20"/>
          <w:szCs w:val="20"/>
        </w:rPr>
        <w:t>rīs gadu finanšu pārskat</w:t>
      </w:r>
      <w:r w:rsidR="008719BC">
        <w:rPr>
          <w:sz w:val="20"/>
          <w:szCs w:val="20"/>
        </w:rPr>
        <w:t>us</w:t>
      </w:r>
      <w:r w:rsidRPr="004C3C22">
        <w:rPr>
          <w:sz w:val="20"/>
          <w:szCs w:val="20"/>
        </w:rPr>
        <w:t xml:space="preserve"> (individuāli un konsolidētā līmenī), iekļaujot:</w:t>
      </w:r>
    </w:p>
    <w:p w14:paraId="48E950BE" w14:textId="4CC440A4"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a) prognozēto bilanci un peļņas un zaudējumu aprēķinu</w:t>
      </w:r>
      <w:r w:rsidR="008719BC">
        <w:rPr>
          <w:sz w:val="20"/>
          <w:szCs w:val="20"/>
        </w:rPr>
        <w:t>;</w:t>
      </w:r>
    </w:p>
    <w:p w14:paraId="39CB6D0E" w14:textId="45E922F3" w:rsidR="00BD4A18" w:rsidRPr="004C3C22" w:rsidRDefault="00BD4A18" w:rsidP="0051436C">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b) prognozētos darbību raksturojošos rādītājus (kapitāla prasības, maksātspējas koeficients u.</w:t>
      </w:r>
      <w:r w:rsidR="00325120">
        <w:rPr>
          <w:sz w:val="20"/>
          <w:szCs w:val="20"/>
        </w:rPr>
        <w:t> </w:t>
      </w:r>
      <w:r w:rsidRPr="004C3C22">
        <w:rPr>
          <w:sz w:val="20"/>
          <w:szCs w:val="20"/>
        </w:rPr>
        <w:t>tml.)</w:t>
      </w:r>
      <w:r w:rsidR="008719BC">
        <w:rPr>
          <w:sz w:val="20"/>
          <w:szCs w:val="20"/>
        </w:rPr>
        <w:t>;</w:t>
      </w:r>
    </w:p>
    <w:p w14:paraId="4C23785E" w14:textId="291B6344" w:rsidR="00BD4A18" w:rsidRPr="00325120" w:rsidRDefault="00BD4A18" w:rsidP="0051436C">
      <w:pPr>
        <w:pBdr>
          <w:top w:val="single" w:sz="4" w:space="1" w:color="auto"/>
          <w:left w:val="single" w:sz="4" w:space="1" w:color="auto"/>
          <w:bottom w:val="single" w:sz="4" w:space="1" w:color="auto"/>
          <w:right w:val="single" w:sz="4" w:space="1" w:color="auto"/>
        </w:pBdr>
        <w:jc w:val="both"/>
        <w:rPr>
          <w:sz w:val="20"/>
          <w:szCs w:val="20"/>
        </w:rPr>
      </w:pPr>
      <w:r w:rsidRPr="003F2CF6">
        <w:rPr>
          <w:sz w:val="20"/>
          <w:szCs w:val="20"/>
        </w:rPr>
        <w:t xml:space="preserve">c) </w:t>
      </w:r>
      <w:r w:rsidRPr="00325120">
        <w:rPr>
          <w:sz w:val="20"/>
          <w:szCs w:val="20"/>
        </w:rPr>
        <w:t>informāciju par pieļaujamo riska pakāpi (kredītriskam, tirgus riskam, operacionālajam riskam un pārējiem riskiem)</w:t>
      </w:r>
      <w:r w:rsidR="008719BC" w:rsidRPr="00325120">
        <w:rPr>
          <w:sz w:val="20"/>
          <w:szCs w:val="20"/>
        </w:rPr>
        <w:t>;</w:t>
      </w:r>
    </w:p>
    <w:p w14:paraId="07CD9687" w14:textId="31680ACA"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d) prognozes par plānotajiem grupas iekšējiem darījumiem</w:t>
      </w:r>
      <w:r w:rsidR="008719BC">
        <w:rPr>
          <w:sz w:val="20"/>
          <w:szCs w:val="20"/>
        </w:rPr>
        <w:t>;</w:t>
      </w:r>
    </w:p>
    <w:p w14:paraId="2BB95A4F" w14:textId="1D6E224A"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3. </w:t>
      </w:r>
      <w:r w:rsidR="008719BC">
        <w:rPr>
          <w:sz w:val="20"/>
          <w:szCs w:val="20"/>
        </w:rPr>
        <w:t>b</w:t>
      </w:r>
      <w:r w:rsidRPr="004C3C22">
        <w:rPr>
          <w:sz w:val="20"/>
          <w:szCs w:val="20"/>
        </w:rPr>
        <w:t xml:space="preserve">ūtiskas līdzdalības iegūšanas vai palielināšanas ietekmes uz </w:t>
      </w:r>
      <w:r w:rsidR="00325120" w:rsidRPr="004C3C22">
        <w:rPr>
          <w:sz w:val="20"/>
          <w:szCs w:val="20"/>
        </w:rPr>
        <w:t>finanšu institūcij</w:t>
      </w:r>
      <w:r w:rsidR="00325120">
        <w:rPr>
          <w:sz w:val="20"/>
          <w:szCs w:val="20"/>
        </w:rPr>
        <w:t>as</w:t>
      </w:r>
      <w:r w:rsidR="00325120" w:rsidRPr="004C3C22">
        <w:rPr>
          <w:sz w:val="20"/>
          <w:szCs w:val="20"/>
        </w:rPr>
        <w:t xml:space="preserve"> </w:t>
      </w:r>
      <w:r w:rsidRPr="004C3C22">
        <w:rPr>
          <w:sz w:val="20"/>
          <w:szCs w:val="20"/>
        </w:rPr>
        <w:t>korporatīvo vadību un vispārējo organizatorisko struktūru novērtējum</w:t>
      </w:r>
      <w:r w:rsidR="008719BC">
        <w:rPr>
          <w:sz w:val="20"/>
          <w:szCs w:val="20"/>
        </w:rPr>
        <w:t>u</w:t>
      </w:r>
      <w:r w:rsidRPr="004C3C22">
        <w:rPr>
          <w:sz w:val="20"/>
          <w:szCs w:val="20"/>
        </w:rPr>
        <w:t>, ieskaitot ietekmi uz:</w:t>
      </w:r>
    </w:p>
    <w:p w14:paraId="00CA52F5" w14:textId="458115BF"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a) valdes</w:t>
      </w:r>
      <w:r w:rsidR="00325120">
        <w:rPr>
          <w:sz w:val="20"/>
          <w:szCs w:val="20"/>
        </w:rPr>
        <w:t xml:space="preserve"> un</w:t>
      </w:r>
      <w:r w:rsidRPr="004C3C22">
        <w:rPr>
          <w:sz w:val="20"/>
          <w:szCs w:val="20"/>
        </w:rPr>
        <w:t xml:space="preserve"> padomes sastāvu un tās pienākumiem, kā arī uz valdes vai padomes izveidotajām galvenajām finanšu institūcijas komitejām (vadības, riska, audita, atalgojuma u.</w:t>
      </w:r>
      <w:r w:rsidR="00325120">
        <w:rPr>
          <w:sz w:val="20"/>
          <w:szCs w:val="20"/>
        </w:rPr>
        <w:t> </w:t>
      </w:r>
      <w:r w:rsidRPr="004C3C22">
        <w:rPr>
          <w:sz w:val="20"/>
          <w:szCs w:val="20"/>
        </w:rPr>
        <w:t>c.), iekļaujot informāciju par personām, k</w:t>
      </w:r>
      <w:r w:rsidR="006F72CA">
        <w:rPr>
          <w:sz w:val="20"/>
          <w:szCs w:val="20"/>
        </w:rPr>
        <w:t>ur</w:t>
      </w:r>
      <w:r w:rsidRPr="004C3C22">
        <w:rPr>
          <w:sz w:val="20"/>
          <w:szCs w:val="20"/>
        </w:rPr>
        <w:t>as vada vai vadīs finanšu institūciju un tās komitejas</w:t>
      </w:r>
      <w:r w:rsidR="00325120">
        <w:rPr>
          <w:sz w:val="20"/>
          <w:szCs w:val="20"/>
        </w:rPr>
        <w:t>, un</w:t>
      </w:r>
      <w:r w:rsidRPr="004C3C22">
        <w:rPr>
          <w:sz w:val="20"/>
          <w:szCs w:val="20"/>
        </w:rPr>
        <w:t xml:space="preserve"> informāciju par personām, kuras tiks ieceltas uzņēmējdarbības vadīšanai</w:t>
      </w:r>
      <w:r w:rsidR="008719BC">
        <w:rPr>
          <w:sz w:val="20"/>
          <w:szCs w:val="20"/>
        </w:rPr>
        <w:t>;</w:t>
      </w:r>
    </w:p>
    <w:p w14:paraId="6CDD34B4" w14:textId="27581AC1"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b) administratīvajām un grāmatvedības procedūrām un iekšējo kontroli, norādot galvenās izmaiņas procedūrās un sistēmās, kas attiecas uz </w:t>
      </w:r>
      <w:r w:rsidRPr="004E598D">
        <w:rPr>
          <w:sz w:val="20"/>
          <w:szCs w:val="20"/>
        </w:rPr>
        <w:t>grāmatvedību un iekšējo kontroli (ieskaitot noziedzīgi iegūtu līdzekļu legalizācijas</w:t>
      </w:r>
      <w:r w:rsidR="004E598D">
        <w:rPr>
          <w:sz w:val="20"/>
          <w:szCs w:val="20"/>
        </w:rPr>
        <w:t xml:space="preserve"> un terorisma un proliferācijas finansēšanas</w:t>
      </w:r>
      <w:r w:rsidRPr="004E598D">
        <w:rPr>
          <w:sz w:val="20"/>
          <w:szCs w:val="20"/>
        </w:rPr>
        <w:t xml:space="preserve"> novēršanu) un kas ietver galveno amata pienākumu</w:t>
      </w:r>
      <w:r w:rsidR="003B7614" w:rsidRPr="003F2CF6">
        <w:rPr>
          <w:sz w:val="20"/>
          <w:szCs w:val="20"/>
        </w:rPr>
        <w:t xml:space="preserve"> veicēju</w:t>
      </w:r>
      <w:r w:rsidRPr="004E598D">
        <w:rPr>
          <w:sz w:val="20"/>
          <w:szCs w:val="20"/>
        </w:rPr>
        <w:t xml:space="preserve"> (vismaz iekšējā audita dienesta vadītājs, risku direktors, par darbības atbilstības kontroli atbildīgā persona) nozīmēšanu</w:t>
      </w:r>
      <w:r w:rsidR="008719BC" w:rsidRPr="004E598D">
        <w:rPr>
          <w:sz w:val="20"/>
          <w:szCs w:val="20"/>
        </w:rPr>
        <w:t>;</w:t>
      </w:r>
    </w:p>
    <w:p w14:paraId="7D3BC3F7" w14:textId="2985D178"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c) informācijas tehnoloģiju pārvaldības stratēģiju un organizāciju, norādot galvenās izmaiņas informācijas sistēmu izstrādes, uzturēšanas, ārpakalpojumu izmantošanas, darbības dublēšanas, nepārtrauktības un audita pierakstu pārvaldības un drošības politikā un noteikumos</w:t>
      </w:r>
      <w:r w:rsidR="008719BC">
        <w:rPr>
          <w:sz w:val="20"/>
          <w:szCs w:val="20"/>
        </w:rPr>
        <w:t>;</w:t>
      </w:r>
    </w:p>
    <w:p w14:paraId="78D9D9BB" w14:textId="39BDE622" w:rsidR="00BD4A18" w:rsidRPr="004C3C22"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d) politiku, kas nosaka apakšuzņēmēju darbību un ārpakalpojumus (attiecīgās jomas, pakalpojumu sniedzēju izvēlē) un attiecīgās galven</w:t>
      </w:r>
      <w:r w:rsidR="008D7723">
        <w:rPr>
          <w:sz w:val="20"/>
          <w:szCs w:val="20"/>
        </w:rPr>
        <w:t>o</w:t>
      </w:r>
      <w:r w:rsidRPr="004C3C22">
        <w:rPr>
          <w:sz w:val="20"/>
          <w:szCs w:val="20"/>
        </w:rPr>
        <w:t xml:space="preserve"> līgumslēdzēju pu</w:t>
      </w:r>
      <w:r w:rsidR="008D7723">
        <w:rPr>
          <w:sz w:val="20"/>
          <w:szCs w:val="20"/>
        </w:rPr>
        <w:t>šu</w:t>
      </w:r>
      <w:r w:rsidRPr="004C3C22">
        <w:rPr>
          <w:sz w:val="20"/>
          <w:szCs w:val="20"/>
        </w:rPr>
        <w:t xml:space="preserve"> </w:t>
      </w:r>
      <w:r w:rsidR="008D7723" w:rsidRPr="004C3C22">
        <w:rPr>
          <w:sz w:val="20"/>
          <w:szCs w:val="20"/>
        </w:rPr>
        <w:t xml:space="preserve">tiesības un pienākumus </w:t>
      </w:r>
      <w:r w:rsidRPr="004C3C22">
        <w:rPr>
          <w:sz w:val="20"/>
          <w:szCs w:val="20"/>
        </w:rPr>
        <w:t>(piemēram, audita pasākumi, sagaidāmo pakalpojumu kvalitāte)</w:t>
      </w:r>
      <w:r w:rsidR="008719BC">
        <w:rPr>
          <w:sz w:val="20"/>
          <w:szCs w:val="20"/>
        </w:rPr>
        <w:t>;</w:t>
      </w:r>
    </w:p>
    <w:p w14:paraId="2E712739" w14:textId="68D132A8" w:rsidR="00BD4A18" w:rsidRPr="00C14DB9" w:rsidRDefault="00BD4A18" w:rsidP="0051436C">
      <w:pPr>
        <w:pBdr>
          <w:top w:val="single" w:sz="4" w:space="1" w:color="auto"/>
          <w:left w:val="single" w:sz="4" w:space="1" w:color="auto"/>
          <w:bottom w:val="single" w:sz="4" w:space="1" w:color="auto"/>
          <w:right w:val="single" w:sz="4" w:space="1" w:color="auto"/>
        </w:pBdr>
        <w:autoSpaceDE w:val="0"/>
        <w:autoSpaceDN w:val="0"/>
        <w:adjustRightInd w:val="0"/>
        <w:jc w:val="both"/>
        <w:rPr>
          <w:szCs w:val="24"/>
        </w:rPr>
      </w:pPr>
      <w:r w:rsidRPr="004C3C22">
        <w:rPr>
          <w:sz w:val="20"/>
          <w:szCs w:val="20"/>
        </w:rPr>
        <w:t xml:space="preserve">e) </w:t>
      </w:r>
      <w:r w:rsidR="008D7723" w:rsidRPr="004C3C22">
        <w:rPr>
          <w:sz w:val="20"/>
          <w:szCs w:val="20"/>
        </w:rPr>
        <w:t>finanšu institūcij</w:t>
      </w:r>
      <w:r w:rsidR="008D7723">
        <w:rPr>
          <w:sz w:val="20"/>
          <w:szCs w:val="20"/>
        </w:rPr>
        <w:t>as</w:t>
      </w:r>
      <w:r w:rsidR="008D7723" w:rsidRPr="004C3C22">
        <w:rPr>
          <w:sz w:val="20"/>
          <w:szCs w:val="20"/>
        </w:rPr>
        <w:t xml:space="preserve"> </w:t>
      </w:r>
      <w:r w:rsidRPr="004C3C22">
        <w:rPr>
          <w:sz w:val="20"/>
          <w:szCs w:val="20"/>
        </w:rPr>
        <w:t>korporatīvo vadību un vispārējo organizatorisko struktūru, tostarp informāciju par izmaiņām akcionāru struktūrā vai balsstiesību sadalījumā</w:t>
      </w:r>
      <w:r w:rsidR="004C3C22">
        <w:rPr>
          <w:sz w:val="20"/>
          <w:szCs w:val="20"/>
        </w:rPr>
        <w:t>)</w:t>
      </w:r>
    </w:p>
    <w:p w14:paraId="45FA80C9" w14:textId="77777777" w:rsidR="00BD4A18" w:rsidRDefault="00BD4A18" w:rsidP="0051436C">
      <w:pPr>
        <w:pBdr>
          <w:top w:val="single" w:sz="4" w:space="1" w:color="auto"/>
          <w:left w:val="single" w:sz="4" w:space="1" w:color="auto"/>
          <w:bottom w:val="single" w:sz="4" w:space="1" w:color="auto"/>
          <w:right w:val="single" w:sz="4" w:space="1" w:color="auto"/>
        </w:pBdr>
        <w:jc w:val="both"/>
      </w:pPr>
    </w:p>
    <w:p w14:paraId="362B7902" w14:textId="77777777" w:rsidR="00BD4A18" w:rsidRDefault="00BD4A18" w:rsidP="0051436C">
      <w:pPr>
        <w:rPr>
          <w:sz w:val="22"/>
        </w:rPr>
      </w:pPr>
    </w:p>
    <w:p w14:paraId="3CCE2156" w14:textId="2D37469E" w:rsidR="00BD4A18" w:rsidRPr="009926D8" w:rsidRDefault="00BD4A18" w:rsidP="0051436C">
      <w:pPr>
        <w:jc w:val="both"/>
        <w:rPr>
          <w:szCs w:val="24"/>
        </w:rPr>
      </w:pPr>
      <w:r w:rsidRPr="009926D8">
        <w:rPr>
          <w:szCs w:val="24"/>
        </w:rPr>
        <w:t>1</w:t>
      </w:r>
      <w:r w:rsidR="00FF1BFE" w:rsidRPr="009926D8">
        <w:rPr>
          <w:szCs w:val="24"/>
        </w:rPr>
        <w:t xml:space="preserve">0. </w:t>
      </w:r>
      <w:r w:rsidRPr="009926D8">
        <w:rPr>
          <w:szCs w:val="24"/>
        </w:rPr>
        <w:t>Informācija par citām valsts institūcijām, kurām ir iesniegts vai tiks iesniegts būtiskas līdzdalības paziņojums vai cita veida paziņojums atļaujas saņemšanai</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D4A18" w:rsidRPr="004912DC" w14:paraId="35653008" w14:textId="77777777" w:rsidTr="00B31D0B">
        <w:trPr>
          <w:trHeight w:val="1032"/>
        </w:trPr>
        <w:tc>
          <w:tcPr>
            <w:tcW w:w="8505" w:type="dxa"/>
          </w:tcPr>
          <w:p w14:paraId="129769FC" w14:textId="77777777" w:rsidR="009926D8" w:rsidRDefault="009926D8" w:rsidP="0051436C">
            <w:pPr>
              <w:jc w:val="both"/>
              <w:rPr>
                <w:szCs w:val="24"/>
              </w:rPr>
            </w:pPr>
          </w:p>
          <w:p w14:paraId="5244D3AC" w14:textId="4AFE2327" w:rsidR="00FF1BFE" w:rsidRPr="00DB3F17" w:rsidRDefault="00FF1BFE" w:rsidP="0051436C">
            <w:pPr>
              <w:jc w:val="both"/>
              <w:rPr>
                <w:szCs w:val="24"/>
              </w:rPr>
            </w:pPr>
            <w:r>
              <w:rPr>
                <w:szCs w:val="24"/>
              </w:rPr>
              <w:t>Valsts institūcijas</w:t>
            </w:r>
            <w:r w:rsidRPr="00DB3F17">
              <w:rPr>
                <w:szCs w:val="24"/>
              </w:rPr>
              <w:t xml:space="preserve"> nosaukums:</w:t>
            </w:r>
          </w:p>
          <w:p w14:paraId="337C5BAD" w14:textId="77777777" w:rsidR="0084587F" w:rsidRDefault="0084587F" w:rsidP="0051436C">
            <w:pPr>
              <w:jc w:val="both"/>
              <w:rPr>
                <w:szCs w:val="24"/>
              </w:rPr>
            </w:pPr>
          </w:p>
          <w:p w14:paraId="78A84995" w14:textId="4D904A39" w:rsidR="00FF1BFE" w:rsidRPr="00DB3F17" w:rsidRDefault="00FF1BFE" w:rsidP="0051436C">
            <w:pPr>
              <w:jc w:val="both"/>
              <w:rPr>
                <w:szCs w:val="24"/>
              </w:rPr>
            </w:pPr>
            <w:r w:rsidRPr="00DB3F17">
              <w:rPr>
                <w:szCs w:val="24"/>
              </w:rPr>
              <w:t>Adrese:</w:t>
            </w:r>
          </w:p>
          <w:p w14:paraId="5A81F1F6" w14:textId="77777777" w:rsidR="0084587F" w:rsidRDefault="0084587F" w:rsidP="0051436C">
            <w:pPr>
              <w:jc w:val="both"/>
              <w:rPr>
                <w:szCs w:val="24"/>
              </w:rPr>
            </w:pPr>
          </w:p>
          <w:p w14:paraId="6B1BDA3A" w14:textId="44D5D610" w:rsidR="00FF1BFE" w:rsidRPr="00DB3F17" w:rsidRDefault="00FF1BFE" w:rsidP="0051436C">
            <w:pPr>
              <w:jc w:val="both"/>
              <w:rPr>
                <w:szCs w:val="24"/>
              </w:rPr>
            </w:pPr>
            <w:r w:rsidRPr="00DB3F17">
              <w:rPr>
                <w:szCs w:val="24"/>
              </w:rPr>
              <w:t>E-pasta adrese:</w:t>
            </w:r>
          </w:p>
          <w:p w14:paraId="2DD9790E" w14:textId="77777777" w:rsidR="0084587F" w:rsidRDefault="0084587F" w:rsidP="0051436C">
            <w:pPr>
              <w:ind w:right="-111"/>
              <w:jc w:val="both"/>
              <w:rPr>
                <w:szCs w:val="24"/>
              </w:rPr>
            </w:pPr>
          </w:p>
          <w:p w14:paraId="268FE213" w14:textId="462C5584" w:rsidR="00FF1BFE" w:rsidRPr="00DB3F17" w:rsidRDefault="00FF1BFE" w:rsidP="0051436C">
            <w:pPr>
              <w:ind w:right="-111"/>
              <w:jc w:val="both"/>
              <w:rPr>
                <w:szCs w:val="24"/>
              </w:rPr>
            </w:pPr>
            <w:r w:rsidRPr="00DB3F17">
              <w:rPr>
                <w:szCs w:val="24"/>
              </w:rPr>
              <w:t>Tālruņa numurs:</w:t>
            </w:r>
          </w:p>
          <w:p w14:paraId="77DF5779" w14:textId="77777777" w:rsidR="0084587F" w:rsidRDefault="0084587F" w:rsidP="0051436C">
            <w:pPr>
              <w:jc w:val="both"/>
              <w:rPr>
                <w:szCs w:val="24"/>
              </w:rPr>
            </w:pPr>
          </w:p>
          <w:p w14:paraId="7BBA659B" w14:textId="77777777" w:rsidR="00BD4A18" w:rsidRDefault="008D7723" w:rsidP="0051436C">
            <w:pPr>
              <w:jc w:val="both"/>
              <w:rPr>
                <w:szCs w:val="24"/>
              </w:rPr>
            </w:pPr>
            <w:r>
              <w:rPr>
                <w:szCs w:val="24"/>
              </w:rPr>
              <w:t>Tīmekļvietnes</w:t>
            </w:r>
            <w:r w:rsidRPr="00DB3F17">
              <w:rPr>
                <w:szCs w:val="24"/>
              </w:rPr>
              <w:t xml:space="preserve"> </w:t>
            </w:r>
            <w:r w:rsidR="00FF1BFE" w:rsidRPr="00DB3F17">
              <w:rPr>
                <w:szCs w:val="24"/>
              </w:rPr>
              <w:t>adrese:</w:t>
            </w:r>
          </w:p>
          <w:p w14:paraId="6BA85F84" w14:textId="4E2BA734" w:rsidR="0084587F" w:rsidRPr="004912DC" w:rsidRDefault="0084587F" w:rsidP="0051436C">
            <w:pPr>
              <w:jc w:val="both"/>
              <w:rPr>
                <w:sz w:val="22"/>
              </w:rPr>
            </w:pPr>
          </w:p>
        </w:tc>
      </w:tr>
    </w:tbl>
    <w:p w14:paraId="05F07E19" w14:textId="77777777" w:rsidR="00BD4A18" w:rsidRPr="009926D8" w:rsidRDefault="00BD4A18" w:rsidP="0051436C">
      <w:pPr>
        <w:rPr>
          <w:szCs w:val="24"/>
        </w:rPr>
      </w:pPr>
    </w:p>
    <w:p w14:paraId="73CFFDEB" w14:textId="77777777" w:rsidR="0084587F" w:rsidRDefault="0084587F" w:rsidP="00635750">
      <w:pPr>
        <w:rPr>
          <w:szCs w:val="24"/>
        </w:rPr>
      </w:pPr>
      <w:r>
        <w:rPr>
          <w:szCs w:val="24"/>
        </w:rPr>
        <w:br w:type="page"/>
      </w:r>
    </w:p>
    <w:p w14:paraId="76223ABA" w14:textId="38D8E4D8" w:rsidR="00BD4A18" w:rsidRPr="009926D8" w:rsidRDefault="00F77C47" w:rsidP="0051436C">
      <w:pPr>
        <w:jc w:val="both"/>
        <w:rPr>
          <w:szCs w:val="24"/>
        </w:rPr>
      </w:pPr>
      <w:r w:rsidRPr="009926D8">
        <w:rPr>
          <w:szCs w:val="24"/>
        </w:rPr>
        <w:lastRenderedPageBreak/>
        <w:t xml:space="preserve">11. </w:t>
      </w:r>
      <w:r w:rsidR="00BD4A18" w:rsidRPr="009926D8">
        <w:rPr>
          <w:szCs w:val="24"/>
        </w:rPr>
        <w:t xml:space="preserve">Informācija par kontaktpersonu un adresi (pasta adrese un e-pasta adrese), </w:t>
      </w:r>
      <w:r w:rsidR="008D7723">
        <w:rPr>
          <w:szCs w:val="24"/>
        </w:rPr>
        <w:t xml:space="preserve">uz </w:t>
      </w:r>
      <w:r w:rsidR="00BD4A18" w:rsidRPr="009926D8">
        <w:rPr>
          <w:szCs w:val="24"/>
        </w:rPr>
        <w:t>kur</w:t>
      </w:r>
      <w:r w:rsidR="008D7723">
        <w:rPr>
          <w:szCs w:val="24"/>
        </w:rPr>
        <w:t>u</w:t>
      </w:r>
      <w:r w:rsidR="00BD4A18" w:rsidRPr="009926D8">
        <w:rPr>
          <w:szCs w:val="24"/>
        </w:rPr>
        <w:t xml:space="preserve"> nosūtāms </w:t>
      </w:r>
      <w:r w:rsidR="00B630A4" w:rsidRPr="009926D8">
        <w:rPr>
          <w:szCs w:val="24"/>
        </w:rPr>
        <w:t>Latvijas Bankas</w:t>
      </w:r>
      <w:r w:rsidR="00BD4A18" w:rsidRPr="009926D8">
        <w:rPr>
          <w:szCs w:val="24"/>
        </w:rPr>
        <w:t xml:space="preserve"> vai Eiropas Centrālās bankas pieņemtais lēmums</w:t>
      </w:r>
    </w:p>
    <w:p w14:paraId="4B811765" w14:textId="77777777" w:rsidR="008D7723" w:rsidRDefault="008D7723" w:rsidP="0051436C">
      <w:pPr>
        <w:pBdr>
          <w:top w:val="single" w:sz="4" w:space="1" w:color="auto"/>
          <w:left w:val="single" w:sz="4" w:space="0" w:color="auto"/>
          <w:bottom w:val="single" w:sz="4" w:space="1" w:color="auto"/>
          <w:right w:val="single" w:sz="4" w:space="4" w:color="auto"/>
        </w:pBdr>
        <w:jc w:val="both"/>
        <w:rPr>
          <w:szCs w:val="24"/>
        </w:rPr>
      </w:pPr>
    </w:p>
    <w:p w14:paraId="4CA03E5A" w14:textId="5C47D9F3" w:rsidR="00F77C47" w:rsidRDefault="00F77C47" w:rsidP="0051436C">
      <w:pPr>
        <w:pBdr>
          <w:top w:val="single" w:sz="4" w:space="1" w:color="auto"/>
          <w:left w:val="single" w:sz="4" w:space="0" w:color="auto"/>
          <w:bottom w:val="single" w:sz="4" w:space="1" w:color="auto"/>
          <w:right w:val="single" w:sz="4" w:space="4" w:color="auto"/>
        </w:pBdr>
        <w:jc w:val="both"/>
        <w:rPr>
          <w:szCs w:val="24"/>
        </w:rPr>
      </w:pPr>
      <w:r>
        <w:rPr>
          <w:szCs w:val="24"/>
        </w:rPr>
        <w:t>Adresāts:</w:t>
      </w:r>
    </w:p>
    <w:p w14:paraId="62661F0B" w14:textId="77777777" w:rsidR="0084587F" w:rsidRDefault="0084587F" w:rsidP="0051436C">
      <w:pPr>
        <w:pBdr>
          <w:top w:val="single" w:sz="4" w:space="1" w:color="auto"/>
          <w:left w:val="single" w:sz="4" w:space="0" w:color="auto"/>
          <w:bottom w:val="single" w:sz="4" w:space="1" w:color="auto"/>
          <w:right w:val="single" w:sz="4" w:space="4" w:color="auto"/>
        </w:pBdr>
        <w:jc w:val="both"/>
        <w:rPr>
          <w:szCs w:val="24"/>
        </w:rPr>
      </w:pPr>
    </w:p>
    <w:p w14:paraId="161848BB" w14:textId="0D4D1D34" w:rsidR="000D7B9C" w:rsidRPr="00DB3F17" w:rsidRDefault="000D7B9C" w:rsidP="0051436C">
      <w:pPr>
        <w:pBdr>
          <w:top w:val="single" w:sz="4" w:space="1" w:color="auto"/>
          <w:left w:val="single" w:sz="4" w:space="0" w:color="auto"/>
          <w:bottom w:val="single" w:sz="4" w:space="1" w:color="auto"/>
          <w:right w:val="single" w:sz="4" w:space="4" w:color="auto"/>
        </w:pBdr>
        <w:jc w:val="both"/>
        <w:rPr>
          <w:szCs w:val="24"/>
        </w:rPr>
      </w:pPr>
      <w:r w:rsidRPr="00DB3F17">
        <w:rPr>
          <w:szCs w:val="24"/>
        </w:rPr>
        <w:t>Adrese:</w:t>
      </w:r>
    </w:p>
    <w:p w14:paraId="5F6D7120" w14:textId="77777777" w:rsidR="0084587F" w:rsidRDefault="0084587F" w:rsidP="0051436C">
      <w:pPr>
        <w:pBdr>
          <w:top w:val="single" w:sz="4" w:space="1" w:color="auto"/>
          <w:left w:val="single" w:sz="4" w:space="0" w:color="auto"/>
          <w:bottom w:val="single" w:sz="4" w:space="1" w:color="auto"/>
          <w:right w:val="single" w:sz="4" w:space="4" w:color="auto"/>
        </w:pBdr>
        <w:jc w:val="both"/>
        <w:rPr>
          <w:szCs w:val="24"/>
        </w:rPr>
      </w:pPr>
    </w:p>
    <w:p w14:paraId="16F600AD" w14:textId="02C1C9F5" w:rsidR="000D7B9C" w:rsidRDefault="000D7B9C" w:rsidP="0051436C">
      <w:pPr>
        <w:pBdr>
          <w:top w:val="single" w:sz="4" w:space="1" w:color="auto"/>
          <w:left w:val="single" w:sz="4" w:space="0" w:color="auto"/>
          <w:bottom w:val="single" w:sz="4" w:space="1" w:color="auto"/>
          <w:right w:val="single" w:sz="4" w:space="4" w:color="auto"/>
        </w:pBdr>
        <w:jc w:val="both"/>
        <w:rPr>
          <w:szCs w:val="24"/>
        </w:rPr>
      </w:pPr>
      <w:r w:rsidRPr="00DB3F17">
        <w:rPr>
          <w:szCs w:val="24"/>
        </w:rPr>
        <w:t>E-pasta adrese:</w:t>
      </w:r>
    </w:p>
    <w:p w14:paraId="1BE1140C" w14:textId="77777777" w:rsidR="0084587F" w:rsidRPr="004912DC" w:rsidRDefault="0084587F" w:rsidP="0051436C">
      <w:pPr>
        <w:pBdr>
          <w:top w:val="single" w:sz="4" w:space="1" w:color="auto"/>
          <w:left w:val="single" w:sz="4" w:space="0" w:color="auto"/>
          <w:bottom w:val="single" w:sz="4" w:space="1" w:color="auto"/>
          <w:right w:val="single" w:sz="4" w:space="4" w:color="auto"/>
        </w:pBdr>
        <w:jc w:val="both"/>
        <w:rPr>
          <w:sz w:val="22"/>
        </w:rPr>
      </w:pPr>
    </w:p>
    <w:p w14:paraId="1A33F3E0" w14:textId="77777777" w:rsidR="00BD4A18" w:rsidRDefault="00BD4A18" w:rsidP="0051436C">
      <w:pPr>
        <w:jc w:val="both"/>
        <w:rPr>
          <w:sz w:val="22"/>
        </w:rPr>
      </w:pPr>
    </w:p>
    <w:p w14:paraId="62911765" w14:textId="77777777" w:rsidR="00637DC3" w:rsidRDefault="00F77C47" w:rsidP="00B31D0B">
      <w:pPr>
        <w:rPr>
          <w:sz w:val="22"/>
        </w:rPr>
      </w:pPr>
      <w:r w:rsidRPr="009926D8">
        <w:rPr>
          <w:szCs w:val="24"/>
        </w:rPr>
        <w:t>12</w:t>
      </w:r>
      <w:r w:rsidR="00BD4A18" w:rsidRPr="009926D8">
        <w:rPr>
          <w:szCs w:val="24"/>
        </w:rPr>
        <w:t>. Informācija par lēmuma valodu</w:t>
      </w:r>
      <w:r w:rsidR="00BD4A18" w:rsidRPr="004912DC">
        <w:rPr>
          <w:sz w:val="22"/>
        </w:rPr>
        <w:t xml:space="preserve"> </w:t>
      </w:r>
    </w:p>
    <w:p w14:paraId="51645A0F" w14:textId="36FEA873" w:rsidR="00BD4A18" w:rsidRDefault="00BD4A18" w:rsidP="0051436C">
      <w:pPr>
        <w:jc w:val="both"/>
        <w:rPr>
          <w:sz w:val="22"/>
        </w:rPr>
      </w:pPr>
      <w:r w:rsidRPr="009F4A5E">
        <w:rPr>
          <w:sz w:val="18"/>
          <w:szCs w:val="18"/>
        </w:rPr>
        <w:t>(</w:t>
      </w:r>
      <w:r w:rsidR="00F77C47">
        <w:rPr>
          <w:sz w:val="18"/>
          <w:szCs w:val="18"/>
        </w:rPr>
        <w:t xml:space="preserve">konkrēto lauciņu </w:t>
      </w:r>
      <w:r w:rsidR="008D7723" w:rsidRPr="009F4A5E">
        <w:rPr>
          <w:sz w:val="18"/>
          <w:szCs w:val="18"/>
        </w:rPr>
        <w:t xml:space="preserve">aizpilda </w:t>
      </w:r>
      <w:r w:rsidRPr="009F4A5E">
        <w:rPr>
          <w:sz w:val="18"/>
          <w:szCs w:val="18"/>
        </w:rPr>
        <w:t>tikai tās personas, kas iegūst vai palielina būtisku līdzdalību kredītiestādē)</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BD4A18" w:rsidRPr="004912DC" w14:paraId="6F79EFB1" w14:textId="77777777" w:rsidTr="00B31D0B">
        <w:trPr>
          <w:trHeight w:val="1175"/>
        </w:trPr>
        <w:tc>
          <w:tcPr>
            <w:tcW w:w="8647" w:type="dxa"/>
          </w:tcPr>
          <w:p w14:paraId="11DFCBD1" w14:textId="77777777" w:rsidR="00BD4A18" w:rsidRPr="004912DC" w:rsidRDefault="00BD4A18" w:rsidP="0051436C">
            <w:pPr>
              <w:jc w:val="both"/>
              <w:rPr>
                <w:sz w:val="22"/>
              </w:rPr>
            </w:pPr>
          </w:p>
          <w:p w14:paraId="519AC6A6" w14:textId="4737294B" w:rsidR="00BD4A18" w:rsidRPr="004912DC" w:rsidRDefault="00BD4A18" w:rsidP="0051436C">
            <w:pPr>
              <w:rPr>
                <w:sz w:val="22"/>
              </w:rPr>
            </w:pPr>
            <w:r w:rsidRPr="009926D8">
              <w:rPr>
                <w:szCs w:val="24"/>
              </w:rPr>
              <w:t>Persona vēlas saņemt Eiropas Centrālās bankas lēmumu angļu valodā</w:t>
            </w:r>
            <w:r w:rsidR="00F77C47">
              <w:rPr>
                <w:sz w:val="22"/>
              </w:rPr>
              <w:t xml:space="preserve"> </w:t>
            </w:r>
            <w:r w:rsidR="00753095" w:rsidRPr="0088573B">
              <w:rPr>
                <w:rFonts w:ascii="Cambria" w:hAnsi="Cambria"/>
                <w:noProof/>
                <w:position w:val="-2"/>
                <w:sz w:val="26"/>
                <w:szCs w:val="26"/>
                <w:lang w:val="en-US"/>
              </w:rPr>
              <w:sym w:font="Wingdings 2" w:char="F0A3"/>
            </w:r>
          </w:p>
          <w:p w14:paraId="15AA4DAC" w14:textId="77777777" w:rsidR="0084587F" w:rsidRDefault="0084587F" w:rsidP="0051436C">
            <w:pPr>
              <w:rPr>
                <w:szCs w:val="24"/>
              </w:rPr>
            </w:pPr>
          </w:p>
          <w:p w14:paraId="23723578" w14:textId="24CADDC3" w:rsidR="00BD4A18" w:rsidRPr="004912DC" w:rsidRDefault="00BD4A18" w:rsidP="0051436C">
            <w:pPr>
              <w:rPr>
                <w:sz w:val="22"/>
              </w:rPr>
            </w:pPr>
            <w:r w:rsidRPr="009926D8">
              <w:rPr>
                <w:szCs w:val="24"/>
              </w:rPr>
              <w:t>Persona vēlas saņemt Eiropas Centrālās bankas lēmumu latviešu valodā</w:t>
            </w:r>
            <w:r w:rsidR="00F77C47">
              <w:rPr>
                <w:sz w:val="22"/>
              </w:rPr>
              <w:t xml:space="preserve"> </w:t>
            </w:r>
            <w:r w:rsidR="00753095" w:rsidRPr="0088573B">
              <w:rPr>
                <w:rFonts w:ascii="Cambria" w:hAnsi="Cambria"/>
                <w:noProof/>
                <w:position w:val="-2"/>
                <w:sz w:val="26"/>
                <w:szCs w:val="26"/>
                <w:lang w:val="en-US"/>
              </w:rPr>
              <w:sym w:font="Wingdings 2" w:char="F0A3"/>
            </w:r>
          </w:p>
        </w:tc>
      </w:tr>
    </w:tbl>
    <w:p w14:paraId="33ED54DC" w14:textId="77777777" w:rsidR="00BD4A18" w:rsidRPr="004912DC" w:rsidRDefault="00BD4A18" w:rsidP="0051436C">
      <w:pPr>
        <w:jc w:val="both"/>
        <w:rPr>
          <w:sz w:val="22"/>
        </w:rPr>
      </w:pPr>
    </w:p>
    <w:p w14:paraId="6D784ACE" w14:textId="43F6831C" w:rsidR="00BD4A18" w:rsidRPr="009926D8" w:rsidRDefault="00BD4A18" w:rsidP="0051436C">
      <w:pPr>
        <w:rPr>
          <w:szCs w:val="24"/>
        </w:rPr>
      </w:pPr>
      <w:r w:rsidRPr="009926D8">
        <w:rPr>
          <w:szCs w:val="24"/>
        </w:rPr>
        <w:t>1</w:t>
      </w:r>
      <w:r w:rsidR="00F77C47" w:rsidRPr="009926D8">
        <w:rPr>
          <w:szCs w:val="24"/>
        </w:rPr>
        <w:t>3</w:t>
      </w:r>
      <w:r w:rsidRPr="009926D8">
        <w:rPr>
          <w:szCs w:val="24"/>
        </w:rPr>
        <w:t>. Visu paziņojumam pievienoto dokumentu uzskaitījums</w:t>
      </w:r>
    </w:p>
    <w:p w14:paraId="75156F69" w14:textId="77777777" w:rsidR="00BD4A18" w:rsidRPr="009926D8" w:rsidRDefault="00BD4A18" w:rsidP="0051436C">
      <w:pPr>
        <w:jc w:val="both"/>
        <w:rPr>
          <w:szCs w:val="24"/>
        </w:rPr>
      </w:pPr>
    </w:p>
    <w:p w14:paraId="6AAF9C9E" w14:textId="631096A5" w:rsidR="006D395C" w:rsidRDefault="00F77C47" w:rsidP="0051436C">
      <w:pPr>
        <w:rPr>
          <w:rFonts w:cs="Times New Roman"/>
          <w:szCs w:val="24"/>
        </w:rPr>
      </w:pPr>
      <w:r w:rsidRPr="009926D8">
        <w:rPr>
          <w:szCs w:val="24"/>
        </w:rPr>
        <w:t>14</w:t>
      </w:r>
      <w:r w:rsidR="00BD4A18" w:rsidRPr="009926D8">
        <w:rPr>
          <w:szCs w:val="24"/>
        </w:rPr>
        <w:t>. Pilnvarotās personas paraksts</w:t>
      </w:r>
    </w:p>
    <w:p w14:paraId="01BE374A" w14:textId="77777777" w:rsidR="00950F52" w:rsidRDefault="00950F52" w:rsidP="00B02C19">
      <w:pPr>
        <w:spacing w:before="480"/>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50F52" w14:paraId="23A6432D" w14:textId="77777777" w:rsidTr="000F6B94">
        <w:tc>
          <w:tcPr>
            <w:tcW w:w="4799" w:type="dxa"/>
            <w:vAlign w:val="bottom"/>
          </w:tcPr>
          <w:p w14:paraId="4E4807C5" w14:textId="77777777" w:rsidR="00950F52" w:rsidRDefault="00000000" w:rsidP="00B02C19">
            <w:pPr>
              <w:pStyle w:val="NoSpacing"/>
              <w:spacing w:before="480"/>
              <w:ind w:left="-107"/>
              <w:rPr>
                <w:rFonts w:cs="Times New Roman"/>
              </w:rPr>
            </w:pPr>
            <w:sdt>
              <w:sdtPr>
                <w:rPr>
                  <w:rFonts w:cs="Times New Roman"/>
                </w:rPr>
                <w:alias w:val="Amats"/>
                <w:tag w:val="Amats"/>
                <w:id w:val="-359823651"/>
                <w:placeholder>
                  <w:docPart w:val="EC88EC2A54084708841F5A3D61ABA84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950F52">
                  <w:rPr>
                    <w:rFonts w:cs="Times New Roman"/>
                  </w:rPr>
                  <w:t>Latvijas Bankas prezidents</w:t>
                </w:r>
              </w:sdtContent>
            </w:sdt>
          </w:p>
        </w:tc>
        <w:sdt>
          <w:sdtPr>
            <w:rPr>
              <w:rFonts w:cs="Times New Roman"/>
            </w:rPr>
            <w:alias w:val="V. Uzvārds"/>
            <w:tag w:val="V. Uzvārds"/>
            <w:id w:val="562751438"/>
            <w:placeholder>
              <w:docPart w:val="CCD237A045AE40109DB7B4F6CD8A7625"/>
            </w:placeholder>
          </w:sdtPr>
          <w:sdtContent>
            <w:tc>
              <w:tcPr>
                <w:tcW w:w="3705" w:type="dxa"/>
                <w:vAlign w:val="bottom"/>
              </w:tcPr>
              <w:p w14:paraId="3C5F0096" w14:textId="77777777" w:rsidR="00950F52" w:rsidRDefault="00950F52" w:rsidP="00B02C19">
                <w:pPr>
                  <w:pStyle w:val="NoSpacing"/>
                  <w:spacing w:before="480"/>
                  <w:ind w:right="-111"/>
                  <w:jc w:val="right"/>
                  <w:rPr>
                    <w:rFonts w:cs="Times New Roman"/>
                  </w:rPr>
                </w:pPr>
                <w:r>
                  <w:rPr>
                    <w:rFonts w:cs="Times New Roman"/>
                  </w:rPr>
                  <w:t>M. Kazāks</w:t>
                </w:r>
              </w:p>
            </w:tc>
          </w:sdtContent>
        </w:sdt>
      </w:tr>
    </w:tbl>
    <w:p w14:paraId="301DAA0A" w14:textId="4237DC29" w:rsidR="00950F52" w:rsidRDefault="00950F52" w:rsidP="006D395C">
      <w:pPr>
        <w:pStyle w:val="NApielikums"/>
        <w:sectPr w:rsidR="00950F52" w:rsidSect="007247ED">
          <w:headerReference w:type="even" r:id="rId18"/>
          <w:headerReference w:type="default" r:id="rId19"/>
          <w:footerReference w:type="even" r:id="rId20"/>
          <w:footerReference w:type="default" r:id="rId21"/>
          <w:headerReference w:type="first" r:id="rId22"/>
          <w:footerReference w:type="first" r:id="rId23"/>
          <w:pgSz w:w="11906" w:h="16838" w:code="9"/>
          <w:pgMar w:top="1134" w:right="1701" w:bottom="1134" w:left="1701" w:header="567" w:footer="709" w:gutter="0"/>
          <w:cols w:space="708"/>
          <w:titlePg/>
          <w:docGrid w:linePitch="360"/>
        </w:sectPr>
      </w:pPr>
    </w:p>
    <w:p w14:paraId="6E184B23" w14:textId="77777777" w:rsidR="006D395C" w:rsidRPr="004F29B1" w:rsidRDefault="006D395C" w:rsidP="006D395C">
      <w:pPr>
        <w:pStyle w:val="NApielikums"/>
      </w:pPr>
      <w:r w:rsidRPr="004F29B1">
        <w:lastRenderedPageBreak/>
        <w:t>2.</w:t>
      </w:r>
      <w:r>
        <w:t xml:space="preserve"> </w:t>
      </w:r>
      <w:r w:rsidRPr="004F29B1">
        <w:t>pielikums</w:t>
      </w:r>
    </w:p>
    <w:p w14:paraId="35077394" w14:textId="6455976E" w:rsidR="006D395C" w:rsidRPr="00351900" w:rsidRDefault="00000000" w:rsidP="006D395C">
      <w:pPr>
        <w:pStyle w:val="NApielikums"/>
      </w:pPr>
      <w:sdt>
        <w:sdtPr>
          <w:id w:val="32932809"/>
          <w:placeholder>
            <w:docPart w:val="A1749512C4F24C47AEAEB1232CC8926E"/>
          </w:placeholder>
          <w:showingPlcHdr/>
        </w:sdtPr>
        <w:sdtContent>
          <w:r w:rsidR="00937AA2">
            <w:t xml:space="preserve">Latvijas Bankas </w:t>
          </w:r>
        </w:sdtContent>
      </w:sdt>
      <w:sdt>
        <w:sdtPr>
          <w:id w:val="25448081"/>
          <w:placeholder>
            <w:docPart w:val="C330803D24224F518C633BD3E230AFB0"/>
          </w:placeholder>
        </w:sdtPr>
        <w:sdtContent>
          <w:r w:rsidR="00685242">
            <w:t>2023. gada 22. maija</w:t>
          </w:r>
        </w:sdtContent>
      </w:sdt>
    </w:p>
    <w:p w14:paraId="79E9C3F6" w14:textId="5517A0C6" w:rsidR="006D395C" w:rsidRPr="004F29B1" w:rsidRDefault="00000000" w:rsidP="006D395C">
      <w:pPr>
        <w:pStyle w:val="NApielikums"/>
      </w:pPr>
      <w:sdt>
        <w:sdtPr>
          <w:id w:val="32932810"/>
          <w:placeholder>
            <w:docPart w:val="34BD744390804186AC6D2E0129DFD11D"/>
          </w:placeholder>
          <w:showingPlcHdr/>
        </w:sdtPr>
        <w:sdtContent>
          <w:r w:rsidR="00937AA2">
            <w:t xml:space="preserve">noteikumiem </w:t>
          </w:r>
        </w:sdtContent>
      </w:sdt>
      <w:sdt>
        <w:sdtPr>
          <w:id w:val="25448165"/>
          <w:placeholder>
            <w:docPart w:val="153B364343FC4802AFB0D3917AFD917C"/>
          </w:placeholder>
          <w:showingPlcHdr/>
        </w:sdtPr>
        <w:sdtContent>
          <w:r w:rsidR="006D395C">
            <w:t>Nr.</w:t>
          </w:r>
          <w:r w:rsidR="007F4A16">
            <w:t xml:space="preserve"> </w:t>
          </w:r>
        </w:sdtContent>
      </w:sdt>
      <w:sdt>
        <w:sdtPr>
          <w:id w:val="25448166"/>
          <w:placeholder>
            <w:docPart w:val="509C58C1D83D4D8E9BBAF40CE8DF44A2"/>
          </w:placeholder>
        </w:sdtPr>
        <w:sdtContent>
          <w:r w:rsidR="00685242">
            <w:t>241</w:t>
          </w:r>
        </w:sdtContent>
      </w:sdt>
    </w:p>
    <w:sdt>
      <w:sdtPr>
        <w:rPr>
          <w:rFonts w:cs="Times New Roman"/>
          <w:b/>
          <w:color w:val="000000" w:themeColor="text1"/>
          <w:szCs w:val="24"/>
        </w:rPr>
        <w:id w:val="32932829"/>
        <w:placeholder>
          <w:docPart w:val="F6D7383B753B478F9AB3AD62FEACB68A"/>
        </w:placeholder>
      </w:sdtPr>
      <w:sdtContent>
        <w:p w14:paraId="3F3894AA" w14:textId="77777777" w:rsidR="00CD53C0" w:rsidRDefault="00CD53C0" w:rsidP="00752CB7">
          <w:pPr>
            <w:jc w:val="center"/>
            <w:rPr>
              <w:rFonts w:cs="Times New Roman"/>
              <w:b/>
              <w:color w:val="000000" w:themeColor="text1"/>
              <w:szCs w:val="24"/>
            </w:rPr>
          </w:pPr>
        </w:p>
        <w:p w14:paraId="180FB459" w14:textId="0E787BF8" w:rsidR="00934ACC" w:rsidRDefault="00752CB7" w:rsidP="00752CB7">
          <w:pPr>
            <w:jc w:val="center"/>
            <w:rPr>
              <w:rFonts w:cs="Times New Roman"/>
              <w:b/>
              <w:szCs w:val="24"/>
            </w:rPr>
          </w:pPr>
          <w:r w:rsidRPr="00947F05">
            <w:rPr>
              <w:rFonts w:cs="Times New Roman"/>
              <w:b/>
              <w:szCs w:val="24"/>
            </w:rPr>
            <w:t xml:space="preserve">Informācija par būtiskas līdzdalības ieguvēju </w:t>
          </w:r>
          <w:r>
            <w:rPr>
              <w:rFonts w:cs="Times New Roman"/>
              <w:b/>
              <w:szCs w:val="24"/>
            </w:rPr>
            <w:t>–</w:t>
          </w:r>
          <w:r w:rsidRPr="00947F05">
            <w:rPr>
              <w:rFonts w:cs="Times New Roman"/>
              <w:b/>
              <w:szCs w:val="24"/>
            </w:rPr>
            <w:t xml:space="preserve"> fizisku personu</w:t>
          </w:r>
        </w:p>
        <w:p w14:paraId="7695B2D6" w14:textId="77777777" w:rsidR="009926D8" w:rsidRPr="00A457E8" w:rsidRDefault="00000000" w:rsidP="00752CB7">
          <w:pPr>
            <w:jc w:val="center"/>
            <w:rPr>
              <w:rFonts w:cs="Times New Roman"/>
              <w:b/>
              <w:color w:val="000000" w:themeColor="text1"/>
              <w:szCs w:val="24"/>
            </w:rPr>
          </w:pPr>
        </w:p>
      </w:sdtContent>
    </w:sdt>
    <w:tbl>
      <w:tblPr>
        <w:tblStyle w:val="TableGrid"/>
        <w:tblW w:w="8610" w:type="dxa"/>
        <w:tblLook w:val="04A0" w:firstRow="1" w:lastRow="0" w:firstColumn="1" w:lastColumn="0" w:noHBand="0" w:noVBand="1"/>
      </w:tblPr>
      <w:tblGrid>
        <w:gridCol w:w="984"/>
        <w:gridCol w:w="2169"/>
        <w:gridCol w:w="2374"/>
        <w:gridCol w:w="1480"/>
        <w:gridCol w:w="1603"/>
      </w:tblGrid>
      <w:tr w:rsidR="00752CB7" w:rsidRPr="00661C66" w14:paraId="3B1B7248" w14:textId="77777777" w:rsidTr="003F2CF6">
        <w:tc>
          <w:tcPr>
            <w:tcW w:w="988" w:type="dxa"/>
          </w:tcPr>
          <w:p w14:paraId="1D5798ED" w14:textId="77777777" w:rsidR="00752CB7" w:rsidRPr="00661C66" w:rsidRDefault="00752CB7" w:rsidP="003F2CF6">
            <w:pPr>
              <w:jc w:val="center"/>
              <w:rPr>
                <w:rFonts w:cs="Times New Roman"/>
              </w:rPr>
            </w:pPr>
            <w:r w:rsidRPr="00661C66">
              <w:rPr>
                <w:rFonts w:cs="Times New Roman"/>
              </w:rPr>
              <w:t>Nr.</w:t>
            </w:r>
          </w:p>
        </w:tc>
        <w:tc>
          <w:tcPr>
            <w:tcW w:w="2157" w:type="dxa"/>
          </w:tcPr>
          <w:p w14:paraId="44926EAD" w14:textId="77777777" w:rsidR="00752CB7" w:rsidRPr="00661C66" w:rsidRDefault="00752CB7" w:rsidP="00914444">
            <w:pPr>
              <w:jc w:val="center"/>
              <w:rPr>
                <w:rFonts w:cs="Times New Roman"/>
              </w:rPr>
            </w:pPr>
            <w:r w:rsidRPr="00661C66">
              <w:rPr>
                <w:rFonts w:cs="Times New Roman"/>
              </w:rPr>
              <w:t>Iesniedzamā informācija</w:t>
            </w:r>
          </w:p>
        </w:tc>
        <w:tc>
          <w:tcPr>
            <w:tcW w:w="2389" w:type="dxa"/>
          </w:tcPr>
          <w:p w14:paraId="40ACADA0" w14:textId="77777777" w:rsidR="00752CB7" w:rsidRPr="00661C66" w:rsidRDefault="00752CB7" w:rsidP="00914444">
            <w:pPr>
              <w:jc w:val="center"/>
              <w:rPr>
                <w:rFonts w:cs="Times New Roman"/>
              </w:rPr>
            </w:pPr>
            <w:r>
              <w:rPr>
                <w:rFonts w:cs="Times New Roman"/>
              </w:rPr>
              <w:t>Iespējamie dokumentu</w:t>
            </w:r>
            <w:r w:rsidRPr="00661C66">
              <w:rPr>
                <w:rFonts w:cs="Times New Roman"/>
              </w:rPr>
              <w:t xml:space="preserve"> veidi</w:t>
            </w:r>
          </w:p>
        </w:tc>
        <w:tc>
          <w:tcPr>
            <w:tcW w:w="1482" w:type="dxa"/>
          </w:tcPr>
          <w:p w14:paraId="3B8DB79B" w14:textId="6A8325A0" w:rsidR="00752CB7" w:rsidRPr="00661C66" w:rsidRDefault="00752CB7" w:rsidP="00914444">
            <w:pPr>
              <w:jc w:val="center"/>
              <w:rPr>
                <w:rFonts w:cs="Times New Roman"/>
              </w:rPr>
            </w:pPr>
            <w:r>
              <w:rPr>
                <w:rFonts w:cs="Times New Roman"/>
              </w:rPr>
              <w:t>Personas</w:t>
            </w:r>
            <w:r w:rsidRPr="00661C66">
              <w:rPr>
                <w:rFonts w:cs="Times New Roman"/>
              </w:rPr>
              <w:t xml:space="preserve"> iesniegt</w:t>
            </w:r>
            <w:r w:rsidR="006C015B">
              <w:rPr>
                <w:rFonts w:cs="Times New Roman"/>
              </w:rPr>
              <w:t xml:space="preserve">o </w:t>
            </w:r>
            <w:r w:rsidRPr="00661C66">
              <w:rPr>
                <w:rFonts w:cs="Times New Roman"/>
              </w:rPr>
              <w:t>dokument</w:t>
            </w:r>
            <w:r w:rsidR="006C015B">
              <w:rPr>
                <w:rFonts w:cs="Times New Roman"/>
              </w:rPr>
              <w:t>u, kur</w:t>
            </w:r>
            <w:r w:rsidR="00CD53C0">
              <w:rPr>
                <w:rFonts w:cs="Times New Roman"/>
              </w:rPr>
              <w:t>os</w:t>
            </w:r>
            <w:r w:rsidR="006C015B">
              <w:rPr>
                <w:rFonts w:cs="Times New Roman"/>
              </w:rPr>
              <w:t xml:space="preserve"> atrodama sniedzamā informācija</w:t>
            </w:r>
            <w:r w:rsidR="00CD53C0">
              <w:rPr>
                <w:rFonts w:cs="Times New Roman"/>
              </w:rPr>
              <w:t>, uzskaitījums</w:t>
            </w:r>
          </w:p>
        </w:tc>
        <w:tc>
          <w:tcPr>
            <w:tcW w:w="1594" w:type="dxa"/>
          </w:tcPr>
          <w:p w14:paraId="46C97F0A" w14:textId="55BCE694" w:rsidR="00752CB7" w:rsidRPr="00661C66" w:rsidRDefault="00752CB7" w:rsidP="00914444">
            <w:pPr>
              <w:jc w:val="center"/>
              <w:rPr>
                <w:rFonts w:cs="Times New Roman"/>
              </w:rPr>
            </w:pPr>
            <w:r w:rsidRPr="00661C66">
              <w:rPr>
                <w:rFonts w:cs="Times New Roman"/>
              </w:rPr>
              <w:t>Paskaidrojumi par iesniegtajiem dokumentiem</w:t>
            </w:r>
            <w:r w:rsidR="00067DC1">
              <w:rPr>
                <w:rFonts w:cs="Times New Roman"/>
              </w:rPr>
              <w:t xml:space="preserve"> (ja nepieciešams)</w:t>
            </w:r>
          </w:p>
        </w:tc>
      </w:tr>
      <w:tr w:rsidR="00752CB7" w:rsidRPr="00EF6436" w14:paraId="7A7E4AEC" w14:textId="77777777" w:rsidTr="003F2CF6">
        <w:tc>
          <w:tcPr>
            <w:tcW w:w="988" w:type="dxa"/>
          </w:tcPr>
          <w:p w14:paraId="26FC1138" w14:textId="77777777" w:rsidR="00752CB7" w:rsidRPr="00661C66" w:rsidRDefault="00752CB7" w:rsidP="00914444">
            <w:pPr>
              <w:jc w:val="right"/>
              <w:rPr>
                <w:rFonts w:cs="Times New Roman"/>
              </w:rPr>
            </w:pPr>
            <w:r>
              <w:rPr>
                <w:rFonts w:cs="Times New Roman"/>
              </w:rPr>
              <w:t>1.</w:t>
            </w:r>
          </w:p>
        </w:tc>
        <w:tc>
          <w:tcPr>
            <w:tcW w:w="2157" w:type="dxa"/>
          </w:tcPr>
          <w:p w14:paraId="2F2D5BC0" w14:textId="44475DFD" w:rsidR="00752CB7" w:rsidRPr="00EF6436" w:rsidRDefault="00752CB7" w:rsidP="00914444">
            <w:pPr>
              <w:jc w:val="both"/>
              <w:rPr>
                <w:rFonts w:cs="Times New Roman"/>
                <w:b/>
              </w:rPr>
            </w:pPr>
            <w:r>
              <w:rPr>
                <w:rFonts w:cs="Times New Roman"/>
                <w:b/>
              </w:rPr>
              <w:t>P</w:t>
            </w:r>
            <w:r w:rsidRPr="00EF6436">
              <w:rPr>
                <w:rFonts w:cs="Times New Roman"/>
                <w:b/>
              </w:rPr>
              <w:t>erson</w:t>
            </w:r>
            <w:r>
              <w:rPr>
                <w:rFonts w:cs="Times New Roman"/>
                <w:b/>
              </w:rPr>
              <w:t>u</w:t>
            </w:r>
            <w:r w:rsidRPr="00EF6436">
              <w:rPr>
                <w:rFonts w:cs="Times New Roman"/>
                <w:b/>
              </w:rPr>
              <w:t xml:space="preserve"> identi</w:t>
            </w:r>
            <w:r>
              <w:rPr>
                <w:rFonts w:cs="Times New Roman"/>
                <w:b/>
              </w:rPr>
              <w:t>ficējoša informācija</w:t>
            </w:r>
          </w:p>
        </w:tc>
        <w:tc>
          <w:tcPr>
            <w:tcW w:w="2389" w:type="dxa"/>
          </w:tcPr>
          <w:p w14:paraId="7A259662" w14:textId="77777777" w:rsidR="00752CB7" w:rsidRPr="00EF6436" w:rsidRDefault="00752CB7" w:rsidP="00914444">
            <w:pPr>
              <w:jc w:val="both"/>
              <w:rPr>
                <w:rFonts w:cs="Times New Roman"/>
              </w:rPr>
            </w:pPr>
          </w:p>
        </w:tc>
        <w:tc>
          <w:tcPr>
            <w:tcW w:w="1482" w:type="dxa"/>
          </w:tcPr>
          <w:p w14:paraId="0F07324E" w14:textId="77777777" w:rsidR="00752CB7" w:rsidRPr="00EF6436" w:rsidRDefault="00752CB7" w:rsidP="00914444">
            <w:pPr>
              <w:jc w:val="right"/>
              <w:rPr>
                <w:rFonts w:cs="Times New Roman"/>
              </w:rPr>
            </w:pPr>
          </w:p>
        </w:tc>
        <w:tc>
          <w:tcPr>
            <w:tcW w:w="1594" w:type="dxa"/>
          </w:tcPr>
          <w:p w14:paraId="222181D3" w14:textId="77777777" w:rsidR="00752CB7" w:rsidRPr="00EF6436" w:rsidRDefault="00752CB7" w:rsidP="00914444">
            <w:pPr>
              <w:jc w:val="right"/>
              <w:rPr>
                <w:rFonts w:cs="Times New Roman"/>
              </w:rPr>
            </w:pPr>
          </w:p>
        </w:tc>
      </w:tr>
      <w:tr w:rsidR="00752CB7" w:rsidRPr="00E70E4D" w14:paraId="2EBC6141" w14:textId="77777777" w:rsidTr="003F2CF6">
        <w:tc>
          <w:tcPr>
            <w:tcW w:w="988" w:type="dxa"/>
          </w:tcPr>
          <w:p w14:paraId="5A0D46AE" w14:textId="77777777" w:rsidR="00752CB7" w:rsidRPr="00661C66" w:rsidRDefault="00752CB7" w:rsidP="00914444">
            <w:pPr>
              <w:jc w:val="right"/>
              <w:rPr>
                <w:rFonts w:cs="Times New Roman"/>
              </w:rPr>
            </w:pPr>
            <w:r>
              <w:rPr>
                <w:rFonts w:cs="Times New Roman"/>
              </w:rPr>
              <w:t>1.1.</w:t>
            </w:r>
          </w:p>
        </w:tc>
        <w:tc>
          <w:tcPr>
            <w:tcW w:w="2157" w:type="dxa"/>
          </w:tcPr>
          <w:p w14:paraId="4A5D604B" w14:textId="00ED9E36" w:rsidR="00752CB7" w:rsidRPr="00EF6436" w:rsidRDefault="00CD53C0" w:rsidP="003F2CF6">
            <w:pPr>
              <w:rPr>
                <w:rFonts w:cs="Times New Roman"/>
              </w:rPr>
            </w:pPr>
            <w:r>
              <w:rPr>
                <w:rFonts w:cs="Times New Roman"/>
              </w:rPr>
              <w:t>P</w:t>
            </w:r>
            <w:r w:rsidR="00752CB7" w:rsidRPr="00EF6436">
              <w:rPr>
                <w:rFonts w:cs="Times New Roman"/>
              </w:rPr>
              <w:t>ersonas vārd</w:t>
            </w:r>
            <w:r w:rsidR="00752CB7">
              <w:rPr>
                <w:rFonts w:cs="Times New Roman"/>
              </w:rPr>
              <w:t>s, uzvārds</w:t>
            </w:r>
            <w:r w:rsidR="00752CB7" w:rsidRPr="00EF6436">
              <w:rPr>
                <w:rFonts w:cs="Times New Roman"/>
              </w:rPr>
              <w:t>, dzimšanas datum</w:t>
            </w:r>
            <w:r w:rsidR="00752CB7">
              <w:rPr>
                <w:rFonts w:cs="Times New Roman"/>
              </w:rPr>
              <w:t>s un vieta</w:t>
            </w:r>
            <w:r w:rsidR="00752CB7" w:rsidRPr="00EF6436">
              <w:rPr>
                <w:rFonts w:cs="Times New Roman"/>
              </w:rPr>
              <w:t>, personas</w:t>
            </w:r>
            <w:r w:rsidR="00752CB7">
              <w:rPr>
                <w:rFonts w:cs="Times New Roman"/>
              </w:rPr>
              <w:t xml:space="preserve"> </w:t>
            </w:r>
            <w:r w:rsidR="00752CB7" w:rsidRPr="00EF6436">
              <w:rPr>
                <w:rFonts w:cs="Times New Roman"/>
              </w:rPr>
              <w:t>nacionāl</w:t>
            </w:r>
            <w:r w:rsidR="00752CB7">
              <w:rPr>
                <w:rFonts w:cs="Times New Roman"/>
              </w:rPr>
              <w:t>ais</w:t>
            </w:r>
            <w:r w:rsidR="00752CB7" w:rsidRPr="00EF6436">
              <w:rPr>
                <w:rFonts w:cs="Times New Roman"/>
              </w:rPr>
              <w:t xml:space="preserve"> identifikācijas numur</w:t>
            </w:r>
            <w:r w:rsidR="00752CB7">
              <w:rPr>
                <w:rFonts w:cs="Times New Roman"/>
              </w:rPr>
              <w:t>s</w:t>
            </w:r>
            <w:r w:rsidR="00752CB7" w:rsidRPr="00EF6436">
              <w:rPr>
                <w:rFonts w:cs="Times New Roman"/>
              </w:rPr>
              <w:t xml:space="preserve"> (ja ir)</w:t>
            </w:r>
            <w:r w:rsidR="00752CB7">
              <w:rPr>
                <w:rFonts w:cs="Times New Roman"/>
              </w:rPr>
              <w:t xml:space="preserve">, personu </w:t>
            </w:r>
            <w:r w:rsidR="005113DD">
              <w:rPr>
                <w:rFonts w:cs="Times New Roman"/>
              </w:rPr>
              <w:t>apliecinoša</w:t>
            </w:r>
            <w:r w:rsidR="00752CB7">
              <w:rPr>
                <w:rFonts w:cs="Times New Roman"/>
              </w:rPr>
              <w:t xml:space="preserve"> dokumenta dati (izdevējiestāde, izdevējvalsts, izdošanas datums, derīguma termiņš, numurs) </w:t>
            </w:r>
          </w:p>
        </w:tc>
        <w:tc>
          <w:tcPr>
            <w:tcW w:w="2389" w:type="dxa"/>
          </w:tcPr>
          <w:p w14:paraId="7B440A57" w14:textId="1312F8B1" w:rsidR="00752CB7" w:rsidRDefault="00752CB7" w:rsidP="003F2CF6">
            <w:pPr>
              <w:rPr>
                <w:rFonts w:cs="Times New Roman"/>
              </w:rPr>
            </w:pPr>
            <w:r>
              <w:rPr>
                <w:rFonts w:cs="Times New Roman"/>
              </w:rPr>
              <w:t>Personas apliecinājums ar nepieciešamo informāciju</w:t>
            </w:r>
            <w:r w:rsidR="006C015B">
              <w:rPr>
                <w:rFonts w:cs="Times New Roman"/>
              </w:rPr>
              <w:t>, pases kopija</w:t>
            </w:r>
          </w:p>
          <w:p w14:paraId="7C4D976D" w14:textId="77777777" w:rsidR="00752CB7" w:rsidRPr="00EF6436" w:rsidRDefault="00752CB7" w:rsidP="00914444">
            <w:pPr>
              <w:jc w:val="both"/>
              <w:rPr>
                <w:rFonts w:cs="Times New Roman"/>
                <w:i/>
              </w:rPr>
            </w:pPr>
          </w:p>
        </w:tc>
        <w:tc>
          <w:tcPr>
            <w:tcW w:w="1482" w:type="dxa"/>
          </w:tcPr>
          <w:p w14:paraId="47B7191F" w14:textId="77777777" w:rsidR="00752CB7" w:rsidRPr="00EF6436" w:rsidRDefault="00752CB7" w:rsidP="00914444">
            <w:pPr>
              <w:jc w:val="right"/>
              <w:rPr>
                <w:rFonts w:cs="Times New Roman"/>
              </w:rPr>
            </w:pPr>
          </w:p>
        </w:tc>
        <w:tc>
          <w:tcPr>
            <w:tcW w:w="1594" w:type="dxa"/>
          </w:tcPr>
          <w:p w14:paraId="564BA316" w14:textId="77777777" w:rsidR="00752CB7" w:rsidRPr="00EF6436" w:rsidRDefault="00752CB7" w:rsidP="00914444">
            <w:pPr>
              <w:jc w:val="right"/>
              <w:rPr>
                <w:rFonts w:cs="Times New Roman"/>
              </w:rPr>
            </w:pPr>
          </w:p>
        </w:tc>
      </w:tr>
      <w:tr w:rsidR="00752CB7" w:rsidRPr="00EF6436" w14:paraId="2772B08C" w14:textId="77777777" w:rsidTr="003F2CF6">
        <w:tc>
          <w:tcPr>
            <w:tcW w:w="988" w:type="dxa"/>
          </w:tcPr>
          <w:p w14:paraId="0BEBC16D" w14:textId="77777777" w:rsidR="00752CB7" w:rsidRPr="00661C66" w:rsidRDefault="00752CB7" w:rsidP="00914444">
            <w:pPr>
              <w:jc w:val="right"/>
              <w:rPr>
                <w:rFonts w:cs="Times New Roman"/>
              </w:rPr>
            </w:pPr>
            <w:r>
              <w:rPr>
                <w:rFonts w:cs="Times New Roman"/>
              </w:rPr>
              <w:t>1.2.</w:t>
            </w:r>
          </w:p>
        </w:tc>
        <w:tc>
          <w:tcPr>
            <w:tcW w:w="2157" w:type="dxa"/>
          </w:tcPr>
          <w:p w14:paraId="6E6818A9" w14:textId="36DB354A" w:rsidR="00752CB7" w:rsidRPr="00EF6436" w:rsidRDefault="00CD53C0" w:rsidP="003F2CF6">
            <w:pPr>
              <w:rPr>
                <w:rFonts w:cs="Times New Roman"/>
              </w:rPr>
            </w:pPr>
            <w:r>
              <w:rPr>
                <w:rFonts w:cs="Times New Roman"/>
              </w:rPr>
              <w:t>A</w:t>
            </w:r>
            <w:r w:rsidR="00752CB7" w:rsidRPr="00EF6436">
              <w:rPr>
                <w:rFonts w:cs="Times New Roman"/>
              </w:rPr>
              <w:t>dres</w:t>
            </w:r>
            <w:r w:rsidR="00752CB7">
              <w:rPr>
                <w:rFonts w:cs="Times New Roman"/>
              </w:rPr>
              <w:t>e</w:t>
            </w:r>
            <w:r w:rsidR="00752CB7" w:rsidRPr="00EF6436">
              <w:rPr>
                <w:rFonts w:cs="Times New Roman"/>
              </w:rPr>
              <w:t xml:space="preserve"> un kontaktinformācij</w:t>
            </w:r>
            <w:r w:rsidR="00752CB7">
              <w:rPr>
                <w:rFonts w:cs="Times New Roman"/>
              </w:rPr>
              <w:t>a</w:t>
            </w:r>
          </w:p>
        </w:tc>
        <w:tc>
          <w:tcPr>
            <w:tcW w:w="2389" w:type="dxa"/>
          </w:tcPr>
          <w:p w14:paraId="15A76E71" w14:textId="5CC37E27" w:rsidR="00752CB7" w:rsidRDefault="00752CB7" w:rsidP="00B31D0B">
            <w:pPr>
              <w:rPr>
                <w:rFonts w:cs="Times New Roman"/>
              </w:rPr>
            </w:pPr>
            <w:r>
              <w:rPr>
                <w:rFonts w:cs="Times New Roman"/>
              </w:rPr>
              <w:t>Personas apliecinājums ar nepieciešamo informāciju</w:t>
            </w:r>
          </w:p>
        </w:tc>
        <w:tc>
          <w:tcPr>
            <w:tcW w:w="1482" w:type="dxa"/>
          </w:tcPr>
          <w:p w14:paraId="53449D8C" w14:textId="77777777" w:rsidR="00752CB7" w:rsidRPr="00EF6436" w:rsidRDefault="00752CB7" w:rsidP="00914444">
            <w:pPr>
              <w:jc w:val="right"/>
              <w:rPr>
                <w:rFonts w:cs="Times New Roman"/>
              </w:rPr>
            </w:pPr>
          </w:p>
        </w:tc>
        <w:tc>
          <w:tcPr>
            <w:tcW w:w="1594" w:type="dxa"/>
          </w:tcPr>
          <w:p w14:paraId="0A5CDC0E" w14:textId="77777777" w:rsidR="00752CB7" w:rsidRPr="00EF6436" w:rsidRDefault="00752CB7" w:rsidP="00914444">
            <w:pPr>
              <w:jc w:val="right"/>
              <w:rPr>
                <w:rFonts w:cs="Times New Roman"/>
              </w:rPr>
            </w:pPr>
          </w:p>
        </w:tc>
      </w:tr>
      <w:tr w:rsidR="00752CB7" w:rsidRPr="0050179E" w14:paraId="0B93A7CE" w14:textId="77777777" w:rsidTr="003F2CF6">
        <w:tc>
          <w:tcPr>
            <w:tcW w:w="988" w:type="dxa"/>
          </w:tcPr>
          <w:p w14:paraId="75EBABD2" w14:textId="77777777" w:rsidR="00752CB7" w:rsidRDefault="00752CB7" w:rsidP="00914444">
            <w:pPr>
              <w:jc w:val="right"/>
              <w:rPr>
                <w:rFonts w:cs="Times New Roman"/>
              </w:rPr>
            </w:pPr>
            <w:r>
              <w:rPr>
                <w:rFonts w:cs="Times New Roman"/>
              </w:rPr>
              <w:t>1.3.</w:t>
            </w:r>
          </w:p>
          <w:p w14:paraId="6D2B83A2" w14:textId="77777777" w:rsidR="00752CB7" w:rsidRPr="00661C66" w:rsidRDefault="00752CB7" w:rsidP="00914444">
            <w:pPr>
              <w:jc w:val="right"/>
              <w:rPr>
                <w:rFonts w:cs="Times New Roman"/>
              </w:rPr>
            </w:pPr>
          </w:p>
        </w:tc>
        <w:tc>
          <w:tcPr>
            <w:tcW w:w="2157" w:type="dxa"/>
          </w:tcPr>
          <w:p w14:paraId="3965D0DE" w14:textId="12983027" w:rsidR="00752CB7" w:rsidRPr="00EF6436" w:rsidRDefault="00C9077F" w:rsidP="003F2CF6">
            <w:pPr>
              <w:autoSpaceDE w:val="0"/>
              <w:autoSpaceDN w:val="0"/>
              <w:adjustRightInd w:val="0"/>
              <w:rPr>
                <w:rFonts w:cs="Times New Roman"/>
              </w:rPr>
            </w:pPr>
            <w:r>
              <w:rPr>
                <w:rFonts w:cs="Times New Roman"/>
              </w:rPr>
              <w:t>I</w:t>
            </w:r>
            <w:r w:rsidR="00752CB7" w:rsidRPr="00EF6436">
              <w:rPr>
                <w:rFonts w:cs="Times New Roman"/>
              </w:rPr>
              <w:t>nform</w:t>
            </w:r>
            <w:r w:rsidR="00752CB7">
              <w:rPr>
                <w:rFonts w:cs="Times New Roman"/>
              </w:rPr>
              <w:t xml:space="preserve">ācija par personas dzīves gājumu, </w:t>
            </w:r>
            <w:r w:rsidR="00752CB7" w:rsidRPr="00EF6436">
              <w:rPr>
                <w:rFonts w:cs="Times New Roman"/>
              </w:rPr>
              <w:t xml:space="preserve">kurā norādīta izglītība un apmācība, iepriekšējā profesionālā pieredze, kā arī </w:t>
            </w:r>
            <w:r w:rsidR="00752CB7" w:rsidRPr="00FE2872">
              <w:rPr>
                <w:rFonts w:cs="Times New Roman"/>
              </w:rPr>
              <w:t xml:space="preserve">jebkāda </w:t>
            </w:r>
            <w:r w:rsidR="00752CB7" w:rsidRPr="00EF6436">
              <w:rPr>
                <w:rFonts w:cs="Times New Roman"/>
              </w:rPr>
              <w:t>profesionālā</w:t>
            </w:r>
            <w:r w:rsidR="00752CB7">
              <w:rPr>
                <w:rFonts w:cs="Times New Roman"/>
              </w:rPr>
              <w:t xml:space="preserve"> </w:t>
            </w:r>
            <w:r w:rsidR="00752CB7" w:rsidRPr="00EF6436">
              <w:rPr>
                <w:rFonts w:cs="Times New Roman"/>
              </w:rPr>
              <w:t xml:space="preserve">darbība </w:t>
            </w:r>
            <w:r w:rsidR="00752CB7">
              <w:rPr>
                <w:rFonts w:cs="Times New Roman"/>
              </w:rPr>
              <w:t>šobrīd</w:t>
            </w:r>
          </w:p>
        </w:tc>
        <w:tc>
          <w:tcPr>
            <w:tcW w:w="2389" w:type="dxa"/>
          </w:tcPr>
          <w:p w14:paraId="120AA799" w14:textId="1E432F43" w:rsidR="00752CB7" w:rsidRPr="000F4F40" w:rsidRDefault="00752CB7" w:rsidP="003F2CF6">
            <w:pPr>
              <w:autoSpaceDE w:val="0"/>
              <w:autoSpaceDN w:val="0"/>
              <w:adjustRightInd w:val="0"/>
              <w:rPr>
                <w:rFonts w:cs="Times New Roman"/>
              </w:rPr>
            </w:pPr>
            <w:r w:rsidRPr="000F4F40">
              <w:rPr>
                <w:rFonts w:cs="Times New Roman"/>
              </w:rPr>
              <w:t xml:space="preserve">Detalizēts </w:t>
            </w:r>
            <w:r w:rsidR="000F4F40" w:rsidRPr="000F4F40">
              <w:rPr>
                <w:rFonts w:cs="Times New Roman"/>
              </w:rPr>
              <w:t xml:space="preserve">dzīvesgājuma apraksts (CV) </w:t>
            </w:r>
            <w:r w:rsidRPr="000F4F40">
              <w:rPr>
                <w:rFonts w:cs="Times New Roman"/>
              </w:rPr>
              <w:t xml:space="preserve">vai līdzvērtīgs dokuments </w:t>
            </w:r>
          </w:p>
          <w:p w14:paraId="3DCC4EFB" w14:textId="77777777" w:rsidR="00752CB7" w:rsidRPr="00EF6436" w:rsidRDefault="00752CB7" w:rsidP="00914444">
            <w:pPr>
              <w:jc w:val="both"/>
              <w:rPr>
                <w:rFonts w:cs="Times New Roman"/>
              </w:rPr>
            </w:pPr>
          </w:p>
        </w:tc>
        <w:tc>
          <w:tcPr>
            <w:tcW w:w="1482" w:type="dxa"/>
          </w:tcPr>
          <w:p w14:paraId="61FEC813" w14:textId="77777777" w:rsidR="00752CB7" w:rsidRPr="00EF6436" w:rsidRDefault="00752CB7" w:rsidP="00914444">
            <w:pPr>
              <w:jc w:val="right"/>
              <w:rPr>
                <w:rFonts w:cs="Times New Roman"/>
              </w:rPr>
            </w:pPr>
          </w:p>
        </w:tc>
        <w:tc>
          <w:tcPr>
            <w:tcW w:w="1594" w:type="dxa"/>
          </w:tcPr>
          <w:p w14:paraId="064E7964" w14:textId="77777777" w:rsidR="00752CB7" w:rsidRPr="00EF6436" w:rsidRDefault="00752CB7" w:rsidP="00914444">
            <w:pPr>
              <w:jc w:val="right"/>
              <w:rPr>
                <w:rFonts w:cs="Times New Roman"/>
              </w:rPr>
            </w:pPr>
          </w:p>
        </w:tc>
      </w:tr>
      <w:tr w:rsidR="00752CB7" w:rsidRPr="00D23B1F" w14:paraId="4569868B" w14:textId="77777777" w:rsidTr="003F2CF6">
        <w:tc>
          <w:tcPr>
            <w:tcW w:w="988" w:type="dxa"/>
          </w:tcPr>
          <w:p w14:paraId="3A993F56" w14:textId="77777777" w:rsidR="00752CB7" w:rsidRPr="00661C66" w:rsidRDefault="00752CB7" w:rsidP="00914444">
            <w:pPr>
              <w:jc w:val="right"/>
              <w:rPr>
                <w:rFonts w:cs="Times New Roman"/>
              </w:rPr>
            </w:pPr>
            <w:r>
              <w:rPr>
                <w:rFonts w:cs="Times New Roman"/>
              </w:rPr>
              <w:t xml:space="preserve">2. </w:t>
            </w:r>
          </w:p>
        </w:tc>
        <w:tc>
          <w:tcPr>
            <w:tcW w:w="2157" w:type="dxa"/>
          </w:tcPr>
          <w:p w14:paraId="241F943F" w14:textId="737C060E" w:rsidR="00752CB7" w:rsidRPr="000E09D0" w:rsidRDefault="00752CB7" w:rsidP="003F2CF6">
            <w:pPr>
              <w:rPr>
                <w:rFonts w:cs="Times New Roman"/>
                <w:bCs/>
              </w:rPr>
            </w:pPr>
            <w:r w:rsidRPr="000E09D0">
              <w:rPr>
                <w:rFonts w:cs="Times New Roman"/>
                <w:bCs/>
              </w:rPr>
              <w:t xml:space="preserve">Informācija par personu un visām komercsabiedrībām, kuras tā vadījusi vai </w:t>
            </w:r>
            <w:r w:rsidRPr="000E09D0">
              <w:rPr>
                <w:rFonts w:cs="Times New Roman"/>
                <w:bCs/>
              </w:rPr>
              <w:lastRenderedPageBreak/>
              <w:t>kontrolējusi pēdējo 10</w:t>
            </w:r>
            <w:r w:rsidR="00F43108">
              <w:rPr>
                <w:rFonts w:cs="Times New Roman"/>
                <w:bCs/>
              </w:rPr>
              <w:t> </w:t>
            </w:r>
            <w:r w:rsidRPr="000E09D0">
              <w:rPr>
                <w:rFonts w:cs="Times New Roman"/>
                <w:bCs/>
              </w:rPr>
              <w:t>gadu laikā</w:t>
            </w:r>
          </w:p>
        </w:tc>
        <w:tc>
          <w:tcPr>
            <w:tcW w:w="2389" w:type="dxa"/>
          </w:tcPr>
          <w:p w14:paraId="6A86EBBB" w14:textId="77777777" w:rsidR="00752CB7" w:rsidRPr="00EF6436" w:rsidRDefault="00752CB7" w:rsidP="00914444">
            <w:pPr>
              <w:jc w:val="right"/>
              <w:rPr>
                <w:rFonts w:cs="Times New Roman"/>
              </w:rPr>
            </w:pPr>
          </w:p>
        </w:tc>
        <w:tc>
          <w:tcPr>
            <w:tcW w:w="1482" w:type="dxa"/>
          </w:tcPr>
          <w:p w14:paraId="550E63A3" w14:textId="77777777" w:rsidR="00752CB7" w:rsidRPr="00EF6436" w:rsidRDefault="00752CB7" w:rsidP="00914444">
            <w:pPr>
              <w:jc w:val="right"/>
              <w:rPr>
                <w:rFonts w:cs="Times New Roman"/>
              </w:rPr>
            </w:pPr>
          </w:p>
        </w:tc>
        <w:tc>
          <w:tcPr>
            <w:tcW w:w="1594" w:type="dxa"/>
          </w:tcPr>
          <w:p w14:paraId="241143FA" w14:textId="77777777" w:rsidR="00752CB7" w:rsidRPr="00EF6436" w:rsidRDefault="00752CB7" w:rsidP="00914444">
            <w:pPr>
              <w:jc w:val="right"/>
              <w:rPr>
                <w:rFonts w:cs="Times New Roman"/>
              </w:rPr>
            </w:pPr>
          </w:p>
        </w:tc>
      </w:tr>
      <w:tr w:rsidR="00752CB7" w:rsidRPr="00D23B1F" w14:paraId="796B3C7F" w14:textId="77777777" w:rsidTr="003F2CF6">
        <w:tc>
          <w:tcPr>
            <w:tcW w:w="988" w:type="dxa"/>
          </w:tcPr>
          <w:p w14:paraId="7C5B493A" w14:textId="77777777" w:rsidR="00752CB7" w:rsidRPr="00661C66" w:rsidRDefault="00752CB7" w:rsidP="00914444">
            <w:pPr>
              <w:jc w:val="right"/>
              <w:rPr>
                <w:rFonts w:cs="Times New Roman"/>
              </w:rPr>
            </w:pPr>
            <w:r>
              <w:rPr>
                <w:rFonts w:cs="Times New Roman"/>
              </w:rPr>
              <w:t xml:space="preserve">2.1. </w:t>
            </w:r>
          </w:p>
        </w:tc>
        <w:tc>
          <w:tcPr>
            <w:tcW w:w="2157" w:type="dxa"/>
          </w:tcPr>
          <w:p w14:paraId="551521E4" w14:textId="780148A2" w:rsidR="00752CB7" w:rsidRPr="008704F5" w:rsidRDefault="00C9077F" w:rsidP="003F2CF6">
            <w:pPr>
              <w:rPr>
                <w:rFonts w:cs="Times New Roman"/>
              </w:rPr>
            </w:pPr>
            <w:r>
              <w:rPr>
                <w:rFonts w:cs="Times New Roman"/>
              </w:rPr>
              <w:t>I</w:t>
            </w:r>
            <w:r w:rsidR="00752CB7" w:rsidRPr="008704F5">
              <w:rPr>
                <w:rFonts w:cs="Times New Roman"/>
              </w:rPr>
              <w:t>nformācij</w:t>
            </w:r>
            <w:r w:rsidR="00752CB7">
              <w:rPr>
                <w:rFonts w:cs="Times New Roman"/>
              </w:rPr>
              <w:t>a</w:t>
            </w:r>
            <w:r w:rsidR="00752CB7" w:rsidRPr="008704F5">
              <w:rPr>
                <w:rFonts w:cs="Times New Roman"/>
              </w:rPr>
              <w:t xml:space="preserve"> par personas administratīvo un kriminālo sodāmību </w:t>
            </w:r>
          </w:p>
        </w:tc>
        <w:tc>
          <w:tcPr>
            <w:tcW w:w="2389" w:type="dxa"/>
          </w:tcPr>
          <w:p w14:paraId="42CCE411" w14:textId="644C714D" w:rsidR="00B01BBB" w:rsidRDefault="00752CB7" w:rsidP="003F2CF6">
            <w:pPr>
              <w:rPr>
                <w:rFonts w:cs="Times New Roman"/>
              </w:rPr>
            </w:pPr>
            <w:r>
              <w:rPr>
                <w:rFonts w:cs="Times New Roman"/>
              </w:rPr>
              <w:t xml:space="preserve">Izziņa no </w:t>
            </w:r>
            <w:r w:rsidR="00B65E0B">
              <w:rPr>
                <w:rFonts w:cs="Times New Roman"/>
              </w:rPr>
              <w:t xml:space="preserve">citu valstu, izņemot Latviju, </w:t>
            </w:r>
            <w:r>
              <w:rPr>
                <w:rFonts w:cs="Times New Roman"/>
              </w:rPr>
              <w:t>tiesībsargājošām iestādēm</w:t>
            </w:r>
            <w:r w:rsidR="001C5F77">
              <w:rPr>
                <w:rFonts w:cs="Times New Roman"/>
              </w:rPr>
              <w:t>.</w:t>
            </w:r>
          </w:p>
          <w:p w14:paraId="7DFA3571" w14:textId="63A379F3" w:rsidR="00752CB7" w:rsidRPr="00EF6436" w:rsidRDefault="00752CB7" w:rsidP="003F2CF6">
            <w:pPr>
              <w:rPr>
                <w:rFonts w:cs="Times New Roman"/>
              </w:rPr>
            </w:pPr>
            <w:r>
              <w:rPr>
                <w:rFonts w:cs="Times New Roman"/>
              </w:rPr>
              <w:t xml:space="preserve">Izziņa no </w:t>
            </w:r>
            <w:r w:rsidR="00B65E0B">
              <w:rPr>
                <w:rFonts w:cs="Times New Roman"/>
              </w:rPr>
              <w:t xml:space="preserve">citu valstu, izņemot Latviju, </w:t>
            </w:r>
            <w:r>
              <w:rPr>
                <w:rFonts w:cs="Times New Roman"/>
              </w:rPr>
              <w:t>uzraudzības iestādēm</w:t>
            </w:r>
          </w:p>
        </w:tc>
        <w:tc>
          <w:tcPr>
            <w:tcW w:w="1482" w:type="dxa"/>
          </w:tcPr>
          <w:p w14:paraId="02E12DB6" w14:textId="77777777" w:rsidR="00752CB7" w:rsidRPr="00EF6436" w:rsidRDefault="00752CB7" w:rsidP="00914444">
            <w:pPr>
              <w:jc w:val="right"/>
              <w:rPr>
                <w:rFonts w:cs="Times New Roman"/>
              </w:rPr>
            </w:pPr>
          </w:p>
        </w:tc>
        <w:tc>
          <w:tcPr>
            <w:tcW w:w="1594" w:type="dxa"/>
          </w:tcPr>
          <w:p w14:paraId="13A343C3" w14:textId="77777777" w:rsidR="00752CB7" w:rsidRPr="00EF6436" w:rsidRDefault="00752CB7" w:rsidP="00914444">
            <w:pPr>
              <w:jc w:val="right"/>
              <w:rPr>
                <w:rFonts w:cs="Times New Roman"/>
              </w:rPr>
            </w:pPr>
          </w:p>
        </w:tc>
      </w:tr>
      <w:tr w:rsidR="00752CB7" w:rsidRPr="00D23B1F" w14:paraId="0DB7CFB0" w14:textId="77777777" w:rsidTr="003F2CF6">
        <w:tc>
          <w:tcPr>
            <w:tcW w:w="988" w:type="dxa"/>
          </w:tcPr>
          <w:p w14:paraId="21FCCEDF" w14:textId="77777777" w:rsidR="00752CB7" w:rsidRDefault="00752CB7" w:rsidP="00914444">
            <w:pPr>
              <w:jc w:val="right"/>
              <w:rPr>
                <w:rFonts w:cs="Times New Roman"/>
              </w:rPr>
            </w:pPr>
            <w:r>
              <w:rPr>
                <w:rFonts w:cs="Times New Roman"/>
              </w:rPr>
              <w:t>2.2.</w:t>
            </w:r>
          </w:p>
        </w:tc>
        <w:tc>
          <w:tcPr>
            <w:tcW w:w="2157" w:type="dxa"/>
          </w:tcPr>
          <w:p w14:paraId="7A9908DD" w14:textId="464F2866" w:rsidR="00752CB7" w:rsidRPr="008704F5" w:rsidRDefault="00C9077F" w:rsidP="003F2CF6">
            <w:pPr>
              <w:rPr>
                <w:rFonts w:cs="Times New Roman"/>
              </w:rPr>
            </w:pPr>
            <w:r>
              <w:rPr>
                <w:rFonts w:cs="Times New Roman"/>
              </w:rPr>
              <w:t>I</w:t>
            </w:r>
            <w:r w:rsidR="00752CB7">
              <w:rPr>
                <w:rFonts w:cs="Times New Roman"/>
              </w:rPr>
              <w:t>nformācija</w:t>
            </w:r>
            <w:r w:rsidR="00752CB7" w:rsidRPr="008704F5">
              <w:rPr>
                <w:rFonts w:cs="Times New Roman"/>
              </w:rPr>
              <w:t xml:space="preserve"> par komercsabiedrībai, k</w:t>
            </w:r>
            <w:r w:rsidR="006F72CA">
              <w:rPr>
                <w:rFonts w:cs="Times New Roman"/>
              </w:rPr>
              <w:t>ur</w:t>
            </w:r>
            <w:r w:rsidR="00752CB7" w:rsidRPr="008704F5">
              <w:rPr>
                <w:rFonts w:cs="Times New Roman"/>
              </w:rPr>
              <w:t xml:space="preserve">a atradusies šīs personas kontrolē vai kuras padomē vai valdē tā bijusi, piemērotajiem </w:t>
            </w:r>
            <w:r w:rsidR="00752CB7" w:rsidRPr="004E598D">
              <w:rPr>
                <w:rFonts w:cs="Times New Roman"/>
              </w:rPr>
              <w:t>sodiem un to, vai pr</w:t>
            </w:r>
            <w:r w:rsidR="003B7614" w:rsidRPr="003F2CF6">
              <w:rPr>
                <w:rFonts w:cs="Times New Roman"/>
              </w:rPr>
              <w:t>et</w:t>
            </w:r>
            <w:r w:rsidR="00752CB7" w:rsidRPr="004E598D">
              <w:rPr>
                <w:rFonts w:cs="Times New Roman"/>
              </w:rPr>
              <w:t xml:space="preserve"> to nav ierosināta</w:t>
            </w:r>
            <w:r w:rsidR="00752CB7" w:rsidRPr="008704F5">
              <w:rPr>
                <w:rFonts w:cs="Times New Roman"/>
              </w:rPr>
              <w:t xml:space="preserve"> administratīvā lieta vai sākts kriminālprocess, kā arī informācij</w:t>
            </w:r>
            <w:r w:rsidR="00752CB7">
              <w:rPr>
                <w:rFonts w:cs="Times New Roman"/>
              </w:rPr>
              <w:t>a</w:t>
            </w:r>
            <w:r w:rsidR="00752CB7" w:rsidRPr="008704F5">
              <w:rPr>
                <w:rFonts w:cs="Times New Roman"/>
              </w:rPr>
              <w:t>, vai persona strādājusi komercsabiedrībā, kura bankrotējusi vai kurai atņemtas tiesīb</w:t>
            </w:r>
            <w:r w:rsidR="00752CB7">
              <w:rPr>
                <w:rFonts w:cs="Times New Roman"/>
              </w:rPr>
              <w:t>as nodarboties ar komercdarbību</w:t>
            </w:r>
          </w:p>
        </w:tc>
        <w:tc>
          <w:tcPr>
            <w:tcW w:w="2389" w:type="dxa"/>
          </w:tcPr>
          <w:p w14:paraId="5BF60DE7" w14:textId="4FB6CF14" w:rsidR="00752CB7" w:rsidRDefault="00752CB7" w:rsidP="003F2CF6">
            <w:pPr>
              <w:rPr>
                <w:rFonts w:cs="Times New Roman"/>
              </w:rPr>
            </w:pPr>
            <w:r>
              <w:rPr>
                <w:rFonts w:cs="Times New Roman"/>
              </w:rPr>
              <w:t>Personas apliecinājums par minēto faktu neesību</w:t>
            </w:r>
            <w:r w:rsidR="001C5F77">
              <w:rPr>
                <w:rFonts w:cs="Times New Roman"/>
              </w:rPr>
              <w:t>.</w:t>
            </w:r>
            <w:r>
              <w:rPr>
                <w:rFonts w:cs="Times New Roman"/>
              </w:rPr>
              <w:t xml:space="preserve"> </w:t>
            </w:r>
          </w:p>
          <w:p w14:paraId="09804E6F" w14:textId="1F45D45F" w:rsidR="00752CB7" w:rsidRPr="00EF6436" w:rsidRDefault="00752CB7" w:rsidP="003F2CF6">
            <w:pPr>
              <w:rPr>
                <w:rFonts w:cs="Times New Roman"/>
              </w:rPr>
            </w:pPr>
            <w:r>
              <w:rPr>
                <w:rFonts w:cs="Times New Roman"/>
              </w:rPr>
              <w:t>Personas skaidrojums par piemērotajām sankcijām, tās iesaisti</w:t>
            </w:r>
            <w:r w:rsidR="002A22D3">
              <w:rPr>
                <w:rFonts w:cs="Times New Roman"/>
              </w:rPr>
              <w:t xml:space="preserve"> procesos</w:t>
            </w:r>
            <w:r>
              <w:rPr>
                <w:rFonts w:cs="Times New Roman"/>
              </w:rPr>
              <w:t>, nodarījuma smagumu, sekām</w:t>
            </w:r>
          </w:p>
        </w:tc>
        <w:tc>
          <w:tcPr>
            <w:tcW w:w="1482" w:type="dxa"/>
          </w:tcPr>
          <w:p w14:paraId="1A4DA0F0" w14:textId="77777777" w:rsidR="00752CB7" w:rsidRPr="00EF6436" w:rsidRDefault="00752CB7" w:rsidP="00914444">
            <w:pPr>
              <w:jc w:val="right"/>
              <w:rPr>
                <w:rFonts w:cs="Times New Roman"/>
              </w:rPr>
            </w:pPr>
          </w:p>
        </w:tc>
        <w:tc>
          <w:tcPr>
            <w:tcW w:w="1594" w:type="dxa"/>
          </w:tcPr>
          <w:p w14:paraId="2F23DBE6" w14:textId="77777777" w:rsidR="00752CB7" w:rsidRPr="00EF6436" w:rsidRDefault="00752CB7" w:rsidP="00914444">
            <w:pPr>
              <w:jc w:val="right"/>
              <w:rPr>
                <w:rFonts w:cs="Times New Roman"/>
              </w:rPr>
            </w:pPr>
          </w:p>
        </w:tc>
      </w:tr>
      <w:tr w:rsidR="00752CB7" w:rsidRPr="0044310A" w14:paraId="351D1ED7" w14:textId="77777777" w:rsidTr="003F2CF6">
        <w:tc>
          <w:tcPr>
            <w:tcW w:w="988" w:type="dxa"/>
          </w:tcPr>
          <w:p w14:paraId="5FA75134" w14:textId="77777777" w:rsidR="00752CB7" w:rsidRPr="00661C66" w:rsidRDefault="00752CB7" w:rsidP="00914444">
            <w:pPr>
              <w:jc w:val="right"/>
              <w:rPr>
                <w:rFonts w:cs="Times New Roman"/>
              </w:rPr>
            </w:pPr>
            <w:r>
              <w:rPr>
                <w:rFonts w:cs="Times New Roman"/>
              </w:rPr>
              <w:t>2.3.</w:t>
            </w:r>
          </w:p>
        </w:tc>
        <w:tc>
          <w:tcPr>
            <w:tcW w:w="2157" w:type="dxa"/>
          </w:tcPr>
          <w:p w14:paraId="30E30F8F" w14:textId="65CDBB87" w:rsidR="00752CB7" w:rsidRPr="00EF6436" w:rsidRDefault="00C9077F" w:rsidP="003F2CF6">
            <w:pPr>
              <w:rPr>
                <w:rFonts w:cs="Times New Roman"/>
              </w:rPr>
            </w:pPr>
            <w:r>
              <w:rPr>
                <w:rFonts w:cs="Times New Roman"/>
              </w:rPr>
              <w:t>I</w:t>
            </w:r>
            <w:r w:rsidR="00752CB7">
              <w:rPr>
                <w:rFonts w:cs="Times New Roman"/>
              </w:rPr>
              <w:t>nformācija par notiekošajiem pirmstiesas izmeklēšanas procesiem, administratīvajiem procesiem, tiesvedībām, tiesas nolēmumu izpildi, kas attiecas uz personu</w:t>
            </w:r>
          </w:p>
        </w:tc>
        <w:tc>
          <w:tcPr>
            <w:tcW w:w="2389" w:type="dxa"/>
          </w:tcPr>
          <w:p w14:paraId="11D8A85C" w14:textId="1DE42D4C" w:rsidR="00752CB7" w:rsidRDefault="00752CB7" w:rsidP="00914444">
            <w:pPr>
              <w:jc w:val="both"/>
              <w:rPr>
                <w:rFonts w:cs="Times New Roman"/>
              </w:rPr>
            </w:pPr>
            <w:r>
              <w:rPr>
                <w:rFonts w:cs="Times New Roman"/>
              </w:rPr>
              <w:t>Personas detalizēts skaidrojums</w:t>
            </w:r>
            <w:r w:rsidR="001C5F77">
              <w:rPr>
                <w:rFonts w:cs="Times New Roman"/>
              </w:rPr>
              <w:t>.</w:t>
            </w:r>
            <w:r>
              <w:rPr>
                <w:rFonts w:cs="Times New Roman"/>
              </w:rPr>
              <w:t xml:space="preserve"> </w:t>
            </w:r>
          </w:p>
          <w:p w14:paraId="3FBF88DF" w14:textId="211CCB1D" w:rsidR="00752CB7" w:rsidRPr="00EF6436" w:rsidRDefault="00B65E0B" w:rsidP="003F2CF6">
            <w:pPr>
              <w:rPr>
                <w:rFonts w:cs="Times New Roman"/>
              </w:rPr>
            </w:pPr>
            <w:r>
              <w:rPr>
                <w:rFonts w:cs="Times New Roman"/>
              </w:rPr>
              <w:t>Citu valstu, izņemot Latviju</w:t>
            </w:r>
            <w:r w:rsidR="001C5F77">
              <w:rPr>
                <w:rFonts w:cs="Times New Roman"/>
              </w:rPr>
              <w:t>,</w:t>
            </w:r>
            <w:r>
              <w:rPr>
                <w:rFonts w:cs="Times New Roman"/>
              </w:rPr>
              <w:t xml:space="preserve"> </w:t>
            </w:r>
            <w:r w:rsidR="00752CB7">
              <w:rPr>
                <w:rFonts w:cs="Times New Roman"/>
              </w:rPr>
              <w:t xml:space="preserve">iestāžu izsniegti </w:t>
            </w:r>
            <w:r w:rsidR="00B2370E">
              <w:rPr>
                <w:rFonts w:cs="Times New Roman"/>
              </w:rPr>
              <w:t>dokumenti</w:t>
            </w:r>
            <w:r>
              <w:rPr>
                <w:rFonts w:cs="Times New Roman"/>
              </w:rPr>
              <w:t xml:space="preserve"> </w:t>
            </w:r>
          </w:p>
        </w:tc>
        <w:tc>
          <w:tcPr>
            <w:tcW w:w="1482" w:type="dxa"/>
          </w:tcPr>
          <w:p w14:paraId="31F29660" w14:textId="77777777" w:rsidR="00752CB7" w:rsidRPr="00EF6436" w:rsidRDefault="00752CB7" w:rsidP="00914444">
            <w:pPr>
              <w:jc w:val="right"/>
              <w:rPr>
                <w:rFonts w:cs="Times New Roman"/>
              </w:rPr>
            </w:pPr>
          </w:p>
        </w:tc>
        <w:tc>
          <w:tcPr>
            <w:tcW w:w="1594" w:type="dxa"/>
          </w:tcPr>
          <w:p w14:paraId="427F9FAA" w14:textId="77777777" w:rsidR="00752CB7" w:rsidRPr="00EF6436" w:rsidRDefault="00752CB7" w:rsidP="00914444">
            <w:pPr>
              <w:jc w:val="right"/>
              <w:rPr>
                <w:rFonts w:cs="Times New Roman"/>
              </w:rPr>
            </w:pPr>
          </w:p>
        </w:tc>
      </w:tr>
      <w:tr w:rsidR="00752CB7" w:rsidRPr="00EF6436" w14:paraId="3D88A380" w14:textId="77777777" w:rsidTr="003F2CF6">
        <w:tc>
          <w:tcPr>
            <w:tcW w:w="988" w:type="dxa"/>
          </w:tcPr>
          <w:p w14:paraId="3934EF07" w14:textId="77777777" w:rsidR="00752CB7" w:rsidRPr="00661C66" w:rsidRDefault="00752CB7" w:rsidP="00914444">
            <w:pPr>
              <w:jc w:val="right"/>
              <w:rPr>
                <w:rFonts w:cs="Times New Roman"/>
              </w:rPr>
            </w:pPr>
            <w:r>
              <w:rPr>
                <w:rFonts w:cs="Times New Roman"/>
              </w:rPr>
              <w:t xml:space="preserve">2.4. </w:t>
            </w:r>
          </w:p>
        </w:tc>
        <w:tc>
          <w:tcPr>
            <w:tcW w:w="2157" w:type="dxa"/>
          </w:tcPr>
          <w:p w14:paraId="3EC2BFFA" w14:textId="20A00828" w:rsidR="00752CB7" w:rsidRPr="00EF6436" w:rsidRDefault="00C9077F" w:rsidP="003F2CF6">
            <w:pPr>
              <w:autoSpaceDE w:val="0"/>
              <w:autoSpaceDN w:val="0"/>
              <w:adjustRightInd w:val="0"/>
              <w:rPr>
                <w:rFonts w:cs="Times New Roman"/>
              </w:rPr>
            </w:pPr>
            <w:r>
              <w:rPr>
                <w:rFonts w:cs="Times New Roman"/>
              </w:rPr>
              <w:t>J</w:t>
            </w:r>
            <w:r w:rsidR="00752CB7" w:rsidRPr="00661C66">
              <w:rPr>
                <w:rFonts w:cs="Times New Roman"/>
              </w:rPr>
              <w:t xml:space="preserve">ebkāds atteikums reģistrēt, izsniegt atļauju, </w:t>
            </w:r>
            <w:r w:rsidR="00752CB7">
              <w:rPr>
                <w:rFonts w:cs="Times New Roman"/>
              </w:rPr>
              <w:t>iegūt būtisku līdzdalību</w:t>
            </w:r>
            <w:r w:rsidR="00752CB7" w:rsidRPr="00661C66">
              <w:rPr>
                <w:rFonts w:cs="Times New Roman"/>
              </w:rPr>
              <w:t xml:space="preserve"> vai piešķirt</w:t>
            </w:r>
            <w:r w:rsidR="00752CB7">
              <w:rPr>
                <w:rFonts w:cs="Times New Roman"/>
              </w:rPr>
              <w:t xml:space="preserve"> </w:t>
            </w:r>
            <w:r w:rsidR="00752CB7" w:rsidRPr="00661C66">
              <w:rPr>
                <w:rFonts w:cs="Times New Roman"/>
              </w:rPr>
              <w:t xml:space="preserve">licenci nodarboties ar tirdzniecību, </w:t>
            </w:r>
            <w:r w:rsidR="00752CB7">
              <w:rPr>
                <w:rFonts w:cs="Times New Roman"/>
              </w:rPr>
              <w:t>komerc</w:t>
            </w:r>
            <w:r w:rsidR="00752CB7" w:rsidRPr="00661C66">
              <w:rPr>
                <w:rFonts w:cs="Times New Roman"/>
              </w:rPr>
              <w:t xml:space="preserve">darbību vai </w:t>
            </w:r>
            <w:r w:rsidR="00752CB7">
              <w:rPr>
                <w:rFonts w:cs="Times New Roman"/>
              </w:rPr>
              <w:t>strādāt</w:t>
            </w:r>
            <w:r w:rsidR="00752CB7" w:rsidRPr="00661C66">
              <w:rPr>
                <w:rFonts w:cs="Times New Roman"/>
              </w:rPr>
              <w:t xml:space="preserve"> </w:t>
            </w:r>
            <w:r w:rsidR="00752CB7">
              <w:rPr>
                <w:rFonts w:cs="Times New Roman"/>
              </w:rPr>
              <w:t xml:space="preserve">noteiktā </w:t>
            </w:r>
            <w:r w:rsidR="00752CB7" w:rsidRPr="00661C66">
              <w:rPr>
                <w:rFonts w:cs="Times New Roman"/>
              </w:rPr>
              <w:t>profesijā,</w:t>
            </w:r>
            <w:r w:rsidR="00752CB7">
              <w:rPr>
                <w:rFonts w:cs="Times New Roman"/>
              </w:rPr>
              <w:t xml:space="preserve"> </w:t>
            </w:r>
            <w:r w:rsidR="00752CB7" w:rsidRPr="00661C66">
              <w:rPr>
                <w:rFonts w:cs="Times New Roman"/>
              </w:rPr>
              <w:t xml:space="preserve">jebkādas šādas reģistrācijas, atļaujas, </w:t>
            </w:r>
            <w:r w:rsidR="00752CB7">
              <w:rPr>
                <w:rFonts w:cs="Times New Roman"/>
              </w:rPr>
              <w:t>līdzdalības</w:t>
            </w:r>
            <w:r w:rsidR="00752CB7" w:rsidRPr="00661C66">
              <w:rPr>
                <w:rFonts w:cs="Times New Roman"/>
              </w:rPr>
              <w:t xml:space="preserve"> </w:t>
            </w:r>
            <w:r w:rsidR="00752CB7" w:rsidRPr="00661C66">
              <w:rPr>
                <w:rFonts w:cs="Times New Roman"/>
              </w:rPr>
              <w:lastRenderedPageBreak/>
              <w:t>vai licences atcelšana,</w:t>
            </w:r>
            <w:r w:rsidR="00752CB7">
              <w:rPr>
                <w:rFonts w:cs="Times New Roman"/>
              </w:rPr>
              <w:t xml:space="preserve"> </w:t>
            </w:r>
            <w:r w:rsidR="00752CB7" w:rsidRPr="00661C66">
              <w:rPr>
                <w:rFonts w:cs="Times New Roman"/>
              </w:rPr>
              <w:t xml:space="preserve">atsaukšana vai </w:t>
            </w:r>
            <w:r w:rsidR="00752CB7">
              <w:rPr>
                <w:rFonts w:cs="Times New Roman"/>
              </w:rPr>
              <w:t>i</w:t>
            </w:r>
            <w:r w:rsidR="00752CB7" w:rsidRPr="00661C66">
              <w:rPr>
                <w:rFonts w:cs="Times New Roman"/>
              </w:rPr>
              <w:t xml:space="preserve">zbeigšana, kā arī jebkāda veida </w:t>
            </w:r>
            <w:r w:rsidR="00752CB7">
              <w:rPr>
                <w:rFonts w:cs="Times New Roman"/>
              </w:rPr>
              <w:t xml:space="preserve">valsts iestāžu vai profesionālo </w:t>
            </w:r>
            <w:r w:rsidR="00752CB7" w:rsidRPr="00661C66">
              <w:rPr>
                <w:rFonts w:cs="Times New Roman"/>
              </w:rPr>
              <w:t>asociāciju veikta izslēgšana</w:t>
            </w:r>
            <w:r w:rsidR="00752CB7">
              <w:rPr>
                <w:rFonts w:cs="Times New Roman"/>
              </w:rPr>
              <w:t xml:space="preserve"> no to reģistriem</w:t>
            </w:r>
          </w:p>
        </w:tc>
        <w:tc>
          <w:tcPr>
            <w:tcW w:w="2389" w:type="dxa"/>
          </w:tcPr>
          <w:p w14:paraId="504BAAE4" w14:textId="77777777" w:rsidR="00752CB7" w:rsidRDefault="00752CB7" w:rsidP="003F2CF6">
            <w:pPr>
              <w:rPr>
                <w:rFonts w:cs="Times New Roman"/>
              </w:rPr>
            </w:pPr>
            <w:r>
              <w:rPr>
                <w:rFonts w:cs="Times New Roman"/>
              </w:rPr>
              <w:lastRenderedPageBreak/>
              <w:t xml:space="preserve">Personas detalizēts skaidrojums </w:t>
            </w:r>
          </w:p>
          <w:p w14:paraId="01E7DB34" w14:textId="77777777" w:rsidR="00752CB7" w:rsidRPr="00EF6436" w:rsidRDefault="00752CB7" w:rsidP="00914444">
            <w:pPr>
              <w:jc w:val="right"/>
              <w:rPr>
                <w:rFonts w:cs="Times New Roman"/>
              </w:rPr>
            </w:pPr>
          </w:p>
        </w:tc>
        <w:tc>
          <w:tcPr>
            <w:tcW w:w="1482" w:type="dxa"/>
          </w:tcPr>
          <w:p w14:paraId="36D0FC5C" w14:textId="77777777" w:rsidR="00752CB7" w:rsidRPr="00EF6436" w:rsidRDefault="00752CB7" w:rsidP="00914444">
            <w:pPr>
              <w:jc w:val="right"/>
              <w:rPr>
                <w:rFonts w:cs="Times New Roman"/>
              </w:rPr>
            </w:pPr>
          </w:p>
        </w:tc>
        <w:tc>
          <w:tcPr>
            <w:tcW w:w="1594" w:type="dxa"/>
          </w:tcPr>
          <w:p w14:paraId="0A6E1E2F" w14:textId="77777777" w:rsidR="00752CB7" w:rsidRPr="00EF6436" w:rsidRDefault="00752CB7" w:rsidP="00914444">
            <w:pPr>
              <w:jc w:val="right"/>
              <w:rPr>
                <w:rFonts w:cs="Times New Roman"/>
              </w:rPr>
            </w:pPr>
          </w:p>
        </w:tc>
      </w:tr>
      <w:tr w:rsidR="00752CB7" w:rsidRPr="00EF6436" w14:paraId="5191BB0C" w14:textId="77777777" w:rsidTr="003F2CF6">
        <w:tc>
          <w:tcPr>
            <w:tcW w:w="988" w:type="dxa"/>
          </w:tcPr>
          <w:p w14:paraId="3DF548B5" w14:textId="77777777" w:rsidR="00752CB7" w:rsidRPr="00661C66" w:rsidRDefault="00752CB7" w:rsidP="00914444">
            <w:pPr>
              <w:jc w:val="right"/>
              <w:rPr>
                <w:rFonts w:cs="Times New Roman"/>
              </w:rPr>
            </w:pPr>
            <w:r>
              <w:rPr>
                <w:rFonts w:cs="Times New Roman"/>
              </w:rPr>
              <w:t>2.5.</w:t>
            </w:r>
          </w:p>
        </w:tc>
        <w:tc>
          <w:tcPr>
            <w:tcW w:w="2157" w:type="dxa"/>
          </w:tcPr>
          <w:p w14:paraId="05F30E1E" w14:textId="73A10716" w:rsidR="00752CB7" w:rsidRPr="00EF6436" w:rsidRDefault="00C9077F" w:rsidP="003F2CF6">
            <w:pPr>
              <w:autoSpaceDE w:val="0"/>
              <w:autoSpaceDN w:val="0"/>
              <w:adjustRightInd w:val="0"/>
              <w:rPr>
                <w:rFonts w:cs="Times New Roman"/>
              </w:rPr>
            </w:pPr>
            <w:r>
              <w:rPr>
                <w:rFonts w:cs="Times New Roman"/>
              </w:rPr>
              <w:t>D</w:t>
            </w:r>
            <w:r w:rsidR="00752CB7">
              <w:rPr>
                <w:rFonts w:cs="Times New Roman"/>
              </w:rPr>
              <w:t>arba attiecību piespiedu izbeigšana, pilnvarojuma atsaukšana</w:t>
            </w:r>
            <w:r w:rsidR="00752CB7" w:rsidRPr="00661C66">
              <w:rPr>
                <w:rFonts w:cs="Times New Roman"/>
              </w:rPr>
              <w:t xml:space="preserve">, </w:t>
            </w:r>
            <w:r w:rsidR="00752CB7">
              <w:rPr>
                <w:rFonts w:cs="Times New Roman"/>
              </w:rPr>
              <w:t>atbrīvošana no f</w:t>
            </w:r>
            <w:r w:rsidR="00752CB7" w:rsidRPr="00661C66">
              <w:rPr>
                <w:rFonts w:cs="Times New Roman"/>
              </w:rPr>
              <w:t>iduciārajām vai</w:t>
            </w:r>
            <w:r w:rsidR="00752CB7">
              <w:rPr>
                <w:rFonts w:cs="Times New Roman"/>
              </w:rPr>
              <w:t xml:space="preserve"> </w:t>
            </w:r>
            <w:r w:rsidR="00752CB7" w:rsidRPr="00661C66">
              <w:rPr>
                <w:rFonts w:cs="Times New Roman"/>
              </w:rPr>
              <w:t>līdzīg</w:t>
            </w:r>
            <w:r w:rsidR="00752CB7">
              <w:rPr>
                <w:rFonts w:cs="Times New Roman"/>
              </w:rPr>
              <w:t>ām</w:t>
            </w:r>
            <w:r w:rsidR="00752CB7" w:rsidRPr="00661C66">
              <w:rPr>
                <w:rFonts w:cs="Times New Roman"/>
              </w:rPr>
              <w:t xml:space="preserve"> </w:t>
            </w:r>
            <w:r w:rsidR="00752CB7">
              <w:rPr>
                <w:rFonts w:cs="Times New Roman"/>
              </w:rPr>
              <w:t>attiecībām</w:t>
            </w:r>
          </w:p>
        </w:tc>
        <w:tc>
          <w:tcPr>
            <w:tcW w:w="2389" w:type="dxa"/>
          </w:tcPr>
          <w:p w14:paraId="58713784" w14:textId="77777777" w:rsidR="00752CB7" w:rsidRDefault="00752CB7" w:rsidP="003F2CF6">
            <w:pPr>
              <w:rPr>
                <w:rFonts w:cs="Times New Roman"/>
              </w:rPr>
            </w:pPr>
            <w:r>
              <w:rPr>
                <w:rFonts w:cs="Times New Roman"/>
              </w:rPr>
              <w:t xml:space="preserve">Personas detalizēts skaidrojums </w:t>
            </w:r>
          </w:p>
          <w:p w14:paraId="0A6B99A6" w14:textId="77777777" w:rsidR="00752CB7" w:rsidRPr="00EF6436" w:rsidRDefault="00752CB7" w:rsidP="00914444">
            <w:pPr>
              <w:jc w:val="right"/>
              <w:rPr>
                <w:rFonts w:cs="Times New Roman"/>
              </w:rPr>
            </w:pPr>
          </w:p>
        </w:tc>
        <w:tc>
          <w:tcPr>
            <w:tcW w:w="1482" w:type="dxa"/>
          </w:tcPr>
          <w:p w14:paraId="5CF22ED9" w14:textId="77777777" w:rsidR="00752CB7" w:rsidRPr="00EF6436" w:rsidRDefault="00752CB7" w:rsidP="00914444">
            <w:pPr>
              <w:jc w:val="right"/>
              <w:rPr>
                <w:rFonts w:cs="Times New Roman"/>
              </w:rPr>
            </w:pPr>
          </w:p>
        </w:tc>
        <w:tc>
          <w:tcPr>
            <w:tcW w:w="1594" w:type="dxa"/>
          </w:tcPr>
          <w:p w14:paraId="51FC27DA" w14:textId="77777777" w:rsidR="00752CB7" w:rsidRPr="00EF6436" w:rsidRDefault="00752CB7" w:rsidP="00914444">
            <w:pPr>
              <w:jc w:val="right"/>
              <w:rPr>
                <w:rFonts w:cs="Times New Roman"/>
              </w:rPr>
            </w:pPr>
          </w:p>
        </w:tc>
      </w:tr>
      <w:tr w:rsidR="00752CB7" w:rsidRPr="00EF6436" w14:paraId="0FB6C7D9" w14:textId="77777777" w:rsidTr="003F2CF6">
        <w:tc>
          <w:tcPr>
            <w:tcW w:w="988" w:type="dxa"/>
          </w:tcPr>
          <w:p w14:paraId="5EC1A7EE" w14:textId="77777777" w:rsidR="00752CB7" w:rsidRPr="00661C66" w:rsidRDefault="00752CB7" w:rsidP="00914444">
            <w:pPr>
              <w:jc w:val="right"/>
              <w:rPr>
                <w:rFonts w:cs="Times New Roman"/>
              </w:rPr>
            </w:pPr>
            <w:r>
              <w:rPr>
                <w:rFonts w:cs="Times New Roman"/>
              </w:rPr>
              <w:t xml:space="preserve">2.6. </w:t>
            </w:r>
          </w:p>
        </w:tc>
        <w:tc>
          <w:tcPr>
            <w:tcW w:w="2157" w:type="dxa"/>
          </w:tcPr>
          <w:p w14:paraId="465436DE" w14:textId="0399BA93" w:rsidR="00752CB7" w:rsidRPr="00EF6436" w:rsidRDefault="00C9077F" w:rsidP="003F2CF6">
            <w:pPr>
              <w:autoSpaceDE w:val="0"/>
              <w:autoSpaceDN w:val="0"/>
              <w:adjustRightInd w:val="0"/>
              <w:rPr>
                <w:rFonts w:cs="Times New Roman"/>
              </w:rPr>
            </w:pPr>
            <w:r>
              <w:rPr>
                <w:rFonts w:cs="Times New Roman"/>
              </w:rPr>
              <w:t>I</w:t>
            </w:r>
            <w:r w:rsidR="00752CB7" w:rsidRPr="00661C66">
              <w:rPr>
                <w:rFonts w:cs="Times New Roman"/>
              </w:rPr>
              <w:t xml:space="preserve">nformācija par to, vai cita uzraudzības iestāde ir veikusi </w:t>
            </w:r>
            <w:r w:rsidR="00752CB7">
              <w:rPr>
                <w:rFonts w:cs="Times New Roman"/>
              </w:rPr>
              <w:t>personas</w:t>
            </w:r>
            <w:r w:rsidR="00752CB7" w:rsidRPr="00661C66">
              <w:rPr>
                <w:rFonts w:cs="Times New Roman"/>
              </w:rPr>
              <w:t xml:space="preserve"> reputācijas novērtējumu, šīs iestādes </w:t>
            </w:r>
            <w:r w:rsidR="00752CB7">
              <w:rPr>
                <w:rFonts w:cs="Times New Roman"/>
              </w:rPr>
              <w:t xml:space="preserve">pieņemtie lēmumi, </w:t>
            </w:r>
            <w:r w:rsidR="00752CB7" w:rsidRPr="00661C66">
              <w:rPr>
                <w:rFonts w:cs="Times New Roman"/>
              </w:rPr>
              <w:t>novērtējuma rezultātu</w:t>
            </w:r>
            <w:r w:rsidR="00752CB7">
              <w:rPr>
                <w:rFonts w:cs="Times New Roman"/>
              </w:rPr>
              <w:t xml:space="preserve"> </w:t>
            </w:r>
            <w:r w:rsidR="00752CB7" w:rsidRPr="00661C66">
              <w:rPr>
                <w:rFonts w:cs="Times New Roman"/>
              </w:rPr>
              <w:t>apliecinājums</w:t>
            </w:r>
          </w:p>
        </w:tc>
        <w:tc>
          <w:tcPr>
            <w:tcW w:w="2389" w:type="dxa"/>
          </w:tcPr>
          <w:p w14:paraId="27C9C196" w14:textId="50EA3C03" w:rsidR="00752CB7" w:rsidRDefault="004328CF" w:rsidP="003F2CF6">
            <w:pPr>
              <w:rPr>
                <w:rFonts w:cs="Times New Roman"/>
              </w:rPr>
            </w:pPr>
            <w:r>
              <w:rPr>
                <w:rFonts w:cs="Times New Roman"/>
              </w:rPr>
              <w:t xml:space="preserve">Citas valsts, izņemot Latviju, </w:t>
            </w:r>
            <w:r w:rsidR="00752CB7">
              <w:rPr>
                <w:rFonts w:cs="Times New Roman"/>
              </w:rPr>
              <w:t xml:space="preserve">uzraudzības </w:t>
            </w:r>
            <w:r w:rsidR="00F4749F">
              <w:rPr>
                <w:rFonts w:cs="Times New Roman"/>
              </w:rPr>
              <w:t xml:space="preserve">iestādes </w:t>
            </w:r>
            <w:r w:rsidR="001C5F77">
              <w:rPr>
                <w:rFonts w:cs="Times New Roman"/>
              </w:rPr>
              <w:t xml:space="preserve">izsniegts </w:t>
            </w:r>
            <w:r>
              <w:rPr>
                <w:rFonts w:cs="Times New Roman"/>
              </w:rPr>
              <w:t>apliecinājums</w:t>
            </w:r>
          </w:p>
          <w:p w14:paraId="0214504B" w14:textId="77777777" w:rsidR="00752CB7" w:rsidRPr="00EF6436" w:rsidRDefault="00752CB7" w:rsidP="00914444">
            <w:pPr>
              <w:jc w:val="both"/>
              <w:rPr>
                <w:rFonts w:cs="Times New Roman"/>
              </w:rPr>
            </w:pPr>
          </w:p>
        </w:tc>
        <w:tc>
          <w:tcPr>
            <w:tcW w:w="1482" w:type="dxa"/>
          </w:tcPr>
          <w:p w14:paraId="6058F495" w14:textId="77777777" w:rsidR="00752CB7" w:rsidRPr="00EF6436" w:rsidRDefault="00752CB7" w:rsidP="00914444">
            <w:pPr>
              <w:jc w:val="right"/>
              <w:rPr>
                <w:rFonts w:cs="Times New Roman"/>
              </w:rPr>
            </w:pPr>
          </w:p>
        </w:tc>
        <w:tc>
          <w:tcPr>
            <w:tcW w:w="1594" w:type="dxa"/>
          </w:tcPr>
          <w:p w14:paraId="4FABDFD5" w14:textId="77777777" w:rsidR="00752CB7" w:rsidRPr="00EF6436" w:rsidRDefault="00752CB7" w:rsidP="00914444">
            <w:pPr>
              <w:jc w:val="right"/>
              <w:rPr>
                <w:rFonts w:cs="Times New Roman"/>
              </w:rPr>
            </w:pPr>
          </w:p>
        </w:tc>
      </w:tr>
      <w:tr w:rsidR="00752CB7" w:rsidRPr="00D23B1F" w14:paraId="7395EDDA" w14:textId="77777777" w:rsidTr="003F2CF6">
        <w:tc>
          <w:tcPr>
            <w:tcW w:w="988" w:type="dxa"/>
          </w:tcPr>
          <w:p w14:paraId="721D7EA9" w14:textId="77777777" w:rsidR="00752CB7" w:rsidRPr="00661C66" w:rsidRDefault="00752CB7" w:rsidP="00914444">
            <w:pPr>
              <w:jc w:val="right"/>
              <w:rPr>
                <w:rFonts w:cs="Times New Roman"/>
              </w:rPr>
            </w:pPr>
            <w:r>
              <w:rPr>
                <w:rFonts w:cs="Times New Roman"/>
              </w:rPr>
              <w:t>2.7.</w:t>
            </w:r>
          </w:p>
        </w:tc>
        <w:tc>
          <w:tcPr>
            <w:tcW w:w="2157" w:type="dxa"/>
          </w:tcPr>
          <w:p w14:paraId="70910763" w14:textId="20D5E768" w:rsidR="00752CB7" w:rsidRPr="00661C66" w:rsidRDefault="00C9077F" w:rsidP="003F2CF6">
            <w:pPr>
              <w:autoSpaceDE w:val="0"/>
              <w:autoSpaceDN w:val="0"/>
              <w:adjustRightInd w:val="0"/>
              <w:rPr>
                <w:rFonts w:cs="Times New Roman"/>
              </w:rPr>
            </w:pPr>
            <w:r>
              <w:rPr>
                <w:rFonts w:cs="Times New Roman"/>
              </w:rPr>
              <w:t>P</w:t>
            </w:r>
            <w:r w:rsidR="00752CB7">
              <w:rPr>
                <w:rFonts w:cs="Times New Roman"/>
              </w:rPr>
              <w:t xml:space="preserve">ersonas aktīvu un saistību apkopojums </w:t>
            </w:r>
            <w:r w:rsidR="00752CB7" w:rsidRPr="00661C66">
              <w:rPr>
                <w:rFonts w:cs="Times New Roman"/>
              </w:rPr>
              <w:t xml:space="preserve">par </w:t>
            </w:r>
            <w:r w:rsidR="00752CB7">
              <w:rPr>
                <w:rFonts w:cs="Times New Roman"/>
              </w:rPr>
              <w:t xml:space="preserve">tās </w:t>
            </w:r>
            <w:r w:rsidR="00752CB7" w:rsidRPr="00661C66">
              <w:rPr>
                <w:rFonts w:cs="Times New Roman"/>
              </w:rPr>
              <w:t>finan</w:t>
            </w:r>
            <w:r w:rsidR="006F72CA">
              <w:rPr>
                <w:rFonts w:cs="Times New Roman"/>
              </w:rPr>
              <w:t>siālo</w:t>
            </w:r>
            <w:r w:rsidR="00752CB7" w:rsidRPr="00661C66">
              <w:rPr>
                <w:rFonts w:cs="Times New Roman"/>
              </w:rPr>
              <w:t xml:space="preserve"> stāvokli, tostarp</w:t>
            </w:r>
            <w:r w:rsidR="00752CB7">
              <w:rPr>
                <w:rFonts w:cs="Times New Roman"/>
              </w:rPr>
              <w:t xml:space="preserve"> </w:t>
            </w:r>
            <w:r w:rsidR="00752CB7" w:rsidRPr="00661C66">
              <w:rPr>
                <w:rFonts w:cs="Times New Roman"/>
              </w:rPr>
              <w:t xml:space="preserve">informācija par ienākumu avotiem, aktīviem un saistībām, </w:t>
            </w:r>
            <w:r w:rsidR="00752CB7">
              <w:rPr>
                <w:rFonts w:cs="Times New Roman"/>
              </w:rPr>
              <w:t xml:space="preserve">dotajām un saņemtajām ķīlām un </w:t>
            </w:r>
            <w:r w:rsidR="00752CB7" w:rsidRPr="00661C66">
              <w:rPr>
                <w:rFonts w:cs="Times New Roman"/>
              </w:rPr>
              <w:t>galvojumiem</w:t>
            </w:r>
          </w:p>
        </w:tc>
        <w:tc>
          <w:tcPr>
            <w:tcW w:w="2389" w:type="dxa"/>
          </w:tcPr>
          <w:p w14:paraId="06D553AF" w14:textId="06D3640B" w:rsidR="00752CB7" w:rsidRDefault="00752CB7" w:rsidP="00670022">
            <w:pPr>
              <w:rPr>
                <w:rFonts w:cs="Times New Roman"/>
              </w:rPr>
            </w:pPr>
            <w:r>
              <w:rPr>
                <w:rFonts w:cs="Times New Roman"/>
              </w:rPr>
              <w:t xml:space="preserve">Aktīvu un saistību apkopojums atbilstoši </w:t>
            </w:r>
            <w:r w:rsidR="002A22D3">
              <w:rPr>
                <w:rFonts w:cs="Times New Roman"/>
              </w:rPr>
              <w:t xml:space="preserve">šo </w:t>
            </w:r>
            <w:r w:rsidRPr="000E09D0">
              <w:rPr>
                <w:rFonts w:cs="Times New Roman"/>
              </w:rPr>
              <w:t xml:space="preserve">noteikumu </w:t>
            </w:r>
            <w:r w:rsidR="000E09D0" w:rsidRPr="000E09D0">
              <w:rPr>
                <w:rFonts w:cs="Times New Roman"/>
              </w:rPr>
              <w:t>4</w:t>
            </w:r>
            <w:r w:rsidRPr="000E09D0">
              <w:rPr>
                <w:rFonts w:cs="Times New Roman"/>
              </w:rPr>
              <w:t>. pielikumam</w:t>
            </w:r>
            <w:r w:rsidR="001C5F77">
              <w:rPr>
                <w:rFonts w:cs="Times New Roman"/>
              </w:rPr>
              <w:t>.</w:t>
            </w:r>
          </w:p>
          <w:p w14:paraId="40F817A6" w14:textId="7BA529F7" w:rsidR="00752CB7" w:rsidRDefault="00752CB7" w:rsidP="00670022">
            <w:pPr>
              <w:rPr>
                <w:rFonts w:cs="Times New Roman"/>
              </w:rPr>
            </w:pPr>
            <w:r>
              <w:rPr>
                <w:rFonts w:cs="Times New Roman"/>
              </w:rPr>
              <w:t>Līgumu kopijas</w:t>
            </w:r>
            <w:r w:rsidR="001C5F77">
              <w:rPr>
                <w:rFonts w:cs="Times New Roman"/>
              </w:rPr>
              <w:t>.</w:t>
            </w:r>
          </w:p>
          <w:p w14:paraId="08B00231" w14:textId="377B4C6A" w:rsidR="00752CB7" w:rsidRDefault="00752CB7" w:rsidP="003F2CF6">
            <w:pPr>
              <w:rPr>
                <w:rFonts w:cs="Times New Roman"/>
              </w:rPr>
            </w:pPr>
            <w:r>
              <w:rPr>
                <w:rFonts w:cs="Times New Roman"/>
              </w:rPr>
              <w:t>Valsts ieņēmumu dienesta vai līdzvērtīgas iestādes apliecinātas ienākumu deklarācijas</w:t>
            </w:r>
            <w:r w:rsidR="001C5F77">
              <w:rPr>
                <w:rFonts w:cs="Times New Roman"/>
              </w:rPr>
              <w:t>.</w:t>
            </w:r>
          </w:p>
          <w:p w14:paraId="6350BED5" w14:textId="491B3408" w:rsidR="00752CB7" w:rsidRDefault="004328CF" w:rsidP="003F2CF6">
            <w:pPr>
              <w:rPr>
                <w:rFonts w:cs="Times New Roman"/>
              </w:rPr>
            </w:pPr>
            <w:r>
              <w:rPr>
                <w:rFonts w:cs="Times New Roman"/>
              </w:rPr>
              <w:t xml:space="preserve">Citu valstu, izņemot Latviju, </w:t>
            </w:r>
            <w:r w:rsidR="00752CB7">
              <w:rPr>
                <w:rFonts w:cs="Times New Roman"/>
              </w:rPr>
              <w:t>valsts reģistr</w:t>
            </w:r>
            <w:r>
              <w:rPr>
                <w:rFonts w:cs="Times New Roman"/>
              </w:rPr>
              <w:t xml:space="preserve">u izsniegti dokumenti par </w:t>
            </w:r>
            <w:r w:rsidR="00752CB7">
              <w:rPr>
                <w:rFonts w:cs="Times New Roman"/>
              </w:rPr>
              <w:t>aktīvu īpašumtiesībām</w:t>
            </w:r>
            <w:r w:rsidR="001C5F77">
              <w:rPr>
                <w:rFonts w:cs="Times New Roman"/>
              </w:rPr>
              <w:t>.</w:t>
            </w:r>
            <w:r>
              <w:rPr>
                <w:rFonts w:cs="Times New Roman"/>
              </w:rPr>
              <w:t xml:space="preserve"> </w:t>
            </w:r>
          </w:p>
          <w:p w14:paraId="2BB5D197" w14:textId="7C223E7F" w:rsidR="00752CB7" w:rsidRDefault="00752CB7" w:rsidP="003F2CF6">
            <w:pPr>
              <w:rPr>
                <w:rFonts w:cs="Times New Roman"/>
              </w:rPr>
            </w:pPr>
            <w:r>
              <w:rPr>
                <w:rFonts w:cs="Times New Roman"/>
              </w:rPr>
              <w:t>Finanšu institūciju kontu izraksti par noguldījumiem, finanšu instrumentiem</w:t>
            </w:r>
            <w:r w:rsidR="001C5F77">
              <w:rPr>
                <w:rFonts w:cs="Times New Roman"/>
              </w:rPr>
              <w:t>.</w:t>
            </w:r>
          </w:p>
          <w:p w14:paraId="79364A05" w14:textId="4E301106" w:rsidR="00752CB7" w:rsidRPr="004E598D" w:rsidRDefault="00752CB7" w:rsidP="003F2CF6">
            <w:pPr>
              <w:rPr>
                <w:rFonts w:cs="Times New Roman"/>
              </w:rPr>
            </w:pPr>
            <w:r>
              <w:rPr>
                <w:rFonts w:cs="Times New Roman"/>
              </w:rPr>
              <w:t xml:space="preserve">Aktīvu novērtējums (persona var iesniegt savu vērtējumu, pamatojoties uz </w:t>
            </w:r>
            <w:r>
              <w:rPr>
                <w:rFonts w:cs="Times New Roman"/>
              </w:rPr>
              <w:lastRenderedPageBreak/>
              <w:t xml:space="preserve">publiski pieejamu informāciju, norādot </w:t>
            </w:r>
            <w:r w:rsidRPr="004E598D">
              <w:rPr>
                <w:rFonts w:cs="Times New Roman"/>
              </w:rPr>
              <w:t>šīs informācijas avotu, ja konkrēt</w:t>
            </w:r>
            <w:r w:rsidR="003B7614" w:rsidRPr="003F2CF6">
              <w:rPr>
                <w:rFonts w:cs="Times New Roman"/>
              </w:rPr>
              <w:t>a</w:t>
            </w:r>
            <w:r w:rsidRPr="004E598D">
              <w:rPr>
                <w:rFonts w:cs="Times New Roman"/>
              </w:rPr>
              <w:t xml:space="preserve"> </w:t>
            </w:r>
            <w:r w:rsidR="003B7614" w:rsidRPr="003F2CF6">
              <w:rPr>
                <w:rFonts w:cs="Times New Roman"/>
              </w:rPr>
              <w:t>novērtējuma</w:t>
            </w:r>
            <w:r w:rsidR="003B7614" w:rsidRPr="004E598D">
              <w:rPr>
                <w:rFonts w:cs="Times New Roman"/>
              </w:rPr>
              <w:t xml:space="preserve"> </w:t>
            </w:r>
            <w:r w:rsidRPr="004E598D">
              <w:rPr>
                <w:rFonts w:cs="Times New Roman"/>
              </w:rPr>
              <w:t>nav</w:t>
            </w:r>
            <w:r w:rsidR="002A22D3" w:rsidRPr="004E598D">
              <w:rPr>
                <w:rFonts w:cs="Times New Roman"/>
              </w:rPr>
              <w:t>)</w:t>
            </w:r>
            <w:r w:rsidR="00A61835" w:rsidRPr="004E598D">
              <w:rPr>
                <w:rFonts w:cs="Times New Roman"/>
              </w:rPr>
              <w:t>.</w:t>
            </w:r>
            <w:r w:rsidRPr="004E598D">
              <w:rPr>
                <w:rFonts w:cs="Times New Roman"/>
              </w:rPr>
              <w:t xml:space="preserve"> </w:t>
            </w:r>
          </w:p>
          <w:p w14:paraId="6AF00185" w14:textId="43BDA66F" w:rsidR="00752CB7" w:rsidRPr="00661C66" w:rsidRDefault="00752CB7" w:rsidP="003F2CF6">
            <w:pPr>
              <w:rPr>
                <w:rFonts w:cs="Times New Roman"/>
              </w:rPr>
            </w:pPr>
            <w:r w:rsidRPr="004E598D">
              <w:rPr>
                <w:rFonts w:cs="Times New Roman"/>
              </w:rPr>
              <w:t>Aktīvu novērtējums</w:t>
            </w:r>
            <w:r>
              <w:rPr>
                <w:rFonts w:cs="Times New Roman"/>
              </w:rPr>
              <w:t xml:space="preserve"> (normatīvajos aktos noteiktā kārtībā sertificēta vērtētāja sagatavots vērtējums, ja aktīvi pamatā pierāda finan</w:t>
            </w:r>
            <w:r w:rsidR="006F441A">
              <w:rPr>
                <w:rFonts w:cs="Times New Roman"/>
              </w:rPr>
              <w:t>siālo</w:t>
            </w:r>
            <w:r>
              <w:rPr>
                <w:rFonts w:cs="Times New Roman"/>
              </w:rPr>
              <w:t xml:space="preserve"> stabilitāti)</w:t>
            </w:r>
          </w:p>
        </w:tc>
        <w:tc>
          <w:tcPr>
            <w:tcW w:w="1482" w:type="dxa"/>
          </w:tcPr>
          <w:p w14:paraId="147742D4" w14:textId="77777777" w:rsidR="00752CB7" w:rsidRPr="00661C66" w:rsidRDefault="00752CB7" w:rsidP="00914444">
            <w:pPr>
              <w:jc w:val="right"/>
              <w:rPr>
                <w:rFonts w:cs="Times New Roman"/>
              </w:rPr>
            </w:pPr>
          </w:p>
        </w:tc>
        <w:tc>
          <w:tcPr>
            <w:tcW w:w="1594" w:type="dxa"/>
          </w:tcPr>
          <w:p w14:paraId="3E4B8E11" w14:textId="77777777" w:rsidR="00752CB7" w:rsidRPr="00661C66" w:rsidRDefault="00752CB7" w:rsidP="00914444">
            <w:pPr>
              <w:jc w:val="right"/>
              <w:rPr>
                <w:rFonts w:cs="Times New Roman"/>
              </w:rPr>
            </w:pPr>
          </w:p>
        </w:tc>
      </w:tr>
      <w:tr w:rsidR="00752CB7" w:rsidRPr="0050179E" w14:paraId="1C11571D" w14:textId="77777777" w:rsidTr="003F2CF6">
        <w:tc>
          <w:tcPr>
            <w:tcW w:w="988" w:type="dxa"/>
          </w:tcPr>
          <w:p w14:paraId="59D2AF91" w14:textId="77777777" w:rsidR="00752CB7" w:rsidRPr="00661C66" w:rsidRDefault="00752CB7" w:rsidP="00914444">
            <w:pPr>
              <w:jc w:val="right"/>
              <w:rPr>
                <w:rFonts w:cs="Times New Roman"/>
              </w:rPr>
            </w:pPr>
            <w:r>
              <w:rPr>
                <w:rFonts w:cs="Times New Roman"/>
              </w:rPr>
              <w:t xml:space="preserve">2.8. </w:t>
            </w:r>
          </w:p>
        </w:tc>
        <w:tc>
          <w:tcPr>
            <w:tcW w:w="2157" w:type="dxa"/>
          </w:tcPr>
          <w:p w14:paraId="02A632C2" w14:textId="06EE007A" w:rsidR="00752CB7" w:rsidRPr="00661C66" w:rsidRDefault="00C9077F" w:rsidP="003F2CF6">
            <w:pPr>
              <w:rPr>
                <w:rFonts w:cs="Times New Roman"/>
              </w:rPr>
            </w:pPr>
            <w:r>
              <w:rPr>
                <w:rFonts w:cs="Times New Roman"/>
              </w:rPr>
              <w:t>P</w:t>
            </w:r>
            <w:r w:rsidR="00752CB7">
              <w:rPr>
                <w:rFonts w:cs="Times New Roman"/>
              </w:rPr>
              <w:t xml:space="preserve">ersonas profesionālās darbības (komercdarbības) apraksts </w:t>
            </w:r>
          </w:p>
        </w:tc>
        <w:tc>
          <w:tcPr>
            <w:tcW w:w="2389" w:type="dxa"/>
          </w:tcPr>
          <w:p w14:paraId="3CF5F13A" w14:textId="36FC823A" w:rsidR="00752CB7" w:rsidRPr="00661C66" w:rsidRDefault="00670022" w:rsidP="003F2CF6">
            <w:pPr>
              <w:rPr>
                <w:rFonts w:cs="Times New Roman"/>
              </w:rPr>
            </w:pPr>
            <w:r>
              <w:rPr>
                <w:rFonts w:cs="Times New Roman"/>
              </w:rPr>
              <w:t>Detalizēts p</w:t>
            </w:r>
            <w:r w:rsidR="00752CB7">
              <w:rPr>
                <w:rFonts w:cs="Times New Roman"/>
              </w:rPr>
              <w:t>ersonas komercdarbības apraksts, norādot ieņemamos amatus, darbības jomu, komercdarbības reģionus</w:t>
            </w:r>
          </w:p>
        </w:tc>
        <w:tc>
          <w:tcPr>
            <w:tcW w:w="1482" w:type="dxa"/>
          </w:tcPr>
          <w:p w14:paraId="4234131E" w14:textId="77777777" w:rsidR="00752CB7" w:rsidRPr="00661C66" w:rsidRDefault="00752CB7" w:rsidP="00914444">
            <w:pPr>
              <w:jc w:val="right"/>
              <w:rPr>
                <w:rFonts w:cs="Times New Roman"/>
              </w:rPr>
            </w:pPr>
          </w:p>
        </w:tc>
        <w:tc>
          <w:tcPr>
            <w:tcW w:w="1594" w:type="dxa"/>
          </w:tcPr>
          <w:p w14:paraId="62CE3698" w14:textId="77777777" w:rsidR="00752CB7" w:rsidRPr="00661C66" w:rsidRDefault="00752CB7" w:rsidP="00914444">
            <w:pPr>
              <w:jc w:val="right"/>
              <w:rPr>
                <w:rFonts w:cs="Times New Roman"/>
              </w:rPr>
            </w:pPr>
          </w:p>
        </w:tc>
      </w:tr>
      <w:tr w:rsidR="00752CB7" w:rsidRPr="00D23B1F" w14:paraId="6BD0F9C6" w14:textId="77777777" w:rsidTr="003F2CF6">
        <w:tc>
          <w:tcPr>
            <w:tcW w:w="988" w:type="dxa"/>
          </w:tcPr>
          <w:p w14:paraId="6047AA9B" w14:textId="77777777" w:rsidR="00752CB7" w:rsidRDefault="00752CB7" w:rsidP="00914444">
            <w:pPr>
              <w:jc w:val="right"/>
              <w:rPr>
                <w:rFonts w:cs="Times New Roman"/>
              </w:rPr>
            </w:pPr>
            <w:r>
              <w:rPr>
                <w:rFonts w:cs="Times New Roman"/>
              </w:rPr>
              <w:t xml:space="preserve">2.9. </w:t>
            </w:r>
          </w:p>
        </w:tc>
        <w:tc>
          <w:tcPr>
            <w:tcW w:w="2157" w:type="dxa"/>
          </w:tcPr>
          <w:p w14:paraId="3868E98E" w14:textId="101CCE34" w:rsidR="00752CB7" w:rsidRPr="009436A1" w:rsidRDefault="00C9077F" w:rsidP="003F2CF6">
            <w:pPr>
              <w:rPr>
                <w:rFonts w:cs="Times New Roman"/>
              </w:rPr>
            </w:pPr>
            <w:r>
              <w:rPr>
                <w:rFonts w:cs="Times New Roman"/>
              </w:rPr>
              <w:t>Z</w:t>
            </w:r>
            <w:r w:rsidR="00752CB7" w:rsidRPr="009436A1">
              <w:rPr>
                <w:rFonts w:cs="Times New Roman"/>
              </w:rPr>
              <w:t>iņas par komercsabiedrībām, kurās personai ir kontrole vai kurās persona ir padomes vai valdes loceklis, un komercsabiedrībām, kurās personai ir būtiska līdzdalība</w:t>
            </w:r>
            <w:r w:rsidR="00752CB7">
              <w:rPr>
                <w:rFonts w:cs="Times New Roman"/>
              </w:rPr>
              <w:t xml:space="preserve"> vai būtiska ietekme</w:t>
            </w:r>
          </w:p>
        </w:tc>
        <w:tc>
          <w:tcPr>
            <w:tcW w:w="2389" w:type="dxa"/>
          </w:tcPr>
          <w:p w14:paraId="2BD4BFFC" w14:textId="63742A34" w:rsidR="00752CB7" w:rsidRDefault="00752CB7" w:rsidP="003F2CF6">
            <w:pPr>
              <w:rPr>
                <w:rFonts w:cs="Times New Roman"/>
              </w:rPr>
            </w:pPr>
            <w:r>
              <w:rPr>
                <w:rFonts w:cs="Times New Roman"/>
              </w:rPr>
              <w:t>Reģistrācijas dokuments</w:t>
            </w:r>
            <w:r w:rsidR="00A61835">
              <w:rPr>
                <w:rFonts w:cs="Times New Roman"/>
              </w:rPr>
              <w:t>.</w:t>
            </w:r>
          </w:p>
          <w:p w14:paraId="1BD5E065" w14:textId="3C1F6048" w:rsidR="00752CB7" w:rsidRDefault="00752CB7" w:rsidP="003F2CF6">
            <w:pPr>
              <w:rPr>
                <w:rFonts w:cs="Times New Roman"/>
              </w:rPr>
            </w:pPr>
            <w:r>
              <w:rPr>
                <w:rFonts w:cs="Times New Roman"/>
              </w:rPr>
              <w:t>Akcionāru</w:t>
            </w:r>
            <w:r w:rsidR="00670022">
              <w:rPr>
                <w:rFonts w:cs="Times New Roman"/>
              </w:rPr>
              <w:t xml:space="preserve"> vai </w:t>
            </w:r>
            <w:r>
              <w:rPr>
                <w:rFonts w:cs="Times New Roman"/>
              </w:rPr>
              <w:t>dalībnieku reģistrs</w:t>
            </w:r>
            <w:r w:rsidR="00A61835">
              <w:rPr>
                <w:rFonts w:cs="Times New Roman"/>
              </w:rPr>
              <w:t>.</w:t>
            </w:r>
          </w:p>
          <w:p w14:paraId="770E3EDB" w14:textId="7A9321AC" w:rsidR="00752CB7" w:rsidRDefault="00A61835" w:rsidP="003F2CF6">
            <w:pPr>
              <w:rPr>
                <w:rFonts w:cs="Times New Roman"/>
              </w:rPr>
            </w:pPr>
            <w:r>
              <w:rPr>
                <w:rFonts w:cs="Times New Roman"/>
              </w:rPr>
              <w:t>K</w:t>
            </w:r>
            <w:r w:rsidR="00752CB7">
              <w:rPr>
                <w:rFonts w:cs="Times New Roman"/>
              </w:rPr>
              <w:t>omercsabiedrīb</w:t>
            </w:r>
            <w:r>
              <w:rPr>
                <w:rFonts w:cs="Times New Roman"/>
              </w:rPr>
              <w:t>u saraksts</w:t>
            </w:r>
            <w:r w:rsidR="00752CB7">
              <w:rPr>
                <w:rFonts w:cs="Times New Roman"/>
              </w:rPr>
              <w:t xml:space="preserve"> (nosaukums, </w:t>
            </w:r>
            <w:r w:rsidR="00752CB7" w:rsidRPr="003B7614">
              <w:rPr>
                <w:rFonts w:cs="Times New Roman"/>
              </w:rPr>
              <w:t xml:space="preserve">reģistrācijas </w:t>
            </w:r>
            <w:r w:rsidR="00670022" w:rsidRPr="003B7614">
              <w:rPr>
                <w:rFonts w:cs="Times New Roman"/>
              </w:rPr>
              <w:t>numurs</w:t>
            </w:r>
            <w:r w:rsidR="00752CB7" w:rsidRPr="003B7614">
              <w:rPr>
                <w:rFonts w:cs="Times New Roman"/>
              </w:rPr>
              <w:t>,</w:t>
            </w:r>
            <w:r w:rsidR="00752CB7">
              <w:rPr>
                <w:rFonts w:cs="Times New Roman"/>
              </w:rPr>
              <w:t xml:space="preserve"> datums, vieta)</w:t>
            </w:r>
          </w:p>
        </w:tc>
        <w:tc>
          <w:tcPr>
            <w:tcW w:w="1482" w:type="dxa"/>
          </w:tcPr>
          <w:p w14:paraId="788E524A" w14:textId="77777777" w:rsidR="00752CB7" w:rsidRPr="00661C66" w:rsidRDefault="00752CB7" w:rsidP="00914444">
            <w:pPr>
              <w:jc w:val="right"/>
              <w:rPr>
                <w:rFonts w:cs="Times New Roman"/>
              </w:rPr>
            </w:pPr>
          </w:p>
        </w:tc>
        <w:tc>
          <w:tcPr>
            <w:tcW w:w="1594" w:type="dxa"/>
          </w:tcPr>
          <w:p w14:paraId="06F7CF1B" w14:textId="77777777" w:rsidR="00752CB7" w:rsidRPr="00661C66" w:rsidRDefault="00752CB7" w:rsidP="00914444">
            <w:pPr>
              <w:jc w:val="right"/>
              <w:rPr>
                <w:rFonts w:cs="Times New Roman"/>
              </w:rPr>
            </w:pPr>
          </w:p>
        </w:tc>
      </w:tr>
      <w:tr w:rsidR="00752CB7" w:rsidRPr="00D23B1F" w14:paraId="228B0F95" w14:textId="77777777" w:rsidTr="003F2CF6">
        <w:tc>
          <w:tcPr>
            <w:tcW w:w="988" w:type="dxa"/>
          </w:tcPr>
          <w:p w14:paraId="4B0B1F42" w14:textId="77777777" w:rsidR="00752CB7" w:rsidRPr="00661C66" w:rsidRDefault="00752CB7" w:rsidP="00914444">
            <w:pPr>
              <w:jc w:val="right"/>
              <w:rPr>
                <w:rFonts w:cs="Times New Roman"/>
              </w:rPr>
            </w:pPr>
            <w:r>
              <w:rPr>
                <w:rFonts w:cs="Times New Roman"/>
              </w:rPr>
              <w:t>2.10.</w:t>
            </w:r>
          </w:p>
        </w:tc>
        <w:tc>
          <w:tcPr>
            <w:tcW w:w="2157" w:type="dxa"/>
          </w:tcPr>
          <w:p w14:paraId="04BB0A69" w14:textId="797FC52F" w:rsidR="00752CB7" w:rsidRDefault="00C9077F" w:rsidP="003F2CF6">
            <w:pPr>
              <w:autoSpaceDE w:val="0"/>
              <w:autoSpaceDN w:val="0"/>
              <w:adjustRightInd w:val="0"/>
              <w:rPr>
                <w:rFonts w:cs="Times New Roman"/>
              </w:rPr>
            </w:pPr>
            <w:r>
              <w:rPr>
                <w:rFonts w:cs="Times New Roman"/>
              </w:rPr>
              <w:t>K</w:t>
            </w:r>
            <w:r w:rsidR="00752CB7">
              <w:rPr>
                <w:rFonts w:cs="Times New Roman"/>
              </w:rPr>
              <w:t>omercsabiedrību</w:t>
            </w:r>
            <w:r w:rsidR="00752CB7" w:rsidRPr="00661C66">
              <w:rPr>
                <w:rFonts w:cs="Times New Roman"/>
              </w:rPr>
              <w:t>, kur</w:t>
            </w:r>
            <w:r w:rsidR="00752CB7">
              <w:rPr>
                <w:rFonts w:cs="Times New Roman"/>
              </w:rPr>
              <w:t>a</w:t>
            </w:r>
            <w:r w:rsidR="00752CB7" w:rsidRPr="00661C66">
              <w:rPr>
                <w:rFonts w:cs="Times New Roman"/>
              </w:rPr>
              <w:t xml:space="preserve">s kontrolē vai vada </w:t>
            </w:r>
            <w:r w:rsidR="00752CB7">
              <w:rPr>
                <w:rFonts w:cs="Times New Roman"/>
              </w:rPr>
              <w:t>persona</w:t>
            </w:r>
            <w:r w:rsidR="00752CB7" w:rsidRPr="00661C66">
              <w:rPr>
                <w:rFonts w:cs="Times New Roman"/>
              </w:rPr>
              <w:t>,</w:t>
            </w:r>
            <w:r w:rsidR="00752CB7">
              <w:rPr>
                <w:rFonts w:cs="Times New Roman"/>
              </w:rPr>
              <w:t xml:space="preserve"> pēdējo triju gadu finanšu pārskati, šīm komercsabiedrībām vai pašai personai piešķirtie reitingi, publiski pieejami ziņojumi par šīm komercsabiedrībām</w:t>
            </w:r>
          </w:p>
          <w:p w14:paraId="168B130C" w14:textId="77777777" w:rsidR="00752CB7" w:rsidRPr="00661C66" w:rsidRDefault="00752CB7" w:rsidP="00914444">
            <w:pPr>
              <w:autoSpaceDE w:val="0"/>
              <w:autoSpaceDN w:val="0"/>
              <w:adjustRightInd w:val="0"/>
              <w:jc w:val="both"/>
              <w:rPr>
                <w:rFonts w:cs="Times New Roman"/>
              </w:rPr>
            </w:pPr>
          </w:p>
          <w:p w14:paraId="70666FF9" w14:textId="77777777" w:rsidR="00752CB7" w:rsidRPr="00661C66" w:rsidRDefault="00752CB7" w:rsidP="00914444">
            <w:pPr>
              <w:jc w:val="right"/>
              <w:rPr>
                <w:rFonts w:cs="Times New Roman"/>
              </w:rPr>
            </w:pPr>
          </w:p>
        </w:tc>
        <w:tc>
          <w:tcPr>
            <w:tcW w:w="2389" w:type="dxa"/>
          </w:tcPr>
          <w:p w14:paraId="24E2A1A3" w14:textId="3D6B7E14" w:rsidR="00752CB7" w:rsidRDefault="00752CB7" w:rsidP="003F2CF6">
            <w:pPr>
              <w:rPr>
                <w:rFonts w:cs="Times New Roman"/>
              </w:rPr>
            </w:pPr>
            <w:r>
              <w:rPr>
                <w:rFonts w:cs="Times New Roman"/>
              </w:rPr>
              <w:t>Finanšu pārskati</w:t>
            </w:r>
            <w:r w:rsidR="00A61835">
              <w:rPr>
                <w:rFonts w:cs="Times New Roman"/>
              </w:rPr>
              <w:t>.</w:t>
            </w:r>
          </w:p>
          <w:p w14:paraId="255FBF8F" w14:textId="37D51853" w:rsidR="00752CB7" w:rsidRDefault="00752CB7" w:rsidP="003F2CF6">
            <w:pPr>
              <w:rPr>
                <w:rFonts w:cs="Times New Roman"/>
              </w:rPr>
            </w:pPr>
            <w:r>
              <w:rPr>
                <w:rFonts w:cs="Times New Roman"/>
              </w:rPr>
              <w:t>Vadības sagatavoti pārskati (operatīvā bilance), ja komercsabiedrība darbojas mazāk nekā vienu gadu kopš tās dibināšanas</w:t>
            </w:r>
            <w:r w:rsidR="00A61835">
              <w:rPr>
                <w:rFonts w:cs="Times New Roman"/>
              </w:rPr>
              <w:t>.</w:t>
            </w:r>
          </w:p>
          <w:p w14:paraId="6544A684" w14:textId="0BD7BB8B" w:rsidR="00752CB7" w:rsidRDefault="00752CB7" w:rsidP="003F2CF6">
            <w:pPr>
              <w:rPr>
                <w:rFonts w:cs="Times New Roman"/>
              </w:rPr>
            </w:pPr>
            <w:r>
              <w:rPr>
                <w:rFonts w:cs="Times New Roman"/>
              </w:rPr>
              <w:t>Personas apliecinājums par piešķirtajiem reitingiem</w:t>
            </w:r>
            <w:r w:rsidR="00A61835">
              <w:rPr>
                <w:rFonts w:cs="Times New Roman"/>
              </w:rPr>
              <w:t>.</w:t>
            </w:r>
          </w:p>
          <w:p w14:paraId="15B5006E" w14:textId="16356A05" w:rsidR="00752CB7" w:rsidRPr="00661C66" w:rsidRDefault="00752CB7" w:rsidP="003F2CF6">
            <w:pPr>
              <w:rPr>
                <w:rFonts w:cs="Times New Roman"/>
              </w:rPr>
            </w:pPr>
            <w:r>
              <w:rPr>
                <w:rFonts w:cs="Times New Roman"/>
              </w:rPr>
              <w:t xml:space="preserve">Norāde uz publiski ticamu informāciju, kas jāņem vērā </w:t>
            </w:r>
            <w:r w:rsidR="000E09D0">
              <w:rPr>
                <w:rFonts w:cs="Times New Roman"/>
              </w:rPr>
              <w:t>š</w:t>
            </w:r>
            <w:r w:rsidR="00DF0979">
              <w:rPr>
                <w:rFonts w:cs="Times New Roman"/>
              </w:rPr>
              <w:t>ā</w:t>
            </w:r>
            <w:r w:rsidR="000E09D0">
              <w:rPr>
                <w:rFonts w:cs="Times New Roman"/>
              </w:rPr>
              <w:t xml:space="preserve"> pielikuma </w:t>
            </w:r>
            <w:r>
              <w:rPr>
                <w:rFonts w:cs="Times New Roman"/>
              </w:rPr>
              <w:t>2.10. </w:t>
            </w:r>
            <w:r w:rsidR="004B5B54">
              <w:rPr>
                <w:rFonts w:cs="Times New Roman"/>
              </w:rPr>
              <w:t>apakš</w:t>
            </w:r>
            <w:r>
              <w:rPr>
                <w:rFonts w:cs="Times New Roman"/>
              </w:rPr>
              <w:t>punkta izpildē</w:t>
            </w:r>
          </w:p>
        </w:tc>
        <w:tc>
          <w:tcPr>
            <w:tcW w:w="1482" w:type="dxa"/>
          </w:tcPr>
          <w:p w14:paraId="5BDE33B5" w14:textId="77777777" w:rsidR="00752CB7" w:rsidRPr="00661C66" w:rsidRDefault="00752CB7" w:rsidP="00914444">
            <w:pPr>
              <w:jc w:val="right"/>
              <w:rPr>
                <w:rFonts w:cs="Times New Roman"/>
              </w:rPr>
            </w:pPr>
          </w:p>
        </w:tc>
        <w:tc>
          <w:tcPr>
            <w:tcW w:w="1594" w:type="dxa"/>
          </w:tcPr>
          <w:p w14:paraId="767285FC" w14:textId="77777777" w:rsidR="00752CB7" w:rsidRPr="00661C66" w:rsidRDefault="00752CB7" w:rsidP="00914444">
            <w:pPr>
              <w:jc w:val="right"/>
              <w:rPr>
                <w:rFonts w:cs="Times New Roman"/>
              </w:rPr>
            </w:pPr>
          </w:p>
        </w:tc>
      </w:tr>
      <w:tr w:rsidR="00752CB7" w:rsidRPr="00D23B1F" w14:paraId="5E61757F" w14:textId="77777777" w:rsidTr="003F2CF6">
        <w:tc>
          <w:tcPr>
            <w:tcW w:w="988" w:type="dxa"/>
          </w:tcPr>
          <w:p w14:paraId="4BE1847F" w14:textId="77777777" w:rsidR="00752CB7" w:rsidRPr="00661C66" w:rsidRDefault="00752CB7" w:rsidP="00914444">
            <w:pPr>
              <w:jc w:val="right"/>
              <w:rPr>
                <w:rFonts w:cs="Times New Roman"/>
              </w:rPr>
            </w:pPr>
            <w:r>
              <w:rPr>
                <w:rFonts w:cs="Times New Roman"/>
              </w:rPr>
              <w:lastRenderedPageBreak/>
              <w:t>2.11.</w:t>
            </w:r>
          </w:p>
        </w:tc>
        <w:tc>
          <w:tcPr>
            <w:tcW w:w="2157" w:type="dxa"/>
          </w:tcPr>
          <w:p w14:paraId="25A4CCE9" w14:textId="505EA064" w:rsidR="00752CB7" w:rsidRPr="00661C66" w:rsidRDefault="00C9077F" w:rsidP="003F2CF6">
            <w:pPr>
              <w:autoSpaceDE w:val="0"/>
              <w:autoSpaceDN w:val="0"/>
              <w:adjustRightInd w:val="0"/>
              <w:rPr>
                <w:rFonts w:cs="Times New Roman"/>
              </w:rPr>
            </w:pPr>
            <w:r>
              <w:rPr>
                <w:rFonts w:cs="Times New Roman"/>
              </w:rPr>
              <w:t>P</w:t>
            </w:r>
            <w:r w:rsidR="00752CB7" w:rsidRPr="00AD3BE8">
              <w:rPr>
                <w:rFonts w:cs="Times New Roman"/>
              </w:rPr>
              <w:t>ersonas finanšu un nefinanšu interešu</w:t>
            </w:r>
            <w:r w:rsidR="00E91498">
              <w:rPr>
                <w:rStyle w:val="FootnoteReference"/>
                <w:rFonts w:cs="Times New Roman"/>
              </w:rPr>
              <w:footnoteReference w:customMarkFollows="1" w:id="1"/>
              <w:t>*</w:t>
            </w:r>
            <w:r w:rsidR="00752CB7" w:rsidRPr="00AD3BE8">
              <w:rPr>
                <w:rFonts w:cs="Times New Roman"/>
              </w:rPr>
              <w:t xml:space="preserve"> </w:t>
            </w:r>
            <w:r w:rsidR="00752CB7">
              <w:rPr>
                <w:rFonts w:cs="Times New Roman"/>
              </w:rPr>
              <w:t xml:space="preserve">apraksts </w:t>
            </w:r>
            <w:r w:rsidR="00752CB7" w:rsidRPr="00AD3BE8">
              <w:rPr>
                <w:rFonts w:cs="Times New Roman"/>
              </w:rPr>
              <w:t>vai saistīb</w:t>
            </w:r>
            <w:r w:rsidR="00752CB7">
              <w:rPr>
                <w:rFonts w:cs="Times New Roman"/>
              </w:rPr>
              <w:t>u</w:t>
            </w:r>
            <w:r w:rsidR="00752CB7" w:rsidRPr="00AD3BE8">
              <w:rPr>
                <w:rFonts w:cs="Times New Roman"/>
              </w:rPr>
              <w:t xml:space="preserve"> ar </w:t>
            </w:r>
            <w:r w:rsidR="00752CB7">
              <w:rPr>
                <w:rFonts w:cs="Times New Roman"/>
              </w:rPr>
              <w:t>tālāk minētajām personām</w:t>
            </w:r>
            <w:r w:rsidR="00752CB7" w:rsidRPr="00AD3BE8">
              <w:rPr>
                <w:rFonts w:cs="Times New Roman"/>
              </w:rPr>
              <w:t xml:space="preserve"> apraksts</w:t>
            </w:r>
          </w:p>
        </w:tc>
        <w:tc>
          <w:tcPr>
            <w:tcW w:w="2389" w:type="dxa"/>
          </w:tcPr>
          <w:p w14:paraId="3E55D924" w14:textId="06F3E7A3" w:rsidR="00752CB7" w:rsidRDefault="00752CB7" w:rsidP="00914444">
            <w:pPr>
              <w:jc w:val="both"/>
              <w:rPr>
                <w:rFonts w:cs="Times New Roman"/>
              </w:rPr>
            </w:pPr>
            <w:r>
              <w:rPr>
                <w:rFonts w:cs="Times New Roman"/>
              </w:rPr>
              <w:t>Interešu apraksts</w:t>
            </w:r>
            <w:r w:rsidR="00A61835">
              <w:rPr>
                <w:rFonts w:cs="Times New Roman"/>
              </w:rPr>
              <w:t>.</w:t>
            </w:r>
          </w:p>
          <w:p w14:paraId="7E781364" w14:textId="19C3E447" w:rsidR="00752CB7" w:rsidRDefault="00752CB7" w:rsidP="00914444">
            <w:pPr>
              <w:jc w:val="both"/>
              <w:rPr>
                <w:rFonts w:cs="Times New Roman"/>
              </w:rPr>
            </w:pPr>
            <w:r>
              <w:rPr>
                <w:rFonts w:cs="Times New Roman"/>
              </w:rPr>
              <w:t>Saistību apraksts</w:t>
            </w:r>
            <w:r w:rsidR="00A61835">
              <w:rPr>
                <w:rFonts w:cs="Times New Roman"/>
              </w:rPr>
              <w:t>.</w:t>
            </w:r>
          </w:p>
          <w:p w14:paraId="5F8CD0F2" w14:textId="6A8DF63E" w:rsidR="00752CB7" w:rsidRDefault="00752CB7" w:rsidP="00914444">
            <w:pPr>
              <w:jc w:val="both"/>
              <w:rPr>
                <w:rFonts w:cs="Times New Roman"/>
              </w:rPr>
            </w:pPr>
            <w:r>
              <w:rPr>
                <w:rFonts w:cs="Times New Roman"/>
              </w:rPr>
              <w:t>Intere</w:t>
            </w:r>
            <w:r w:rsidR="00A61835">
              <w:rPr>
                <w:rFonts w:cs="Times New Roman"/>
              </w:rPr>
              <w:t>ses</w:t>
            </w:r>
            <w:r>
              <w:rPr>
                <w:rFonts w:cs="Times New Roman"/>
              </w:rPr>
              <w:t xml:space="preserve"> un saistīb</w:t>
            </w:r>
            <w:r w:rsidR="00A61835">
              <w:rPr>
                <w:rFonts w:cs="Times New Roman"/>
              </w:rPr>
              <w:t>as</w:t>
            </w:r>
            <w:r>
              <w:rPr>
                <w:rFonts w:cs="Times New Roman"/>
              </w:rPr>
              <w:t xml:space="preserve"> pamatojošie dokumenti (līgumi, vienošanās u.</w:t>
            </w:r>
            <w:r w:rsidR="00A61835">
              <w:rPr>
                <w:rFonts w:cs="Times New Roman"/>
              </w:rPr>
              <w:t> </w:t>
            </w:r>
            <w:r>
              <w:rPr>
                <w:rFonts w:cs="Times New Roman"/>
              </w:rPr>
              <w:t>tml.)</w:t>
            </w:r>
            <w:r w:rsidR="00A61835">
              <w:rPr>
                <w:rFonts w:cs="Times New Roman"/>
              </w:rPr>
              <w:t>.</w:t>
            </w:r>
          </w:p>
          <w:p w14:paraId="3838CA3A" w14:textId="632C9159" w:rsidR="00752CB7" w:rsidRPr="00661C66" w:rsidRDefault="00A61835" w:rsidP="003F2CF6">
            <w:pPr>
              <w:rPr>
                <w:rFonts w:cs="Times New Roman"/>
              </w:rPr>
            </w:pPr>
            <w:r>
              <w:rPr>
                <w:rFonts w:cs="Times New Roman"/>
              </w:rPr>
              <w:t>L</w:t>
            </w:r>
            <w:r w:rsidR="00752CB7">
              <w:rPr>
                <w:rFonts w:cs="Times New Roman"/>
              </w:rPr>
              <w:t>ietotā balsstiesību izmantošanas veida apraksts</w:t>
            </w:r>
          </w:p>
        </w:tc>
        <w:tc>
          <w:tcPr>
            <w:tcW w:w="1482" w:type="dxa"/>
          </w:tcPr>
          <w:p w14:paraId="75B2E5A3" w14:textId="77777777" w:rsidR="00752CB7" w:rsidRPr="00661C66" w:rsidRDefault="00752CB7" w:rsidP="00914444">
            <w:pPr>
              <w:jc w:val="both"/>
              <w:rPr>
                <w:rFonts w:cs="Times New Roman"/>
              </w:rPr>
            </w:pPr>
          </w:p>
        </w:tc>
        <w:tc>
          <w:tcPr>
            <w:tcW w:w="1594" w:type="dxa"/>
          </w:tcPr>
          <w:p w14:paraId="6B20A4DC" w14:textId="77777777" w:rsidR="00752CB7" w:rsidRPr="00661C66" w:rsidRDefault="00752CB7" w:rsidP="00914444">
            <w:pPr>
              <w:jc w:val="right"/>
              <w:rPr>
                <w:rFonts w:cs="Times New Roman"/>
              </w:rPr>
            </w:pPr>
          </w:p>
        </w:tc>
      </w:tr>
      <w:tr w:rsidR="00752CB7" w:rsidRPr="00EF1A77" w14:paraId="07C50B60" w14:textId="77777777" w:rsidTr="003F2CF6">
        <w:tc>
          <w:tcPr>
            <w:tcW w:w="988" w:type="dxa"/>
          </w:tcPr>
          <w:p w14:paraId="5BE5606D" w14:textId="77777777" w:rsidR="00752CB7" w:rsidRPr="00661C66" w:rsidRDefault="00752CB7" w:rsidP="00914444">
            <w:pPr>
              <w:jc w:val="right"/>
              <w:rPr>
                <w:rFonts w:cs="Times New Roman"/>
              </w:rPr>
            </w:pPr>
            <w:r>
              <w:rPr>
                <w:rFonts w:cs="Times New Roman"/>
              </w:rPr>
              <w:t>2.11.1.</w:t>
            </w:r>
          </w:p>
        </w:tc>
        <w:tc>
          <w:tcPr>
            <w:tcW w:w="2157" w:type="dxa"/>
          </w:tcPr>
          <w:p w14:paraId="09B126E5" w14:textId="3FD0E198" w:rsidR="00752CB7" w:rsidRPr="00661C66" w:rsidRDefault="00C9077F" w:rsidP="003F2CF6">
            <w:pPr>
              <w:rPr>
                <w:rFonts w:cs="Times New Roman"/>
              </w:rPr>
            </w:pPr>
            <w:r>
              <w:rPr>
                <w:rFonts w:cs="Times New Roman"/>
              </w:rPr>
              <w:t>A</w:t>
            </w:r>
            <w:r w:rsidR="00752CB7">
              <w:rPr>
                <w:rFonts w:cs="Times New Roman"/>
              </w:rPr>
              <w:t>r finanšu institūcijas akcionāriem</w:t>
            </w:r>
          </w:p>
        </w:tc>
        <w:tc>
          <w:tcPr>
            <w:tcW w:w="2389" w:type="dxa"/>
          </w:tcPr>
          <w:p w14:paraId="6C2DC4E1" w14:textId="77777777" w:rsidR="00752CB7" w:rsidRPr="00661C66" w:rsidRDefault="00752CB7" w:rsidP="00914444">
            <w:pPr>
              <w:jc w:val="both"/>
              <w:rPr>
                <w:rFonts w:cs="Times New Roman"/>
              </w:rPr>
            </w:pPr>
          </w:p>
        </w:tc>
        <w:tc>
          <w:tcPr>
            <w:tcW w:w="1482" w:type="dxa"/>
          </w:tcPr>
          <w:p w14:paraId="32E6D397" w14:textId="77777777" w:rsidR="00752CB7" w:rsidRPr="00661C66" w:rsidRDefault="00752CB7" w:rsidP="00914444">
            <w:pPr>
              <w:jc w:val="both"/>
              <w:rPr>
                <w:rFonts w:cs="Times New Roman"/>
              </w:rPr>
            </w:pPr>
          </w:p>
        </w:tc>
        <w:tc>
          <w:tcPr>
            <w:tcW w:w="1594" w:type="dxa"/>
          </w:tcPr>
          <w:p w14:paraId="5C501867" w14:textId="77777777" w:rsidR="00752CB7" w:rsidRPr="00661C66" w:rsidRDefault="00752CB7" w:rsidP="00914444">
            <w:pPr>
              <w:jc w:val="right"/>
              <w:rPr>
                <w:rFonts w:cs="Times New Roman"/>
              </w:rPr>
            </w:pPr>
          </w:p>
        </w:tc>
      </w:tr>
      <w:tr w:rsidR="00752CB7" w:rsidRPr="00D23B1F" w14:paraId="0E93F707" w14:textId="77777777" w:rsidTr="003F2CF6">
        <w:tc>
          <w:tcPr>
            <w:tcW w:w="988" w:type="dxa"/>
          </w:tcPr>
          <w:p w14:paraId="2D522131" w14:textId="77777777" w:rsidR="00752CB7" w:rsidRPr="00661C66" w:rsidRDefault="00752CB7" w:rsidP="00914444">
            <w:pPr>
              <w:jc w:val="right"/>
              <w:rPr>
                <w:rFonts w:cs="Times New Roman"/>
              </w:rPr>
            </w:pPr>
            <w:r>
              <w:rPr>
                <w:rFonts w:cs="Times New Roman"/>
              </w:rPr>
              <w:t>2.11.2.</w:t>
            </w:r>
          </w:p>
        </w:tc>
        <w:tc>
          <w:tcPr>
            <w:tcW w:w="2157" w:type="dxa"/>
          </w:tcPr>
          <w:p w14:paraId="42D01AEF" w14:textId="6E2A17F8" w:rsidR="00752CB7" w:rsidRPr="00D702F5" w:rsidRDefault="00C9077F" w:rsidP="003F2CF6">
            <w:pPr>
              <w:rPr>
                <w:rFonts w:cs="Times New Roman"/>
              </w:rPr>
            </w:pPr>
            <w:r>
              <w:rPr>
                <w:rFonts w:cs="Times New Roman"/>
              </w:rPr>
              <w:t>A</w:t>
            </w:r>
            <w:r w:rsidR="00752CB7">
              <w:rPr>
                <w:rFonts w:cs="Times New Roman"/>
              </w:rPr>
              <w:t xml:space="preserve">r </w:t>
            </w:r>
            <w:r w:rsidR="00752CB7" w:rsidRPr="00D702F5">
              <w:rPr>
                <w:rFonts w:cs="Times New Roman"/>
              </w:rPr>
              <w:t xml:space="preserve">jebkuru personu, kurai ir tiesības </w:t>
            </w:r>
            <w:r w:rsidRPr="00D702F5">
              <w:rPr>
                <w:rFonts w:cs="Times New Roman"/>
              </w:rPr>
              <w:t xml:space="preserve">izmantot </w:t>
            </w:r>
            <w:r w:rsidR="00752CB7" w:rsidRPr="00D702F5">
              <w:rPr>
                <w:rFonts w:cs="Times New Roman"/>
              </w:rPr>
              <w:t>finanšu institūcijā balsstiesības vien</w:t>
            </w:r>
            <w:r w:rsidR="00752CB7">
              <w:rPr>
                <w:rFonts w:cs="Times New Roman"/>
              </w:rPr>
              <w:t>ā</w:t>
            </w:r>
            <w:r w:rsidR="00752CB7" w:rsidRPr="00D702F5">
              <w:rPr>
                <w:rFonts w:cs="Times New Roman"/>
              </w:rPr>
              <w:t xml:space="preserve"> vai</w:t>
            </w:r>
            <w:r w:rsidR="00752CB7">
              <w:t xml:space="preserve"> </w:t>
            </w:r>
            <w:r w:rsidR="00752CB7" w:rsidRPr="00D702F5">
              <w:rPr>
                <w:rFonts w:cs="Times New Roman"/>
              </w:rPr>
              <w:t>vairākos veidos:</w:t>
            </w:r>
          </w:p>
          <w:p w14:paraId="44A61D43" w14:textId="5FE6696C" w:rsidR="00752CB7" w:rsidRPr="00D702F5" w:rsidRDefault="00C9077F" w:rsidP="003F2CF6">
            <w:pPr>
              <w:tabs>
                <w:tab w:val="left" w:pos="254"/>
              </w:tabs>
              <w:rPr>
                <w:rFonts w:cs="Times New Roman"/>
              </w:rPr>
            </w:pPr>
            <w:r>
              <w:rPr>
                <w:rFonts w:cs="Times New Roman"/>
              </w:rPr>
              <w:t>-</w:t>
            </w:r>
            <w:r w:rsidR="00752CB7" w:rsidRPr="00D702F5">
              <w:rPr>
                <w:rFonts w:cs="Times New Roman"/>
              </w:rPr>
              <w:t xml:space="preserve"> balsstiesības, kuras ir tiesīga izmantot trešā persona, ar kuru persona ir noslēgusi vienošanos, uzliekot par pienākumu saskaņot balsstiesību izmantošanas un rīcības politiku ilgtermiņā attiecībā uz konkrētās finanšu institūcijas pārvaldi</w:t>
            </w:r>
            <w:r>
              <w:rPr>
                <w:rFonts w:cs="Times New Roman"/>
              </w:rPr>
              <w:t>;</w:t>
            </w:r>
          </w:p>
          <w:p w14:paraId="33BD7665" w14:textId="25673678" w:rsidR="00752CB7" w:rsidRPr="00D702F5" w:rsidRDefault="00C9077F" w:rsidP="003F2CF6">
            <w:pPr>
              <w:rPr>
                <w:rFonts w:cs="Times New Roman"/>
              </w:rPr>
            </w:pPr>
            <w:r>
              <w:rPr>
                <w:rFonts w:cs="Times New Roman"/>
              </w:rPr>
              <w:t xml:space="preserve">- </w:t>
            </w:r>
            <w:r w:rsidR="00752CB7" w:rsidRPr="00D702F5">
              <w:rPr>
                <w:rFonts w:cs="Times New Roman"/>
              </w:rPr>
              <w:t>balsstiesības, kuras ir tiesīga izmantot trešā persona saskaņā ar vienošanos, kas noslēgta ar personu un paredz attiecīgo balsstiesību</w:t>
            </w:r>
            <w:r w:rsidR="00752CB7">
              <w:rPr>
                <w:rFonts w:cs="Times New Roman"/>
              </w:rPr>
              <w:t xml:space="preserve"> </w:t>
            </w:r>
            <w:r w:rsidR="00752CB7" w:rsidRPr="00D702F5">
              <w:rPr>
                <w:rFonts w:cs="Times New Roman"/>
              </w:rPr>
              <w:t>pagaidu nodošanu par samaksu</w:t>
            </w:r>
            <w:r>
              <w:rPr>
                <w:rFonts w:cs="Times New Roman"/>
              </w:rPr>
              <w:t>;</w:t>
            </w:r>
            <w:r w:rsidR="00752CB7" w:rsidRPr="00D702F5">
              <w:rPr>
                <w:rFonts w:cs="Times New Roman"/>
              </w:rPr>
              <w:t xml:space="preserve"> </w:t>
            </w:r>
          </w:p>
          <w:p w14:paraId="0673DF7B" w14:textId="03A15218" w:rsidR="00752CB7" w:rsidRPr="00D702F5" w:rsidRDefault="00C9077F" w:rsidP="003F2CF6">
            <w:pPr>
              <w:rPr>
                <w:rFonts w:cs="Times New Roman"/>
              </w:rPr>
            </w:pPr>
            <w:r>
              <w:rPr>
                <w:rFonts w:cs="Times New Roman"/>
              </w:rPr>
              <w:t>-</w:t>
            </w:r>
            <w:r w:rsidR="00752CB7" w:rsidRPr="00D702F5">
              <w:rPr>
                <w:rFonts w:cs="Times New Roman"/>
              </w:rPr>
              <w:t xml:space="preserve"> balsstiesības, kas izriet no akcijām, kuras konkrētā persona ir saņēmusi kā nodrošinājumu, ja tā var izmantot </w:t>
            </w:r>
            <w:r w:rsidR="00752CB7" w:rsidRPr="00D702F5">
              <w:rPr>
                <w:rFonts w:cs="Times New Roman"/>
              </w:rPr>
              <w:lastRenderedPageBreak/>
              <w:t>balsstiesības un ir paudusi savu nodomu tās izmantot</w:t>
            </w:r>
            <w:r>
              <w:rPr>
                <w:rFonts w:cs="Times New Roman"/>
              </w:rPr>
              <w:t>;</w:t>
            </w:r>
          </w:p>
          <w:p w14:paraId="26511C8B" w14:textId="5ED7148B" w:rsidR="00752CB7" w:rsidRPr="00800E20" w:rsidRDefault="00C9077F" w:rsidP="003F2CF6">
            <w:pPr>
              <w:rPr>
                <w:rFonts w:cs="Times New Roman"/>
              </w:rPr>
            </w:pPr>
            <w:r>
              <w:rPr>
                <w:rFonts w:cs="Times New Roman"/>
              </w:rPr>
              <w:t xml:space="preserve">- </w:t>
            </w:r>
            <w:r w:rsidR="00752CB7" w:rsidRPr="00800E20">
              <w:rPr>
                <w:rFonts w:cs="Times New Roman"/>
              </w:rPr>
              <w:t>balsstiesības, kuras ir tiesīga izmantot konkrētā persona neierobežotā laikposmā</w:t>
            </w:r>
            <w:r>
              <w:rPr>
                <w:rFonts w:cs="Times New Roman"/>
              </w:rPr>
              <w:t>;</w:t>
            </w:r>
          </w:p>
          <w:p w14:paraId="10C0D671" w14:textId="7C3C10AD" w:rsidR="00752CB7" w:rsidRPr="00800E20" w:rsidRDefault="00C9077F" w:rsidP="003F2CF6">
            <w:pPr>
              <w:rPr>
                <w:rFonts w:cs="Times New Roman"/>
              </w:rPr>
            </w:pPr>
            <w:r>
              <w:rPr>
                <w:rFonts w:cs="Times New Roman"/>
              </w:rPr>
              <w:t xml:space="preserve">- </w:t>
            </w:r>
            <w:r w:rsidR="00752CB7" w:rsidRPr="00800E20">
              <w:rPr>
                <w:rFonts w:cs="Times New Roman"/>
              </w:rPr>
              <w:t>balsstiesības, kuras ir tiesīga izmantot personas kontrolētā komercsabiedrība vai kuras šāda komercsabiedrība var izmantot saskaņā ar iepriekš minēto balsstiesību izmantošanas veidu noteikumiem</w:t>
            </w:r>
            <w:r>
              <w:rPr>
                <w:rFonts w:cs="Times New Roman"/>
              </w:rPr>
              <w:t>;</w:t>
            </w:r>
            <w:r w:rsidR="00752CB7" w:rsidRPr="00800E20">
              <w:rPr>
                <w:rFonts w:cs="Times New Roman"/>
              </w:rPr>
              <w:t xml:space="preserve"> </w:t>
            </w:r>
          </w:p>
          <w:p w14:paraId="50EF6DA3" w14:textId="2758CA8A" w:rsidR="00752CB7" w:rsidRPr="000F4F40" w:rsidRDefault="00C9077F" w:rsidP="003F2CF6">
            <w:pPr>
              <w:rPr>
                <w:rFonts w:cs="Times New Roman"/>
              </w:rPr>
            </w:pPr>
            <w:r>
              <w:rPr>
                <w:rFonts w:cs="Times New Roman"/>
              </w:rPr>
              <w:t xml:space="preserve">- </w:t>
            </w:r>
            <w:r w:rsidR="00752CB7" w:rsidRPr="000F4F40">
              <w:rPr>
                <w:rFonts w:cs="Times New Roman"/>
              </w:rPr>
              <w:t>balsstiesības, kuras izriet no akcijām, kas nodotas turējumā konkrētajai personai un ko tā var izmantot pēc saviem ieskatiem, ja nav saņemti īpaši norādījumi</w:t>
            </w:r>
            <w:r>
              <w:rPr>
                <w:rFonts w:cs="Times New Roman"/>
              </w:rPr>
              <w:t>;</w:t>
            </w:r>
          </w:p>
          <w:p w14:paraId="0C4DF616" w14:textId="145ED632" w:rsidR="00752CB7" w:rsidRPr="000F4F40" w:rsidRDefault="00C9077F" w:rsidP="003F2CF6">
            <w:pPr>
              <w:rPr>
                <w:rFonts w:cs="Times New Roman"/>
              </w:rPr>
            </w:pPr>
            <w:r>
              <w:rPr>
                <w:rFonts w:cs="Times New Roman"/>
              </w:rPr>
              <w:t xml:space="preserve">- </w:t>
            </w:r>
            <w:r w:rsidR="00752CB7" w:rsidRPr="000F4F40">
              <w:rPr>
                <w:rFonts w:cs="Times New Roman"/>
              </w:rPr>
              <w:t>balsstiesības, kuras izriet no trešās personas vārdā un konkrētās personas labā turētām akcijām</w:t>
            </w:r>
            <w:r>
              <w:rPr>
                <w:rFonts w:cs="Times New Roman"/>
              </w:rPr>
              <w:t>;</w:t>
            </w:r>
          </w:p>
          <w:p w14:paraId="12B369B9" w14:textId="1C40E33F" w:rsidR="00752CB7" w:rsidRPr="00661C66" w:rsidRDefault="00C9077F" w:rsidP="003F2CF6">
            <w:r>
              <w:rPr>
                <w:rFonts w:cs="Times New Roman"/>
              </w:rPr>
              <w:t xml:space="preserve">- </w:t>
            </w:r>
            <w:r w:rsidR="00752CB7" w:rsidRPr="000F4F40">
              <w:rPr>
                <w:rFonts w:cs="Times New Roman"/>
              </w:rPr>
              <w:t>balsstiesības, kuras konkrētā</w:t>
            </w:r>
            <w:r w:rsidR="00752CB7" w:rsidRPr="00800E20">
              <w:rPr>
                <w:rFonts w:cs="Times New Roman"/>
              </w:rPr>
              <w:t xml:space="preserve"> persona var izmantot kā pilnvarnieks tad, kad tā ir tiesīga izmantot balsstiesības pēc saviem ieskatiem, ja nav saņemti īpaši norādījumi</w:t>
            </w:r>
          </w:p>
        </w:tc>
        <w:tc>
          <w:tcPr>
            <w:tcW w:w="2389" w:type="dxa"/>
          </w:tcPr>
          <w:p w14:paraId="07EBA77E" w14:textId="77777777" w:rsidR="00752CB7" w:rsidRPr="00661C66" w:rsidRDefault="00752CB7" w:rsidP="00914444">
            <w:pPr>
              <w:jc w:val="both"/>
              <w:rPr>
                <w:rFonts w:cs="Times New Roman"/>
              </w:rPr>
            </w:pPr>
          </w:p>
        </w:tc>
        <w:tc>
          <w:tcPr>
            <w:tcW w:w="1482" w:type="dxa"/>
          </w:tcPr>
          <w:p w14:paraId="7685329C" w14:textId="77777777" w:rsidR="00752CB7" w:rsidRPr="00661C66" w:rsidRDefault="00752CB7" w:rsidP="00914444">
            <w:pPr>
              <w:jc w:val="both"/>
              <w:rPr>
                <w:rFonts w:cs="Times New Roman"/>
              </w:rPr>
            </w:pPr>
          </w:p>
        </w:tc>
        <w:tc>
          <w:tcPr>
            <w:tcW w:w="1594" w:type="dxa"/>
          </w:tcPr>
          <w:p w14:paraId="6EF38075" w14:textId="77777777" w:rsidR="00752CB7" w:rsidRPr="00661C66" w:rsidRDefault="00752CB7" w:rsidP="00914444">
            <w:pPr>
              <w:jc w:val="right"/>
              <w:rPr>
                <w:rFonts w:cs="Times New Roman"/>
              </w:rPr>
            </w:pPr>
          </w:p>
        </w:tc>
      </w:tr>
      <w:tr w:rsidR="00752CB7" w:rsidRPr="0050179E" w14:paraId="60EF7A44" w14:textId="77777777" w:rsidTr="003F2CF6">
        <w:tc>
          <w:tcPr>
            <w:tcW w:w="988" w:type="dxa"/>
          </w:tcPr>
          <w:p w14:paraId="5D787805" w14:textId="77777777" w:rsidR="00752CB7" w:rsidRPr="00661C66" w:rsidRDefault="00752CB7" w:rsidP="00914444">
            <w:pPr>
              <w:jc w:val="right"/>
              <w:rPr>
                <w:rFonts w:cs="Times New Roman"/>
              </w:rPr>
            </w:pPr>
            <w:r>
              <w:rPr>
                <w:rFonts w:cs="Times New Roman"/>
              </w:rPr>
              <w:t>2.11.3.</w:t>
            </w:r>
          </w:p>
        </w:tc>
        <w:tc>
          <w:tcPr>
            <w:tcW w:w="2157" w:type="dxa"/>
          </w:tcPr>
          <w:p w14:paraId="71A145A9" w14:textId="005A9FF0" w:rsidR="00752CB7" w:rsidRPr="00661C66" w:rsidRDefault="00C9077F" w:rsidP="003F2CF6">
            <w:pPr>
              <w:rPr>
                <w:rFonts w:cs="Times New Roman"/>
              </w:rPr>
            </w:pPr>
            <w:r>
              <w:rPr>
                <w:rFonts w:cs="Times New Roman"/>
              </w:rPr>
              <w:t>A</w:t>
            </w:r>
            <w:r w:rsidR="00752CB7">
              <w:rPr>
                <w:rFonts w:cs="Times New Roman"/>
              </w:rPr>
              <w:t xml:space="preserve">r finanšu institūcijas </w:t>
            </w:r>
            <w:r w:rsidR="00752CB7">
              <w:rPr>
                <w:rFonts w:cs="Times New Roman"/>
              </w:rPr>
              <w:lastRenderedPageBreak/>
              <w:t>padomes vai valdes locekļiem</w:t>
            </w:r>
          </w:p>
        </w:tc>
        <w:tc>
          <w:tcPr>
            <w:tcW w:w="2389" w:type="dxa"/>
          </w:tcPr>
          <w:p w14:paraId="52FA492C" w14:textId="77777777" w:rsidR="00752CB7" w:rsidRPr="00661C66" w:rsidRDefault="00752CB7" w:rsidP="00914444">
            <w:pPr>
              <w:jc w:val="both"/>
              <w:rPr>
                <w:rFonts w:cs="Times New Roman"/>
              </w:rPr>
            </w:pPr>
          </w:p>
        </w:tc>
        <w:tc>
          <w:tcPr>
            <w:tcW w:w="1482" w:type="dxa"/>
          </w:tcPr>
          <w:p w14:paraId="66D602A9" w14:textId="77777777" w:rsidR="00752CB7" w:rsidRPr="00661C66" w:rsidRDefault="00752CB7" w:rsidP="00914444">
            <w:pPr>
              <w:jc w:val="both"/>
              <w:rPr>
                <w:rFonts w:cs="Times New Roman"/>
              </w:rPr>
            </w:pPr>
          </w:p>
        </w:tc>
        <w:tc>
          <w:tcPr>
            <w:tcW w:w="1594" w:type="dxa"/>
          </w:tcPr>
          <w:p w14:paraId="3B30F9E4" w14:textId="77777777" w:rsidR="00752CB7" w:rsidRPr="00661C66" w:rsidRDefault="00752CB7" w:rsidP="00914444">
            <w:pPr>
              <w:jc w:val="right"/>
              <w:rPr>
                <w:rFonts w:cs="Times New Roman"/>
              </w:rPr>
            </w:pPr>
          </w:p>
        </w:tc>
      </w:tr>
      <w:tr w:rsidR="00752CB7" w:rsidRPr="0050179E" w14:paraId="088DDB2F" w14:textId="77777777" w:rsidTr="003F2CF6">
        <w:tc>
          <w:tcPr>
            <w:tcW w:w="988" w:type="dxa"/>
          </w:tcPr>
          <w:p w14:paraId="5E3265C2" w14:textId="77777777" w:rsidR="00752CB7" w:rsidRPr="00661C66" w:rsidRDefault="00752CB7" w:rsidP="00914444">
            <w:pPr>
              <w:jc w:val="right"/>
              <w:rPr>
                <w:rFonts w:cs="Times New Roman"/>
              </w:rPr>
            </w:pPr>
            <w:r>
              <w:rPr>
                <w:rFonts w:cs="Times New Roman"/>
              </w:rPr>
              <w:t>2.11.4.</w:t>
            </w:r>
          </w:p>
        </w:tc>
        <w:tc>
          <w:tcPr>
            <w:tcW w:w="2157" w:type="dxa"/>
          </w:tcPr>
          <w:p w14:paraId="4E76A243" w14:textId="03D66D3B" w:rsidR="00752CB7" w:rsidRPr="00661C66" w:rsidRDefault="00C9077F" w:rsidP="003F2CF6">
            <w:pPr>
              <w:rPr>
                <w:rFonts w:cs="Times New Roman"/>
              </w:rPr>
            </w:pPr>
            <w:r>
              <w:rPr>
                <w:rFonts w:cs="Times New Roman"/>
              </w:rPr>
              <w:t>A</w:t>
            </w:r>
            <w:r w:rsidR="00752CB7">
              <w:rPr>
                <w:rFonts w:cs="Times New Roman"/>
              </w:rPr>
              <w:t>r finanšu institūcij</w:t>
            </w:r>
            <w:r>
              <w:rPr>
                <w:rFonts w:cs="Times New Roman"/>
              </w:rPr>
              <w:t>u</w:t>
            </w:r>
            <w:r w:rsidR="00752CB7">
              <w:rPr>
                <w:rFonts w:cs="Times New Roman"/>
              </w:rPr>
              <w:t xml:space="preserve"> un tās grupu</w:t>
            </w:r>
          </w:p>
        </w:tc>
        <w:tc>
          <w:tcPr>
            <w:tcW w:w="2389" w:type="dxa"/>
          </w:tcPr>
          <w:p w14:paraId="383BB590" w14:textId="77777777" w:rsidR="00752CB7" w:rsidRPr="00661C66" w:rsidRDefault="00752CB7" w:rsidP="00914444">
            <w:pPr>
              <w:jc w:val="both"/>
              <w:rPr>
                <w:rFonts w:cs="Times New Roman"/>
              </w:rPr>
            </w:pPr>
          </w:p>
        </w:tc>
        <w:tc>
          <w:tcPr>
            <w:tcW w:w="1482" w:type="dxa"/>
          </w:tcPr>
          <w:p w14:paraId="65B12B41" w14:textId="77777777" w:rsidR="00752CB7" w:rsidRPr="00661C66" w:rsidRDefault="00752CB7" w:rsidP="00914444">
            <w:pPr>
              <w:jc w:val="both"/>
              <w:rPr>
                <w:rFonts w:cs="Times New Roman"/>
              </w:rPr>
            </w:pPr>
          </w:p>
        </w:tc>
        <w:tc>
          <w:tcPr>
            <w:tcW w:w="1594" w:type="dxa"/>
          </w:tcPr>
          <w:p w14:paraId="58D54390" w14:textId="77777777" w:rsidR="00752CB7" w:rsidRPr="00661C66" w:rsidRDefault="00752CB7" w:rsidP="00914444">
            <w:pPr>
              <w:jc w:val="right"/>
              <w:rPr>
                <w:rFonts w:cs="Times New Roman"/>
              </w:rPr>
            </w:pPr>
          </w:p>
        </w:tc>
      </w:tr>
      <w:tr w:rsidR="00752CB7" w:rsidRPr="00EF6436" w14:paraId="0CF2A678" w14:textId="77777777" w:rsidTr="003F2CF6">
        <w:tc>
          <w:tcPr>
            <w:tcW w:w="988" w:type="dxa"/>
          </w:tcPr>
          <w:p w14:paraId="451E54D1" w14:textId="77777777" w:rsidR="00752CB7" w:rsidRPr="00661C66" w:rsidRDefault="00752CB7" w:rsidP="00914444">
            <w:pPr>
              <w:jc w:val="right"/>
              <w:rPr>
                <w:rFonts w:cs="Times New Roman"/>
              </w:rPr>
            </w:pPr>
            <w:r>
              <w:rPr>
                <w:rFonts w:cs="Times New Roman"/>
              </w:rPr>
              <w:t>2.12.</w:t>
            </w:r>
          </w:p>
        </w:tc>
        <w:tc>
          <w:tcPr>
            <w:tcW w:w="2157" w:type="dxa"/>
          </w:tcPr>
          <w:p w14:paraId="37A8BF5A" w14:textId="5429172C" w:rsidR="00752CB7" w:rsidRPr="002D0231" w:rsidRDefault="001C5F77" w:rsidP="003F2CF6">
            <w:pPr>
              <w:rPr>
                <w:rFonts w:cs="Times New Roman"/>
              </w:rPr>
            </w:pPr>
            <w:r>
              <w:rPr>
                <w:rFonts w:cs="Times New Roman"/>
              </w:rPr>
              <w:t>J</w:t>
            </w:r>
            <w:r w:rsidR="00752CB7" w:rsidRPr="002D0231">
              <w:rPr>
                <w:rFonts w:cs="Times New Roman"/>
              </w:rPr>
              <w:t>ebkādas ziņas par personu, kas var tikt uzskatītas par šķēršļiem būtiskas līdzdalības iegūšanai vai palielināšanai finanšu institūcijā</w:t>
            </w:r>
          </w:p>
        </w:tc>
        <w:tc>
          <w:tcPr>
            <w:tcW w:w="2389" w:type="dxa"/>
          </w:tcPr>
          <w:p w14:paraId="5FC1A8F9" w14:textId="77777777" w:rsidR="00752CB7" w:rsidRPr="00661C66" w:rsidRDefault="00752CB7" w:rsidP="003F2CF6">
            <w:pPr>
              <w:rPr>
                <w:rFonts w:cs="Times New Roman"/>
              </w:rPr>
            </w:pPr>
            <w:r>
              <w:rPr>
                <w:rFonts w:cs="Times New Roman"/>
              </w:rPr>
              <w:t>Personas sniegta rakstveida informācija</w:t>
            </w:r>
          </w:p>
        </w:tc>
        <w:tc>
          <w:tcPr>
            <w:tcW w:w="1482" w:type="dxa"/>
          </w:tcPr>
          <w:p w14:paraId="237C4B06" w14:textId="77777777" w:rsidR="00752CB7" w:rsidRPr="00661C66" w:rsidRDefault="00752CB7" w:rsidP="00914444">
            <w:pPr>
              <w:jc w:val="both"/>
              <w:rPr>
                <w:rFonts w:cs="Times New Roman"/>
              </w:rPr>
            </w:pPr>
          </w:p>
        </w:tc>
        <w:tc>
          <w:tcPr>
            <w:tcW w:w="1594" w:type="dxa"/>
          </w:tcPr>
          <w:p w14:paraId="7256F49A" w14:textId="77777777" w:rsidR="00752CB7" w:rsidRPr="00661C66" w:rsidRDefault="00752CB7" w:rsidP="00914444">
            <w:pPr>
              <w:jc w:val="right"/>
              <w:rPr>
                <w:rFonts w:cs="Times New Roman"/>
              </w:rPr>
            </w:pPr>
          </w:p>
        </w:tc>
      </w:tr>
      <w:tr w:rsidR="00752CB7" w:rsidRPr="0050179E" w14:paraId="23D734D5" w14:textId="77777777" w:rsidTr="003F2CF6">
        <w:tc>
          <w:tcPr>
            <w:tcW w:w="988" w:type="dxa"/>
          </w:tcPr>
          <w:p w14:paraId="53E8FA12" w14:textId="77777777" w:rsidR="00752CB7" w:rsidRPr="00661C66" w:rsidRDefault="00752CB7" w:rsidP="00914444">
            <w:pPr>
              <w:jc w:val="right"/>
              <w:rPr>
                <w:rFonts w:cs="Times New Roman"/>
              </w:rPr>
            </w:pPr>
            <w:r>
              <w:rPr>
                <w:rFonts w:cs="Times New Roman"/>
              </w:rPr>
              <w:t>2.13.</w:t>
            </w:r>
          </w:p>
        </w:tc>
        <w:tc>
          <w:tcPr>
            <w:tcW w:w="2157" w:type="dxa"/>
          </w:tcPr>
          <w:p w14:paraId="2A06FE62" w14:textId="0101DB30" w:rsidR="00752CB7" w:rsidRPr="002D0231" w:rsidRDefault="001C5F77" w:rsidP="00B31D0B">
            <w:pPr>
              <w:autoSpaceDE w:val="0"/>
              <w:autoSpaceDN w:val="0"/>
              <w:adjustRightInd w:val="0"/>
              <w:rPr>
                <w:rFonts w:cs="Times New Roman"/>
              </w:rPr>
            </w:pPr>
            <w:r>
              <w:rPr>
                <w:rFonts w:cs="Times New Roman"/>
              </w:rPr>
              <w:t>Z</w:t>
            </w:r>
            <w:r w:rsidR="00752CB7">
              <w:rPr>
                <w:rFonts w:cs="Times New Roman"/>
              </w:rPr>
              <w:t xml:space="preserve">iņas par pilnvarnieku, ja </w:t>
            </w:r>
            <w:r w:rsidR="00752CB7" w:rsidRPr="002D0231">
              <w:rPr>
                <w:rFonts w:cs="Times New Roman"/>
              </w:rPr>
              <w:t xml:space="preserve">persona, iegūstot vai palielinot būtisku līdzdalību finanšu institūcijā, ir pilnvarojusi vai pilnvaros </w:t>
            </w:r>
            <w:r w:rsidR="00670022" w:rsidRPr="002D0231">
              <w:rPr>
                <w:rFonts w:cs="Times New Roman"/>
              </w:rPr>
              <w:t>cit</w:t>
            </w:r>
            <w:r w:rsidR="00670022">
              <w:rPr>
                <w:rFonts w:cs="Times New Roman"/>
              </w:rPr>
              <w:t>u</w:t>
            </w:r>
            <w:r w:rsidR="00670022" w:rsidRPr="002D0231">
              <w:rPr>
                <w:rFonts w:cs="Times New Roman"/>
              </w:rPr>
              <w:t xml:space="preserve"> person</w:t>
            </w:r>
            <w:r w:rsidR="00670022">
              <w:rPr>
                <w:rFonts w:cs="Times New Roman"/>
              </w:rPr>
              <w:t>u</w:t>
            </w:r>
            <w:r w:rsidR="00670022" w:rsidRPr="002D0231">
              <w:rPr>
                <w:rFonts w:cs="Times New Roman"/>
              </w:rPr>
              <w:t xml:space="preserve"> </w:t>
            </w:r>
            <w:r w:rsidR="00752CB7" w:rsidRPr="002D0231">
              <w:rPr>
                <w:rFonts w:cs="Times New Roman"/>
              </w:rPr>
              <w:t xml:space="preserve">izmantot </w:t>
            </w:r>
            <w:r w:rsidR="00670022" w:rsidRPr="002D0231">
              <w:rPr>
                <w:rFonts w:cs="Times New Roman"/>
              </w:rPr>
              <w:t xml:space="preserve">balsstiesības </w:t>
            </w:r>
          </w:p>
        </w:tc>
        <w:tc>
          <w:tcPr>
            <w:tcW w:w="2389" w:type="dxa"/>
          </w:tcPr>
          <w:p w14:paraId="6959B4D7" w14:textId="37840B56" w:rsidR="00752CB7" w:rsidRDefault="00752CB7" w:rsidP="003F2CF6">
            <w:pPr>
              <w:rPr>
                <w:rFonts w:cs="Times New Roman"/>
              </w:rPr>
            </w:pPr>
            <w:r>
              <w:rPr>
                <w:rFonts w:cs="Times New Roman"/>
              </w:rPr>
              <w:t>Personas sniegta rakstveida informācija</w:t>
            </w:r>
            <w:r w:rsidR="00A61835">
              <w:rPr>
                <w:rFonts w:cs="Times New Roman"/>
              </w:rPr>
              <w:t>.</w:t>
            </w:r>
          </w:p>
          <w:p w14:paraId="317B81A2" w14:textId="47AD5FAE" w:rsidR="00752CB7" w:rsidRDefault="00752CB7" w:rsidP="003F2CF6">
            <w:pPr>
              <w:rPr>
                <w:rFonts w:cs="Times New Roman"/>
              </w:rPr>
            </w:pPr>
            <w:r>
              <w:rPr>
                <w:rFonts w:cs="Times New Roman"/>
              </w:rPr>
              <w:t>Pilnvara</w:t>
            </w:r>
            <w:r w:rsidR="00A61835">
              <w:rPr>
                <w:rFonts w:cs="Times New Roman"/>
              </w:rPr>
              <w:t>.</w:t>
            </w:r>
          </w:p>
          <w:p w14:paraId="6A290269" w14:textId="77777777" w:rsidR="00752CB7" w:rsidRPr="00661C66" w:rsidRDefault="00752CB7" w:rsidP="003F2CF6">
            <w:pPr>
              <w:rPr>
                <w:rFonts w:cs="Times New Roman"/>
              </w:rPr>
            </w:pPr>
            <w:r>
              <w:rPr>
                <w:rFonts w:cs="Times New Roman"/>
              </w:rPr>
              <w:t>Pilnvarojuma līgums</w:t>
            </w:r>
          </w:p>
        </w:tc>
        <w:tc>
          <w:tcPr>
            <w:tcW w:w="1482" w:type="dxa"/>
          </w:tcPr>
          <w:p w14:paraId="424E58D3" w14:textId="77777777" w:rsidR="00752CB7" w:rsidRPr="00661C66" w:rsidRDefault="00752CB7" w:rsidP="00914444">
            <w:pPr>
              <w:jc w:val="both"/>
              <w:rPr>
                <w:rFonts w:cs="Times New Roman"/>
              </w:rPr>
            </w:pPr>
          </w:p>
        </w:tc>
        <w:tc>
          <w:tcPr>
            <w:tcW w:w="1594" w:type="dxa"/>
          </w:tcPr>
          <w:p w14:paraId="52B278F5" w14:textId="77777777" w:rsidR="00752CB7" w:rsidRPr="00661C66" w:rsidRDefault="00752CB7" w:rsidP="00914444">
            <w:pPr>
              <w:jc w:val="right"/>
              <w:rPr>
                <w:rFonts w:cs="Times New Roman"/>
              </w:rPr>
            </w:pPr>
          </w:p>
        </w:tc>
      </w:tr>
      <w:tr w:rsidR="00752CB7" w:rsidRPr="0050179E" w14:paraId="0C43ACB7" w14:textId="77777777" w:rsidTr="003F2CF6">
        <w:tc>
          <w:tcPr>
            <w:tcW w:w="988" w:type="dxa"/>
          </w:tcPr>
          <w:p w14:paraId="1212A374" w14:textId="77777777" w:rsidR="00752CB7" w:rsidRPr="00661C66" w:rsidRDefault="00752CB7" w:rsidP="00914444">
            <w:pPr>
              <w:jc w:val="right"/>
              <w:rPr>
                <w:rFonts w:cs="Times New Roman"/>
              </w:rPr>
            </w:pPr>
            <w:r>
              <w:rPr>
                <w:rFonts w:cs="Times New Roman"/>
              </w:rPr>
              <w:t>2.13.1.</w:t>
            </w:r>
          </w:p>
        </w:tc>
        <w:tc>
          <w:tcPr>
            <w:tcW w:w="2157" w:type="dxa"/>
          </w:tcPr>
          <w:p w14:paraId="701544F9" w14:textId="694D1F9C" w:rsidR="00752CB7" w:rsidRPr="00F53E78" w:rsidRDefault="001C5F77" w:rsidP="003F2CF6">
            <w:pPr>
              <w:rPr>
                <w:rFonts w:cs="Times New Roman"/>
              </w:rPr>
            </w:pPr>
            <w:r>
              <w:rPr>
                <w:rFonts w:cs="Times New Roman"/>
              </w:rPr>
              <w:t>Z</w:t>
            </w:r>
            <w:r w:rsidR="00752CB7" w:rsidRPr="00F53E78">
              <w:rPr>
                <w:rFonts w:cs="Times New Roman"/>
              </w:rPr>
              <w:t>iņas par pilnvarnieka identitāti atbilstoši š</w:t>
            </w:r>
            <w:r w:rsidR="00752CB7">
              <w:rPr>
                <w:rFonts w:cs="Times New Roman"/>
              </w:rPr>
              <w:t>ā</w:t>
            </w:r>
            <w:r w:rsidR="00752CB7" w:rsidRPr="00F53E78">
              <w:rPr>
                <w:rFonts w:cs="Times New Roman"/>
              </w:rPr>
              <w:t xml:space="preserve"> pielikuma 1.</w:t>
            </w:r>
            <w:r w:rsidR="00752CB7">
              <w:rPr>
                <w:rFonts w:cs="Times New Roman"/>
              </w:rPr>
              <w:t xml:space="preserve">1. un 1.2. </w:t>
            </w:r>
            <w:r w:rsidR="004B5B54">
              <w:rPr>
                <w:rFonts w:cs="Times New Roman"/>
              </w:rPr>
              <w:t>apakš</w:t>
            </w:r>
            <w:r w:rsidR="00752CB7" w:rsidRPr="00F53E78">
              <w:rPr>
                <w:rFonts w:cs="Times New Roman"/>
              </w:rPr>
              <w:t xml:space="preserve">punktam vai </w:t>
            </w:r>
            <w:r w:rsidR="008263D9">
              <w:rPr>
                <w:rFonts w:cs="Times New Roman"/>
              </w:rPr>
              <w:t xml:space="preserve">šo noteikumu </w:t>
            </w:r>
            <w:r w:rsidR="00752CB7" w:rsidRPr="00F53E78">
              <w:rPr>
                <w:rFonts w:cs="Times New Roman"/>
              </w:rPr>
              <w:t>3.</w:t>
            </w:r>
            <w:r w:rsidR="00752CB7">
              <w:rPr>
                <w:rFonts w:cs="Times New Roman"/>
              </w:rPr>
              <w:t> </w:t>
            </w:r>
            <w:r w:rsidR="00752CB7" w:rsidRPr="00F53E78">
              <w:rPr>
                <w:rFonts w:cs="Times New Roman"/>
              </w:rPr>
              <w:t>pielikuma 1.</w:t>
            </w:r>
            <w:r w:rsidR="004B5B54">
              <w:rPr>
                <w:rFonts w:cs="Times New Roman"/>
              </w:rPr>
              <w:t> </w:t>
            </w:r>
            <w:r w:rsidR="00752CB7" w:rsidRPr="00F53E78">
              <w:rPr>
                <w:rFonts w:cs="Times New Roman"/>
              </w:rPr>
              <w:t>punktam</w:t>
            </w:r>
          </w:p>
        </w:tc>
        <w:tc>
          <w:tcPr>
            <w:tcW w:w="2389" w:type="dxa"/>
          </w:tcPr>
          <w:p w14:paraId="7B03E842" w14:textId="74DFB075" w:rsidR="00752CB7" w:rsidRDefault="000E09D0" w:rsidP="003F2CF6">
            <w:pPr>
              <w:tabs>
                <w:tab w:val="left" w:pos="241"/>
              </w:tabs>
              <w:rPr>
                <w:rFonts w:cs="Times New Roman"/>
              </w:rPr>
            </w:pPr>
            <w:r>
              <w:rPr>
                <w:rFonts w:cs="Times New Roman"/>
              </w:rPr>
              <w:t>Š</w:t>
            </w:r>
            <w:r w:rsidR="004B5B54">
              <w:rPr>
                <w:rFonts w:cs="Times New Roman"/>
              </w:rPr>
              <w:t>ā</w:t>
            </w:r>
            <w:r>
              <w:rPr>
                <w:rFonts w:cs="Times New Roman"/>
              </w:rPr>
              <w:t xml:space="preserve"> pieliku</w:t>
            </w:r>
            <w:r w:rsidR="00752CB7">
              <w:rPr>
                <w:rFonts w:cs="Times New Roman"/>
              </w:rPr>
              <w:t xml:space="preserve">ma 1.1. un 1.2. </w:t>
            </w:r>
            <w:r w:rsidR="00DF0979">
              <w:rPr>
                <w:rFonts w:cs="Times New Roman"/>
              </w:rPr>
              <w:t>apakš</w:t>
            </w:r>
            <w:r w:rsidR="00752CB7">
              <w:rPr>
                <w:rFonts w:cs="Times New Roman"/>
              </w:rPr>
              <w:t>punktā minētie dokumenti</w:t>
            </w:r>
            <w:r>
              <w:rPr>
                <w:rFonts w:cs="Times New Roman"/>
              </w:rPr>
              <w:t xml:space="preserve">, šo noteikumu </w:t>
            </w:r>
          </w:p>
          <w:p w14:paraId="5FF22A14" w14:textId="649CEFB6" w:rsidR="00752CB7" w:rsidRPr="00661C66" w:rsidRDefault="00752CB7" w:rsidP="003F2CF6">
            <w:pPr>
              <w:rPr>
                <w:rFonts w:cs="Times New Roman"/>
              </w:rPr>
            </w:pPr>
            <w:r>
              <w:rPr>
                <w:rFonts w:cs="Times New Roman"/>
              </w:rPr>
              <w:t>3. pielikum</w:t>
            </w:r>
            <w:r w:rsidR="008263D9">
              <w:rPr>
                <w:rFonts w:cs="Times New Roman"/>
              </w:rPr>
              <w:t>a</w:t>
            </w:r>
            <w:r>
              <w:rPr>
                <w:rFonts w:cs="Times New Roman"/>
              </w:rPr>
              <w:t xml:space="preserve"> 1.1., 1.2. un 1.3. </w:t>
            </w:r>
            <w:r w:rsidR="00DF0979">
              <w:rPr>
                <w:rFonts w:cs="Times New Roman"/>
              </w:rPr>
              <w:t>apakš</w:t>
            </w:r>
            <w:r>
              <w:rPr>
                <w:rFonts w:cs="Times New Roman"/>
              </w:rPr>
              <w:t>punktā minētie dokumenti</w:t>
            </w:r>
          </w:p>
        </w:tc>
        <w:tc>
          <w:tcPr>
            <w:tcW w:w="1482" w:type="dxa"/>
          </w:tcPr>
          <w:p w14:paraId="68453614" w14:textId="77777777" w:rsidR="00752CB7" w:rsidRPr="00661C66" w:rsidRDefault="00752CB7" w:rsidP="00914444">
            <w:pPr>
              <w:jc w:val="both"/>
              <w:rPr>
                <w:rFonts w:cs="Times New Roman"/>
              </w:rPr>
            </w:pPr>
          </w:p>
        </w:tc>
        <w:tc>
          <w:tcPr>
            <w:tcW w:w="1594" w:type="dxa"/>
          </w:tcPr>
          <w:p w14:paraId="42387DEC" w14:textId="77777777" w:rsidR="00752CB7" w:rsidRPr="00661C66" w:rsidRDefault="00752CB7" w:rsidP="00914444">
            <w:pPr>
              <w:jc w:val="right"/>
              <w:rPr>
                <w:rFonts w:cs="Times New Roman"/>
              </w:rPr>
            </w:pPr>
          </w:p>
        </w:tc>
      </w:tr>
      <w:tr w:rsidR="00752CB7" w:rsidRPr="0050179E" w14:paraId="0E752403" w14:textId="77777777" w:rsidTr="003F2CF6">
        <w:tc>
          <w:tcPr>
            <w:tcW w:w="988" w:type="dxa"/>
          </w:tcPr>
          <w:p w14:paraId="1B45A420" w14:textId="77777777" w:rsidR="00752CB7" w:rsidRPr="00661C66" w:rsidRDefault="00752CB7" w:rsidP="003F2CF6">
            <w:pPr>
              <w:tabs>
                <w:tab w:val="left" w:pos="342"/>
              </w:tabs>
              <w:ind w:right="-85"/>
              <w:jc w:val="right"/>
              <w:rPr>
                <w:rFonts w:cs="Times New Roman"/>
              </w:rPr>
            </w:pPr>
            <w:r>
              <w:rPr>
                <w:rFonts w:cs="Times New Roman"/>
              </w:rPr>
              <w:t>2.13.2.</w:t>
            </w:r>
          </w:p>
        </w:tc>
        <w:tc>
          <w:tcPr>
            <w:tcW w:w="2157" w:type="dxa"/>
          </w:tcPr>
          <w:p w14:paraId="59B62994" w14:textId="4EC29B7B" w:rsidR="00752CB7" w:rsidRPr="00F53E78" w:rsidRDefault="001C5F77" w:rsidP="003F2CF6">
            <w:pPr>
              <w:rPr>
                <w:rFonts w:cs="Times New Roman"/>
              </w:rPr>
            </w:pPr>
            <w:r>
              <w:rPr>
                <w:rFonts w:cs="Times New Roman"/>
              </w:rPr>
              <w:t>Z</w:t>
            </w:r>
            <w:r w:rsidR="00752CB7" w:rsidRPr="00F53E78">
              <w:rPr>
                <w:rFonts w:cs="Times New Roman"/>
              </w:rPr>
              <w:t>iņas par citu labuma guvēju identitāti atbilstoši š</w:t>
            </w:r>
            <w:r w:rsidR="00752CB7">
              <w:rPr>
                <w:rFonts w:cs="Times New Roman"/>
              </w:rPr>
              <w:t>ā</w:t>
            </w:r>
            <w:r w:rsidR="00752CB7" w:rsidRPr="00F53E78">
              <w:rPr>
                <w:rFonts w:cs="Times New Roman"/>
              </w:rPr>
              <w:t xml:space="preserve"> pielikuma 1.</w:t>
            </w:r>
            <w:r w:rsidR="00752CB7">
              <w:rPr>
                <w:rFonts w:cs="Times New Roman"/>
              </w:rPr>
              <w:t>1. un 1.2.</w:t>
            </w:r>
            <w:r w:rsidR="00DF0979">
              <w:rPr>
                <w:rFonts w:cs="Times New Roman"/>
              </w:rPr>
              <w:t> </w:t>
            </w:r>
            <w:r w:rsidR="004B5B54">
              <w:rPr>
                <w:rFonts w:cs="Times New Roman"/>
              </w:rPr>
              <w:t>apakš</w:t>
            </w:r>
            <w:r w:rsidR="00752CB7" w:rsidRPr="00F53E78">
              <w:rPr>
                <w:rFonts w:cs="Times New Roman"/>
              </w:rPr>
              <w:t xml:space="preserve">punktam vai </w:t>
            </w:r>
            <w:r w:rsidR="008263D9">
              <w:rPr>
                <w:rFonts w:cs="Times New Roman"/>
              </w:rPr>
              <w:t xml:space="preserve">šo noteikumu </w:t>
            </w:r>
            <w:r w:rsidR="00752CB7" w:rsidRPr="00F53E78">
              <w:rPr>
                <w:rFonts w:cs="Times New Roman"/>
              </w:rPr>
              <w:t>3.</w:t>
            </w:r>
            <w:r w:rsidR="004B5B54">
              <w:rPr>
                <w:rFonts w:cs="Times New Roman"/>
              </w:rPr>
              <w:t> </w:t>
            </w:r>
            <w:r w:rsidR="00752CB7" w:rsidRPr="00F53E78">
              <w:rPr>
                <w:rFonts w:cs="Times New Roman"/>
              </w:rPr>
              <w:t>pielikuma 1.</w:t>
            </w:r>
            <w:r w:rsidR="004B5B54">
              <w:rPr>
                <w:rFonts w:cs="Times New Roman"/>
              </w:rPr>
              <w:t> </w:t>
            </w:r>
            <w:r w:rsidR="00752CB7" w:rsidRPr="00F53E78">
              <w:rPr>
                <w:rFonts w:cs="Times New Roman"/>
              </w:rPr>
              <w:t>punktam</w:t>
            </w:r>
          </w:p>
        </w:tc>
        <w:tc>
          <w:tcPr>
            <w:tcW w:w="2389" w:type="dxa"/>
          </w:tcPr>
          <w:p w14:paraId="3C65F752" w14:textId="440C3ECD" w:rsidR="00752CB7" w:rsidRDefault="000E09D0" w:rsidP="003F2CF6">
            <w:pPr>
              <w:rPr>
                <w:rFonts w:cs="Times New Roman"/>
              </w:rPr>
            </w:pPr>
            <w:r>
              <w:rPr>
                <w:rFonts w:cs="Times New Roman"/>
              </w:rPr>
              <w:t>Š</w:t>
            </w:r>
            <w:r w:rsidR="004B5B54">
              <w:rPr>
                <w:rFonts w:cs="Times New Roman"/>
              </w:rPr>
              <w:t>ā</w:t>
            </w:r>
            <w:r>
              <w:rPr>
                <w:rFonts w:cs="Times New Roman"/>
              </w:rPr>
              <w:t xml:space="preserve"> p</w:t>
            </w:r>
            <w:r w:rsidR="00752CB7">
              <w:rPr>
                <w:rFonts w:cs="Times New Roman"/>
              </w:rPr>
              <w:t>ielikuma 1.</w:t>
            </w:r>
            <w:r w:rsidR="004B5B54">
              <w:rPr>
                <w:rFonts w:cs="Times New Roman"/>
              </w:rPr>
              <w:t> </w:t>
            </w:r>
            <w:r w:rsidR="00752CB7">
              <w:rPr>
                <w:rFonts w:cs="Times New Roman"/>
              </w:rPr>
              <w:t>punktā minētie dokumenti</w:t>
            </w:r>
            <w:r>
              <w:rPr>
                <w:rFonts w:cs="Times New Roman"/>
              </w:rPr>
              <w:t>, šo no</w:t>
            </w:r>
            <w:r w:rsidR="008263D9">
              <w:rPr>
                <w:rFonts w:cs="Times New Roman"/>
              </w:rPr>
              <w:t>tei</w:t>
            </w:r>
            <w:r>
              <w:rPr>
                <w:rFonts w:cs="Times New Roman"/>
              </w:rPr>
              <w:t xml:space="preserve">kumu </w:t>
            </w:r>
          </w:p>
          <w:p w14:paraId="2ECDD57D" w14:textId="68ECE847" w:rsidR="00752CB7" w:rsidRPr="00661C66" w:rsidRDefault="00752CB7" w:rsidP="003F2CF6">
            <w:pPr>
              <w:rPr>
                <w:rFonts w:cs="Times New Roman"/>
              </w:rPr>
            </w:pPr>
            <w:r>
              <w:rPr>
                <w:rFonts w:cs="Times New Roman"/>
              </w:rPr>
              <w:t>3. pielikuma 1.1., 1.2. un 1.3. </w:t>
            </w:r>
            <w:r w:rsidR="004B5B54">
              <w:rPr>
                <w:rFonts w:cs="Times New Roman"/>
              </w:rPr>
              <w:t>apakš</w:t>
            </w:r>
            <w:r>
              <w:rPr>
                <w:rFonts w:cs="Times New Roman"/>
              </w:rPr>
              <w:t>punktā minētie dokumenti</w:t>
            </w:r>
          </w:p>
        </w:tc>
        <w:tc>
          <w:tcPr>
            <w:tcW w:w="1482" w:type="dxa"/>
          </w:tcPr>
          <w:p w14:paraId="2983E7F1" w14:textId="77777777" w:rsidR="00752CB7" w:rsidRPr="00661C66" w:rsidRDefault="00752CB7" w:rsidP="00914444">
            <w:pPr>
              <w:jc w:val="both"/>
              <w:rPr>
                <w:rFonts w:cs="Times New Roman"/>
              </w:rPr>
            </w:pPr>
          </w:p>
        </w:tc>
        <w:tc>
          <w:tcPr>
            <w:tcW w:w="1594" w:type="dxa"/>
          </w:tcPr>
          <w:p w14:paraId="4465BFA0" w14:textId="77777777" w:rsidR="00752CB7" w:rsidRPr="00661C66" w:rsidRDefault="00752CB7" w:rsidP="00914444">
            <w:pPr>
              <w:jc w:val="right"/>
              <w:rPr>
                <w:rFonts w:cs="Times New Roman"/>
              </w:rPr>
            </w:pPr>
          </w:p>
        </w:tc>
      </w:tr>
    </w:tbl>
    <w:p w14:paraId="7E48CFDF" w14:textId="77777777" w:rsidR="00950F52" w:rsidRDefault="00950F52" w:rsidP="00B02C19">
      <w:pPr>
        <w:spacing w:before="480"/>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50F52" w14:paraId="7589BAC9" w14:textId="77777777" w:rsidTr="000F6B94">
        <w:tc>
          <w:tcPr>
            <w:tcW w:w="4799" w:type="dxa"/>
            <w:vAlign w:val="bottom"/>
          </w:tcPr>
          <w:p w14:paraId="36BAA259" w14:textId="77777777" w:rsidR="00950F52" w:rsidRDefault="00000000" w:rsidP="00B02C19">
            <w:pPr>
              <w:pStyle w:val="NoSpacing"/>
              <w:spacing w:before="480"/>
              <w:ind w:left="-107"/>
              <w:rPr>
                <w:rFonts w:cs="Times New Roman"/>
              </w:rPr>
            </w:pPr>
            <w:sdt>
              <w:sdtPr>
                <w:rPr>
                  <w:rFonts w:cs="Times New Roman"/>
                </w:rPr>
                <w:alias w:val="Amats"/>
                <w:tag w:val="Amats"/>
                <w:id w:val="1297407134"/>
                <w:placeholder>
                  <w:docPart w:val="95A0549E4BAF43C9BC96ACE66A9ED15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950F52">
                  <w:rPr>
                    <w:rFonts w:cs="Times New Roman"/>
                  </w:rPr>
                  <w:t>Latvijas Bankas prezidents</w:t>
                </w:r>
              </w:sdtContent>
            </w:sdt>
          </w:p>
        </w:tc>
        <w:sdt>
          <w:sdtPr>
            <w:rPr>
              <w:rFonts w:cs="Times New Roman"/>
            </w:rPr>
            <w:alias w:val="V. Uzvārds"/>
            <w:tag w:val="V. Uzvārds"/>
            <w:id w:val="-63564464"/>
            <w:placeholder>
              <w:docPart w:val="E00AF016453C454AAC207624D23A2DCB"/>
            </w:placeholder>
          </w:sdtPr>
          <w:sdtContent>
            <w:tc>
              <w:tcPr>
                <w:tcW w:w="3705" w:type="dxa"/>
                <w:vAlign w:val="bottom"/>
              </w:tcPr>
              <w:p w14:paraId="30F30168" w14:textId="77777777" w:rsidR="00950F52" w:rsidRDefault="00950F52" w:rsidP="00B02C19">
                <w:pPr>
                  <w:pStyle w:val="NoSpacing"/>
                  <w:spacing w:before="480"/>
                  <w:ind w:right="-111"/>
                  <w:jc w:val="right"/>
                  <w:rPr>
                    <w:rFonts w:cs="Times New Roman"/>
                  </w:rPr>
                </w:pPr>
                <w:r>
                  <w:rPr>
                    <w:rFonts w:cs="Times New Roman"/>
                  </w:rPr>
                  <w:t>M. Kazāks</w:t>
                </w:r>
              </w:p>
            </w:tc>
          </w:sdtContent>
        </w:sdt>
      </w:tr>
    </w:tbl>
    <w:p w14:paraId="253FE926" w14:textId="1FE01F0A" w:rsidR="00067DC1" w:rsidRDefault="00067DC1" w:rsidP="006D395C">
      <w:pPr>
        <w:rPr>
          <w:rFonts w:cs="Times New Roman"/>
          <w:szCs w:val="24"/>
        </w:rPr>
      </w:pPr>
    </w:p>
    <w:p w14:paraId="74137A01" w14:textId="414561BC" w:rsidR="00067DC1" w:rsidRDefault="00067DC1" w:rsidP="006D395C">
      <w:pPr>
        <w:rPr>
          <w:rFonts w:cs="Times New Roman"/>
          <w:szCs w:val="24"/>
        </w:rPr>
      </w:pPr>
    </w:p>
    <w:p w14:paraId="1DC330EE" w14:textId="493C1A56" w:rsidR="000F4F40" w:rsidRDefault="000F4F40" w:rsidP="006D395C">
      <w:pPr>
        <w:rPr>
          <w:rFonts w:cs="Times New Roman"/>
          <w:szCs w:val="24"/>
        </w:rPr>
      </w:pPr>
    </w:p>
    <w:p w14:paraId="21CB3A3F" w14:textId="2A047CED" w:rsidR="000F4F40" w:rsidRDefault="000F4F40" w:rsidP="006D395C">
      <w:pPr>
        <w:rPr>
          <w:rFonts w:cs="Times New Roman"/>
          <w:szCs w:val="24"/>
        </w:rPr>
      </w:pPr>
    </w:p>
    <w:p w14:paraId="09395C14" w14:textId="386D293A" w:rsidR="000F4F40" w:rsidRDefault="000F4F40" w:rsidP="006D395C">
      <w:pPr>
        <w:rPr>
          <w:rFonts w:cs="Times New Roman"/>
          <w:szCs w:val="24"/>
        </w:rPr>
      </w:pPr>
    </w:p>
    <w:p w14:paraId="4ED360C6" w14:textId="1412B308" w:rsidR="00670022" w:rsidRDefault="00670022">
      <w:pPr>
        <w:spacing w:after="200" w:line="276" w:lineRule="auto"/>
        <w:rPr>
          <w:rFonts w:eastAsia="Times New Roman" w:cs="Times New Roman"/>
          <w:szCs w:val="24"/>
        </w:rPr>
      </w:pPr>
      <w:r>
        <w:br w:type="page"/>
      </w:r>
    </w:p>
    <w:p w14:paraId="65EB9146" w14:textId="3D83303D" w:rsidR="00067DC1" w:rsidRPr="004F29B1" w:rsidRDefault="00067DC1" w:rsidP="00067DC1">
      <w:pPr>
        <w:pStyle w:val="NApielikums"/>
      </w:pPr>
      <w:r>
        <w:lastRenderedPageBreak/>
        <w:t>3</w:t>
      </w:r>
      <w:r w:rsidRPr="004F29B1">
        <w:t>. pielikums</w:t>
      </w:r>
    </w:p>
    <w:p w14:paraId="193108C4" w14:textId="178CC373" w:rsidR="00067DC1" w:rsidRPr="00E2086E" w:rsidRDefault="00000000" w:rsidP="00067DC1">
      <w:pPr>
        <w:pStyle w:val="NApielikums"/>
      </w:pPr>
      <w:sdt>
        <w:sdtPr>
          <w:id w:val="1462298916"/>
          <w:placeholder>
            <w:docPart w:val="200B7BE6D6F648A2B51ECE329D68CF7B"/>
          </w:placeholder>
          <w:showingPlcHdr/>
        </w:sdtPr>
        <w:sdtContent>
          <w:r w:rsidR="00067DC1">
            <w:t xml:space="preserve">Latvijas Bankas </w:t>
          </w:r>
        </w:sdtContent>
      </w:sdt>
      <w:sdt>
        <w:sdtPr>
          <w:id w:val="-2044047589"/>
          <w:placeholder>
            <w:docPart w:val="E99442A38F9F47ABB39668E272971B61"/>
          </w:placeholder>
        </w:sdtPr>
        <w:sdtContent>
          <w:r w:rsidR="00685242">
            <w:t>2023. gada 22. maija</w:t>
          </w:r>
        </w:sdtContent>
      </w:sdt>
    </w:p>
    <w:p w14:paraId="5CB1C9B7" w14:textId="38F8402E" w:rsidR="00067DC1" w:rsidRDefault="00000000" w:rsidP="00067DC1">
      <w:pPr>
        <w:jc w:val="right"/>
      </w:pPr>
      <w:sdt>
        <w:sdtPr>
          <w:id w:val="209934859"/>
          <w:placeholder>
            <w:docPart w:val="034D4C7DB0234747A4B35D84F82B7ADE"/>
          </w:placeholder>
          <w:showingPlcHdr/>
        </w:sdtPr>
        <w:sdtContent>
          <w:r w:rsidR="00067DC1">
            <w:t xml:space="preserve">noteikumiem </w:t>
          </w:r>
        </w:sdtContent>
      </w:sdt>
      <w:sdt>
        <w:sdtPr>
          <w:id w:val="-1083062085"/>
          <w:placeholder>
            <w:docPart w:val="128C371FD3594381B969A2853F06AF93"/>
          </w:placeholder>
          <w:showingPlcHdr/>
        </w:sdtPr>
        <w:sdtContent>
          <w:r w:rsidR="00067DC1">
            <w:t xml:space="preserve">Nr. </w:t>
          </w:r>
        </w:sdtContent>
      </w:sdt>
      <w:sdt>
        <w:sdtPr>
          <w:id w:val="365801342"/>
          <w:placeholder>
            <w:docPart w:val="A4342DFEC0FA43819D1DB62AC349E9CF"/>
          </w:placeholder>
        </w:sdtPr>
        <w:sdtContent>
          <w:r w:rsidR="00685242">
            <w:t>241</w:t>
          </w:r>
        </w:sdtContent>
      </w:sdt>
    </w:p>
    <w:p w14:paraId="28B68FA3" w14:textId="7EB11ABB" w:rsidR="00067DC1" w:rsidRDefault="00067DC1" w:rsidP="00067DC1">
      <w:pPr>
        <w:jc w:val="right"/>
      </w:pPr>
    </w:p>
    <w:p w14:paraId="65449E20" w14:textId="192A0AD2" w:rsidR="00067DC1" w:rsidRDefault="00067DC1" w:rsidP="00067DC1">
      <w:pPr>
        <w:jc w:val="center"/>
        <w:rPr>
          <w:rFonts w:cs="Times New Roman"/>
          <w:b/>
          <w:szCs w:val="24"/>
        </w:rPr>
      </w:pPr>
      <w:r w:rsidRPr="000463FE">
        <w:rPr>
          <w:rFonts w:cs="Times New Roman"/>
          <w:b/>
          <w:szCs w:val="24"/>
        </w:rPr>
        <w:t xml:space="preserve">Informācija par būtiskas līdzdalības ieguvēju </w:t>
      </w:r>
      <w:r>
        <w:rPr>
          <w:rFonts w:cs="Times New Roman"/>
          <w:b/>
          <w:szCs w:val="24"/>
        </w:rPr>
        <w:t>–</w:t>
      </w:r>
      <w:r w:rsidRPr="000463FE">
        <w:rPr>
          <w:rFonts w:cs="Times New Roman"/>
          <w:b/>
          <w:szCs w:val="24"/>
        </w:rPr>
        <w:t xml:space="preserve"> juridisku personu</w:t>
      </w:r>
    </w:p>
    <w:p w14:paraId="7CEDCB83" w14:textId="77777777" w:rsidR="00067DC1" w:rsidRPr="000463FE" w:rsidRDefault="00067DC1" w:rsidP="00067DC1">
      <w:pPr>
        <w:jc w:val="center"/>
        <w:rPr>
          <w:rFonts w:cs="Times New Roman"/>
          <w:b/>
          <w:szCs w:val="24"/>
        </w:rPr>
      </w:pPr>
    </w:p>
    <w:tbl>
      <w:tblPr>
        <w:tblStyle w:val="TableGrid"/>
        <w:tblW w:w="0" w:type="auto"/>
        <w:tblLook w:val="04A0" w:firstRow="1" w:lastRow="0" w:firstColumn="1" w:lastColumn="0" w:noHBand="0" w:noVBand="1"/>
      </w:tblPr>
      <w:tblGrid>
        <w:gridCol w:w="756"/>
        <w:gridCol w:w="2657"/>
        <w:gridCol w:w="1891"/>
        <w:gridCol w:w="1523"/>
        <w:gridCol w:w="1667"/>
      </w:tblGrid>
      <w:tr w:rsidR="00067DC1" w:rsidRPr="008139F5" w14:paraId="14933CAC" w14:textId="77777777" w:rsidTr="00B2370E">
        <w:tc>
          <w:tcPr>
            <w:tcW w:w="756" w:type="dxa"/>
          </w:tcPr>
          <w:p w14:paraId="0D04E654" w14:textId="77777777" w:rsidR="00067DC1" w:rsidRPr="00A64186" w:rsidRDefault="00067DC1" w:rsidP="00914444">
            <w:pPr>
              <w:jc w:val="center"/>
              <w:rPr>
                <w:rFonts w:cs="Times New Roman"/>
              </w:rPr>
            </w:pPr>
            <w:r w:rsidRPr="00A64186">
              <w:rPr>
                <w:rFonts w:cs="Times New Roman"/>
              </w:rPr>
              <w:t>Nr.</w:t>
            </w:r>
          </w:p>
        </w:tc>
        <w:tc>
          <w:tcPr>
            <w:tcW w:w="2657" w:type="dxa"/>
          </w:tcPr>
          <w:p w14:paraId="1004D572" w14:textId="77777777" w:rsidR="00067DC1" w:rsidRPr="00A64186" w:rsidRDefault="00067DC1" w:rsidP="00914444">
            <w:pPr>
              <w:jc w:val="center"/>
              <w:rPr>
                <w:rFonts w:cs="Times New Roman"/>
              </w:rPr>
            </w:pPr>
            <w:r w:rsidRPr="00A64186">
              <w:rPr>
                <w:rFonts w:cs="Times New Roman"/>
              </w:rPr>
              <w:t>Iesniedzamā informācija</w:t>
            </w:r>
          </w:p>
        </w:tc>
        <w:tc>
          <w:tcPr>
            <w:tcW w:w="1891" w:type="dxa"/>
          </w:tcPr>
          <w:p w14:paraId="247D4158" w14:textId="071B340E" w:rsidR="00067DC1" w:rsidRPr="00A64186" w:rsidRDefault="00067DC1" w:rsidP="00914444">
            <w:pPr>
              <w:jc w:val="center"/>
              <w:rPr>
                <w:rFonts w:cs="Times New Roman"/>
              </w:rPr>
            </w:pPr>
            <w:r w:rsidRPr="00A64186">
              <w:rPr>
                <w:rFonts w:cs="Times New Roman"/>
              </w:rPr>
              <w:t>Iespējamie dokument</w:t>
            </w:r>
            <w:r w:rsidR="00AA0506">
              <w:rPr>
                <w:rFonts w:cs="Times New Roman"/>
              </w:rPr>
              <w:t>u</w:t>
            </w:r>
            <w:r w:rsidRPr="00A64186">
              <w:rPr>
                <w:rFonts w:cs="Times New Roman"/>
              </w:rPr>
              <w:t xml:space="preserve"> veidi</w:t>
            </w:r>
          </w:p>
        </w:tc>
        <w:tc>
          <w:tcPr>
            <w:tcW w:w="1523" w:type="dxa"/>
          </w:tcPr>
          <w:p w14:paraId="74409905" w14:textId="3FA4E2A5" w:rsidR="00067DC1" w:rsidRPr="00A64186" w:rsidRDefault="00067DC1" w:rsidP="00914444">
            <w:pPr>
              <w:jc w:val="center"/>
              <w:rPr>
                <w:rFonts w:cs="Times New Roman"/>
              </w:rPr>
            </w:pPr>
            <w:r>
              <w:rPr>
                <w:rFonts w:cs="Times New Roman"/>
              </w:rPr>
              <w:t>Personas</w:t>
            </w:r>
            <w:r w:rsidRPr="00661C66">
              <w:rPr>
                <w:rFonts w:cs="Times New Roman"/>
              </w:rPr>
              <w:t xml:space="preserve"> iesniegt</w:t>
            </w:r>
            <w:r>
              <w:rPr>
                <w:rFonts w:cs="Times New Roman"/>
              </w:rPr>
              <w:t>o</w:t>
            </w:r>
            <w:r w:rsidRPr="00661C66">
              <w:rPr>
                <w:rFonts w:cs="Times New Roman"/>
              </w:rPr>
              <w:t xml:space="preserve"> dokument</w:t>
            </w:r>
            <w:r>
              <w:rPr>
                <w:rFonts w:cs="Times New Roman"/>
              </w:rPr>
              <w:t>u, kur</w:t>
            </w:r>
            <w:r w:rsidR="00AA0506">
              <w:rPr>
                <w:rFonts w:cs="Times New Roman"/>
              </w:rPr>
              <w:t>os</w:t>
            </w:r>
            <w:r>
              <w:rPr>
                <w:rFonts w:cs="Times New Roman"/>
              </w:rPr>
              <w:t xml:space="preserve"> atrodama sniedzamā informācija</w:t>
            </w:r>
            <w:r w:rsidR="00D62EB3">
              <w:rPr>
                <w:rFonts w:cs="Times New Roman"/>
              </w:rPr>
              <w:t>, uzskaitījums</w:t>
            </w:r>
          </w:p>
        </w:tc>
        <w:tc>
          <w:tcPr>
            <w:tcW w:w="1667" w:type="dxa"/>
          </w:tcPr>
          <w:p w14:paraId="6D3B3CAA" w14:textId="42FA337B" w:rsidR="00067DC1" w:rsidRPr="00A64186" w:rsidRDefault="00067DC1" w:rsidP="00914444">
            <w:pPr>
              <w:jc w:val="center"/>
              <w:rPr>
                <w:rFonts w:cs="Times New Roman"/>
              </w:rPr>
            </w:pPr>
            <w:r w:rsidRPr="00661C66">
              <w:rPr>
                <w:rFonts w:cs="Times New Roman"/>
              </w:rPr>
              <w:t>Paskaidrojumi par iesniegtajiem dokumentiem</w:t>
            </w:r>
            <w:r>
              <w:rPr>
                <w:rFonts w:cs="Times New Roman"/>
              </w:rPr>
              <w:t xml:space="preserve"> (ja nepieciešams)</w:t>
            </w:r>
          </w:p>
        </w:tc>
      </w:tr>
      <w:tr w:rsidR="00067DC1" w:rsidRPr="00A64186" w14:paraId="0A5A8104" w14:textId="77777777" w:rsidTr="00B2370E">
        <w:tc>
          <w:tcPr>
            <w:tcW w:w="756" w:type="dxa"/>
          </w:tcPr>
          <w:p w14:paraId="6F8B5026" w14:textId="77777777" w:rsidR="00067DC1" w:rsidRPr="00A64186" w:rsidRDefault="00067DC1" w:rsidP="003F2CF6">
            <w:pPr>
              <w:jc w:val="right"/>
              <w:rPr>
                <w:rFonts w:cs="Times New Roman"/>
              </w:rPr>
            </w:pPr>
            <w:r>
              <w:rPr>
                <w:rFonts w:cs="Times New Roman"/>
              </w:rPr>
              <w:t>1.</w:t>
            </w:r>
          </w:p>
        </w:tc>
        <w:tc>
          <w:tcPr>
            <w:tcW w:w="2657" w:type="dxa"/>
          </w:tcPr>
          <w:p w14:paraId="52C75A4D" w14:textId="33811E8F" w:rsidR="00067DC1" w:rsidRPr="00A64186" w:rsidRDefault="00067DC1" w:rsidP="00AA0506">
            <w:pPr>
              <w:rPr>
                <w:rFonts w:cs="Times New Roman"/>
              </w:rPr>
            </w:pPr>
            <w:r>
              <w:rPr>
                <w:rFonts w:cs="Times New Roman"/>
                <w:b/>
              </w:rPr>
              <w:t>P</w:t>
            </w:r>
            <w:r w:rsidRPr="00EF6436">
              <w:rPr>
                <w:rFonts w:cs="Times New Roman"/>
                <w:b/>
              </w:rPr>
              <w:t>erson</w:t>
            </w:r>
            <w:r>
              <w:rPr>
                <w:rFonts w:cs="Times New Roman"/>
                <w:b/>
              </w:rPr>
              <w:t>u</w:t>
            </w:r>
            <w:r w:rsidRPr="00EF6436">
              <w:rPr>
                <w:rFonts w:cs="Times New Roman"/>
                <w:b/>
              </w:rPr>
              <w:t xml:space="preserve"> identi</w:t>
            </w:r>
            <w:r>
              <w:rPr>
                <w:rFonts w:cs="Times New Roman"/>
                <w:b/>
              </w:rPr>
              <w:t>ficējoša informācija</w:t>
            </w:r>
          </w:p>
        </w:tc>
        <w:tc>
          <w:tcPr>
            <w:tcW w:w="1891" w:type="dxa"/>
          </w:tcPr>
          <w:p w14:paraId="44E024B9" w14:textId="77777777" w:rsidR="00067DC1" w:rsidRPr="00A64186" w:rsidRDefault="00067DC1" w:rsidP="00914444">
            <w:pPr>
              <w:jc w:val="both"/>
              <w:rPr>
                <w:rFonts w:cs="Times New Roman"/>
              </w:rPr>
            </w:pPr>
          </w:p>
        </w:tc>
        <w:tc>
          <w:tcPr>
            <w:tcW w:w="1523" w:type="dxa"/>
          </w:tcPr>
          <w:p w14:paraId="65EDA47F" w14:textId="77777777" w:rsidR="00067DC1" w:rsidRPr="00A64186" w:rsidRDefault="00067DC1" w:rsidP="00914444">
            <w:pPr>
              <w:jc w:val="both"/>
              <w:rPr>
                <w:rFonts w:cs="Times New Roman"/>
              </w:rPr>
            </w:pPr>
          </w:p>
        </w:tc>
        <w:tc>
          <w:tcPr>
            <w:tcW w:w="1667" w:type="dxa"/>
          </w:tcPr>
          <w:p w14:paraId="68CC8D6D" w14:textId="77777777" w:rsidR="00067DC1" w:rsidRPr="00A64186" w:rsidRDefault="00067DC1" w:rsidP="00914444">
            <w:pPr>
              <w:jc w:val="both"/>
              <w:rPr>
                <w:rFonts w:cs="Times New Roman"/>
              </w:rPr>
            </w:pPr>
          </w:p>
        </w:tc>
      </w:tr>
      <w:tr w:rsidR="00067DC1" w:rsidRPr="00A64186" w14:paraId="6DAADD5E" w14:textId="77777777" w:rsidTr="00B2370E">
        <w:tc>
          <w:tcPr>
            <w:tcW w:w="756" w:type="dxa"/>
          </w:tcPr>
          <w:p w14:paraId="4D1437F1" w14:textId="77777777" w:rsidR="00067DC1" w:rsidRPr="00A64186" w:rsidRDefault="00067DC1" w:rsidP="003F2CF6">
            <w:pPr>
              <w:jc w:val="right"/>
              <w:rPr>
                <w:rFonts w:cs="Times New Roman"/>
              </w:rPr>
            </w:pPr>
            <w:r>
              <w:rPr>
                <w:rFonts w:cs="Times New Roman"/>
              </w:rPr>
              <w:t>1.1.</w:t>
            </w:r>
          </w:p>
        </w:tc>
        <w:tc>
          <w:tcPr>
            <w:tcW w:w="2657" w:type="dxa"/>
          </w:tcPr>
          <w:p w14:paraId="399F884C" w14:textId="24F200CA" w:rsidR="00067DC1" w:rsidRPr="00A64186" w:rsidRDefault="00F72A9A" w:rsidP="00B31D0B">
            <w:pPr>
              <w:autoSpaceDE w:val="0"/>
              <w:autoSpaceDN w:val="0"/>
              <w:adjustRightInd w:val="0"/>
              <w:rPr>
                <w:rFonts w:cs="Times New Roman"/>
              </w:rPr>
            </w:pPr>
            <w:r>
              <w:rPr>
                <w:rFonts w:cs="Times New Roman"/>
              </w:rPr>
              <w:t>P</w:t>
            </w:r>
            <w:r w:rsidR="00067DC1">
              <w:rPr>
                <w:rFonts w:cs="Times New Roman"/>
              </w:rPr>
              <w:t>ersonas nosaukums, reģistrācijas datums, vieta, numurs</w:t>
            </w:r>
          </w:p>
        </w:tc>
        <w:tc>
          <w:tcPr>
            <w:tcW w:w="1891" w:type="dxa"/>
          </w:tcPr>
          <w:p w14:paraId="383C932B" w14:textId="77777777" w:rsidR="00067DC1" w:rsidRPr="00A64186" w:rsidRDefault="00067DC1" w:rsidP="00914444">
            <w:pPr>
              <w:jc w:val="both"/>
              <w:rPr>
                <w:rFonts w:cs="Times New Roman"/>
              </w:rPr>
            </w:pPr>
            <w:r>
              <w:rPr>
                <w:rFonts w:cs="Times New Roman"/>
              </w:rPr>
              <w:t>Personas apliecinājums</w:t>
            </w:r>
          </w:p>
        </w:tc>
        <w:tc>
          <w:tcPr>
            <w:tcW w:w="1523" w:type="dxa"/>
          </w:tcPr>
          <w:p w14:paraId="06E69E02" w14:textId="77777777" w:rsidR="00067DC1" w:rsidRPr="00A64186" w:rsidRDefault="00067DC1" w:rsidP="00914444">
            <w:pPr>
              <w:jc w:val="both"/>
              <w:rPr>
                <w:rFonts w:cs="Times New Roman"/>
              </w:rPr>
            </w:pPr>
          </w:p>
        </w:tc>
        <w:tc>
          <w:tcPr>
            <w:tcW w:w="1667" w:type="dxa"/>
          </w:tcPr>
          <w:p w14:paraId="58486DD8" w14:textId="77777777" w:rsidR="00067DC1" w:rsidRPr="00A64186" w:rsidRDefault="00067DC1" w:rsidP="00914444">
            <w:pPr>
              <w:jc w:val="both"/>
              <w:rPr>
                <w:rFonts w:cs="Times New Roman"/>
              </w:rPr>
            </w:pPr>
          </w:p>
        </w:tc>
      </w:tr>
      <w:tr w:rsidR="00067DC1" w:rsidRPr="00A64186" w14:paraId="5B4CBD69" w14:textId="77777777" w:rsidTr="00B2370E">
        <w:tc>
          <w:tcPr>
            <w:tcW w:w="756" w:type="dxa"/>
          </w:tcPr>
          <w:p w14:paraId="4EFB608D" w14:textId="77777777" w:rsidR="00067DC1" w:rsidRPr="00A64186" w:rsidRDefault="00067DC1" w:rsidP="003F2CF6">
            <w:pPr>
              <w:jc w:val="right"/>
              <w:rPr>
                <w:rFonts w:cs="Times New Roman"/>
              </w:rPr>
            </w:pPr>
            <w:r>
              <w:rPr>
                <w:rFonts w:cs="Times New Roman"/>
              </w:rPr>
              <w:t>1.2.</w:t>
            </w:r>
          </w:p>
        </w:tc>
        <w:tc>
          <w:tcPr>
            <w:tcW w:w="2657" w:type="dxa"/>
          </w:tcPr>
          <w:p w14:paraId="39275AA9" w14:textId="5BC18FA5" w:rsidR="00067DC1" w:rsidRDefault="00F72A9A" w:rsidP="00AA0506">
            <w:pPr>
              <w:autoSpaceDE w:val="0"/>
              <w:autoSpaceDN w:val="0"/>
              <w:adjustRightInd w:val="0"/>
              <w:rPr>
                <w:rFonts w:cs="Times New Roman"/>
              </w:rPr>
            </w:pPr>
            <w:r>
              <w:rPr>
                <w:rFonts w:cs="Times New Roman"/>
              </w:rPr>
              <w:t>P</w:t>
            </w:r>
            <w:r w:rsidR="00067DC1">
              <w:rPr>
                <w:rFonts w:cs="Times New Roman"/>
              </w:rPr>
              <w:t xml:space="preserve">ersonas juridiskā adrese, pasta adrese, tālruņa, mobilā tālruņa numurs, e-pasta adrese </w:t>
            </w:r>
          </w:p>
        </w:tc>
        <w:tc>
          <w:tcPr>
            <w:tcW w:w="1891" w:type="dxa"/>
          </w:tcPr>
          <w:p w14:paraId="35CDD57E" w14:textId="77777777" w:rsidR="00067DC1" w:rsidRDefault="00067DC1" w:rsidP="00914444">
            <w:pPr>
              <w:jc w:val="both"/>
              <w:rPr>
                <w:rFonts w:cs="Times New Roman"/>
              </w:rPr>
            </w:pPr>
            <w:r>
              <w:rPr>
                <w:rFonts w:cs="Times New Roman"/>
              </w:rPr>
              <w:t>Personas apliecinājums</w:t>
            </w:r>
          </w:p>
        </w:tc>
        <w:tc>
          <w:tcPr>
            <w:tcW w:w="1523" w:type="dxa"/>
          </w:tcPr>
          <w:p w14:paraId="34842348" w14:textId="77777777" w:rsidR="00067DC1" w:rsidRPr="00A64186" w:rsidRDefault="00067DC1" w:rsidP="00914444">
            <w:pPr>
              <w:jc w:val="both"/>
              <w:rPr>
                <w:rFonts w:cs="Times New Roman"/>
              </w:rPr>
            </w:pPr>
          </w:p>
        </w:tc>
        <w:tc>
          <w:tcPr>
            <w:tcW w:w="1667" w:type="dxa"/>
          </w:tcPr>
          <w:p w14:paraId="4C4A5932" w14:textId="77777777" w:rsidR="00067DC1" w:rsidRPr="00A64186" w:rsidRDefault="00067DC1" w:rsidP="00914444">
            <w:pPr>
              <w:jc w:val="both"/>
              <w:rPr>
                <w:rFonts w:cs="Times New Roman"/>
              </w:rPr>
            </w:pPr>
          </w:p>
        </w:tc>
      </w:tr>
      <w:tr w:rsidR="00067DC1" w:rsidRPr="00A64186" w14:paraId="48E8D4CC" w14:textId="77777777" w:rsidTr="00B2370E">
        <w:tc>
          <w:tcPr>
            <w:tcW w:w="756" w:type="dxa"/>
          </w:tcPr>
          <w:p w14:paraId="2A0B54B7" w14:textId="77777777" w:rsidR="00067DC1" w:rsidRPr="00A64186" w:rsidRDefault="00067DC1" w:rsidP="003F2CF6">
            <w:pPr>
              <w:jc w:val="right"/>
              <w:rPr>
                <w:rFonts w:cs="Times New Roman"/>
              </w:rPr>
            </w:pPr>
            <w:r>
              <w:rPr>
                <w:rFonts w:cs="Times New Roman"/>
              </w:rPr>
              <w:t>1.3.</w:t>
            </w:r>
          </w:p>
          <w:p w14:paraId="0FBDB5B8" w14:textId="77777777" w:rsidR="00067DC1" w:rsidRPr="00A64186" w:rsidRDefault="00067DC1" w:rsidP="003F2CF6">
            <w:pPr>
              <w:jc w:val="right"/>
              <w:rPr>
                <w:rFonts w:cs="Times New Roman"/>
              </w:rPr>
            </w:pPr>
          </w:p>
        </w:tc>
        <w:tc>
          <w:tcPr>
            <w:tcW w:w="2657" w:type="dxa"/>
          </w:tcPr>
          <w:p w14:paraId="7BF10106" w14:textId="03D696AC" w:rsidR="00067DC1" w:rsidRPr="00A64186" w:rsidRDefault="00F72A9A" w:rsidP="003F2CF6">
            <w:pPr>
              <w:autoSpaceDE w:val="0"/>
              <w:autoSpaceDN w:val="0"/>
              <w:adjustRightInd w:val="0"/>
              <w:rPr>
                <w:rFonts w:cs="Times New Roman"/>
              </w:rPr>
            </w:pPr>
            <w:r>
              <w:rPr>
                <w:rFonts w:cs="Times New Roman"/>
              </w:rPr>
              <w:t>P</w:t>
            </w:r>
            <w:r w:rsidR="00067DC1">
              <w:rPr>
                <w:rFonts w:cs="Times New Roman"/>
              </w:rPr>
              <w:t>ersonas</w:t>
            </w:r>
            <w:r w:rsidR="00AA0506">
              <w:rPr>
                <w:rFonts w:cs="Times New Roman"/>
              </w:rPr>
              <w:t xml:space="preserve"> reģistrētā</w:t>
            </w:r>
            <w:r w:rsidR="00067DC1">
              <w:rPr>
                <w:rFonts w:cs="Times New Roman"/>
              </w:rPr>
              <w:t xml:space="preserve"> </w:t>
            </w:r>
            <w:r w:rsidR="00067DC1" w:rsidRPr="00A64186">
              <w:rPr>
                <w:rFonts w:cs="Times New Roman"/>
              </w:rPr>
              <w:t>tiesiskā forma</w:t>
            </w:r>
          </w:p>
        </w:tc>
        <w:tc>
          <w:tcPr>
            <w:tcW w:w="1891" w:type="dxa"/>
          </w:tcPr>
          <w:p w14:paraId="67C13152" w14:textId="59BC6DCD" w:rsidR="00067DC1" w:rsidRDefault="00067DC1" w:rsidP="003F2CF6">
            <w:pPr>
              <w:rPr>
                <w:rFonts w:cs="Times New Roman"/>
              </w:rPr>
            </w:pPr>
            <w:r>
              <w:rPr>
                <w:rFonts w:cs="Times New Roman"/>
              </w:rPr>
              <w:t>Reģistrācijas apliecības vai cita veida reģistrācijas valstī</w:t>
            </w:r>
            <w:r w:rsidR="00017E3A">
              <w:rPr>
                <w:rFonts w:cs="Times New Roman"/>
              </w:rPr>
              <w:t>, ja tā nav Latvija,</w:t>
            </w:r>
            <w:r>
              <w:rPr>
                <w:rFonts w:cs="Times New Roman"/>
              </w:rPr>
              <w:t xml:space="preserve"> izdota dokumenta kopija</w:t>
            </w:r>
            <w:r w:rsidR="00D62EB3">
              <w:rPr>
                <w:rFonts w:cs="Times New Roman"/>
              </w:rPr>
              <w:t>.</w:t>
            </w:r>
          </w:p>
          <w:p w14:paraId="798E1796" w14:textId="38CCF9CA" w:rsidR="00067DC1" w:rsidRDefault="00067DC1" w:rsidP="00914444">
            <w:pPr>
              <w:jc w:val="both"/>
              <w:rPr>
                <w:rFonts w:cs="Times New Roman"/>
              </w:rPr>
            </w:pPr>
            <w:r>
              <w:rPr>
                <w:rFonts w:cs="Times New Roman"/>
              </w:rPr>
              <w:t>Statūti</w:t>
            </w:r>
            <w:r w:rsidR="00D62EB3">
              <w:rPr>
                <w:rFonts w:cs="Times New Roman"/>
              </w:rPr>
              <w:t>.</w:t>
            </w:r>
          </w:p>
          <w:p w14:paraId="5B2BDEE9" w14:textId="77777777" w:rsidR="00067DC1" w:rsidRPr="00A64186" w:rsidRDefault="00067DC1" w:rsidP="00914444">
            <w:pPr>
              <w:autoSpaceDE w:val="0"/>
              <w:autoSpaceDN w:val="0"/>
              <w:adjustRightInd w:val="0"/>
              <w:jc w:val="both"/>
              <w:rPr>
                <w:rFonts w:cs="Times New Roman"/>
              </w:rPr>
            </w:pPr>
            <w:r>
              <w:rPr>
                <w:rFonts w:cs="Times New Roman"/>
              </w:rPr>
              <w:t>Dibināšanas līgums</w:t>
            </w:r>
          </w:p>
        </w:tc>
        <w:tc>
          <w:tcPr>
            <w:tcW w:w="1523" w:type="dxa"/>
          </w:tcPr>
          <w:p w14:paraId="3D136F94" w14:textId="77777777" w:rsidR="00067DC1" w:rsidRPr="00A64186" w:rsidRDefault="00067DC1" w:rsidP="00914444">
            <w:pPr>
              <w:jc w:val="both"/>
              <w:rPr>
                <w:rFonts w:cs="Times New Roman"/>
              </w:rPr>
            </w:pPr>
          </w:p>
        </w:tc>
        <w:tc>
          <w:tcPr>
            <w:tcW w:w="1667" w:type="dxa"/>
          </w:tcPr>
          <w:p w14:paraId="2DAC5FED" w14:textId="77777777" w:rsidR="00067DC1" w:rsidRPr="00A64186" w:rsidRDefault="00067DC1" w:rsidP="00914444">
            <w:pPr>
              <w:jc w:val="both"/>
              <w:rPr>
                <w:rFonts w:cs="Times New Roman"/>
              </w:rPr>
            </w:pPr>
          </w:p>
        </w:tc>
      </w:tr>
      <w:tr w:rsidR="00067DC1" w:rsidRPr="0090521A" w14:paraId="3AE266A9" w14:textId="77777777" w:rsidTr="00B2370E">
        <w:tc>
          <w:tcPr>
            <w:tcW w:w="756" w:type="dxa"/>
          </w:tcPr>
          <w:p w14:paraId="27387DD0" w14:textId="77777777" w:rsidR="00067DC1" w:rsidRPr="00A64186" w:rsidRDefault="00067DC1" w:rsidP="003F2CF6">
            <w:pPr>
              <w:jc w:val="right"/>
              <w:rPr>
                <w:rFonts w:cs="Times New Roman"/>
              </w:rPr>
            </w:pPr>
            <w:r>
              <w:rPr>
                <w:rFonts w:cs="Times New Roman"/>
              </w:rPr>
              <w:t>1.4.</w:t>
            </w:r>
          </w:p>
        </w:tc>
        <w:tc>
          <w:tcPr>
            <w:tcW w:w="2657" w:type="dxa"/>
          </w:tcPr>
          <w:p w14:paraId="3D3F5706" w14:textId="2E6994B2" w:rsidR="00067DC1" w:rsidRPr="00A64186" w:rsidRDefault="00F72A9A" w:rsidP="003F2CF6">
            <w:pPr>
              <w:rPr>
                <w:rFonts w:cs="Times New Roman"/>
              </w:rPr>
            </w:pPr>
            <w:r>
              <w:rPr>
                <w:rFonts w:cs="Times New Roman"/>
              </w:rPr>
              <w:t>I</w:t>
            </w:r>
            <w:r w:rsidR="00067DC1">
              <w:rPr>
                <w:rFonts w:cs="Times New Roman"/>
              </w:rPr>
              <w:t>nformācija par komercdarbības veidu, pārskats par komercdarbību pēdējos trijos gados</w:t>
            </w:r>
          </w:p>
        </w:tc>
        <w:tc>
          <w:tcPr>
            <w:tcW w:w="1891" w:type="dxa"/>
          </w:tcPr>
          <w:p w14:paraId="41FA5F71" w14:textId="77777777" w:rsidR="00067DC1" w:rsidRPr="00A64186" w:rsidRDefault="00067DC1" w:rsidP="003F2CF6">
            <w:pPr>
              <w:rPr>
                <w:rFonts w:cs="Times New Roman"/>
              </w:rPr>
            </w:pPr>
            <w:r>
              <w:rPr>
                <w:rFonts w:cs="Times New Roman"/>
              </w:rPr>
              <w:t>Personas detalizēts pārskats par veikto darbību, ietverot informāciju par nozari, komercdarbības reģioniem</w:t>
            </w:r>
          </w:p>
        </w:tc>
        <w:tc>
          <w:tcPr>
            <w:tcW w:w="1523" w:type="dxa"/>
          </w:tcPr>
          <w:p w14:paraId="3D2C38DC" w14:textId="77777777" w:rsidR="00067DC1" w:rsidRPr="00A64186" w:rsidRDefault="00067DC1" w:rsidP="00914444">
            <w:pPr>
              <w:jc w:val="both"/>
              <w:rPr>
                <w:rFonts w:cs="Times New Roman"/>
              </w:rPr>
            </w:pPr>
          </w:p>
        </w:tc>
        <w:tc>
          <w:tcPr>
            <w:tcW w:w="1667" w:type="dxa"/>
          </w:tcPr>
          <w:p w14:paraId="648E1C59" w14:textId="77777777" w:rsidR="00067DC1" w:rsidRPr="00A64186" w:rsidRDefault="00067DC1" w:rsidP="00914444">
            <w:pPr>
              <w:jc w:val="both"/>
              <w:rPr>
                <w:rFonts w:cs="Times New Roman"/>
              </w:rPr>
            </w:pPr>
          </w:p>
        </w:tc>
      </w:tr>
      <w:tr w:rsidR="00067DC1" w:rsidRPr="006410FB" w14:paraId="547748B7" w14:textId="77777777" w:rsidTr="00B2370E">
        <w:tc>
          <w:tcPr>
            <w:tcW w:w="756" w:type="dxa"/>
          </w:tcPr>
          <w:p w14:paraId="1A89438E" w14:textId="77777777" w:rsidR="00067DC1" w:rsidRPr="00A64186" w:rsidRDefault="00067DC1" w:rsidP="003F2CF6">
            <w:pPr>
              <w:jc w:val="right"/>
              <w:rPr>
                <w:rFonts w:cs="Times New Roman"/>
              </w:rPr>
            </w:pPr>
            <w:r>
              <w:rPr>
                <w:rFonts w:cs="Times New Roman"/>
              </w:rPr>
              <w:t>1.5.</w:t>
            </w:r>
          </w:p>
        </w:tc>
        <w:tc>
          <w:tcPr>
            <w:tcW w:w="2657" w:type="dxa"/>
          </w:tcPr>
          <w:p w14:paraId="1EF1501E" w14:textId="237A4D6D" w:rsidR="00067DC1" w:rsidRPr="00A64186" w:rsidRDefault="00F72A9A" w:rsidP="003F2CF6">
            <w:pPr>
              <w:autoSpaceDE w:val="0"/>
              <w:autoSpaceDN w:val="0"/>
              <w:adjustRightInd w:val="0"/>
              <w:rPr>
                <w:rFonts w:cs="Times New Roman"/>
              </w:rPr>
            </w:pPr>
            <w:r>
              <w:rPr>
                <w:rFonts w:cs="Times New Roman"/>
              </w:rPr>
              <w:t>I</w:t>
            </w:r>
            <w:r w:rsidR="00067DC1">
              <w:rPr>
                <w:rFonts w:cs="Times New Roman"/>
              </w:rPr>
              <w:t xml:space="preserve">nformācija par fiziskajām (juridiskajām) personām, kas faktiski vada personas komercdarbību (valdes, padomes locekļi vai atbildības ziņā līdzvērtīgas personas, kas pieņem lēmumus), </w:t>
            </w:r>
            <w:r w:rsidR="00067DC1">
              <w:rPr>
                <w:rFonts w:cs="Times New Roman"/>
              </w:rPr>
              <w:lastRenderedPageBreak/>
              <w:t xml:space="preserve">norādot šo personu </w:t>
            </w:r>
            <w:r w:rsidR="00067DC1" w:rsidRPr="00A64186">
              <w:rPr>
                <w:rFonts w:cs="Times New Roman"/>
              </w:rPr>
              <w:t>vārdu,</w:t>
            </w:r>
            <w:r w:rsidR="00067DC1">
              <w:rPr>
                <w:rFonts w:cs="Times New Roman"/>
              </w:rPr>
              <w:t xml:space="preserve"> uzvārdu, </w:t>
            </w:r>
            <w:r w:rsidR="00067DC1" w:rsidRPr="00EF6436">
              <w:rPr>
                <w:rFonts w:cs="Times New Roman"/>
              </w:rPr>
              <w:t>dzimšanas datum</w:t>
            </w:r>
            <w:r w:rsidR="00067DC1">
              <w:rPr>
                <w:rFonts w:cs="Times New Roman"/>
              </w:rPr>
              <w:t>u un vietu</w:t>
            </w:r>
            <w:r w:rsidR="00067DC1" w:rsidRPr="00EF6436">
              <w:rPr>
                <w:rFonts w:cs="Times New Roman"/>
              </w:rPr>
              <w:t>, personas</w:t>
            </w:r>
            <w:r w:rsidR="00067DC1">
              <w:rPr>
                <w:rFonts w:cs="Times New Roman"/>
              </w:rPr>
              <w:t xml:space="preserve"> </w:t>
            </w:r>
            <w:r w:rsidR="00067DC1" w:rsidRPr="00EF6436">
              <w:rPr>
                <w:rFonts w:cs="Times New Roman"/>
              </w:rPr>
              <w:t>nacionāl</w:t>
            </w:r>
            <w:r w:rsidR="00067DC1">
              <w:rPr>
                <w:rFonts w:cs="Times New Roman"/>
              </w:rPr>
              <w:t>o</w:t>
            </w:r>
            <w:r w:rsidR="00067DC1" w:rsidRPr="00EF6436">
              <w:rPr>
                <w:rFonts w:cs="Times New Roman"/>
              </w:rPr>
              <w:t xml:space="preserve"> identifikācijas numur</w:t>
            </w:r>
            <w:r w:rsidR="00067DC1">
              <w:rPr>
                <w:rFonts w:cs="Times New Roman"/>
              </w:rPr>
              <w:t xml:space="preserve">u </w:t>
            </w:r>
            <w:r w:rsidR="00067DC1" w:rsidRPr="00EF6436">
              <w:rPr>
                <w:rFonts w:cs="Times New Roman"/>
              </w:rPr>
              <w:t>(ja ir)</w:t>
            </w:r>
            <w:r w:rsidR="00067DC1">
              <w:rPr>
                <w:rFonts w:cs="Times New Roman"/>
              </w:rPr>
              <w:t xml:space="preserve">, personu </w:t>
            </w:r>
            <w:r w:rsidR="005113DD">
              <w:rPr>
                <w:rFonts w:cs="Times New Roman"/>
              </w:rPr>
              <w:t>apliecinoša</w:t>
            </w:r>
            <w:r w:rsidR="00067DC1">
              <w:rPr>
                <w:rFonts w:cs="Times New Roman"/>
              </w:rPr>
              <w:t xml:space="preserve"> dokumenta datus (izdevējiestāde, izdevējvalsts, izdošanas datums, derīguma termiņš, numurs) </w:t>
            </w:r>
          </w:p>
        </w:tc>
        <w:tc>
          <w:tcPr>
            <w:tcW w:w="1891" w:type="dxa"/>
          </w:tcPr>
          <w:p w14:paraId="2A9B44D9" w14:textId="61D36AE5" w:rsidR="00067DC1" w:rsidRDefault="00D62EB3" w:rsidP="003F2CF6">
            <w:pPr>
              <w:rPr>
                <w:rFonts w:cs="Times New Roman"/>
              </w:rPr>
            </w:pPr>
            <w:r>
              <w:rPr>
                <w:rFonts w:cs="Times New Roman"/>
              </w:rPr>
              <w:lastRenderedPageBreak/>
              <w:t>P</w:t>
            </w:r>
            <w:r w:rsidR="00067DC1">
              <w:rPr>
                <w:rFonts w:cs="Times New Roman"/>
              </w:rPr>
              <w:t>erson</w:t>
            </w:r>
            <w:r w:rsidR="00056A9F">
              <w:rPr>
                <w:rFonts w:cs="Times New Roman"/>
              </w:rPr>
              <w:t>u</w:t>
            </w:r>
            <w:r w:rsidR="00067DC1">
              <w:rPr>
                <w:rFonts w:cs="Times New Roman"/>
              </w:rPr>
              <w:t>, kas faktiski vada personas komercdarbību</w:t>
            </w:r>
            <w:r>
              <w:rPr>
                <w:rFonts w:cs="Times New Roman"/>
              </w:rPr>
              <w:t>, saraksts.</w:t>
            </w:r>
          </w:p>
          <w:p w14:paraId="21AD0A48" w14:textId="798D9A95" w:rsidR="00067DC1" w:rsidRDefault="00067DC1" w:rsidP="003F2CF6">
            <w:pPr>
              <w:rPr>
                <w:rFonts w:cs="Times New Roman"/>
              </w:rPr>
            </w:pPr>
            <w:r>
              <w:rPr>
                <w:rFonts w:cs="Times New Roman"/>
              </w:rPr>
              <w:t>Izraksti no personas institūciju lēmumiem</w:t>
            </w:r>
            <w:r w:rsidR="00D62EB3">
              <w:rPr>
                <w:rFonts w:cs="Times New Roman"/>
              </w:rPr>
              <w:t>.</w:t>
            </w:r>
          </w:p>
          <w:p w14:paraId="067030A5" w14:textId="2A8DBC35" w:rsidR="00067DC1" w:rsidRDefault="00067DC1" w:rsidP="00914444">
            <w:pPr>
              <w:jc w:val="both"/>
              <w:rPr>
                <w:rFonts w:cs="Times New Roman"/>
              </w:rPr>
            </w:pPr>
            <w:r>
              <w:rPr>
                <w:rFonts w:cs="Times New Roman"/>
              </w:rPr>
              <w:lastRenderedPageBreak/>
              <w:t>Direktoru reģistri</w:t>
            </w:r>
            <w:r w:rsidR="00056A9F">
              <w:rPr>
                <w:rFonts w:cs="Times New Roman"/>
              </w:rPr>
              <w:t>.</w:t>
            </w:r>
          </w:p>
          <w:p w14:paraId="1906DE2B" w14:textId="06B8B008" w:rsidR="00067DC1" w:rsidRPr="00A64186" w:rsidRDefault="00067DC1" w:rsidP="003F2CF6">
            <w:pPr>
              <w:rPr>
                <w:rFonts w:cs="Times New Roman"/>
              </w:rPr>
            </w:pPr>
            <w:r>
              <w:rPr>
                <w:rFonts w:cs="Times New Roman"/>
              </w:rPr>
              <w:t xml:space="preserve">Izraksti no </w:t>
            </w:r>
            <w:r w:rsidR="00017E3A">
              <w:rPr>
                <w:rFonts w:cs="Times New Roman"/>
              </w:rPr>
              <w:t xml:space="preserve">citu </w:t>
            </w:r>
            <w:r>
              <w:rPr>
                <w:rFonts w:cs="Times New Roman"/>
              </w:rPr>
              <w:t>valst</w:t>
            </w:r>
            <w:r w:rsidR="00017E3A">
              <w:rPr>
                <w:rFonts w:cs="Times New Roman"/>
              </w:rPr>
              <w:t xml:space="preserve">u, izņemot Latviju, </w:t>
            </w:r>
            <w:r>
              <w:rPr>
                <w:rFonts w:cs="Times New Roman"/>
              </w:rPr>
              <w:t>iestāžu reģistriem</w:t>
            </w:r>
          </w:p>
        </w:tc>
        <w:tc>
          <w:tcPr>
            <w:tcW w:w="1523" w:type="dxa"/>
          </w:tcPr>
          <w:p w14:paraId="3785E240" w14:textId="77777777" w:rsidR="00067DC1" w:rsidRPr="00A64186" w:rsidRDefault="00067DC1" w:rsidP="00914444">
            <w:pPr>
              <w:jc w:val="both"/>
              <w:rPr>
                <w:rFonts w:cs="Times New Roman"/>
              </w:rPr>
            </w:pPr>
          </w:p>
        </w:tc>
        <w:tc>
          <w:tcPr>
            <w:tcW w:w="1667" w:type="dxa"/>
          </w:tcPr>
          <w:p w14:paraId="264587CB" w14:textId="77777777" w:rsidR="00067DC1" w:rsidRPr="00A64186" w:rsidRDefault="00067DC1" w:rsidP="00914444">
            <w:pPr>
              <w:jc w:val="both"/>
              <w:rPr>
                <w:rFonts w:cs="Times New Roman"/>
              </w:rPr>
            </w:pPr>
          </w:p>
        </w:tc>
      </w:tr>
      <w:tr w:rsidR="00067DC1" w:rsidRPr="008139F5" w14:paraId="691EC1FC" w14:textId="77777777" w:rsidTr="00B2370E">
        <w:tc>
          <w:tcPr>
            <w:tcW w:w="756" w:type="dxa"/>
          </w:tcPr>
          <w:p w14:paraId="7F2D89BD" w14:textId="77777777" w:rsidR="00067DC1" w:rsidRDefault="00067DC1" w:rsidP="003F2CF6">
            <w:pPr>
              <w:jc w:val="right"/>
              <w:rPr>
                <w:rFonts w:cs="Times New Roman"/>
              </w:rPr>
            </w:pPr>
            <w:r>
              <w:rPr>
                <w:rFonts w:cs="Times New Roman"/>
              </w:rPr>
              <w:t>1.6.</w:t>
            </w:r>
          </w:p>
        </w:tc>
        <w:tc>
          <w:tcPr>
            <w:tcW w:w="2657" w:type="dxa"/>
          </w:tcPr>
          <w:p w14:paraId="110A2221" w14:textId="7645D867" w:rsidR="00067DC1" w:rsidRPr="00E124D1" w:rsidRDefault="00F72A9A" w:rsidP="003F2CF6">
            <w:pPr>
              <w:autoSpaceDE w:val="0"/>
              <w:autoSpaceDN w:val="0"/>
              <w:adjustRightInd w:val="0"/>
              <w:rPr>
                <w:rFonts w:cs="Times New Roman"/>
              </w:rPr>
            </w:pPr>
            <w:r>
              <w:rPr>
                <w:rFonts w:cs="Times New Roman"/>
              </w:rPr>
              <w:t>I</w:t>
            </w:r>
            <w:r w:rsidR="00067DC1" w:rsidRPr="00E124D1">
              <w:rPr>
                <w:rFonts w:cs="Times New Roman"/>
              </w:rPr>
              <w:t xml:space="preserve">nformācija par </w:t>
            </w:r>
            <w:r w:rsidR="004346EB">
              <w:rPr>
                <w:rFonts w:cs="Times New Roman"/>
              </w:rPr>
              <w:t>š</w:t>
            </w:r>
            <w:r w:rsidR="00F9482C">
              <w:rPr>
                <w:rFonts w:cs="Times New Roman"/>
              </w:rPr>
              <w:t>ā</w:t>
            </w:r>
            <w:r w:rsidR="004346EB">
              <w:rPr>
                <w:rFonts w:cs="Times New Roman"/>
              </w:rPr>
              <w:t xml:space="preserve"> pielikuma </w:t>
            </w:r>
            <w:r w:rsidR="00067DC1" w:rsidRPr="00E124D1">
              <w:rPr>
                <w:rFonts w:cs="Times New Roman"/>
              </w:rPr>
              <w:t>1.5.</w:t>
            </w:r>
            <w:r w:rsidR="00067DC1">
              <w:rPr>
                <w:rFonts w:cs="Times New Roman"/>
              </w:rPr>
              <w:t> </w:t>
            </w:r>
            <w:r w:rsidR="00F9482C">
              <w:rPr>
                <w:rFonts w:cs="Times New Roman"/>
              </w:rPr>
              <w:t>apakš</w:t>
            </w:r>
            <w:r w:rsidR="00067DC1" w:rsidRPr="00E124D1">
              <w:rPr>
                <w:rFonts w:cs="Times New Roman"/>
              </w:rPr>
              <w:t xml:space="preserve">punktā minēto personu dzīves gājumu, kurā norādīta izglītība un apmācība, iepriekšējā profesionālā pieredze, kā arī </w:t>
            </w:r>
            <w:r w:rsidR="00067DC1" w:rsidRPr="00FE2872">
              <w:rPr>
                <w:rFonts w:cs="Times New Roman"/>
              </w:rPr>
              <w:t>jebkāda profesionālā</w:t>
            </w:r>
            <w:r w:rsidR="00067DC1" w:rsidRPr="00E124D1">
              <w:rPr>
                <w:rFonts w:cs="Times New Roman"/>
              </w:rPr>
              <w:t xml:space="preserve"> darbība šobrīd</w:t>
            </w:r>
          </w:p>
        </w:tc>
        <w:tc>
          <w:tcPr>
            <w:tcW w:w="1891" w:type="dxa"/>
          </w:tcPr>
          <w:p w14:paraId="4CCC193D" w14:textId="5D10D971" w:rsidR="00067DC1" w:rsidRPr="00E124D1" w:rsidRDefault="00067DC1" w:rsidP="003F2CF6">
            <w:pPr>
              <w:autoSpaceDE w:val="0"/>
              <w:autoSpaceDN w:val="0"/>
              <w:adjustRightInd w:val="0"/>
              <w:rPr>
                <w:rFonts w:cs="Times New Roman"/>
              </w:rPr>
            </w:pPr>
            <w:r w:rsidRPr="00E124D1">
              <w:rPr>
                <w:rFonts w:cs="Times New Roman"/>
              </w:rPr>
              <w:t xml:space="preserve">Detalizēts </w:t>
            </w:r>
            <w:r w:rsidR="000F4F40" w:rsidRPr="000F4F40">
              <w:rPr>
                <w:rFonts w:cs="Times New Roman"/>
              </w:rPr>
              <w:t>dzīvesgājuma apraksts (CV)</w:t>
            </w:r>
            <w:r w:rsidR="000F4F40">
              <w:rPr>
                <w:rFonts w:cs="Times New Roman"/>
              </w:rPr>
              <w:t xml:space="preserve"> </w:t>
            </w:r>
            <w:r w:rsidRPr="000F4F40">
              <w:rPr>
                <w:rFonts w:cs="Times New Roman"/>
              </w:rPr>
              <w:t>vai</w:t>
            </w:r>
            <w:r w:rsidRPr="00E124D1">
              <w:rPr>
                <w:rFonts w:cs="Times New Roman"/>
              </w:rPr>
              <w:t xml:space="preserve"> līdzvērtīgs dokuments </w:t>
            </w:r>
          </w:p>
          <w:p w14:paraId="4CF11D6A" w14:textId="77777777" w:rsidR="00067DC1" w:rsidRPr="00E124D1" w:rsidRDefault="00067DC1" w:rsidP="00914444">
            <w:pPr>
              <w:autoSpaceDE w:val="0"/>
              <w:autoSpaceDN w:val="0"/>
              <w:adjustRightInd w:val="0"/>
              <w:jc w:val="both"/>
              <w:rPr>
                <w:rFonts w:cs="Times New Roman"/>
              </w:rPr>
            </w:pPr>
          </w:p>
          <w:p w14:paraId="590246B2" w14:textId="77777777" w:rsidR="00067DC1" w:rsidRPr="00E124D1" w:rsidRDefault="00067DC1" w:rsidP="00914444">
            <w:pPr>
              <w:jc w:val="both"/>
              <w:rPr>
                <w:rFonts w:cs="Times New Roman"/>
              </w:rPr>
            </w:pPr>
          </w:p>
        </w:tc>
        <w:tc>
          <w:tcPr>
            <w:tcW w:w="1523" w:type="dxa"/>
          </w:tcPr>
          <w:p w14:paraId="475EF6AD" w14:textId="77777777" w:rsidR="00067DC1" w:rsidRPr="00A64186" w:rsidRDefault="00067DC1" w:rsidP="00914444">
            <w:pPr>
              <w:jc w:val="both"/>
              <w:rPr>
                <w:rFonts w:cs="Times New Roman"/>
              </w:rPr>
            </w:pPr>
          </w:p>
        </w:tc>
        <w:tc>
          <w:tcPr>
            <w:tcW w:w="1667" w:type="dxa"/>
          </w:tcPr>
          <w:p w14:paraId="212A26C9" w14:textId="77777777" w:rsidR="00067DC1" w:rsidRPr="00A64186" w:rsidRDefault="00067DC1" w:rsidP="00914444">
            <w:pPr>
              <w:jc w:val="both"/>
              <w:rPr>
                <w:rFonts w:cs="Times New Roman"/>
              </w:rPr>
            </w:pPr>
          </w:p>
        </w:tc>
      </w:tr>
      <w:tr w:rsidR="00067DC1" w:rsidRPr="002121D5" w14:paraId="59DD2332" w14:textId="77777777" w:rsidTr="00B2370E">
        <w:tc>
          <w:tcPr>
            <w:tcW w:w="756" w:type="dxa"/>
          </w:tcPr>
          <w:p w14:paraId="5C04E000" w14:textId="77777777" w:rsidR="00067DC1" w:rsidRPr="00A64186" w:rsidRDefault="00067DC1" w:rsidP="003F2CF6">
            <w:pPr>
              <w:jc w:val="right"/>
              <w:rPr>
                <w:rFonts w:cs="Times New Roman"/>
              </w:rPr>
            </w:pPr>
            <w:r>
              <w:rPr>
                <w:rFonts w:cs="Times New Roman"/>
              </w:rPr>
              <w:t>1.7.</w:t>
            </w:r>
          </w:p>
        </w:tc>
        <w:tc>
          <w:tcPr>
            <w:tcW w:w="2657" w:type="dxa"/>
          </w:tcPr>
          <w:p w14:paraId="421238B7" w14:textId="708BDBC7" w:rsidR="00067DC1" w:rsidRDefault="00F72A9A" w:rsidP="003F2CF6">
            <w:pPr>
              <w:autoSpaceDE w:val="0"/>
              <w:autoSpaceDN w:val="0"/>
              <w:adjustRightInd w:val="0"/>
              <w:rPr>
                <w:rFonts w:cs="Times New Roman"/>
              </w:rPr>
            </w:pPr>
            <w:r>
              <w:rPr>
                <w:rFonts w:cs="Times New Roman"/>
              </w:rPr>
              <w:t>Z</w:t>
            </w:r>
            <w:r w:rsidR="00067DC1" w:rsidRPr="00A94B00">
              <w:rPr>
                <w:rFonts w:cs="Times New Roman"/>
              </w:rPr>
              <w:t>iņas par personas īpašniekiem, līdz ir iegūta informācija par īpašniekiem (patiesajiem labuma g</w:t>
            </w:r>
            <w:r w:rsidR="00067DC1">
              <w:rPr>
                <w:rFonts w:cs="Times New Roman"/>
              </w:rPr>
              <w:t>uvējiem) – fiziskajām personām</w:t>
            </w:r>
          </w:p>
          <w:p w14:paraId="5016A0B7" w14:textId="77777777" w:rsidR="00067DC1" w:rsidRDefault="00067DC1" w:rsidP="003F2CF6">
            <w:pPr>
              <w:autoSpaceDE w:val="0"/>
              <w:autoSpaceDN w:val="0"/>
              <w:adjustRightInd w:val="0"/>
              <w:rPr>
                <w:rFonts w:cs="Times New Roman"/>
              </w:rPr>
            </w:pPr>
          </w:p>
          <w:p w14:paraId="0F207D53" w14:textId="77777777" w:rsidR="00067DC1" w:rsidRPr="00A64186" w:rsidRDefault="00067DC1" w:rsidP="003F2CF6">
            <w:pPr>
              <w:rPr>
                <w:rFonts w:cs="Times New Roman"/>
              </w:rPr>
            </w:pPr>
          </w:p>
        </w:tc>
        <w:tc>
          <w:tcPr>
            <w:tcW w:w="1891" w:type="dxa"/>
          </w:tcPr>
          <w:p w14:paraId="6C74A1C1" w14:textId="28919A1D" w:rsidR="00067DC1" w:rsidRDefault="004346EB"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516E69B1" w14:textId="28D44968"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13D97974" w14:textId="77777777" w:rsidR="00067DC1" w:rsidRPr="00A64186" w:rsidRDefault="00067DC1" w:rsidP="00914444">
            <w:pPr>
              <w:jc w:val="both"/>
              <w:rPr>
                <w:rFonts w:cs="Times New Roman"/>
              </w:rPr>
            </w:pPr>
          </w:p>
        </w:tc>
        <w:tc>
          <w:tcPr>
            <w:tcW w:w="1667" w:type="dxa"/>
          </w:tcPr>
          <w:p w14:paraId="19151BED" w14:textId="77777777" w:rsidR="00067DC1" w:rsidRPr="00A64186" w:rsidRDefault="00067DC1" w:rsidP="00914444">
            <w:pPr>
              <w:jc w:val="both"/>
              <w:rPr>
                <w:rFonts w:cs="Times New Roman"/>
              </w:rPr>
            </w:pPr>
          </w:p>
        </w:tc>
      </w:tr>
      <w:tr w:rsidR="00067DC1" w:rsidRPr="0090521A" w14:paraId="324386FB" w14:textId="77777777" w:rsidTr="00B2370E">
        <w:tc>
          <w:tcPr>
            <w:tcW w:w="756" w:type="dxa"/>
          </w:tcPr>
          <w:p w14:paraId="139C15AD" w14:textId="77777777" w:rsidR="00067DC1" w:rsidRPr="008F6B05" w:rsidRDefault="00067DC1" w:rsidP="003F2CF6">
            <w:pPr>
              <w:jc w:val="right"/>
              <w:rPr>
                <w:rFonts w:cs="Times New Roman"/>
              </w:rPr>
            </w:pPr>
            <w:r w:rsidRPr="008F6B05">
              <w:rPr>
                <w:rFonts w:cs="Times New Roman"/>
              </w:rPr>
              <w:t>1.8.</w:t>
            </w:r>
          </w:p>
        </w:tc>
        <w:tc>
          <w:tcPr>
            <w:tcW w:w="2657" w:type="dxa"/>
          </w:tcPr>
          <w:p w14:paraId="7FA9E1ED" w14:textId="5D94FC61" w:rsidR="00067DC1" w:rsidRPr="008F6B05" w:rsidRDefault="00F72A9A" w:rsidP="00B31D0B">
            <w:pPr>
              <w:autoSpaceDE w:val="0"/>
              <w:autoSpaceDN w:val="0"/>
              <w:adjustRightInd w:val="0"/>
              <w:rPr>
                <w:rFonts w:cs="Times New Roman"/>
              </w:rPr>
            </w:pPr>
            <w:r>
              <w:rPr>
                <w:rFonts w:cs="Times New Roman"/>
              </w:rPr>
              <w:t>I</w:t>
            </w:r>
            <w:r w:rsidR="00067DC1">
              <w:rPr>
                <w:rFonts w:cs="Times New Roman"/>
              </w:rPr>
              <w:t>nformācija par esošu trastu vai tādu</w:t>
            </w:r>
            <w:r>
              <w:rPr>
                <w:rFonts w:cs="Times New Roman"/>
              </w:rPr>
              <w:t xml:space="preserve"> trastu</w:t>
            </w:r>
            <w:r w:rsidR="00067DC1">
              <w:rPr>
                <w:rFonts w:cs="Times New Roman"/>
              </w:rPr>
              <w:t>, kurš tiks izveidots būtiskas līdzdalības ieguves rezultātā</w:t>
            </w:r>
          </w:p>
        </w:tc>
        <w:tc>
          <w:tcPr>
            <w:tcW w:w="1891" w:type="dxa"/>
          </w:tcPr>
          <w:p w14:paraId="334D30AB" w14:textId="77777777" w:rsidR="00067DC1" w:rsidRPr="00A64186" w:rsidRDefault="00067DC1" w:rsidP="00914444">
            <w:pPr>
              <w:jc w:val="both"/>
              <w:rPr>
                <w:rFonts w:cs="Times New Roman"/>
              </w:rPr>
            </w:pPr>
          </w:p>
        </w:tc>
        <w:tc>
          <w:tcPr>
            <w:tcW w:w="1523" w:type="dxa"/>
          </w:tcPr>
          <w:p w14:paraId="3350D56E" w14:textId="77777777" w:rsidR="00067DC1" w:rsidRPr="00A64186" w:rsidRDefault="00067DC1" w:rsidP="00914444">
            <w:pPr>
              <w:jc w:val="both"/>
              <w:rPr>
                <w:rFonts w:cs="Times New Roman"/>
              </w:rPr>
            </w:pPr>
          </w:p>
        </w:tc>
        <w:tc>
          <w:tcPr>
            <w:tcW w:w="1667" w:type="dxa"/>
          </w:tcPr>
          <w:p w14:paraId="3F18B77A" w14:textId="77777777" w:rsidR="00067DC1" w:rsidRPr="00A64186" w:rsidRDefault="00067DC1" w:rsidP="00914444">
            <w:pPr>
              <w:jc w:val="both"/>
              <w:rPr>
                <w:rFonts w:cs="Times New Roman"/>
              </w:rPr>
            </w:pPr>
          </w:p>
        </w:tc>
      </w:tr>
      <w:tr w:rsidR="00067DC1" w:rsidRPr="002121D5" w14:paraId="325BC788" w14:textId="77777777" w:rsidTr="00B2370E">
        <w:tc>
          <w:tcPr>
            <w:tcW w:w="756" w:type="dxa"/>
          </w:tcPr>
          <w:p w14:paraId="639E25D8" w14:textId="77777777" w:rsidR="00067DC1" w:rsidRPr="008F6B05" w:rsidRDefault="00067DC1" w:rsidP="003F2CF6">
            <w:pPr>
              <w:jc w:val="right"/>
              <w:rPr>
                <w:rFonts w:cs="Times New Roman"/>
              </w:rPr>
            </w:pPr>
            <w:r>
              <w:rPr>
                <w:rFonts w:cs="Times New Roman"/>
              </w:rPr>
              <w:t>1.8.1.</w:t>
            </w:r>
          </w:p>
        </w:tc>
        <w:tc>
          <w:tcPr>
            <w:tcW w:w="2657" w:type="dxa"/>
          </w:tcPr>
          <w:p w14:paraId="451EC76E" w14:textId="526B2E4C" w:rsidR="00067DC1" w:rsidRPr="008F6B05" w:rsidRDefault="00F72A9A" w:rsidP="003F2CF6">
            <w:pPr>
              <w:autoSpaceDE w:val="0"/>
              <w:autoSpaceDN w:val="0"/>
              <w:adjustRightInd w:val="0"/>
              <w:rPr>
                <w:rFonts w:cs="Times New Roman"/>
              </w:rPr>
            </w:pPr>
            <w:r>
              <w:rPr>
                <w:rFonts w:cs="Times New Roman"/>
              </w:rPr>
              <w:t>I</w:t>
            </w:r>
            <w:r w:rsidR="00067DC1">
              <w:rPr>
                <w:rFonts w:cs="Times New Roman"/>
              </w:rPr>
              <w:t xml:space="preserve">nformācija par </w:t>
            </w:r>
            <w:r w:rsidR="00067DC1" w:rsidRPr="008F6B05">
              <w:rPr>
                <w:rFonts w:cs="Times New Roman"/>
              </w:rPr>
              <w:t>pilnvarot</w:t>
            </w:r>
            <w:r w:rsidR="00067DC1">
              <w:rPr>
                <w:rFonts w:cs="Times New Roman"/>
              </w:rPr>
              <w:t>ajām personām</w:t>
            </w:r>
            <w:r w:rsidR="00067DC1" w:rsidRPr="008F6B05">
              <w:rPr>
                <w:rFonts w:cs="Times New Roman"/>
              </w:rPr>
              <w:t>, kuras saskaņā ar trasta dokumenta noteikumiem pārvald</w:t>
            </w:r>
            <w:r w:rsidR="00067DC1">
              <w:rPr>
                <w:rFonts w:cs="Times New Roman"/>
              </w:rPr>
              <w:t xml:space="preserve">a trasta aktīvus, </w:t>
            </w:r>
            <w:r>
              <w:rPr>
                <w:rFonts w:cs="Times New Roman"/>
              </w:rPr>
              <w:t>tā</w:t>
            </w:r>
            <w:r w:rsidR="00067DC1" w:rsidRPr="009823A8">
              <w:rPr>
                <w:rFonts w:cs="Times New Roman"/>
              </w:rPr>
              <w:t>m pienākošos daļu ienākumu sadalē</w:t>
            </w:r>
          </w:p>
        </w:tc>
        <w:tc>
          <w:tcPr>
            <w:tcW w:w="1891" w:type="dxa"/>
          </w:tcPr>
          <w:p w14:paraId="48D59962" w14:textId="4109885A" w:rsidR="00067DC1" w:rsidRDefault="004346EB"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456A16F3" w14:textId="7E12D656"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11FF33A9" w14:textId="77777777" w:rsidR="00067DC1" w:rsidRPr="00A64186" w:rsidRDefault="00067DC1" w:rsidP="00914444">
            <w:pPr>
              <w:jc w:val="both"/>
              <w:rPr>
                <w:rFonts w:cs="Times New Roman"/>
              </w:rPr>
            </w:pPr>
          </w:p>
        </w:tc>
        <w:tc>
          <w:tcPr>
            <w:tcW w:w="1667" w:type="dxa"/>
          </w:tcPr>
          <w:p w14:paraId="066D8389" w14:textId="77777777" w:rsidR="00067DC1" w:rsidRPr="00A64186" w:rsidRDefault="00067DC1" w:rsidP="00914444">
            <w:pPr>
              <w:jc w:val="both"/>
              <w:rPr>
                <w:rFonts w:cs="Times New Roman"/>
              </w:rPr>
            </w:pPr>
          </w:p>
        </w:tc>
      </w:tr>
      <w:tr w:rsidR="00067DC1" w:rsidRPr="002121D5" w14:paraId="1A184593" w14:textId="77777777" w:rsidTr="00B2370E">
        <w:tc>
          <w:tcPr>
            <w:tcW w:w="756" w:type="dxa"/>
          </w:tcPr>
          <w:p w14:paraId="06027F0E" w14:textId="77777777" w:rsidR="00067DC1" w:rsidRDefault="00067DC1" w:rsidP="003F2CF6">
            <w:pPr>
              <w:jc w:val="right"/>
              <w:rPr>
                <w:rFonts w:cs="Times New Roman"/>
              </w:rPr>
            </w:pPr>
            <w:r>
              <w:rPr>
                <w:rFonts w:cs="Times New Roman"/>
              </w:rPr>
              <w:t>1.8.2.</w:t>
            </w:r>
          </w:p>
        </w:tc>
        <w:tc>
          <w:tcPr>
            <w:tcW w:w="2657" w:type="dxa"/>
          </w:tcPr>
          <w:p w14:paraId="28D0FCFA" w14:textId="74DC038E" w:rsidR="00067DC1" w:rsidRDefault="00F72A9A" w:rsidP="003F2CF6">
            <w:pPr>
              <w:autoSpaceDE w:val="0"/>
              <w:autoSpaceDN w:val="0"/>
              <w:adjustRightInd w:val="0"/>
              <w:rPr>
                <w:rFonts w:cs="Times New Roman"/>
              </w:rPr>
            </w:pPr>
            <w:r>
              <w:rPr>
                <w:rFonts w:cs="Times New Roman"/>
              </w:rPr>
              <w:t>I</w:t>
            </w:r>
            <w:r w:rsidR="00067DC1">
              <w:rPr>
                <w:rFonts w:cs="Times New Roman"/>
              </w:rPr>
              <w:t xml:space="preserve">nformācija par </w:t>
            </w:r>
            <w:r w:rsidR="00067DC1" w:rsidRPr="008F6B05">
              <w:rPr>
                <w:rFonts w:cs="Times New Roman"/>
              </w:rPr>
              <w:t>vis</w:t>
            </w:r>
            <w:r w:rsidR="00067DC1">
              <w:rPr>
                <w:rFonts w:cs="Times New Roman"/>
              </w:rPr>
              <w:t>iem</w:t>
            </w:r>
            <w:r w:rsidR="00067DC1" w:rsidRPr="008F6B05">
              <w:rPr>
                <w:rFonts w:cs="Times New Roman"/>
              </w:rPr>
              <w:t xml:space="preserve"> faktisk</w:t>
            </w:r>
            <w:r w:rsidR="00067DC1">
              <w:rPr>
                <w:rFonts w:cs="Times New Roman"/>
              </w:rPr>
              <w:t>ajiem</w:t>
            </w:r>
            <w:r w:rsidR="00067DC1" w:rsidRPr="008F6B05">
              <w:rPr>
                <w:rFonts w:cs="Times New Roman"/>
              </w:rPr>
              <w:t xml:space="preserve"> </w:t>
            </w:r>
            <w:r w:rsidR="00067DC1">
              <w:rPr>
                <w:rFonts w:cs="Times New Roman"/>
              </w:rPr>
              <w:t xml:space="preserve">trasta </w:t>
            </w:r>
            <w:r w:rsidR="00067DC1" w:rsidRPr="008F6B05">
              <w:rPr>
                <w:rFonts w:cs="Times New Roman"/>
              </w:rPr>
              <w:t>īpašniek</w:t>
            </w:r>
            <w:r w:rsidR="00067DC1">
              <w:rPr>
                <w:rFonts w:cs="Times New Roman"/>
              </w:rPr>
              <w:t>iem, patiesajiem labuma guvējiem,</w:t>
            </w:r>
            <w:r w:rsidR="00067DC1" w:rsidRPr="008F6B05">
              <w:rPr>
                <w:rFonts w:cs="Times New Roman"/>
              </w:rPr>
              <w:t xml:space="preserve"> trasta dibinātāj</w:t>
            </w:r>
            <w:r w:rsidR="00067DC1">
              <w:rPr>
                <w:rFonts w:cs="Times New Roman"/>
              </w:rPr>
              <w:t>iem</w:t>
            </w:r>
          </w:p>
        </w:tc>
        <w:tc>
          <w:tcPr>
            <w:tcW w:w="1891" w:type="dxa"/>
          </w:tcPr>
          <w:p w14:paraId="7485C1D5" w14:textId="5F1BD674" w:rsidR="00067DC1" w:rsidRDefault="004346EB"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 xml:space="preserve">punktā minētie </w:t>
            </w:r>
            <w:r w:rsidR="00067DC1">
              <w:rPr>
                <w:rFonts w:cs="Times New Roman"/>
              </w:rPr>
              <w:lastRenderedPageBreak/>
              <w:t>dokumenti un šā pielikuma</w:t>
            </w:r>
          </w:p>
          <w:p w14:paraId="4A69FF5D" w14:textId="141425FC"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5F767DB5" w14:textId="77777777" w:rsidR="00067DC1" w:rsidRPr="00A64186" w:rsidRDefault="00067DC1" w:rsidP="00914444">
            <w:pPr>
              <w:jc w:val="both"/>
              <w:rPr>
                <w:rFonts w:cs="Times New Roman"/>
              </w:rPr>
            </w:pPr>
          </w:p>
        </w:tc>
        <w:tc>
          <w:tcPr>
            <w:tcW w:w="1667" w:type="dxa"/>
          </w:tcPr>
          <w:p w14:paraId="5FC16A4F" w14:textId="77777777" w:rsidR="00067DC1" w:rsidRPr="00A64186" w:rsidRDefault="00067DC1" w:rsidP="00914444">
            <w:pPr>
              <w:jc w:val="both"/>
              <w:rPr>
                <w:rFonts w:cs="Times New Roman"/>
              </w:rPr>
            </w:pPr>
          </w:p>
        </w:tc>
      </w:tr>
      <w:tr w:rsidR="00067DC1" w:rsidRPr="002121D5" w14:paraId="392BE00B" w14:textId="77777777" w:rsidTr="00B2370E">
        <w:tc>
          <w:tcPr>
            <w:tcW w:w="756" w:type="dxa"/>
          </w:tcPr>
          <w:p w14:paraId="3031C8F5" w14:textId="77777777" w:rsidR="00067DC1" w:rsidRDefault="00067DC1" w:rsidP="003F2CF6">
            <w:pPr>
              <w:jc w:val="right"/>
              <w:rPr>
                <w:rFonts w:cs="Times New Roman"/>
              </w:rPr>
            </w:pPr>
            <w:r>
              <w:rPr>
                <w:rFonts w:cs="Times New Roman"/>
              </w:rPr>
              <w:t>1.8.3.</w:t>
            </w:r>
          </w:p>
        </w:tc>
        <w:tc>
          <w:tcPr>
            <w:tcW w:w="2657" w:type="dxa"/>
          </w:tcPr>
          <w:p w14:paraId="00F72D75" w14:textId="378158A5" w:rsidR="00067DC1" w:rsidRDefault="00F72A9A" w:rsidP="003F2CF6">
            <w:pPr>
              <w:autoSpaceDE w:val="0"/>
              <w:autoSpaceDN w:val="0"/>
              <w:adjustRightInd w:val="0"/>
              <w:rPr>
                <w:rFonts w:cs="Times New Roman"/>
              </w:rPr>
            </w:pPr>
            <w:r>
              <w:rPr>
                <w:rFonts w:cs="Times New Roman"/>
              </w:rPr>
              <w:t>I</w:t>
            </w:r>
            <w:r w:rsidR="00067DC1">
              <w:rPr>
                <w:rFonts w:cs="Times New Roman"/>
              </w:rPr>
              <w:t>nformācija par balsstiesību sadalījumu trastā, personām, kas saņem ienākumus (dividendes un līdzīgus maksājumus) no trasta peļņas</w:t>
            </w:r>
          </w:p>
        </w:tc>
        <w:tc>
          <w:tcPr>
            <w:tcW w:w="1891" w:type="dxa"/>
          </w:tcPr>
          <w:p w14:paraId="25979BCD" w14:textId="296FE7CC" w:rsidR="00067DC1" w:rsidRDefault="00067DC1" w:rsidP="003F2CF6">
            <w:pPr>
              <w:rPr>
                <w:rFonts w:cs="Times New Roman"/>
              </w:rPr>
            </w:pPr>
            <w:r>
              <w:rPr>
                <w:rFonts w:cs="Times New Roman"/>
              </w:rPr>
              <w:t>Personas apliecinājums, izraksts no akcionāru reģistra vai līdzvērtīgs dokuments</w:t>
            </w:r>
            <w:r w:rsidR="007E7A00">
              <w:rPr>
                <w:rFonts w:cs="Times New Roman"/>
              </w:rPr>
              <w:t>,</w:t>
            </w:r>
          </w:p>
          <w:p w14:paraId="4440C717" w14:textId="560FC766" w:rsidR="00067DC1" w:rsidRDefault="007E7A00"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04228481" w14:textId="54B0F6B2"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3B41FB11" w14:textId="77777777" w:rsidR="00067DC1" w:rsidRPr="00A64186" w:rsidRDefault="00067DC1" w:rsidP="00914444">
            <w:pPr>
              <w:jc w:val="both"/>
              <w:rPr>
                <w:rFonts w:cs="Times New Roman"/>
              </w:rPr>
            </w:pPr>
          </w:p>
        </w:tc>
        <w:tc>
          <w:tcPr>
            <w:tcW w:w="1667" w:type="dxa"/>
          </w:tcPr>
          <w:p w14:paraId="6D498979" w14:textId="77777777" w:rsidR="00067DC1" w:rsidRPr="00A64186" w:rsidRDefault="00067DC1" w:rsidP="00914444">
            <w:pPr>
              <w:jc w:val="both"/>
              <w:rPr>
                <w:rFonts w:cs="Times New Roman"/>
              </w:rPr>
            </w:pPr>
          </w:p>
        </w:tc>
      </w:tr>
      <w:tr w:rsidR="00067DC1" w:rsidRPr="0090521A" w14:paraId="72D0E656" w14:textId="77777777" w:rsidTr="00B2370E">
        <w:tc>
          <w:tcPr>
            <w:tcW w:w="756" w:type="dxa"/>
          </w:tcPr>
          <w:p w14:paraId="633ECDDA" w14:textId="77777777" w:rsidR="00067DC1" w:rsidRPr="00A64186" w:rsidRDefault="00067DC1" w:rsidP="003F2CF6">
            <w:pPr>
              <w:jc w:val="right"/>
              <w:rPr>
                <w:rFonts w:cs="Times New Roman"/>
              </w:rPr>
            </w:pPr>
            <w:r>
              <w:rPr>
                <w:rFonts w:cs="Times New Roman"/>
              </w:rPr>
              <w:t>2.</w:t>
            </w:r>
          </w:p>
        </w:tc>
        <w:tc>
          <w:tcPr>
            <w:tcW w:w="2657" w:type="dxa"/>
          </w:tcPr>
          <w:p w14:paraId="7B6C0573" w14:textId="458E1050" w:rsidR="00067DC1" w:rsidRPr="00A64186" w:rsidRDefault="00067DC1" w:rsidP="003F2CF6">
            <w:pPr>
              <w:autoSpaceDE w:val="0"/>
              <w:autoSpaceDN w:val="0"/>
              <w:adjustRightInd w:val="0"/>
              <w:rPr>
                <w:rFonts w:cs="Times New Roman"/>
              </w:rPr>
            </w:pPr>
            <w:r w:rsidRPr="006131BE">
              <w:rPr>
                <w:rFonts w:cs="Times New Roman"/>
              </w:rPr>
              <w:t>Informācija par</w:t>
            </w:r>
            <w:r>
              <w:rPr>
                <w:rFonts w:cs="Times New Roman"/>
                <w:b/>
              </w:rPr>
              <w:t xml:space="preserve"> </w:t>
            </w:r>
            <w:r w:rsidRPr="0050459F">
              <w:rPr>
                <w:rFonts w:cs="Times New Roman"/>
              </w:rPr>
              <w:t>ieguvēju,</w:t>
            </w:r>
            <w:r w:rsidRPr="00A64186">
              <w:rPr>
                <w:rFonts w:cs="Times New Roman"/>
              </w:rPr>
              <w:t xml:space="preserve"> jebkuru </w:t>
            </w:r>
            <w:r>
              <w:rPr>
                <w:rFonts w:cs="Times New Roman"/>
              </w:rPr>
              <w:t xml:space="preserve">fizisku vai juridisku </w:t>
            </w:r>
            <w:r w:rsidRPr="00A64186">
              <w:rPr>
                <w:rFonts w:cs="Times New Roman"/>
              </w:rPr>
              <w:t xml:space="preserve">personu, kura </w:t>
            </w:r>
            <w:r>
              <w:rPr>
                <w:rFonts w:cs="Times New Roman"/>
              </w:rPr>
              <w:t xml:space="preserve">faktiski </w:t>
            </w:r>
            <w:r w:rsidRPr="00A64186">
              <w:rPr>
                <w:rFonts w:cs="Times New Roman"/>
              </w:rPr>
              <w:t>vada</w:t>
            </w:r>
            <w:r>
              <w:rPr>
                <w:rFonts w:cs="Times New Roman"/>
              </w:rPr>
              <w:t xml:space="preserve"> ieguvēja</w:t>
            </w:r>
            <w:r w:rsidRPr="00A64186">
              <w:rPr>
                <w:rFonts w:cs="Times New Roman"/>
              </w:rPr>
              <w:t xml:space="preserve"> </w:t>
            </w:r>
            <w:r>
              <w:rPr>
                <w:rFonts w:cs="Times New Roman"/>
              </w:rPr>
              <w:t>komercdarbību</w:t>
            </w:r>
            <w:r w:rsidRPr="00A64186">
              <w:rPr>
                <w:rFonts w:cs="Times New Roman"/>
              </w:rPr>
              <w:t>,</w:t>
            </w:r>
            <w:r>
              <w:rPr>
                <w:rFonts w:cs="Times New Roman"/>
              </w:rPr>
              <w:t xml:space="preserve"> </w:t>
            </w:r>
            <w:r w:rsidRPr="00A64186">
              <w:rPr>
                <w:rFonts w:cs="Times New Roman"/>
              </w:rPr>
              <w:t>jebkuru</w:t>
            </w:r>
            <w:r>
              <w:rPr>
                <w:rFonts w:cs="Times New Roman"/>
              </w:rPr>
              <w:t xml:space="preserve"> komercsabiedrību</w:t>
            </w:r>
            <w:r w:rsidRPr="00A64186">
              <w:rPr>
                <w:rFonts w:cs="Times New Roman"/>
              </w:rPr>
              <w:t>, kuru</w:t>
            </w:r>
            <w:r>
              <w:rPr>
                <w:rFonts w:cs="Times New Roman"/>
              </w:rPr>
              <w:t xml:space="preserve"> ieguvējs</w:t>
            </w:r>
            <w:r w:rsidRPr="00A64186">
              <w:rPr>
                <w:rFonts w:cs="Times New Roman"/>
              </w:rPr>
              <w:t xml:space="preserve"> kontrolē, un jebkuru akcionāru, kam ir būtiska</w:t>
            </w:r>
            <w:r>
              <w:rPr>
                <w:rFonts w:cs="Times New Roman"/>
              </w:rPr>
              <w:t xml:space="preserve"> </w:t>
            </w:r>
            <w:r w:rsidRPr="00A64186">
              <w:rPr>
                <w:rFonts w:cs="Times New Roman"/>
              </w:rPr>
              <w:t xml:space="preserve">ietekme uz </w:t>
            </w:r>
            <w:r>
              <w:rPr>
                <w:rFonts w:cs="Times New Roman"/>
              </w:rPr>
              <w:t>ieguvēju</w:t>
            </w:r>
            <w:r w:rsidRPr="0055246F">
              <w:rPr>
                <w:rFonts w:cs="Times New Roman"/>
              </w:rPr>
              <w:t xml:space="preserve"> </w:t>
            </w:r>
            <w:r w:rsidR="007E7A00">
              <w:rPr>
                <w:rFonts w:cs="Times New Roman"/>
              </w:rPr>
              <w:t>š</w:t>
            </w:r>
            <w:r w:rsidR="00F9482C">
              <w:rPr>
                <w:rFonts w:cs="Times New Roman"/>
              </w:rPr>
              <w:t>ā</w:t>
            </w:r>
            <w:r w:rsidR="007E7A00">
              <w:rPr>
                <w:rFonts w:cs="Times New Roman"/>
              </w:rPr>
              <w:t xml:space="preserve"> pielikuma </w:t>
            </w:r>
            <w:r w:rsidRPr="007E7A00">
              <w:rPr>
                <w:rFonts w:cs="Times New Roman"/>
              </w:rPr>
              <w:t>2.8. </w:t>
            </w:r>
            <w:r w:rsidR="00F9482C">
              <w:rPr>
                <w:rFonts w:cs="Times New Roman"/>
              </w:rPr>
              <w:t>apakš</w:t>
            </w:r>
            <w:r w:rsidRPr="007E7A00">
              <w:rPr>
                <w:rFonts w:cs="Times New Roman"/>
              </w:rPr>
              <w:t>punkta</w:t>
            </w:r>
            <w:r w:rsidRPr="00A64186">
              <w:rPr>
                <w:rFonts w:cs="Times New Roman"/>
              </w:rPr>
              <w:t xml:space="preserve"> izpratnē</w:t>
            </w:r>
            <w:r>
              <w:rPr>
                <w:rFonts w:cs="Times New Roman"/>
              </w:rPr>
              <w:t xml:space="preserve">, pēdējo </w:t>
            </w:r>
            <w:r w:rsidRPr="000F4F40">
              <w:rPr>
                <w:rFonts w:cs="Times New Roman"/>
                <w:bCs/>
              </w:rPr>
              <w:t>10</w:t>
            </w:r>
            <w:r w:rsidR="00F9482C">
              <w:rPr>
                <w:rFonts w:cs="Times New Roman"/>
                <w:bCs/>
              </w:rPr>
              <w:t> </w:t>
            </w:r>
            <w:r w:rsidRPr="000F4F40">
              <w:rPr>
                <w:rFonts w:cs="Times New Roman"/>
                <w:bCs/>
              </w:rPr>
              <w:t>gadu laikā</w:t>
            </w:r>
          </w:p>
        </w:tc>
        <w:tc>
          <w:tcPr>
            <w:tcW w:w="1891" w:type="dxa"/>
          </w:tcPr>
          <w:p w14:paraId="7A1A0423" w14:textId="77777777" w:rsidR="00067DC1" w:rsidRPr="00A64186" w:rsidRDefault="00067DC1" w:rsidP="00914444">
            <w:pPr>
              <w:jc w:val="both"/>
              <w:rPr>
                <w:rFonts w:cs="Times New Roman"/>
              </w:rPr>
            </w:pPr>
          </w:p>
        </w:tc>
        <w:tc>
          <w:tcPr>
            <w:tcW w:w="1523" w:type="dxa"/>
          </w:tcPr>
          <w:p w14:paraId="531D9A31" w14:textId="77777777" w:rsidR="00067DC1" w:rsidRPr="00A64186" w:rsidRDefault="00067DC1" w:rsidP="00914444">
            <w:pPr>
              <w:jc w:val="both"/>
              <w:rPr>
                <w:rFonts w:cs="Times New Roman"/>
              </w:rPr>
            </w:pPr>
          </w:p>
        </w:tc>
        <w:tc>
          <w:tcPr>
            <w:tcW w:w="1667" w:type="dxa"/>
          </w:tcPr>
          <w:p w14:paraId="31B11DCC" w14:textId="77777777" w:rsidR="00067DC1" w:rsidRPr="00A64186" w:rsidRDefault="00067DC1" w:rsidP="00914444">
            <w:pPr>
              <w:jc w:val="both"/>
              <w:rPr>
                <w:rFonts w:cs="Times New Roman"/>
              </w:rPr>
            </w:pPr>
          </w:p>
        </w:tc>
      </w:tr>
      <w:tr w:rsidR="00067DC1" w:rsidRPr="0090521A" w14:paraId="40A0CD3E" w14:textId="77777777" w:rsidTr="00B2370E">
        <w:tc>
          <w:tcPr>
            <w:tcW w:w="756" w:type="dxa"/>
          </w:tcPr>
          <w:p w14:paraId="5321592B" w14:textId="77777777" w:rsidR="00067DC1" w:rsidRDefault="00067DC1" w:rsidP="003F2CF6">
            <w:pPr>
              <w:jc w:val="right"/>
              <w:rPr>
                <w:rFonts w:cs="Times New Roman"/>
              </w:rPr>
            </w:pPr>
            <w:r>
              <w:rPr>
                <w:rFonts w:cs="Times New Roman"/>
              </w:rPr>
              <w:t>2.1.</w:t>
            </w:r>
          </w:p>
        </w:tc>
        <w:tc>
          <w:tcPr>
            <w:tcW w:w="2657" w:type="dxa"/>
          </w:tcPr>
          <w:p w14:paraId="41669E10" w14:textId="101D4B8F" w:rsidR="00067DC1" w:rsidRPr="00A64186" w:rsidRDefault="00F72A9A" w:rsidP="003F2CF6">
            <w:pPr>
              <w:autoSpaceDE w:val="0"/>
              <w:autoSpaceDN w:val="0"/>
              <w:adjustRightInd w:val="0"/>
              <w:rPr>
                <w:rFonts w:cs="Times New Roman"/>
              </w:rPr>
            </w:pPr>
            <w:r>
              <w:rPr>
                <w:rFonts w:cs="Times New Roman"/>
              </w:rPr>
              <w:t>I</w:t>
            </w:r>
            <w:r w:rsidR="00067DC1" w:rsidRPr="008704F5">
              <w:rPr>
                <w:rFonts w:cs="Times New Roman"/>
              </w:rPr>
              <w:t>nformācij</w:t>
            </w:r>
            <w:r w:rsidR="00067DC1">
              <w:rPr>
                <w:rFonts w:cs="Times New Roman"/>
              </w:rPr>
              <w:t>a</w:t>
            </w:r>
            <w:r w:rsidR="00067DC1" w:rsidRPr="008704F5">
              <w:rPr>
                <w:rFonts w:cs="Times New Roman"/>
              </w:rPr>
              <w:t xml:space="preserve"> par </w:t>
            </w:r>
            <w:r w:rsidR="00067DC1">
              <w:rPr>
                <w:rFonts w:cs="Times New Roman"/>
              </w:rPr>
              <w:t xml:space="preserve">ieguvēja, </w:t>
            </w:r>
            <w:r w:rsidR="00067DC1" w:rsidRPr="00A64186">
              <w:rPr>
                <w:rFonts w:cs="Times New Roman"/>
              </w:rPr>
              <w:t>jebkur</w:t>
            </w:r>
            <w:r w:rsidR="00067DC1">
              <w:rPr>
                <w:rFonts w:cs="Times New Roman"/>
              </w:rPr>
              <w:t>as</w:t>
            </w:r>
            <w:r w:rsidR="00067DC1" w:rsidRPr="00A64186">
              <w:rPr>
                <w:rFonts w:cs="Times New Roman"/>
              </w:rPr>
              <w:t xml:space="preserve"> </w:t>
            </w:r>
            <w:r w:rsidR="00067DC1">
              <w:rPr>
                <w:rFonts w:cs="Times New Roman"/>
              </w:rPr>
              <w:t xml:space="preserve">fiziskas vai juridiskas </w:t>
            </w:r>
            <w:r w:rsidR="00067DC1" w:rsidRPr="00A64186">
              <w:rPr>
                <w:rFonts w:cs="Times New Roman"/>
              </w:rPr>
              <w:t>person</w:t>
            </w:r>
            <w:r w:rsidR="00067DC1">
              <w:rPr>
                <w:rFonts w:cs="Times New Roman"/>
              </w:rPr>
              <w:t>as</w:t>
            </w:r>
            <w:r w:rsidR="00067DC1" w:rsidRPr="00A64186">
              <w:rPr>
                <w:rFonts w:cs="Times New Roman"/>
              </w:rPr>
              <w:t xml:space="preserve">, kura </w:t>
            </w:r>
            <w:r w:rsidR="00067DC1">
              <w:rPr>
                <w:rFonts w:cs="Times New Roman"/>
              </w:rPr>
              <w:t xml:space="preserve">faktiski </w:t>
            </w:r>
            <w:r w:rsidR="00067DC1" w:rsidRPr="00A64186">
              <w:rPr>
                <w:rFonts w:cs="Times New Roman"/>
              </w:rPr>
              <w:t>vada</w:t>
            </w:r>
            <w:r w:rsidR="00067DC1">
              <w:rPr>
                <w:rFonts w:cs="Times New Roman"/>
              </w:rPr>
              <w:t xml:space="preserve"> ieguvēja</w:t>
            </w:r>
            <w:r w:rsidR="00067DC1" w:rsidRPr="00A64186">
              <w:rPr>
                <w:rFonts w:cs="Times New Roman"/>
              </w:rPr>
              <w:t xml:space="preserve"> </w:t>
            </w:r>
            <w:r w:rsidR="00067DC1">
              <w:rPr>
                <w:rFonts w:cs="Times New Roman"/>
              </w:rPr>
              <w:t>komercdarbību</w:t>
            </w:r>
            <w:r w:rsidR="00067DC1" w:rsidRPr="00A64186">
              <w:rPr>
                <w:rFonts w:cs="Times New Roman"/>
              </w:rPr>
              <w:t>,</w:t>
            </w:r>
            <w:r w:rsidR="00067DC1">
              <w:rPr>
                <w:rFonts w:cs="Times New Roman"/>
              </w:rPr>
              <w:t xml:space="preserve"> </w:t>
            </w:r>
            <w:r w:rsidR="00067DC1" w:rsidRPr="008704F5">
              <w:rPr>
                <w:rFonts w:cs="Times New Roman"/>
              </w:rPr>
              <w:t>administratīvo un kriminālo sodāmību</w:t>
            </w:r>
          </w:p>
        </w:tc>
        <w:tc>
          <w:tcPr>
            <w:tcW w:w="1891" w:type="dxa"/>
          </w:tcPr>
          <w:p w14:paraId="54E3C8E0" w14:textId="4EE87734" w:rsidR="00B01BBB" w:rsidRDefault="00B01BBB" w:rsidP="003F2CF6">
            <w:pPr>
              <w:rPr>
                <w:rFonts w:cs="Times New Roman"/>
              </w:rPr>
            </w:pPr>
            <w:r>
              <w:rPr>
                <w:rFonts w:cs="Times New Roman"/>
              </w:rPr>
              <w:t>Izziņa no citu valstu, izņemot Latviju, tiesībsargājošām iestādēm</w:t>
            </w:r>
            <w:r w:rsidR="00D47515">
              <w:rPr>
                <w:rFonts w:cs="Times New Roman"/>
              </w:rPr>
              <w:t>.</w:t>
            </w:r>
          </w:p>
          <w:p w14:paraId="311C6B06" w14:textId="4731DFF4" w:rsidR="00067DC1" w:rsidRPr="00A64186" w:rsidRDefault="00B01BBB" w:rsidP="003F2CF6">
            <w:pPr>
              <w:rPr>
                <w:rFonts w:cs="Times New Roman"/>
              </w:rPr>
            </w:pPr>
            <w:r>
              <w:rPr>
                <w:rFonts w:cs="Times New Roman"/>
              </w:rPr>
              <w:t>Izziņa no citu valstu, izņemot Latviju, uzraudzības iestādēm</w:t>
            </w:r>
          </w:p>
        </w:tc>
        <w:tc>
          <w:tcPr>
            <w:tcW w:w="1523" w:type="dxa"/>
          </w:tcPr>
          <w:p w14:paraId="2A42876B" w14:textId="77777777" w:rsidR="00067DC1" w:rsidRPr="00A64186" w:rsidRDefault="00067DC1" w:rsidP="00914444">
            <w:pPr>
              <w:jc w:val="both"/>
              <w:rPr>
                <w:rFonts w:cs="Times New Roman"/>
              </w:rPr>
            </w:pPr>
          </w:p>
        </w:tc>
        <w:tc>
          <w:tcPr>
            <w:tcW w:w="1667" w:type="dxa"/>
          </w:tcPr>
          <w:p w14:paraId="5551DD3A" w14:textId="77777777" w:rsidR="00067DC1" w:rsidRPr="00A64186" w:rsidRDefault="00067DC1" w:rsidP="00914444">
            <w:pPr>
              <w:jc w:val="both"/>
              <w:rPr>
                <w:rFonts w:cs="Times New Roman"/>
              </w:rPr>
            </w:pPr>
          </w:p>
        </w:tc>
      </w:tr>
      <w:tr w:rsidR="00067DC1" w:rsidRPr="0090521A" w14:paraId="30B1BDF4" w14:textId="77777777" w:rsidTr="00B2370E">
        <w:tc>
          <w:tcPr>
            <w:tcW w:w="756" w:type="dxa"/>
          </w:tcPr>
          <w:p w14:paraId="73EE8ED3" w14:textId="77777777" w:rsidR="00067DC1" w:rsidRPr="00A64186" w:rsidRDefault="00067DC1" w:rsidP="003F2CF6">
            <w:pPr>
              <w:jc w:val="right"/>
              <w:rPr>
                <w:rFonts w:cs="Times New Roman"/>
              </w:rPr>
            </w:pPr>
            <w:r>
              <w:rPr>
                <w:rFonts w:cs="Times New Roman"/>
              </w:rPr>
              <w:t>2.2</w:t>
            </w:r>
            <w:r w:rsidRPr="00A64186">
              <w:rPr>
                <w:rFonts w:cs="Times New Roman"/>
              </w:rPr>
              <w:t>.</w:t>
            </w:r>
          </w:p>
        </w:tc>
        <w:tc>
          <w:tcPr>
            <w:tcW w:w="2657" w:type="dxa"/>
          </w:tcPr>
          <w:p w14:paraId="21EA238C" w14:textId="65F6A2DC" w:rsidR="00067DC1" w:rsidRPr="00A64186" w:rsidRDefault="00F72A9A" w:rsidP="003F2CF6">
            <w:pPr>
              <w:rPr>
                <w:rFonts w:cs="Times New Roman"/>
              </w:rPr>
            </w:pPr>
            <w:r>
              <w:rPr>
                <w:rFonts w:cs="Times New Roman"/>
              </w:rPr>
              <w:t>I</w:t>
            </w:r>
            <w:r w:rsidR="00067DC1">
              <w:rPr>
                <w:rFonts w:cs="Times New Roman"/>
              </w:rPr>
              <w:t>nformācija</w:t>
            </w:r>
            <w:r w:rsidR="00067DC1" w:rsidRPr="008704F5">
              <w:rPr>
                <w:rFonts w:cs="Times New Roman"/>
              </w:rPr>
              <w:t xml:space="preserve"> par komercsabiedrībai, k</w:t>
            </w:r>
            <w:r>
              <w:rPr>
                <w:rFonts w:cs="Times New Roman"/>
              </w:rPr>
              <w:t>ura</w:t>
            </w:r>
            <w:r w:rsidR="00067DC1" w:rsidRPr="008704F5">
              <w:rPr>
                <w:rFonts w:cs="Times New Roman"/>
              </w:rPr>
              <w:t xml:space="preserve"> ir atradusies šīs personas kontrolē vai kuras padomē vai valdē tā </w:t>
            </w:r>
            <w:r w:rsidR="00067DC1" w:rsidRPr="008704F5">
              <w:rPr>
                <w:rFonts w:cs="Times New Roman"/>
              </w:rPr>
              <w:lastRenderedPageBreak/>
              <w:t xml:space="preserve">bijusi, </w:t>
            </w:r>
            <w:r w:rsidR="00067DC1" w:rsidRPr="0075191B">
              <w:rPr>
                <w:rFonts w:cs="Times New Roman"/>
              </w:rPr>
              <w:t>piemērotajiem sodiem un to, vai pr</w:t>
            </w:r>
            <w:r w:rsidR="003B7614" w:rsidRPr="003F2CF6">
              <w:rPr>
                <w:rFonts w:cs="Times New Roman"/>
              </w:rPr>
              <w:t>et</w:t>
            </w:r>
            <w:r w:rsidR="00067DC1" w:rsidRPr="0075191B">
              <w:rPr>
                <w:rFonts w:cs="Times New Roman"/>
              </w:rPr>
              <w:t xml:space="preserve"> to</w:t>
            </w:r>
            <w:r w:rsidR="00067DC1" w:rsidRPr="008704F5">
              <w:rPr>
                <w:rFonts w:cs="Times New Roman"/>
              </w:rPr>
              <w:t xml:space="preserve"> nav ierosināta administratīvā lieta vai sākts kriminālprocess, kā arī informācij</w:t>
            </w:r>
            <w:r w:rsidR="00067DC1">
              <w:rPr>
                <w:rFonts w:cs="Times New Roman"/>
              </w:rPr>
              <w:t>a</w:t>
            </w:r>
            <w:r w:rsidR="00067DC1" w:rsidRPr="008704F5">
              <w:rPr>
                <w:rFonts w:cs="Times New Roman"/>
              </w:rPr>
              <w:t>, vai persona strādājusi komercsabiedrībā, kura bankrotējusi vai kurai atņemtas tiesīb</w:t>
            </w:r>
            <w:r w:rsidR="00067DC1">
              <w:rPr>
                <w:rFonts w:cs="Times New Roman"/>
              </w:rPr>
              <w:t>as nodarboties ar komercdarbību</w:t>
            </w:r>
          </w:p>
        </w:tc>
        <w:tc>
          <w:tcPr>
            <w:tcW w:w="1891" w:type="dxa"/>
          </w:tcPr>
          <w:p w14:paraId="14992F15" w14:textId="26D9FBA6" w:rsidR="00067DC1" w:rsidRPr="0075191B" w:rsidRDefault="00B01BBB" w:rsidP="003F2CF6">
            <w:pPr>
              <w:rPr>
                <w:rFonts w:cs="Times New Roman"/>
              </w:rPr>
            </w:pPr>
            <w:r w:rsidRPr="0075191B">
              <w:rPr>
                <w:rFonts w:cs="Times New Roman"/>
              </w:rPr>
              <w:lastRenderedPageBreak/>
              <w:t>Citu valstu, izņemot Latviju, uzraudzības iestādes izziņa</w:t>
            </w:r>
            <w:r w:rsidR="00D47515" w:rsidRPr="0075191B">
              <w:rPr>
                <w:rFonts w:cs="Times New Roman"/>
              </w:rPr>
              <w:t>.</w:t>
            </w:r>
            <w:r w:rsidR="00067DC1" w:rsidRPr="0075191B">
              <w:rPr>
                <w:rFonts w:cs="Times New Roman"/>
              </w:rPr>
              <w:t xml:space="preserve"> Personas </w:t>
            </w:r>
            <w:r w:rsidR="00067DC1" w:rsidRPr="0075191B">
              <w:rPr>
                <w:rFonts w:cs="Times New Roman"/>
              </w:rPr>
              <w:lastRenderedPageBreak/>
              <w:t>apliecinājums par minēto faktu neesību (esību)</w:t>
            </w:r>
            <w:r w:rsidR="00D47515" w:rsidRPr="0075191B">
              <w:rPr>
                <w:rFonts w:cs="Times New Roman"/>
              </w:rPr>
              <w:t>.</w:t>
            </w:r>
          </w:p>
          <w:p w14:paraId="53AFFD0A" w14:textId="77777777" w:rsidR="00067DC1" w:rsidRPr="0075191B" w:rsidRDefault="00067DC1" w:rsidP="003F2CF6">
            <w:pPr>
              <w:rPr>
                <w:rFonts w:cs="Times New Roman"/>
              </w:rPr>
            </w:pPr>
            <w:r w:rsidRPr="0075191B">
              <w:rPr>
                <w:rFonts w:cs="Times New Roman"/>
              </w:rPr>
              <w:t>Personas skaidrojums par piemērotajām sankcijām, tās iesaisti, nodarījuma smagumu, sekām</w:t>
            </w:r>
          </w:p>
        </w:tc>
        <w:tc>
          <w:tcPr>
            <w:tcW w:w="1523" w:type="dxa"/>
          </w:tcPr>
          <w:p w14:paraId="218B3C41" w14:textId="77777777" w:rsidR="00067DC1" w:rsidRPr="00A64186" w:rsidRDefault="00067DC1" w:rsidP="00914444">
            <w:pPr>
              <w:jc w:val="both"/>
              <w:rPr>
                <w:rFonts w:cs="Times New Roman"/>
              </w:rPr>
            </w:pPr>
          </w:p>
        </w:tc>
        <w:tc>
          <w:tcPr>
            <w:tcW w:w="1667" w:type="dxa"/>
          </w:tcPr>
          <w:p w14:paraId="7593585C" w14:textId="77777777" w:rsidR="00067DC1" w:rsidRPr="00A64186" w:rsidRDefault="00067DC1" w:rsidP="00914444">
            <w:pPr>
              <w:jc w:val="both"/>
              <w:rPr>
                <w:rFonts w:cs="Times New Roman"/>
              </w:rPr>
            </w:pPr>
          </w:p>
        </w:tc>
      </w:tr>
      <w:tr w:rsidR="00067DC1" w:rsidRPr="008139F5" w14:paraId="3B6ED69C" w14:textId="77777777" w:rsidTr="00B2370E">
        <w:tc>
          <w:tcPr>
            <w:tcW w:w="756" w:type="dxa"/>
          </w:tcPr>
          <w:p w14:paraId="2DD10F49" w14:textId="384A5504" w:rsidR="00067DC1" w:rsidRPr="00A64186" w:rsidRDefault="00067DC1" w:rsidP="003F2CF6">
            <w:pPr>
              <w:jc w:val="right"/>
              <w:rPr>
                <w:rFonts w:cs="Times New Roman"/>
              </w:rPr>
            </w:pPr>
            <w:r>
              <w:rPr>
                <w:rFonts w:cs="Times New Roman"/>
              </w:rPr>
              <w:t>2</w:t>
            </w:r>
            <w:r w:rsidRPr="00A64186">
              <w:rPr>
                <w:rFonts w:cs="Times New Roman"/>
              </w:rPr>
              <w:t>.</w:t>
            </w:r>
            <w:r w:rsidR="003E7C3C">
              <w:rPr>
                <w:rFonts w:cs="Times New Roman"/>
              </w:rPr>
              <w:t>3</w:t>
            </w:r>
            <w:r w:rsidRPr="00A64186">
              <w:rPr>
                <w:rFonts w:cs="Times New Roman"/>
              </w:rPr>
              <w:t>.</w:t>
            </w:r>
          </w:p>
        </w:tc>
        <w:tc>
          <w:tcPr>
            <w:tcW w:w="2657" w:type="dxa"/>
          </w:tcPr>
          <w:p w14:paraId="48442E99" w14:textId="066EF3C5" w:rsidR="00067DC1" w:rsidRPr="00A64186" w:rsidRDefault="00F72A9A" w:rsidP="003F2CF6">
            <w:pPr>
              <w:rPr>
                <w:rFonts w:cs="Times New Roman"/>
              </w:rPr>
            </w:pPr>
            <w:r>
              <w:rPr>
                <w:rFonts w:cs="Times New Roman"/>
              </w:rPr>
              <w:t>I</w:t>
            </w:r>
            <w:r w:rsidR="00067DC1">
              <w:rPr>
                <w:rFonts w:cs="Times New Roman"/>
              </w:rPr>
              <w:t>nformācija par notiekošajiem pirmstiesas izmeklēšanas procesiem, administratīvajiem procesiem, tiesvedībām, tiesas nolēmumu izpildi, kas attiecas uz ieguvēju</w:t>
            </w:r>
          </w:p>
        </w:tc>
        <w:tc>
          <w:tcPr>
            <w:tcW w:w="1891" w:type="dxa"/>
          </w:tcPr>
          <w:p w14:paraId="7ABC7D91" w14:textId="6CE8C0B3" w:rsidR="00067DC1" w:rsidRDefault="00067DC1" w:rsidP="003F2CF6">
            <w:pPr>
              <w:rPr>
                <w:rFonts w:cs="Times New Roman"/>
              </w:rPr>
            </w:pPr>
            <w:r>
              <w:rPr>
                <w:rFonts w:cs="Times New Roman"/>
              </w:rPr>
              <w:t>Personas detalizēts skaidrojums</w:t>
            </w:r>
            <w:r w:rsidR="00D47515">
              <w:rPr>
                <w:rFonts w:cs="Times New Roman"/>
              </w:rPr>
              <w:t>.</w:t>
            </w:r>
            <w:r>
              <w:rPr>
                <w:rFonts w:cs="Times New Roman"/>
              </w:rPr>
              <w:t xml:space="preserve"> </w:t>
            </w:r>
          </w:p>
          <w:p w14:paraId="2C2A29A6" w14:textId="698A74BA" w:rsidR="00067DC1" w:rsidRPr="00EF6436" w:rsidRDefault="00415084" w:rsidP="003F2CF6">
            <w:pPr>
              <w:rPr>
                <w:rFonts w:cs="Times New Roman"/>
              </w:rPr>
            </w:pPr>
            <w:r>
              <w:rPr>
                <w:rFonts w:cs="Times New Roman"/>
              </w:rPr>
              <w:t>Citu valstu, izņemot Latviju,</w:t>
            </w:r>
            <w:r w:rsidR="00067DC1">
              <w:rPr>
                <w:rFonts w:cs="Times New Roman"/>
              </w:rPr>
              <w:t xml:space="preserve"> iestāžu izsniegti </w:t>
            </w:r>
            <w:r w:rsidR="00B2370E">
              <w:rPr>
                <w:rFonts w:cs="Times New Roman"/>
              </w:rPr>
              <w:t>dokumenti</w:t>
            </w:r>
          </w:p>
        </w:tc>
        <w:tc>
          <w:tcPr>
            <w:tcW w:w="1523" w:type="dxa"/>
          </w:tcPr>
          <w:p w14:paraId="688C9673" w14:textId="77777777" w:rsidR="00067DC1" w:rsidRPr="00A64186" w:rsidRDefault="00067DC1" w:rsidP="00914444">
            <w:pPr>
              <w:jc w:val="both"/>
              <w:rPr>
                <w:rFonts w:cs="Times New Roman"/>
              </w:rPr>
            </w:pPr>
          </w:p>
        </w:tc>
        <w:tc>
          <w:tcPr>
            <w:tcW w:w="1667" w:type="dxa"/>
          </w:tcPr>
          <w:p w14:paraId="7474AF1D" w14:textId="77777777" w:rsidR="00067DC1" w:rsidRPr="00A64186" w:rsidRDefault="00067DC1" w:rsidP="00914444">
            <w:pPr>
              <w:jc w:val="both"/>
              <w:rPr>
                <w:rFonts w:cs="Times New Roman"/>
              </w:rPr>
            </w:pPr>
          </w:p>
        </w:tc>
      </w:tr>
      <w:tr w:rsidR="00067DC1" w:rsidRPr="006410FB" w14:paraId="67656AF3" w14:textId="77777777" w:rsidTr="00B2370E">
        <w:tc>
          <w:tcPr>
            <w:tcW w:w="756" w:type="dxa"/>
          </w:tcPr>
          <w:p w14:paraId="262BE7E1" w14:textId="16AC4C21" w:rsidR="00067DC1" w:rsidRPr="00A64186" w:rsidRDefault="00067DC1" w:rsidP="003F2CF6">
            <w:pPr>
              <w:jc w:val="right"/>
              <w:rPr>
                <w:rFonts w:cs="Times New Roman"/>
              </w:rPr>
            </w:pPr>
            <w:r>
              <w:rPr>
                <w:rFonts w:cs="Times New Roman"/>
              </w:rPr>
              <w:t>2</w:t>
            </w:r>
            <w:r w:rsidRPr="00A64186">
              <w:rPr>
                <w:rFonts w:cs="Times New Roman"/>
              </w:rPr>
              <w:t>.</w:t>
            </w:r>
            <w:r w:rsidR="003E7C3C">
              <w:rPr>
                <w:rFonts w:cs="Times New Roman"/>
              </w:rPr>
              <w:t>4</w:t>
            </w:r>
            <w:r w:rsidRPr="00A64186">
              <w:rPr>
                <w:rFonts w:cs="Times New Roman"/>
              </w:rPr>
              <w:t>.</w:t>
            </w:r>
          </w:p>
        </w:tc>
        <w:tc>
          <w:tcPr>
            <w:tcW w:w="2657" w:type="dxa"/>
          </w:tcPr>
          <w:p w14:paraId="7D6B67F8" w14:textId="7FACEB31" w:rsidR="00067DC1" w:rsidRPr="00A64186" w:rsidRDefault="00F72A9A" w:rsidP="003F2CF6">
            <w:pPr>
              <w:rPr>
                <w:rFonts w:cs="Times New Roman"/>
              </w:rPr>
            </w:pPr>
            <w:r>
              <w:rPr>
                <w:rFonts w:cs="Times New Roman"/>
              </w:rPr>
              <w:t>J</w:t>
            </w:r>
            <w:r w:rsidR="00067DC1" w:rsidRPr="00661C66">
              <w:rPr>
                <w:rFonts w:cs="Times New Roman"/>
              </w:rPr>
              <w:t xml:space="preserve">ebkāds atteikums reģistrēt, izsniegt atļauju, </w:t>
            </w:r>
            <w:r w:rsidR="00067DC1">
              <w:rPr>
                <w:rFonts w:cs="Times New Roman"/>
              </w:rPr>
              <w:t>iegūt būtisku līdzdalību</w:t>
            </w:r>
            <w:r w:rsidR="00067DC1" w:rsidRPr="00661C66">
              <w:rPr>
                <w:rFonts w:cs="Times New Roman"/>
              </w:rPr>
              <w:t xml:space="preserve"> vai piešķirt</w:t>
            </w:r>
            <w:r w:rsidR="00067DC1">
              <w:rPr>
                <w:rFonts w:cs="Times New Roman"/>
              </w:rPr>
              <w:t xml:space="preserve"> </w:t>
            </w:r>
            <w:r w:rsidR="00067DC1" w:rsidRPr="00661C66">
              <w:rPr>
                <w:rFonts w:cs="Times New Roman"/>
              </w:rPr>
              <w:t xml:space="preserve">licenci nodarboties ar tirdzniecību, </w:t>
            </w:r>
            <w:r w:rsidR="00067DC1">
              <w:rPr>
                <w:rFonts w:cs="Times New Roman"/>
              </w:rPr>
              <w:t>komerc</w:t>
            </w:r>
            <w:r w:rsidR="00067DC1" w:rsidRPr="00661C66">
              <w:rPr>
                <w:rFonts w:cs="Times New Roman"/>
              </w:rPr>
              <w:t xml:space="preserve">darbību vai </w:t>
            </w:r>
            <w:r w:rsidR="00067DC1">
              <w:rPr>
                <w:rFonts w:cs="Times New Roman"/>
              </w:rPr>
              <w:t>strādāt</w:t>
            </w:r>
            <w:r w:rsidR="00067DC1" w:rsidRPr="00661C66">
              <w:rPr>
                <w:rFonts w:cs="Times New Roman"/>
              </w:rPr>
              <w:t xml:space="preserve"> </w:t>
            </w:r>
            <w:r w:rsidR="00067DC1">
              <w:rPr>
                <w:rFonts w:cs="Times New Roman"/>
              </w:rPr>
              <w:t xml:space="preserve">noteiktā </w:t>
            </w:r>
            <w:r w:rsidR="00067DC1" w:rsidRPr="00661C66">
              <w:rPr>
                <w:rFonts w:cs="Times New Roman"/>
              </w:rPr>
              <w:t>profesijā,</w:t>
            </w:r>
            <w:r w:rsidR="00067DC1">
              <w:rPr>
                <w:rFonts w:cs="Times New Roman"/>
              </w:rPr>
              <w:t xml:space="preserve"> </w:t>
            </w:r>
            <w:r w:rsidR="00067DC1" w:rsidRPr="00661C66">
              <w:rPr>
                <w:rFonts w:cs="Times New Roman"/>
              </w:rPr>
              <w:t xml:space="preserve">jebkādas šādas reģistrācijas, atļaujas, </w:t>
            </w:r>
            <w:r w:rsidR="00067DC1">
              <w:rPr>
                <w:rFonts w:cs="Times New Roman"/>
              </w:rPr>
              <w:t>līdzdalības</w:t>
            </w:r>
            <w:r w:rsidR="00067DC1" w:rsidRPr="00661C66">
              <w:rPr>
                <w:rFonts w:cs="Times New Roman"/>
              </w:rPr>
              <w:t xml:space="preserve"> vai licences atcelšana,</w:t>
            </w:r>
            <w:r w:rsidR="00067DC1">
              <w:rPr>
                <w:rFonts w:cs="Times New Roman"/>
              </w:rPr>
              <w:t xml:space="preserve"> </w:t>
            </w:r>
            <w:r w:rsidR="00067DC1" w:rsidRPr="00661C66">
              <w:rPr>
                <w:rFonts w:cs="Times New Roman"/>
              </w:rPr>
              <w:t xml:space="preserve">atsaukšana vai </w:t>
            </w:r>
            <w:r w:rsidR="00067DC1">
              <w:rPr>
                <w:rFonts w:cs="Times New Roman"/>
              </w:rPr>
              <w:t>i</w:t>
            </w:r>
            <w:r w:rsidR="00067DC1" w:rsidRPr="00661C66">
              <w:rPr>
                <w:rFonts w:cs="Times New Roman"/>
              </w:rPr>
              <w:t xml:space="preserve">zbeigšana, kā arī jebkāda veida </w:t>
            </w:r>
            <w:r w:rsidR="00067DC1">
              <w:rPr>
                <w:rFonts w:cs="Times New Roman"/>
              </w:rPr>
              <w:t xml:space="preserve">valsts iestāžu vai profesionālo </w:t>
            </w:r>
            <w:r w:rsidR="00067DC1" w:rsidRPr="00661C66">
              <w:rPr>
                <w:rFonts w:cs="Times New Roman"/>
              </w:rPr>
              <w:t>asociāciju veikta izslēgšana</w:t>
            </w:r>
          </w:p>
        </w:tc>
        <w:tc>
          <w:tcPr>
            <w:tcW w:w="1891" w:type="dxa"/>
          </w:tcPr>
          <w:p w14:paraId="1C808F01" w14:textId="77777777" w:rsidR="00067DC1" w:rsidRDefault="00067DC1" w:rsidP="003F2CF6">
            <w:pPr>
              <w:rPr>
                <w:rFonts w:cs="Times New Roman"/>
              </w:rPr>
            </w:pPr>
            <w:r>
              <w:rPr>
                <w:rFonts w:cs="Times New Roman"/>
              </w:rPr>
              <w:t xml:space="preserve">Personas detalizēts skaidrojums </w:t>
            </w:r>
          </w:p>
          <w:p w14:paraId="0AFAE139" w14:textId="77777777" w:rsidR="00067DC1" w:rsidRPr="00EF6436" w:rsidRDefault="00067DC1" w:rsidP="00914444">
            <w:pPr>
              <w:jc w:val="right"/>
              <w:rPr>
                <w:rFonts w:cs="Times New Roman"/>
              </w:rPr>
            </w:pPr>
          </w:p>
        </w:tc>
        <w:tc>
          <w:tcPr>
            <w:tcW w:w="1523" w:type="dxa"/>
          </w:tcPr>
          <w:p w14:paraId="559F029A" w14:textId="77777777" w:rsidR="00067DC1" w:rsidRPr="00A64186" w:rsidRDefault="00067DC1" w:rsidP="00914444">
            <w:pPr>
              <w:jc w:val="both"/>
              <w:rPr>
                <w:rFonts w:cs="Times New Roman"/>
              </w:rPr>
            </w:pPr>
          </w:p>
        </w:tc>
        <w:tc>
          <w:tcPr>
            <w:tcW w:w="1667" w:type="dxa"/>
          </w:tcPr>
          <w:p w14:paraId="50339EF1" w14:textId="77777777" w:rsidR="00067DC1" w:rsidRPr="00A64186" w:rsidRDefault="00067DC1" w:rsidP="00914444">
            <w:pPr>
              <w:jc w:val="both"/>
              <w:rPr>
                <w:rFonts w:cs="Times New Roman"/>
              </w:rPr>
            </w:pPr>
          </w:p>
        </w:tc>
      </w:tr>
      <w:tr w:rsidR="00067DC1" w:rsidRPr="006410FB" w14:paraId="687445E4" w14:textId="77777777" w:rsidTr="00B2370E">
        <w:tc>
          <w:tcPr>
            <w:tcW w:w="756" w:type="dxa"/>
          </w:tcPr>
          <w:p w14:paraId="38C4DF98" w14:textId="1A99753B" w:rsidR="00067DC1" w:rsidRPr="00A64186" w:rsidRDefault="00067DC1" w:rsidP="003F2CF6">
            <w:pPr>
              <w:jc w:val="right"/>
              <w:rPr>
                <w:rFonts w:cs="Times New Roman"/>
              </w:rPr>
            </w:pPr>
            <w:r>
              <w:rPr>
                <w:rFonts w:cs="Times New Roman"/>
              </w:rPr>
              <w:t>2</w:t>
            </w:r>
            <w:r w:rsidRPr="00A64186">
              <w:rPr>
                <w:rFonts w:cs="Times New Roman"/>
              </w:rPr>
              <w:t>.</w:t>
            </w:r>
            <w:r w:rsidR="003E7C3C">
              <w:rPr>
                <w:rFonts w:cs="Times New Roman"/>
              </w:rPr>
              <w:t>5</w:t>
            </w:r>
            <w:r w:rsidRPr="00A64186">
              <w:rPr>
                <w:rFonts w:cs="Times New Roman"/>
              </w:rPr>
              <w:t xml:space="preserve">. </w:t>
            </w:r>
          </w:p>
        </w:tc>
        <w:tc>
          <w:tcPr>
            <w:tcW w:w="2657" w:type="dxa"/>
          </w:tcPr>
          <w:p w14:paraId="73C29299" w14:textId="27C7BF06" w:rsidR="00067DC1" w:rsidRPr="00A64186" w:rsidRDefault="00F72A9A" w:rsidP="003F2CF6">
            <w:pPr>
              <w:autoSpaceDE w:val="0"/>
              <w:autoSpaceDN w:val="0"/>
              <w:adjustRightInd w:val="0"/>
              <w:rPr>
                <w:rFonts w:cs="Times New Roman"/>
              </w:rPr>
            </w:pPr>
            <w:r>
              <w:rPr>
                <w:rFonts w:cs="Times New Roman"/>
              </w:rPr>
              <w:t>A</w:t>
            </w:r>
            <w:r w:rsidR="00067DC1" w:rsidRPr="00A64186">
              <w:rPr>
                <w:rFonts w:cs="Times New Roman"/>
              </w:rPr>
              <w:t>tbrīvošana no algota darba vai uzticības amata, fiduciārajām attiecībām vai</w:t>
            </w:r>
            <w:r w:rsidR="00067DC1">
              <w:rPr>
                <w:rFonts w:cs="Times New Roman"/>
              </w:rPr>
              <w:t xml:space="preserve"> </w:t>
            </w:r>
            <w:r w:rsidR="00067DC1" w:rsidRPr="00A64186">
              <w:rPr>
                <w:rFonts w:cs="Times New Roman"/>
              </w:rPr>
              <w:t>līdzīgas situācijas</w:t>
            </w:r>
            <w:r w:rsidR="00067DC1">
              <w:rPr>
                <w:rFonts w:cs="Times New Roman"/>
              </w:rPr>
              <w:t xml:space="preserve"> (attiecībā uz personām, k</w:t>
            </w:r>
            <w:r w:rsidR="003E619B">
              <w:rPr>
                <w:rFonts w:cs="Times New Roman"/>
              </w:rPr>
              <w:t>ur</w:t>
            </w:r>
            <w:r w:rsidR="00067DC1">
              <w:rPr>
                <w:rFonts w:cs="Times New Roman"/>
              </w:rPr>
              <w:t>as faktiski vada ieguvēja komercdarbību, un akcionāriem, kuriem ir būtiska ietekme uz ieguvēju)</w:t>
            </w:r>
          </w:p>
        </w:tc>
        <w:tc>
          <w:tcPr>
            <w:tcW w:w="1891" w:type="dxa"/>
          </w:tcPr>
          <w:p w14:paraId="0A7EE342" w14:textId="77777777" w:rsidR="00067DC1" w:rsidRDefault="00067DC1" w:rsidP="003F2CF6">
            <w:pPr>
              <w:rPr>
                <w:rFonts w:cs="Times New Roman"/>
              </w:rPr>
            </w:pPr>
            <w:r>
              <w:rPr>
                <w:rFonts w:cs="Times New Roman"/>
              </w:rPr>
              <w:t xml:space="preserve">Personas detalizēts skaidrojums </w:t>
            </w:r>
          </w:p>
          <w:p w14:paraId="40E10F34" w14:textId="77777777" w:rsidR="00067DC1" w:rsidRPr="00EF6436" w:rsidRDefault="00067DC1" w:rsidP="00914444">
            <w:pPr>
              <w:jc w:val="right"/>
              <w:rPr>
                <w:rFonts w:cs="Times New Roman"/>
              </w:rPr>
            </w:pPr>
          </w:p>
        </w:tc>
        <w:tc>
          <w:tcPr>
            <w:tcW w:w="1523" w:type="dxa"/>
          </w:tcPr>
          <w:p w14:paraId="15110886" w14:textId="77777777" w:rsidR="00067DC1" w:rsidRPr="00A64186" w:rsidRDefault="00067DC1" w:rsidP="00914444">
            <w:pPr>
              <w:jc w:val="both"/>
              <w:rPr>
                <w:rFonts w:cs="Times New Roman"/>
              </w:rPr>
            </w:pPr>
          </w:p>
        </w:tc>
        <w:tc>
          <w:tcPr>
            <w:tcW w:w="1667" w:type="dxa"/>
          </w:tcPr>
          <w:p w14:paraId="4980ACDC" w14:textId="77777777" w:rsidR="00067DC1" w:rsidRPr="00A64186" w:rsidRDefault="00067DC1" w:rsidP="00914444">
            <w:pPr>
              <w:jc w:val="both"/>
              <w:rPr>
                <w:rFonts w:cs="Times New Roman"/>
              </w:rPr>
            </w:pPr>
          </w:p>
        </w:tc>
      </w:tr>
      <w:tr w:rsidR="00067DC1" w:rsidRPr="006410FB" w14:paraId="2D294012" w14:textId="77777777" w:rsidTr="00B2370E">
        <w:tc>
          <w:tcPr>
            <w:tcW w:w="756" w:type="dxa"/>
          </w:tcPr>
          <w:p w14:paraId="4FAA3117" w14:textId="0C331940" w:rsidR="00067DC1" w:rsidRPr="00A64186" w:rsidRDefault="00067DC1" w:rsidP="003F2CF6">
            <w:pPr>
              <w:jc w:val="right"/>
              <w:rPr>
                <w:rFonts w:cs="Times New Roman"/>
              </w:rPr>
            </w:pPr>
            <w:r w:rsidRPr="00A64186">
              <w:rPr>
                <w:rFonts w:cs="Times New Roman"/>
              </w:rPr>
              <w:t>2.</w:t>
            </w:r>
            <w:r w:rsidR="003E7C3C">
              <w:rPr>
                <w:rFonts w:cs="Times New Roman"/>
              </w:rPr>
              <w:t>6</w:t>
            </w:r>
            <w:r>
              <w:rPr>
                <w:rFonts w:cs="Times New Roman"/>
              </w:rPr>
              <w:t>.</w:t>
            </w:r>
          </w:p>
        </w:tc>
        <w:tc>
          <w:tcPr>
            <w:tcW w:w="2657" w:type="dxa"/>
          </w:tcPr>
          <w:p w14:paraId="4F2A2376" w14:textId="4351F019" w:rsidR="00067DC1" w:rsidRPr="00A64186" w:rsidRDefault="00F72A9A" w:rsidP="003F2CF6">
            <w:pPr>
              <w:autoSpaceDE w:val="0"/>
              <w:autoSpaceDN w:val="0"/>
              <w:adjustRightInd w:val="0"/>
              <w:rPr>
                <w:rFonts w:cs="Times New Roman"/>
              </w:rPr>
            </w:pPr>
            <w:r>
              <w:rPr>
                <w:rFonts w:cs="Times New Roman"/>
              </w:rPr>
              <w:t>I</w:t>
            </w:r>
            <w:r w:rsidR="00067DC1" w:rsidRPr="00A64186">
              <w:rPr>
                <w:rFonts w:cs="Times New Roman"/>
              </w:rPr>
              <w:t xml:space="preserve">nformācija par to, vai cita uzraudzības iestāde ir veikusi </w:t>
            </w:r>
            <w:r w:rsidR="00067DC1">
              <w:rPr>
                <w:rFonts w:cs="Times New Roman"/>
              </w:rPr>
              <w:t>personas</w:t>
            </w:r>
            <w:r w:rsidR="00067DC1" w:rsidRPr="00A64186">
              <w:rPr>
                <w:rFonts w:cs="Times New Roman"/>
              </w:rPr>
              <w:t xml:space="preserve"> reputācijas novērtējumu, </w:t>
            </w:r>
            <w:r w:rsidR="00067DC1" w:rsidRPr="00A64186">
              <w:rPr>
                <w:rFonts w:cs="Times New Roman"/>
              </w:rPr>
              <w:lastRenderedPageBreak/>
              <w:t>š</w:t>
            </w:r>
            <w:r w:rsidR="003E619B">
              <w:rPr>
                <w:rFonts w:cs="Times New Roman"/>
              </w:rPr>
              <w:t>o</w:t>
            </w:r>
            <w:r w:rsidR="00067DC1" w:rsidRPr="00A64186">
              <w:rPr>
                <w:rFonts w:cs="Times New Roman"/>
              </w:rPr>
              <w:t xml:space="preserve"> </w:t>
            </w:r>
            <w:r w:rsidR="00067DC1" w:rsidRPr="00424BC7">
              <w:rPr>
                <w:rFonts w:cs="Times New Roman"/>
              </w:rPr>
              <w:t>iestād</w:t>
            </w:r>
            <w:r w:rsidR="003E619B">
              <w:rPr>
                <w:rFonts w:cs="Times New Roman"/>
              </w:rPr>
              <w:t>i</w:t>
            </w:r>
            <w:r w:rsidR="00067DC1" w:rsidRPr="00424BC7">
              <w:rPr>
                <w:rFonts w:cs="Times New Roman"/>
              </w:rPr>
              <w:t xml:space="preserve"> identi</w:t>
            </w:r>
            <w:r w:rsidR="00067DC1">
              <w:rPr>
                <w:rFonts w:cs="Times New Roman"/>
              </w:rPr>
              <w:t>ficējoša informācija</w:t>
            </w:r>
            <w:r w:rsidR="00067DC1" w:rsidRPr="00A64186">
              <w:rPr>
                <w:rFonts w:cs="Times New Roman"/>
              </w:rPr>
              <w:t xml:space="preserve"> un novērtējuma rezultātu</w:t>
            </w:r>
            <w:r w:rsidR="00067DC1">
              <w:rPr>
                <w:rFonts w:cs="Times New Roman"/>
              </w:rPr>
              <w:t xml:space="preserve"> </w:t>
            </w:r>
            <w:r w:rsidR="00067DC1" w:rsidRPr="00A64186">
              <w:rPr>
                <w:rFonts w:cs="Times New Roman"/>
              </w:rPr>
              <w:t>apliecinājums</w:t>
            </w:r>
          </w:p>
        </w:tc>
        <w:tc>
          <w:tcPr>
            <w:tcW w:w="1891" w:type="dxa"/>
          </w:tcPr>
          <w:p w14:paraId="1E9F331F" w14:textId="4F52C2A8" w:rsidR="00067DC1" w:rsidRPr="00A64186" w:rsidRDefault="00415084" w:rsidP="00AA0506">
            <w:pPr>
              <w:rPr>
                <w:rFonts w:cs="Times New Roman"/>
              </w:rPr>
            </w:pPr>
            <w:r w:rsidRPr="00F4749F">
              <w:rPr>
                <w:rFonts w:cs="Times New Roman"/>
              </w:rPr>
              <w:lastRenderedPageBreak/>
              <w:t>Citas valsts, izņemot Latvij</w:t>
            </w:r>
            <w:r w:rsidR="00D47515" w:rsidRPr="00F4749F">
              <w:rPr>
                <w:rFonts w:cs="Times New Roman"/>
              </w:rPr>
              <w:t>u</w:t>
            </w:r>
            <w:r w:rsidRPr="00F4749F">
              <w:rPr>
                <w:rFonts w:cs="Times New Roman"/>
              </w:rPr>
              <w:t>, u</w:t>
            </w:r>
            <w:r w:rsidR="00067DC1" w:rsidRPr="00F4749F">
              <w:rPr>
                <w:rFonts w:cs="Times New Roman"/>
              </w:rPr>
              <w:t xml:space="preserve">zraudzības </w:t>
            </w:r>
            <w:r w:rsidR="00F4749F" w:rsidRPr="00F4749F">
              <w:rPr>
                <w:rFonts w:cs="Times New Roman"/>
              </w:rPr>
              <w:lastRenderedPageBreak/>
              <w:t xml:space="preserve">iestādes </w:t>
            </w:r>
            <w:r w:rsidR="00067DC1" w:rsidRPr="00F4749F">
              <w:rPr>
                <w:rFonts w:cs="Times New Roman"/>
              </w:rPr>
              <w:t>apliecinājums</w:t>
            </w:r>
          </w:p>
        </w:tc>
        <w:tc>
          <w:tcPr>
            <w:tcW w:w="1523" w:type="dxa"/>
          </w:tcPr>
          <w:p w14:paraId="5C78EA27" w14:textId="77777777" w:rsidR="00067DC1" w:rsidRPr="00A64186" w:rsidRDefault="00067DC1" w:rsidP="00914444">
            <w:pPr>
              <w:jc w:val="both"/>
              <w:rPr>
                <w:rFonts w:cs="Times New Roman"/>
              </w:rPr>
            </w:pPr>
          </w:p>
        </w:tc>
        <w:tc>
          <w:tcPr>
            <w:tcW w:w="1667" w:type="dxa"/>
          </w:tcPr>
          <w:p w14:paraId="25BBB55C" w14:textId="77777777" w:rsidR="00067DC1" w:rsidRPr="00A64186" w:rsidRDefault="00067DC1" w:rsidP="00914444">
            <w:pPr>
              <w:jc w:val="both"/>
              <w:rPr>
                <w:rFonts w:cs="Times New Roman"/>
              </w:rPr>
            </w:pPr>
          </w:p>
        </w:tc>
      </w:tr>
      <w:tr w:rsidR="00067DC1" w:rsidRPr="0090521A" w14:paraId="134D27A4" w14:textId="77777777" w:rsidTr="00B2370E">
        <w:tc>
          <w:tcPr>
            <w:tcW w:w="756" w:type="dxa"/>
          </w:tcPr>
          <w:p w14:paraId="228BCE7A" w14:textId="29022EF5" w:rsidR="00067DC1" w:rsidRPr="00A64186" w:rsidRDefault="00067DC1" w:rsidP="003F2CF6">
            <w:pPr>
              <w:jc w:val="right"/>
              <w:rPr>
                <w:rFonts w:cs="Times New Roman"/>
              </w:rPr>
            </w:pPr>
            <w:r>
              <w:rPr>
                <w:rFonts w:cs="Times New Roman"/>
              </w:rPr>
              <w:t>2.</w:t>
            </w:r>
            <w:r w:rsidR="003E7C3C">
              <w:rPr>
                <w:rFonts w:cs="Times New Roman"/>
              </w:rPr>
              <w:t>7</w:t>
            </w:r>
            <w:r w:rsidRPr="00A64186">
              <w:rPr>
                <w:rFonts w:cs="Times New Roman"/>
              </w:rPr>
              <w:t>.</w:t>
            </w:r>
          </w:p>
        </w:tc>
        <w:tc>
          <w:tcPr>
            <w:tcW w:w="2657" w:type="dxa"/>
          </w:tcPr>
          <w:p w14:paraId="687CF349" w14:textId="33AE8AA1" w:rsidR="00067DC1" w:rsidRPr="00A64186" w:rsidRDefault="00F72A9A" w:rsidP="003F2CF6">
            <w:pPr>
              <w:autoSpaceDE w:val="0"/>
              <w:autoSpaceDN w:val="0"/>
              <w:adjustRightInd w:val="0"/>
              <w:rPr>
                <w:rFonts w:cs="Times New Roman"/>
              </w:rPr>
            </w:pPr>
            <w:r>
              <w:rPr>
                <w:rFonts w:cs="Times New Roman"/>
              </w:rPr>
              <w:t>P</w:t>
            </w:r>
            <w:r w:rsidR="00067DC1">
              <w:rPr>
                <w:rFonts w:cs="Times New Roman"/>
              </w:rPr>
              <w:t>ersonas</w:t>
            </w:r>
            <w:r w:rsidR="00067DC1" w:rsidRPr="00A64186">
              <w:rPr>
                <w:rFonts w:cs="Times New Roman"/>
              </w:rPr>
              <w:t xml:space="preserve"> vai attiecīgos gadījumos grupas,</w:t>
            </w:r>
            <w:r w:rsidR="00067DC1">
              <w:rPr>
                <w:rFonts w:cs="Times New Roman"/>
              </w:rPr>
              <w:t xml:space="preserve"> </w:t>
            </w:r>
            <w:r w:rsidR="00067DC1" w:rsidRPr="00A64186">
              <w:rPr>
                <w:rFonts w:cs="Times New Roman"/>
              </w:rPr>
              <w:t xml:space="preserve">kurai </w:t>
            </w:r>
            <w:r w:rsidR="00067DC1">
              <w:rPr>
                <w:rFonts w:cs="Times New Roman"/>
              </w:rPr>
              <w:t>persona</w:t>
            </w:r>
            <w:r w:rsidR="00067DC1" w:rsidRPr="00A64186">
              <w:rPr>
                <w:rFonts w:cs="Times New Roman"/>
              </w:rPr>
              <w:t xml:space="preserve"> pieder, kā arī person</w:t>
            </w:r>
            <w:r w:rsidR="00067DC1">
              <w:rPr>
                <w:rFonts w:cs="Times New Roman"/>
              </w:rPr>
              <w:t>u</w:t>
            </w:r>
            <w:r w:rsidR="00067DC1" w:rsidRPr="00A64186">
              <w:rPr>
                <w:rFonts w:cs="Times New Roman"/>
              </w:rPr>
              <w:t>, kura</w:t>
            </w:r>
            <w:r w:rsidR="00067DC1">
              <w:rPr>
                <w:rFonts w:cs="Times New Roman"/>
              </w:rPr>
              <w:t>s</w:t>
            </w:r>
            <w:r w:rsidR="00067DC1" w:rsidRPr="00A64186">
              <w:rPr>
                <w:rFonts w:cs="Times New Roman"/>
              </w:rPr>
              <w:t xml:space="preserve"> efektīvi vada tā</w:t>
            </w:r>
            <w:r w:rsidR="00067DC1">
              <w:rPr>
                <w:rFonts w:cs="Times New Roman"/>
              </w:rPr>
              <w:t xml:space="preserve">s </w:t>
            </w:r>
            <w:r w:rsidR="00067DC1" w:rsidRPr="00447459">
              <w:rPr>
                <w:rFonts w:cs="Times New Roman"/>
              </w:rPr>
              <w:t>uzņēmējdarbību, finanšu un nefinanšu interešu</w:t>
            </w:r>
            <w:r w:rsidR="00E91498" w:rsidRPr="00447459">
              <w:rPr>
                <w:rStyle w:val="FootnoteReference"/>
                <w:rFonts w:cs="Times New Roman"/>
              </w:rPr>
              <w:footnoteReference w:customMarkFollows="1" w:id="2"/>
              <w:t>*</w:t>
            </w:r>
            <w:r w:rsidR="00067DC1" w:rsidRPr="00447459">
              <w:rPr>
                <w:rFonts w:cs="Times New Roman"/>
              </w:rPr>
              <w:t xml:space="preserve"> apraksts vai saistību ar tālāk minētajām personām apraksts</w:t>
            </w:r>
          </w:p>
        </w:tc>
        <w:tc>
          <w:tcPr>
            <w:tcW w:w="1891" w:type="dxa"/>
          </w:tcPr>
          <w:p w14:paraId="1C8E36FA" w14:textId="528926D6" w:rsidR="00067DC1" w:rsidRDefault="00067DC1" w:rsidP="003F2CF6">
            <w:pPr>
              <w:rPr>
                <w:rFonts w:cs="Times New Roman"/>
              </w:rPr>
            </w:pPr>
            <w:r>
              <w:rPr>
                <w:rFonts w:cs="Times New Roman"/>
              </w:rPr>
              <w:t>Interešu apraksts</w:t>
            </w:r>
            <w:r w:rsidR="00F72A9A">
              <w:rPr>
                <w:rFonts w:cs="Times New Roman"/>
              </w:rPr>
              <w:t>.</w:t>
            </w:r>
          </w:p>
          <w:p w14:paraId="16DFC72D" w14:textId="27547AA5" w:rsidR="00067DC1" w:rsidRDefault="00067DC1" w:rsidP="003F2CF6">
            <w:pPr>
              <w:rPr>
                <w:rFonts w:cs="Times New Roman"/>
              </w:rPr>
            </w:pPr>
            <w:r>
              <w:rPr>
                <w:rFonts w:cs="Times New Roman"/>
              </w:rPr>
              <w:t>Saistību apraksts</w:t>
            </w:r>
            <w:r w:rsidR="00D47515">
              <w:rPr>
                <w:rFonts w:cs="Times New Roman"/>
              </w:rPr>
              <w:t>.</w:t>
            </w:r>
          </w:p>
          <w:p w14:paraId="21E8BF39" w14:textId="5A349853" w:rsidR="00067DC1" w:rsidRDefault="00067DC1" w:rsidP="003F2CF6">
            <w:pPr>
              <w:rPr>
                <w:rFonts w:cs="Times New Roman"/>
              </w:rPr>
            </w:pPr>
            <w:r>
              <w:rPr>
                <w:rFonts w:cs="Times New Roman"/>
              </w:rPr>
              <w:t>Intere</w:t>
            </w:r>
            <w:r w:rsidR="00D47515">
              <w:rPr>
                <w:rFonts w:cs="Times New Roman"/>
              </w:rPr>
              <w:t>ses</w:t>
            </w:r>
            <w:r>
              <w:rPr>
                <w:rFonts w:cs="Times New Roman"/>
              </w:rPr>
              <w:t xml:space="preserve"> un saistīb</w:t>
            </w:r>
            <w:r w:rsidR="00D47515">
              <w:rPr>
                <w:rFonts w:cs="Times New Roman"/>
              </w:rPr>
              <w:t>as</w:t>
            </w:r>
            <w:r>
              <w:rPr>
                <w:rFonts w:cs="Times New Roman"/>
              </w:rPr>
              <w:t xml:space="preserve"> pamatojošie dokumenti (</w:t>
            </w:r>
            <w:r w:rsidR="007E7A00">
              <w:rPr>
                <w:rFonts w:cs="Times New Roman"/>
              </w:rPr>
              <w:t xml:space="preserve">piemēram, </w:t>
            </w:r>
            <w:r>
              <w:rPr>
                <w:rFonts w:cs="Times New Roman"/>
              </w:rPr>
              <w:t>līgumi, vienošanās u.</w:t>
            </w:r>
            <w:r w:rsidR="00D47515">
              <w:rPr>
                <w:rFonts w:cs="Times New Roman"/>
              </w:rPr>
              <w:t> </w:t>
            </w:r>
            <w:r>
              <w:rPr>
                <w:rFonts w:cs="Times New Roman"/>
              </w:rPr>
              <w:t>tml.)</w:t>
            </w:r>
            <w:r w:rsidR="00D47515">
              <w:rPr>
                <w:rFonts w:cs="Times New Roman"/>
              </w:rPr>
              <w:t>.</w:t>
            </w:r>
          </w:p>
          <w:p w14:paraId="78FCB82F" w14:textId="2EC49254" w:rsidR="00067DC1" w:rsidRPr="00A64186" w:rsidRDefault="00D47515" w:rsidP="003F2CF6">
            <w:pPr>
              <w:rPr>
                <w:rFonts w:cs="Times New Roman"/>
              </w:rPr>
            </w:pPr>
            <w:r>
              <w:rPr>
                <w:rFonts w:cs="Times New Roman"/>
              </w:rPr>
              <w:t>L</w:t>
            </w:r>
            <w:r w:rsidR="00067DC1">
              <w:rPr>
                <w:rFonts w:cs="Times New Roman"/>
              </w:rPr>
              <w:t>ietotā balsstiesību izmantošanas veida apraksts</w:t>
            </w:r>
          </w:p>
        </w:tc>
        <w:tc>
          <w:tcPr>
            <w:tcW w:w="1523" w:type="dxa"/>
          </w:tcPr>
          <w:p w14:paraId="1232D20C" w14:textId="77777777" w:rsidR="00067DC1" w:rsidRPr="00A64186" w:rsidRDefault="00067DC1" w:rsidP="00914444">
            <w:pPr>
              <w:jc w:val="both"/>
              <w:rPr>
                <w:rFonts w:cs="Times New Roman"/>
              </w:rPr>
            </w:pPr>
          </w:p>
        </w:tc>
        <w:tc>
          <w:tcPr>
            <w:tcW w:w="1667" w:type="dxa"/>
          </w:tcPr>
          <w:p w14:paraId="42B0CA49" w14:textId="77777777" w:rsidR="00067DC1" w:rsidRPr="00A64186" w:rsidRDefault="00067DC1" w:rsidP="00914444">
            <w:pPr>
              <w:jc w:val="both"/>
              <w:rPr>
                <w:rFonts w:cs="Times New Roman"/>
              </w:rPr>
            </w:pPr>
          </w:p>
        </w:tc>
      </w:tr>
      <w:tr w:rsidR="00067DC1" w:rsidRPr="00A64186" w14:paraId="5417D380" w14:textId="77777777" w:rsidTr="00B2370E">
        <w:tc>
          <w:tcPr>
            <w:tcW w:w="756" w:type="dxa"/>
          </w:tcPr>
          <w:p w14:paraId="11F67F3F" w14:textId="224F80CC"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 xml:space="preserve">.1. </w:t>
            </w:r>
          </w:p>
        </w:tc>
        <w:tc>
          <w:tcPr>
            <w:tcW w:w="2657" w:type="dxa"/>
          </w:tcPr>
          <w:p w14:paraId="387C3DFF" w14:textId="462E62C1" w:rsidR="00067DC1" w:rsidRPr="00A64186" w:rsidRDefault="00F72A9A" w:rsidP="003F2CF6">
            <w:pPr>
              <w:rPr>
                <w:rFonts w:cs="Times New Roman"/>
              </w:rPr>
            </w:pPr>
            <w:r>
              <w:rPr>
                <w:rFonts w:cs="Times New Roman"/>
              </w:rPr>
              <w:t>A</w:t>
            </w:r>
            <w:r w:rsidR="00067DC1">
              <w:rPr>
                <w:rFonts w:cs="Times New Roman"/>
              </w:rPr>
              <w:t>r finanšu institūcijas akcionāriem</w:t>
            </w:r>
          </w:p>
        </w:tc>
        <w:tc>
          <w:tcPr>
            <w:tcW w:w="1891" w:type="dxa"/>
          </w:tcPr>
          <w:p w14:paraId="11633CA0" w14:textId="77777777" w:rsidR="00067DC1" w:rsidRPr="00A64186" w:rsidRDefault="00067DC1" w:rsidP="00914444">
            <w:pPr>
              <w:jc w:val="both"/>
              <w:rPr>
                <w:rFonts w:cs="Times New Roman"/>
              </w:rPr>
            </w:pPr>
          </w:p>
        </w:tc>
        <w:tc>
          <w:tcPr>
            <w:tcW w:w="1523" w:type="dxa"/>
          </w:tcPr>
          <w:p w14:paraId="27198990" w14:textId="77777777" w:rsidR="00067DC1" w:rsidRPr="00A64186" w:rsidRDefault="00067DC1" w:rsidP="00914444">
            <w:pPr>
              <w:jc w:val="both"/>
              <w:rPr>
                <w:rFonts w:cs="Times New Roman"/>
              </w:rPr>
            </w:pPr>
          </w:p>
        </w:tc>
        <w:tc>
          <w:tcPr>
            <w:tcW w:w="1667" w:type="dxa"/>
          </w:tcPr>
          <w:p w14:paraId="19BF1F13" w14:textId="77777777" w:rsidR="00067DC1" w:rsidRPr="00A64186" w:rsidRDefault="00067DC1" w:rsidP="00914444">
            <w:pPr>
              <w:jc w:val="both"/>
              <w:rPr>
                <w:rFonts w:cs="Times New Roman"/>
              </w:rPr>
            </w:pPr>
          </w:p>
        </w:tc>
      </w:tr>
      <w:tr w:rsidR="00067DC1" w:rsidRPr="0090521A" w14:paraId="1C04E8E7" w14:textId="77777777" w:rsidTr="00B2370E">
        <w:tc>
          <w:tcPr>
            <w:tcW w:w="756" w:type="dxa"/>
          </w:tcPr>
          <w:p w14:paraId="3119A6CC" w14:textId="5F0CDCA9"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.2.</w:t>
            </w:r>
          </w:p>
        </w:tc>
        <w:tc>
          <w:tcPr>
            <w:tcW w:w="2657" w:type="dxa"/>
          </w:tcPr>
          <w:p w14:paraId="4020BD05" w14:textId="7C8F4F77" w:rsidR="00067DC1" w:rsidRPr="00D702F5" w:rsidRDefault="00F72A9A" w:rsidP="003F2CF6">
            <w:pPr>
              <w:rPr>
                <w:rFonts w:cs="Times New Roman"/>
              </w:rPr>
            </w:pPr>
            <w:r>
              <w:rPr>
                <w:rFonts w:cs="Times New Roman"/>
              </w:rPr>
              <w:t>A</w:t>
            </w:r>
            <w:r w:rsidR="00067DC1">
              <w:rPr>
                <w:rFonts w:cs="Times New Roman"/>
              </w:rPr>
              <w:t xml:space="preserve">r </w:t>
            </w:r>
            <w:r w:rsidR="00067DC1" w:rsidRPr="00D702F5">
              <w:rPr>
                <w:rFonts w:cs="Times New Roman"/>
              </w:rPr>
              <w:t>jebkuru personu, kurai ir tiesības finanšu institūcijā izmantot balsstiesības vien</w:t>
            </w:r>
            <w:r w:rsidR="00067DC1">
              <w:rPr>
                <w:rFonts w:cs="Times New Roman"/>
              </w:rPr>
              <w:t>ā</w:t>
            </w:r>
            <w:r w:rsidR="00067DC1" w:rsidRPr="00D702F5">
              <w:rPr>
                <w:rFonts w:cs="Times New Roman"/>
              </w:rPr>
              <w:t xml:space="preserve"> vai</w:t>
            </w:r>
            <w:r w:rsidR="00067DC1">
              <w:t xml:space="preserve"> </w:t>
            </w:r>
            <w:r w:rsidR="00067DC1" w:rsidRPr="00D702F5">
              <w:rPr>
                <w:rFonts w:cs="Times New Roman"/>
              </w:rPr>
              <w:t>vairākos veidos:</w:t>
            </w:r>
          </w:p>
          <w:p w14:paraId="43004BA6" w14:textId="20E881C4" w:rsidR="00067DC1" w:rsidRPr="00D702F5" w:rsidRDefault="00F72A9A" w:rsidP="003F2CF6">
            <w:pPr>
              <w:rPr>
                <w:rFonts w:cs="Times New Roman"/>
              </w:rPr>
            </w:pPr>
            <w:r>
              <w:rPr>
                <w:rFonts w:cs="Times New Roman"/>
              </w:rPr>
              <w:t>-</w:t>
            </w:r>
            <w:r w:rsidR="00067DC1" w:rsidRPr="00D702F5">
              <w:rPr>
                <w:rFonts w:cs="Times New Roman"/>
              </w:rPr>
              <w:t xml:space="preserve"> balsstiesības, kuras ir tiesīga izmantot trešā persona, ar kuru persona ir noslēgusi vienošanos, uzliekot par pienākumu saskaņot balsstiesību izmantošanas un rīcības politiku ilgtermiņā attiecībā uz konkrētās finanšu institūcijas pārvaldi</w:t>
            </w:r>
            <w:r>
              <w:rPr>
                <w:rFonts w:cs="Times New Roman"/>
              </w:rPr>
              <w:t>;</w:t>
            </w:r>
          </w:p>
          <w:p w14:paraId="7D62E92E" w14:textId="12C707A9" w:rsidR="00067DC1" w:rsidRPr="00D702F5" w:rsidRDefault="00F72A9A" w:rsidP="003F2CF6">
            <w:pPr>
              <w:rPr>
                <w:rFonts w:cs="Times New Roman"/>
              </w:rPr>
            </w:pPr>
            <w:r>
              <w:rPr>
                <w:rFonts w:cs="Times New Roman"/>
              </w:rPr>
              <w:t>-</w:t>
            </w:r>
            <w:r w:rsidR="00067DC1" w:rsidRPr="00D702F5">
              <w:rPr>
                <w:rFonts w:cs="Times New Roman"/>
              </w:rPr>
              <w:t xml:space="preserve"> balsstiesības, kuras ir tiesīga izmantot trešā persona saskaņā ar vienošanos, kas noslēgta ar personu un paredz attiecīgo balsstiesību</w:t>
            </w:r>
            <w:r w:rsidR="00067DC1">
              <w:rPr>
                <w:rFonts w:cs="Times New Roman"/>
              </w:rPr>
              <w:t xml:space="preserve"> </w:t>
            </w:r>
            <w:r w:rsidR="00067DC1" w:rsidRPr="00D702F5">
              <w:rPr>
                <w:rFonts w:cs="Times New Roman"/>
              </w:rPr>
              <w:t>pagaidu nodošanu par samaksu</w:t>
            </w:r>
            <w:r>
              <w:rPr>
                <w:rFonts w:cs="Times New Roman"/>
              </w:rPr>
              <w:t>;</w:t>
            </w:r>
            <w:r w:rsidR="00067DC1" w:rsidRPr="00D702F5">
              <w:rPr>
                <w:rFonts w:cs="Times New Roman"/>
              </w:rPr>
              <w:t xml:space="preserve"> </w:t>
            </w:r>
          </w:p>
          <w:p w14:paraId="56988DA9" w14:textId="787D8E7F" w:rsidR="00067DC1" w:rsidRPr="00D702F5" w:rsidRDefault="00F72A9A" w:rsidP="003F2CF6">
            <w:pPr>
              <w:rPr>
                <w:rFonts w:cs="Times New Roman"/>
              </w:rPr>
            </w:pPr>
            <w:r>
              <w:rPr>
                <w:rFonts w:cs="Times New Roman"/>
              </w:rPr>
              <w:t>-</w:t>
            </w:r>
            <w:r w:rsidR="00067DC1" w:rsidRPr="00D702F5">
              <w:rPr>
                <w:rFonts w:cs="Times New Roman"/>
              </w:rPr>
              <w:t xml:space="preserve"> balsstiesības, kas izriet </w:t>
            </w:r>
            <w:r w:rsidR="00067DC1" w:rsidRPr="000F4F40">
              <w:rPr>
                <w:rFonts w:cs="Times New Roman"/>
              </w:rPr>
              <w:t>no akcijām,</w:t>
            </w:r>
            <w:r w:rsidR="00067DC1" w:rsidRPr="00D702F5">
              <w:rPr>
                <w:rFonts w:cs="Times New Roman"/>
              </w:rPr>
              <w:t xml:space="preserve"> kuras konkrētā persona ir </w:t>
            </w:r>
            <w:r w:rsidR="00067DC1" w:rsidRPr="00D702F5">
              <w:rPr>
                <w:rFonts w:cs="Times New Roman"/>
              </w:rPr>
              <w:lastRenderedPageBreak/>
              <w:t>saņēmusi kā nodrošinājumu, ja tā var izmantot balsstiesības un ir paudusi savu nodomu tās izmantot</w:t>
            </w:r>
            <w:r w:rsidR="00D62EB3">
              <w:rPr>
                <w:rFonts w:cs="Times New Roman"/>
              </w:rPr>
              <w:t>;</w:t>
            </w:r>
          </w:p>
          <w:p w14:paraId="357F614A" w14:textId="03D08F82" w:rsidR="00067DC1" w:rsidRPr="00800E20" w:rsidRDefault="00D62EB3" w:rsidP="003F2CF6">
            <w:pPr>
              <w:rPr>
                <w:rFonts w:cs="Times New Roman"/>
              </w:rPr>
            </w:pPr>
            <w:r>
              <w:rPr>
                <w:rFonts w:cs="Times New Roman"/>
              </w:rPr>
              <w:t>-</w:t>
            </w:r>
            <w:r w:rsidR="00067DC1" w:rsidRPr="00800E20">
              <w:rPr>
                <w:rFonts w:cs="Times New Roman"/>
              </w:rPr>
              <w:t xml:space="preserve"> balsstiesības, kuras ir tiesīga izmantot konkrētā persona neierobežotā laikposmā</w:t>
            </w:r>
            <w:r>
              <w:rPr>
                <w:rFonts w:cs="Times New Roman"/>
              </w:rPr>
              <w:t>;</w:t>
            </w:r>
          </w:p>
          <w:p w14:paraId="72C42600" w14:textId="731E1AF5" w:rsidR="00067DC1" w:rsidRPr="00800E20" w:rsidRDefault="00D62EB3" w:rsidP="003F2CF6">
            <w:pPr>
              <w:rPr>
                <w:rFonts w:cs="Times New Roman"/>
              </w:rPr>
            </w:pPr>
            <w:r>
              <w:rPr>
                <w:rFonts w:cs="Times New Roman"/>
              </w:rPr>
              <w:t>-</w:t>
            </w:r>
            <w:r w:rsidR="00067DC1" w:rsidRPr="00800E20">
              <w:rPr>
                <w:rFonts w:cs="Times New Roman"/>
              </w:rPr>
              <w:t xml:space="preserve"> balsstiesības, kuras ir tiesīga izmantot personas kontrolētā komercsabiedrība vai kuras šāda komercsabiedrība var izmantot saskaņā ar iepriekš minēto balsstiesību izmantošanas veidu noteikumiem</w:t>
            </w:r>
            <w:r>
              <w:rPr>
                <w:rFonts w:cs="Times New Roman"/>
              </w:rPr>
              <w:t>;</w:t>
            </w:r>
            <w:r w:rsidR="00067DC1" w:rsidRPr="00800E20">
              <w:rPr>
                <w:rFonts w:cs="Times New Roman"/>
              </w:rPr>
              <w:t xml:space="preserve"> </w:t>
            </w:r>
          </w:p>
          <w:p w14:paraId="69F2D132" w14:textId="64FD13B3" w:rsidR="00067DC1" w:rsidRPr="00800E20" w:rsidRDefault="00D62EB3" w:rsidP="003F2CF6">
            <w:pPr>
              <w:rPr>
                <w:rFonts w:cs="Times New Roman"/>
              </w:rPr>
            </w:pPr>
            <w:r>
              <w:rPr>
                <w:rFonts w:cs="Times New Roman"/>
              </w:rPr>
              <w:t>-</w:t>
            </w:r>
            <w:r w:rsidR="00067DC1" w:rsidRPr="00800E20">
              <w:rPr>
                <w:rFonts w:cs="Times New Roman"/>
              </w:rPr>
              <w:t xml:space="preserve"> balsstiesības, kuras izriet </w:t>
            </w:r>
            <w:r w:rsidR="00067DC1" w:rsidRPr="000F4F40">
              <w:rPr>
                <w:rFonts w:cs="Times New Roman"/>
              </w:rPr>
              <w:t>no akcijām,</w:t>
            </w:r>
            <w:r w:rsidR="00067DC1" w:rsidRPr="00800E20">
              <w:rPr>
                <w:rFonts w:cs="Times New Roman"/>
              </w:rPr>
              <w:t xml:space="preserve"> kas nodotas turējumā konkrētajai personai un ko tā var izmantot pēc saviem ieskatiem, ja nav saņemti īpaši norādījumi</w:t>
            </w:r>
            <w:r>
              <w:rPr>
                <w:rFonts w:cs="Times New Roman"/>
              </w:rPr>
              <w:t>;</w:t>
            </w:r>
          </w:p>
          <w:p w14:paraId="23506D77" w14:textId="5BE9AD0A" w:rsidR="00067DC1" w:rsidRPr="00800E20" w:rsidRDefault="00D62EB3" w:rsidP="003F2CF6">
            <w:pPr>
              <w:rPr>
                <w:rFonts w:cs="Times New Roman"/>
              </w:rPr>
            </w:pPr>
            <w:r>
              <w:rPr>
                <w:rFonts w:cs="Times New Roman"/>
              </w:rPr>
              <w:t>-</w:t>
            </w:r>
            <w:r w:rsidR="00067DC1">
              <w:rPr>
                <w:rFonts w:cs="Times New Roman"/>
              </w:rPr>
              <w:t xml:space="preserve"> </w:t>
            </w:r>
            <w:r w:rsidR="00067DC1" w:rsidRPr="00800E20">
              <w:rPr>
                <w:rFonts w:cs="Times New Roman"/>
              </w:rPr>
              <w:t>balsstiesības, kuras izriet no trešās personas vārdā un konkrētās personas labā turētām akcijām</w:t>
            </w:r>
            <w:r>
              <w:rPr>
                <w:rFonts w:cs="Times New Roman"/>
              </w:rPr>
              <w:t>;</w:t>
            </w:r>
          </w:p>
          <w:p w14:paraId="7012D49D" w14:textId="57718771" w:rsidR="00067DC1" w:rsidRPr="00A64186" w:rsidRDefault="00D62EB3" w:rsidP="003F2CF6">
            <w:pPr>
              <w:rPr>
                <w:rFonts w:cs="Times New Roman"/>
              </w:rPr>
            </w:pPr>
            <w:r>
              <w:rPr>
                <w:rFonts w:cs="Times New Roman"/>
              </w:rPr>
              <w:t>-</w:t>
            </w:r>
            <w:r w:rsidR="00067DC1" w:rsidRPr="00800E20">
              <w:rPr>
                <w:rFonts w:cs="Times New Roman"/>
              </w:rPr>
              <w:t xml:space="preserve"> balsstiesības, kuras konkrētā persona var izmantot kā pilnvarnieks tad, kad tā ir tiesīga izmantot balsstiesības pēc saviem ieskatiem, ja nav saņemti īpaši norādījumi</w:t>
            </w:r>
          </w:p>
        </w:tc>
        <w:tc>
          <w:tcPr>
            <w:tcW w:w="1891" w:type="dxa"/>
          </w:tcPr>
          <w:p w14:paraId="1D738A1E" w14:textId="77777777" w:rsidR="00067DC1" w:rsidRPr="00A64186" w:rsidRDefault="00067DC1" w:rsidP="00914444">
            <w:pPr>
              <w:jc w:val="both"/>
              <w:rPr>
                <w:rFonts w:cs="Times New Roman"/>
              </w:rPr>
            </w:pPr>
          </w:p>
        </w:tc>
        <w:tc>
          <w:tcPr>
            <w:tcW w:w="1523" w:type="dxa"/>
          </w:tcPr>
          <w:p w14:paraId="748656C5" w14:textId="77777777" w:rsidR="00067DC1" w:rsidRPr="00A64186" w:rsidRDefault="00067DC1" w:rsidP="00914444">
            <w:pPr>
              <w:jc w:val="both"/>
              <w:rPr>
                <w:rFonts w:cs="Times New Roman"/>
              </w:rPr>
            </w:pPr>
          </w:p>
        </w:tc>
        <w:tc>
          <w:tcPr>
            <w:tcW w:w="1667" w:type="dxa"/>
          </w:tcPr>
          <w:p w14:paraId="60BBB468" w14:textId="77777777" w:rsidR="00067DC1" w:rsidRPr="00A64186" w:rsidRDefault="00067DC1" w:rsidP="00914444">
            <w:pPr>
              <w:jc w:val="both"/>
              <w:rPr>
                <w:rFonts w:cs="Times New Roman"/>
              </w:rPr>
            </w:pPr>
          </w:p>
        </w:tc>
      </w:tr>
      <w:tr w:rsidR="00067DC1" w:rsidRPr="008139F5" w14:paraId="04DD0ECB" w14:textId="77777777" w:rsidTr="00B2370E">
        <w:tc>
          <w:tcPr>
            <w:tcW w:w="756" w:type="dxa"/>
          </w:tcPr>
          <w:p w14:paraId="0367A7B6" w14:textId="4382F9C0"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.3.</w:t>
            </w:r>
          </w:p>
        </w:tc>
        <w:tc>
          <w:tcPr>
            <w:tcW w:w="2657" w:type="dxa"/>
          </w:tcPr>
          <w:p w14:paraId="3A9990AA" w14:textId="3965D311" w:rsidR="00067DC1" w:rsidRPr="00661C66" w:rsidRDefault="00D62EB3" w:rsidP="003F2CF6">
            <w:pPr>
              <w:rPr>
                <w:rFonts w:cs="Times New Roman"/>
              </w:rPr>
            </w:pPr>
            <w:r>
              <w:rPr>
                <w:rFonts w:cs="Times New Roman"/>
              </w:rPr>
              <w:t>A</w:t>
            </w:r>
            <w:r w:rsidR="00067DC1">
              <w:rPr>
                <w:rFonts w:cs="Times New Roman"/>
              </w:rPr>
              <w:t>r finanšu institūcijas padomes vai valdes locekļiem</w:t>
            </w:r>
          </w:p>
        </w:tc>
        <w:tc>
          <w:tcPr>
            <w:tcW w:w="1891" w:type="dxa"/>
          </w:tcPr>
          <w:p w14:paraId="304F8F4B" w14:textId="77777777" w:rsidR="00067DC1" w:rsidRPr="00A64186" w:rsidRDefault="00067DC1" w:rsidP="00914444">
            <w:pPr>
              <w:jc w:val="both"/>
              <w:rPr>
                <w:rFonts w:cs="Times New Roman"/>
              </w:rPr>
            </w:pPr>
          </w:p>
        </w:tc>
        <w:tc>
          <w:tcPr>
            <w:tcW w:w="1523" w:type="dxa"/>
          </w:tcPr>
          <w:p w14:paraId="7738F94C" w14:textId="77777777" w:rsidR="00067DC1" w:rsidRPr="00A64186" w:rsidRDefault="00067DC1" w:rsidP="00914444">
            <w:pPr>
              <w:jc w:val="both"/>
              <w:rPr>
                <w:rFonts w:cs="Times New Roman"/>
              </w:rPr>
            </w:pPr>
          </w:p>
        </w:tc>
        <w:tc>
          <w:tcPr>
            <w:tcW w:w="1667" w:type="dxa"/>
          </w:tcPr>
          <w:p w14:paraId="5FC0DCA2" w14:textId="77777777" w:rsidR="00067DC1" w:rsidRPr="00A64186" w:rsidRDefault="00067DC1" w:rsidP="00914444">
            <w:pPr>
              <w:jc w:val="both"/>
              <w:rPr>
                <w:rFonts w:cs="Times New Roman"/>
              </w:rPr>
            </w:pPr>
          </w:p>
        </w:tc>
      </w:tr>
      <w:tr w:rsidR="00067DC1" w:rsidRPr="008139F5" w14:paraId="59F319DB" w14:textId="77777777" w:rsidTr="00B2370E">
        <w:tc>
          <w:tcPr>
            <w:tcW w:w="756" w:type="dxa"/>
          </w:tcPr>
          <w:p w14:paraId="2F8D305A" w14:textId="12B40B00"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.4.</w:t>
            </w:r>
          </w:p>
        </w:tc>
        <w:tc>
          <w:tcPr>
            <w:tcW w:w="2657" w:type="dxa"/>
          </w:tcPr>
          <w:p w14:paraId="5684C5C9" w14:textId="125F04ED" w:rsidR="00067DC1" w:rsidRPr="00661C66" w:rsidRDefault="00D62EB3" w:rsidP="003F2CF6">
            <w:pPr>
              <w:rPr>
                <w:rFonts w:cs="Times New Roman"/>
              </w:rPr>
            </w:pPr>
            <w:r>
              <w:rPr>
                <w:rFonts w:cs="Times New Roman"/>
              </w:rPr>
              <w:t>A</w:t>
            </w:r>
            <w:r w:rsidR="00067DC1">
              <w:rPr>
                <w:rFonts w:cs="Times New Roman"/>
              </w:rPr>
              <w:t>r finanšu institūciju un tās grupu</w:t>
            </w:r>
          </w:p>
        </w:tc>
        <w:tc>
          <w:tcPr>
            <w:tcW w:w="1891" w:type="dxa"/>
          </w:tcPr>
          <w:p w14:paraId="3EA488BC" w14:textId="77777777" w:rsidR="00067DC1" w:rsidRPr="00A64186" w:rsidRDefault="00067DC1" w:rsidP="00914444">
            <w:pPr>
              <w:jc w:val="both"/>
              <w:rPr>
                <w:rFonts w:cs="Times New Roman"/>
              </w:rPr>
            </w:pPr>
          </w:p>
        </w:tc>
        <w:tc>
          <w:tcPr>
            <w:tcW w:w="1523" w:type="dxa"/>
          </w:tcPr>
          <w:p w14:paraId="491E7089" w14:textId="77777777" w:rsidR="00067DC1" w:rsidRPr="00A64186" w:rsidRDefault="00067DC1" w:rsidP="00914444">
            <w:pPr>
              <w:jc w:val="both"/>
              <w:rPr>
                <w:rFonts w:cs="Times New Roman"/>
              </w:rPr>
            </w:pPr>
          </w:p>
        </w:tc>
        <w:tc>
          <w:tcPr>
            <w:tcW w:w="1667" w:type="dxa"/>
          </w:tcPr>
          <w:p w14:paraId="2FD00240" w14:textId="77777777" w:rsidR="00067DC1" w:rsidRPr="00A64186" w:rsidRDefault="00067DC1" w:rsidP="00914444">
            <w:pPr>
              <w:jc w:val="both"/>
              <w:rPr>
                <w:rFonts w:cs="Times New Roman"/>
              </w:rPr>
            </w:pPr>
          </w:p>
        </w:tc>
      </w:tr>
      <w:tr w:rsidR="00067DC1" w:rsidRPr="006410FB" w14:paraId="78FC2F37" w14:textId="77777777" w:rsidTr="00B2370E">
        <w:tc>
          <w:tcPr>
            <w:tcW w:w="756" w:type="dxa"/>
          </w:tcPr>
          <w:p w14:paraId="4E0A6F69" w14:textId="2016C715" w:rsidR="00067DC1" w:rsidRPr="00A64186" w:rsidRDefault="00067DC1" w:rsidP="003F2CF6">
            <w:pPr>
              <w:jc w:val="right"/>
              <w:rPr>
                <w:rFonts w:cs="Times New Roman"/>
              </w:rPr>
            </w:pPr>
            <w:r>
              <w:rPr>
                <w:rFonts w:cs="Times New Roman"/>
              </w:rPr>
              <w:t>2.</w:t>
            </w:r>
            <w:r w:rsidR="003E7C3C">
              <w:rPr>
                <w:rFonts w:cs="Times New Roman"/>
              </w:rPr>
              <w:t>8</w:t>
            </w:r>
            <w:r w:rsidRPr="00A64186">
              <w:rPr>
                <w:rFonts w:cs="Times New Roman"/>
              </w:rPr>
              <w:t>.</w:t>
            </w:r>
          </w:p>
        </w:tc>
        <w:tc>
          <w:tcPr>
            <w:tcW w:w="2657" w:type="dxa"/>
          </w:tcPr>
          <w:p w14:paraId="0160FEA4" w14:textId="6D5271B7" w:rsidR="00067DC1" w:rsidRPr="00A64186" w:rsidRDefault="00D62EB3" w:rsidP="003F2CF6">
            <w:pPr>
              <w:autoSpaceDE w:val="0"/>
              <w:autoSpaceDN w:val="0"/>
              <w:adjustRightInd w:val="0"/>
              <w:rPr>
                <w:rFonts w:cs="Times New Roman"/>
              </w:rPr>
            </w:pPr>
            <w:r>
              <w:rPr>
                <w:rFonts w:cs="Times New Roman"/>
              </w:rPr>
              <w:t>J</w:t>
            </w:r>
            <w:r w:rsidR="00067DC1" w:rsidRPr="002D0231">
              <w:rPr>
                <w:rFonts w:cs="Times New Roman"/>
              </w:rPr>
              <w:t>ebkādas ziņas par personu, kas var tikt uzskatītas par šķēr</w:t>
            </w:r>
            <w:r w:rsidR="003E619B">
              <w:rPr>
                <w:rFonts w:cs="Times New Roman"/>
              </w:rPr>
              <w:t>sl</w:t>
            </w:r>
            <w:r w:rsidR="00067DC1" w:rsidRPr="002D0231">
              <w:rPr>
                <w:rFonts w:cs="Times New Roman"/>
              </w:rPr>
              <w:t>i</w:t>
            </w:r>
            <w:r w:rsidR="00067DC1">
              <w:rPr>
                <w:rFonts w:cs="Times New Roman"/>
              </w:rPr>
              <w:t xml:space="preserve"> vai interešu konflikt</w:t>
            </w:r>
            <w:r w:rsidR="003E619B">
              <w:rPr>
                <w:rFonts w:cs="Times New Roman"/>
              </w:rPr>
              <w:t>u</w:t>
            </w:r>
            <w:r>
              <w:rPr>
                <w:rFonts w:cs="Times New Roman"/>
              </w:rPr>
              <w:t>, lai iegūtu</w:t>
            </w:r>
            <w:r w:rsidR="00067DC1">
              <w:rPr>
                <w:rFonts w:cs="Times New Roman"/>
              </w:rPr>
              <w:t xml:space="preserve"> </w:t>
            </w:r>
            <w:r>
              <w:rPr>
                <w:rFonts w:cs="Times New Roman"/>
              </w:rPr>
              <w:t xml:space="preserve">vai palielinātu </w:t>
            </w:r>
            <w:r w:rsidR="00067DC1" w:rsidRPr="002D0231">
              <w:rPr>
                <w:rFonts w:cs="Times New Roman"/>
              </w:rPr>
              <w:t>būtisk</w:t>
            </w:r>
            <w:r>
              <w:rPr>
                <w:rFonts w:cs="Times New Roman"/>
              </w:rPr>
              <w:t>u</w:t>
            </w:r>
            <w:r w:rsidR="00067DC1" w:rsidRPr="002D0231">
              <w:rPr>
                <w:rFonts w:cs="Times New Roman"/>
              </w:rPr>
              <w:t xml:space="preserve"> līdzdalīb</w:t>
            </w:r>
            <w:r>
              <w:rPr>
                <w:rFonts w:cs="Times New Roman"/>
              </w:rPr>
              <w:t>u</w:t>
            </w:r>
            <w:r w:rsidR="00067DC1" w:rsidRPr="002D0231">
              <w:rPr>
                <w:rFonts w:cs="Times New Roman"/>
              </w:rPr>
              <w:t xml:space="preserve"> finanšu </w:t>
            </w:r>
            <w:r w:rsidR="00067DC1">
              <w:rPr>
                <w:rFonts w:cs="Times New Roman"/>
              </w:rPr>
              <w:t xml:space="preserve">institūcijā, un </w:t>
            </w:r>
            <w:r w:rsidR="00067DC1" w:rsidRPr="00A64186">
              <w:rPr>
                <w:rFonts w:cs="Times New Roman"/>
              </w:rPr>
              <w:lastRenderedPageBreak/>
              <w:t xml:space="preserve">iespējamie šādu </w:t>
            </w:r>
            <w:r w:rsidR="00067DC1">
              <w:rPr>
                <w:rFonts w:cs="Times New Roman"/>
              </w:rPr>
              <w:t xml:space="preserve">šķēršļu vai </w:t>
            </w:r>
            <w:r w:rsidR="00067DC1" w:rsidRPr="00A64186">
              <w:rPr>
                <w:rFonts w:cs="Times New Roman"/>
              </w:rPr>
              <w:t xml:space="preserve">interešu </w:t>
            </w:r>
            <w:r w:rsidR="00067DC1">
              <w:rPr>
                <w:rFonts w:cs="Times New Roman"/>
              </w:rPr>
              <w:t>konfliktu risinājumi</w:t>
            </w:r>
          </w:p>
        </w:tc>
        <w:tc>
          <w:tcPr>
            <w:tcW w:w="1891" w:type="dxa"/>
          </w:tcPr>
          <w:p w14:paraId="011597D9" w14:textId="77777777" w:rsidR="00067DC1" w:rsidRPr="00A64186" w:rsidRDefault="00067DC1" w:rsidP="003F2CF6">
            <w:pPr>
              <w:rPr>
                <w:rFonts w:cs="Times New Roman"/>
              </w:rPr>
            </w:pPr>
            <w:r>
              <w:rPr>
                <w:rFonts w:cs="Times New Roman"/>
              </w:rPr>
              <w:lastRenderedPageBreak/>
              <w:t>Personas sniegta informācija</w:t>
            </w:r>
          </w:p>
        </w:tc>
        <w:tc>
          <w:tcPr>
            <w:tcW w:w="1523" w:type="dxa"/>
          </w:tcPr>
          <w:p w14:paraId="346F1123" w14:textId="77777777" w:rsidR="00067DC1" w:rsidRPr="00A64186" w:rsidRDefault="00067DC1" w:rsidP="00914444">
            <w:pPr>
              <w:jc w:val="both"/>
              <w:rPr>
                <w:rFonts w:cs="Times New Roman"/>
              </w:rPr>
            </w:pPr>
          </w:p>
        </w:tc>
        <w:tc>
          <w:tcPr>
            <w:tcW w:w="1667" w:type="dxa"/>
          </w:tcPr>
          <w:p w14:paraId="23F13E9F" w14:textId="77777777" w:rsidR="00067DC1" w:rsidRPr="00A64186" w:rsidRDefault="00067DC1" w:rsidP="00914444">
            <w:pPr>
              <w:jc w:val="both"/>
              <w:rPr>
                <w:rFonts w:cs="Times New Roman"/>
              </w:rPr>
            </w:pPr>
          </w:p>
        </w:tc>
      </w:tr>
      <w:tr w:rsidR="00067DC1" w:rsidRPr="006410FB" w14:paraId="156FADE5" w14:textId="77777777" w:rsidTr="00B2370E">
        <w:tc>
          <w:tcPr>
            <w:tcW w:w="756" w:type="dxa"/>
          </w:tcPr>
          <w:p w14:paraId="7DAC442E" w14:textId="24E0406E" w:rsidR="00067DC1" w:rsidRPr="00A64186" w:rsidRDefault="00067DC1" w:rsidP="003F2CF6">
            <w:pPr>
              <w:jc w:val="right"/>
              <w:rPr>
                <w:rFonts w:cs="Times New Roman"/>
              </w:rPr>
            </w:pPr>
            <w:r>
              <w:rPr>
                <w:rFonts w:cs="Times New Roman"/>
              </w:rPr>
              <w:t>2.</w:t>
            </w:r>
            <w:r w:rsidR="003E7C3C">
              <w:rPr>
                <w:rFonts w:cs="Times New Roman"/>
              </w:rPr>
              <w:t>9</w:t>
            </w:r>
            <w:r>
              <w:rPr>
                <w:rFonts w:cs="Times New Roman"/>
              </w:rPr>
              <w:t>.</w:t>
            </w:r>
          </w:p>
        </w:tc>
        <w:tc>
          <w:tcPr>
            <w:tcW w:w="2657" w:type="dxa"/>
          </w:tcPr>
          <w:p w14:paraId="54C09038" w14:textId="0EE17770" w:rsidR="00067DC1" w:rsidRPr="00A64186" w:rsidRDefault="00D62EB3" w:rsidP="003F2CF6">
            <w:pPr>
              <w:autoSpaceDE w:val="0"/>
              <w:autoSpaceDN w:val="0"/>
              <w:adjustRightInd w:val="0"/>
              <w:rPr>
                <w:rFonts w:cs="Times New Roman"/>
              </w:rPr>
            </w:pPr>
            <w:r>
              <w:rPr>
                <w:rFonts w:cs="Times New Roman"/>
              </w:rPr>
              <w:t>I</w:t>
            </w:r>
            <w:r w:rsidR="00067DC1">
              <w:rPr>
                <w:rFonts w:cs="Times New Roman"/>
              </w:rPr>
              <w:t xml:space="preserve">nformācija par personas balsstiesību un kapitāla sadalījumu, norādot informāciju par </w:t>
            </w:r>
            <w:r w:rsidR="00067DC1" w:rsidRPr="00A64186">
              <w:rPr>
                <w:rFonts w:cs="Times New Roman"/>
              </w:rPr>
              <w:t>visu akcionāru</w:t>
            </w:r>
            <w:r w:rsidR="00067DC1">
              <w:rPr>
                <w:rFonts w:cs="Times New Roman"/>
              </w:rPr>
              <w:t xml:space="preserve"> (dalībnieku)</w:t>
            </w:r>
            <w:r w:rsidR="00067DC1" w:rsidRPr="00A64186">
              <w:rPr>
                <w:rFonts w:cs="Times New Roman"/>
              </w:rPr>
              <w:t>, kam</w:t>
            </w:r>
            <w:r w:rsidR="00067DC1">
              <w:rPr>
                <w:rFonts w:cs="Times New Roman"/>
              </w:rPr>
              <w:t xml:space="preserve"> </w:t>
            </w:r>
            <w:r w:rsidR="00067DC1" w:rsidRPr="00A64186">
              <w:rPr>
                <w:rFonts w:cs="Times New Roman"/>
              </w:rPr>
              <w:t>ir būtiska ietekme, identitāt</w:t>
            </w:r>
            <w:r w:rsidR="00067DC1">
              <w:rPr>
                <w:rFonts w:cs="Times New Roman"/>
              </w:rPr>
              <w:t xml:space="preserve">i </w:t>
            </w:r>
            <w:r w:rsidR="00067DC1" w:rsidRPr="00A64186">
              <w:rPr>
                <w:rFonts w:cs="Times New Roman"/>
              </w:rPr>
              <w:t>un viņu kapitāla daļ</w:t>
            </w:r>
            <w:r w:rsidR="00067DC1">
              <w:rPr>
                <w:rFonts w:cs="Times New Roman"/>
              </w:rPr>
              <w:t>ām</w:t>
            </w:r>
            <w:r w:rsidR="00067DC1" w:rsidRPr="00A64186">
              <w:rPr>
                <w:rFonts w:cs="Times New Roman"/>
              </w:rPr>
              <w:t xml:space="preserve"> un balsstiesīb</w:t>
            </w:r>
            <w:r w:rsidR="00067DC1">
              <w:rPr>
                <w:rFonts w:cs="Times New Roman"/>
              </w:rPr>
              <w:t>ām</w:t>
            </w:r>
            <w:r w:rsidR="00067DC1" w:rsidRPr="00A64186">
              <w:rPr>
                <w:rFonts w:cs="Times New Roman"/>
              </w:rPr>
              <w:t>,</w:t>
            </w:r>
            <w:r w:rsidR="00067DC1">
              <w:rPr>
                <w:rFonts w:cs="Times New Roman"/>
              </w:rPr>
              <w:t xml:space="preserve"> jebkādiem akcionāru līgumiem </w:t>
            </w:r>
          </w:p>
          <w:p w14:paraId="7A69A9C1" w14:textId="77777777" w:rsidR="00067DC1" w:rsidRPr="00A64186" w:rsidRDefault="00067DC1" w:rsidP="003F2CF6">
            <w:pPr>
              <w:rPr>
                <w:rFonts w:cs="Times New Roman"/>
              </w:rPr>
            </w:pPr>
          </w:p>
        </w:tc>
        <w:tc>
          <w:tcPr>
            <w:tcW w:w="1891" w:type="dxa"/>
          </w:tcPr>
          <w:p w14:paraId="42A24328" w14:textId="7D502E10" w:rsidR="00067DC1" w:rsidRDefault="00067DC1" w:rsidP="003F2CF6">
            <w:pPr>
              <w:rPr>
                <w:rFonts w:cs="Times New Roman"/>
              </w:rPr>
            </w:pPr>
            <w:r>
              <w:rPr>
                <w:rFonts w:cs="Times New Roman"/>
              </w:rPr>
              <w:t>Līgumi</w:t>
            </w:r>
            <w:r w:rsidR="00D47515">
              <w:rPr>
                <w:rFonts w:cs="Times New Roman"/>
              </w:rPr>
              <w:t>.</w:t>
            </w:r>
          </w:p>
          <w:p w14:paraId="65F71AB0" w14:textId="46A2ED8F" w:rsidR="00067DC1" w:rsidRDefault="00067DC1" w:rsidP="003F2CF6">
            <w:pPr>
              <w:rPr>
                <w:rFonts w:cs="Times New Roman"/>
              </w:rPr>
            </w:pPr>
            <w:r>
              <w:rPr>
                <w:rFonts w:cs="Times New Roman"/>
              </w:rPr>
              <w:t>Izraksti no akcionāru reģistriem</w:t>
            </w:r>
            <w:r w:rsidR="00D47515">
              <w:rPr>
                <w:rFonts w:cs="Times New Roman"/>
              </w:rPr>
              <w:t>.</w:t>
            </w:r>
          </w:p>
          <w:p w14:paraId="53C7C4E0" w14:textId="1A9A164C" w:rsidR="00067DC1" w:rsidRDefault="007E7A00"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6209E87E" w14:textId="7AAFC433"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3129026A" w14:textId="77777777" w:rsidR="00067DC1" w:rsidRPr="00A64186" w:rsidRDefault="00067DC1" w:rsidP="00914444">
            <w:pPr>
              <w:jc w:val="both"/>
              <w:rPr>
                <w:rFonts w:cs="Times New Roman"/>
              </w:rPr>
            </w:pPr>
          </w:p>
        </w:tc>
        <w:tc>
          <w:tcPr>
            <w:tcW w:w="1667" w:type="dxa"/>
          </w:tcPr>
          <w:p w14:paraId="0D4E71C8" w14:textId="77777777" w:rsidR="00067DC1" w:rsidRPr="00A64186" w:rsidRDefault="00067DC1" w:rsidP="00914444">
            <w:pPr>
              <w:jc w:val="both"/>
              <w:rPr>
                <w:rFonts w:cs="Times New Roman"/>
              </w:rPr>
            </w:pPr>
          </w:p>
        </w:tc>
      </w:tr>
      <w:tr w:rsidR="00067DC1" w:rsidRPr="006410FB" w14:paraId="35F5759A" w14:textId="77777777" w:rsidTr="00B2370E">
        <w:tc>
          <w:tcPr>
            <w:tcW w:w="756" w:type="dxa"/>
          </w:tcPr>
          <w:p w14:paraId="786EF26B" w14:textId="5CFB0F06" w:rsidR="00067DC1" w:rsidRPr="00A64186" w:rsidRDefault="00067DC1" w:rsidP="003F2CF6">
            <w:pPr>
              <w:jc w:val="right"/>
              <w:rPr>
                <w:rFonts w:cs="Times New Roman"/>
              </w:rPr>
            </w:pPr>
            <w:r>
              <w:rPr>
                <w:rFonts w:cs="Times New Roman"/>
              </w:rPr>
              <w:t>2.</w:t>
            </w:r>
            <w:r w:rsidR="003E7C3C">
              <w:rPr>
                <w:rFonts w:cs="Times New Roman"/>
              </w:rPr>
              <w:t>10</w:t>
            </w:r>
            <w:r>
              <w:rPr>
                <w:rFonts w:cs="Times New Roman"/>
              </w:rPr>
              <w:t>.</w:t>
            </w:r>
          </w:p>
        </w:tc>
        <w:tc>
          <w:tcPr>
            <w:tcW w:w="2657" w:type="dxa"/>
          </w:tcPr>
          <w:p w14:paraId="5356F6F8" w14:textId="523757D3" w:rsidR="00067DC1" w:rsidRPr="00B508BF" w:rsidRDefault="00D62EB3" w:rsidP="003F2CF6">
            <w:pPr>
              <w:rPr>
                <w:rFonts w:cs="Times New Roman"/>
              </w:rPr>
            </w:pPr>
            <w:r>
              <w:rPr>
                <w:rFonts w:cs="Times New Roman"/>
              </w:rPr>
              <w:t>D</w:t>
            </w:r>
            <w:r w:rsidR="00067DC1">
              <w:rPr>
                <w:rFonts w:cs="Times New Roman"/>
              </w:rPr>
              <w:t>etalizēta</w:t>
            </w:r>
            <w:r w:rsidR="00067DC1" w:rsidRPr="00B508BF">
              <w:rPr>
                <w:rFonts w:cs="Times New Roman"/>
              </w:rPr>
              <w:t xml:space="preserve"> grupas organizatoriskās struktūras shēm</w:t>
            </w:r>
            <w:r w:rsidR="00067DC1">
              <w:rPr>
                <w:rFonts w:cs="Times New Roman"/>
              </w:rPr>
              <w:t>a</w:t>
            </w:r>
            <w:r w:rsidR="00067DC1" w:rsidRPr="00B508BF">
              <w:rPr>
                <w:rFonts w:cs="Times New Roman"/>
              </w:rPr>
              <w:t xml:space="preserve"> un informācij</w:t>
            </w:r>
            <w:r w:rsidR="00067DC1">
              <w:rPr>
                <w:rFonts w:cs="Times New Roman"/>
              </w:rPr>
              <w:t>a</w:t>
            </w:r>
            <w:r w:rsidR="00067DC1" w:rsidRPr="00B508BF">
              <w:rPr>
                <w:rFonts w:cs="Times New Roman"/>
              </w:rPr>
              <w:t xml:space="preserve"> par īpašnieku līdzdalību un darbības veidiem, identificējot komercsabiedrības, kuras pakļautas finanšu uzraudzībai</w:t>
            </w:r>
            <w:r w:rsidR="00067DC1">
              <w:rPr>
                <w:rFonts w:cs="Times New Roman"/>
              </w:rPr>
              <w:t xml:space="preserve">, </w:t>
            </w:r>
            <w:r w:rsidR="00067DC1" w:rsidRPr="00B508BF">
              <w:rPr>
                <w:rFonts w:cs="Times New Roman"/>
              </w:rPr>
              <w:t xml:space="preserve">ja persona ir grupas </w:t>
            </w:r>
            <w:r w:rsidR="003E619B" w:rsidRPr="00B508BF">
              <w:rPr>
                <w:rFonts w:cs="Times New Roman"/>
              </w:rPr>
              <w:t xml:space="preserve">daļa </w:t>
            </w:r>
            <w:r w:rsidR="00067DC1" w:rsidRPr="00B508BF">
              <w:rPr>
                <w:rFonts w:cs="Times New Roman"/>
              </w:rPr>
              <w:t xml:space="preserve">kā komercsabiedrības meitas sabiedrība vai komercsabiedrības mātes sabiedrība </w:t>
            </w:r>
          </w:p>
        </w:tc>
        <w:tc>
          <w:tcPr>
            <w:tcW w:w="1891" w:type="dxa"/>
          </w:tcPr>
          <w:p w14:paraId="4A4D6AED" w14:textId="77777777" w:rsidR="00067DC1" w:rsidRPr="00A64186" w:rsidRDefault="00067DC1" w:rsidP="003F2CF6">
            <w:pPr>
              <w:rPr>
                <w:rFonts w:cs="Times New Roman"/>
              </w:rPr>
            </w:pPr>
            <w:r>
              <w:rPr>
                <w:rFonts w:cs="Times New Roman"/>
              </w:rPr>
              <w:t>Shēma un detalizēts apraksts</w:t>
            </w:r>
          </w:p>
        </w:tc>
        <w:tc>
          <w:tcPr>
            <w:tcW w:w="1523" w:type="dxa"/>
          </w:tcPr>
          <w:p w14:paraId="170BCFFB" w14:textId="77777777" w:rsidR="00067DC1" w:rsidRPr="00A64186" w:rsidRDefault="00067DC1" w:rsidP="00914444">
            <w:pPr>
              <w:jc w:val="both"/>
              <w:rPr>
                <w:rFonts w:cs="Times New Roman"/>
              </w:rPr>
            </w:pPr>
          </w:p>
        </w:tc>
        <w:tc>
          <w:tcPr>
            <w:tcW w:w="1667" w:type="dxa"/>
          </w:tcPr>
          <w:p w14:paraId="3B368768" w14:textId="77777777" w:rsidR="00067DC1" w:rsidRPr="00A64186" w:rsidRDefault="00067DC1" w:rsidP="00914444">
            <w:pPr>
              <w:jc w:val="both"/>
              <w:rPr>
                <w:rFonts w:cs="Times New Roman"/>
              </w:rPr>
            </w:pPr>
          </w:p>
        </w:tc>
      </w:tr>
      <w:tr w:rsidR="00067DC1" w:rsidRPr="006410FB" w14:paraId="29500B9A" w14:textId="77777777" w:rsidTr="003F2CF6">
        <w:trPr>
          <w:trHeight w:val="697"/>
        </w:trPr>
        <w:tc>
          <w:tcPr>
            <w:tcW w:w="756" w:type="dxa"/>
          </w:tcPr>
          <w:p w14:paraId="24AD601A" w14:textId="77FD0203" w:rsidR="00067DC1" w:rsidRPr="00A64186" w:rsidRDefault="00067DC1" w:rsidP="003F2CF6">
            <w:pPr>
              <w:jc w:val="right"/>
              <w:rPr>
                <w:rFonts w:cs="Times New Roman"/>
              </w:rPr>
            </w:pPr>
            <w:r>
              <w:rPr>
                <w:rFonts w:cs="Times New Roman"/>
              </w:rPr>
              <w:t>2.1</w:t>
            </w:r>
            <w:r w:rsidR="003E7C3C">
              <w:rPr>
                <w:rFonts w:cs="Times New Roman"/>
              </w:rPr>
              <w:t>1</w:t>
            </w:r>
            <w:r>
              <w:rPr>
                <w:rFonts w:cs="Times New Roman"/>
              </w:rPr>
              <w:t>.</w:t>
            </w:r>
          </w:p>
        </w:tc>
        <w:tc>
          <w:tcPr>
            <w:tcW w:w="2657" w:type="dxa"/>
          </w:tcPr>
          <w:p w14:paraId="53D8DB1F" w14:textId="5A98D89B" w:rsidR="00067DC1" w:rsidRPr="00A64186" w:rsidRDefault="00D62EB3" w:rsidP="003F2CF6">
            <w:pPr>
              <w:autoSpaceDE w:val="0"/>
              <w:autoSpaceDN w:val="0"/>
              <w:adjustRightInd w:val="0"/>
              <w:rPr>
                <w:rFonts w:cs="Times New Roman"/>
              </w:rPr>
            </w:pPr>
            <w:r>
              <w:rPr>
                <w:rFonts w:cs="Times New Roman"/>
              </w:rPr>
              <w:t>I</w:t>
            </w:r>
            <w:r w:rsidR="00067DC1" w:rsidRPr="00A64186">
              <w:rPr>
                <w:rFonts w:cs="Times New Roman"/>
              </w:rPr>
              <w:t>nformācija par attiecībām starp grupas finanšu struktūrām un citām grupas</w:t>
            </w:r>
            <w:r w:rsidR="00067DC1">
              <w:rPr>
                <w:rFonts w:cs="Times New Roman"/>
              </w:rPr>
              <w:t xml:space="preserve"> </w:t>
            </w:r>
            <w:r w:rsidR="00067DC1" w:rsidRPr="00A64186">
              <w:rPr>
                <w:rFonts w:cs="Times New Roman"/>
              </w:rPr>
              <w:t>nefinanšu struktūrām</w:t>
            </w:r>
            <w:r w:rsidR="00067DC1">
              <w:rPr>
                <w:rFonts w:cs="Times New Roman"/>
              </w:rPr>
              <w:t xml:space="preserve">, </w:t>
            </w:r>
            <w:r w:rsidR="00067DC1" w:rsidRPr="00A64186">
              <w:rPr>
                <w:rFonts w:cs="Times New Roman"/>
              </w:rPr>
              <w:t xml:space="preserve">ja </w:t>
            </w:r>
            <w:r w:rsidR="00067DC1">
              <w:rPr>
                <w:rFonts w:cs="Times New Roman"/>
              </w:rPr>
              <w:t>persona</w:t>
            </w:r>
            <w:r w:rsidR="00067DC1" w:rsidRPr="00A64186">
              <w:rPr>
                <w:rFonts w:cs="Times New Roman"/>
              </w:rPr>
              <w:t xml:space="preserve"> ir grupas </w:t>
            </w:r>
            <w:r w:rsidR="003E619B" w:rsidRPr="00A64186">
              <w:rPr>
                <w:rFonts w:cs="Times New Roman"/>
              </w:rPr>
              <w:t xml:space="preserve">daļa </w:t>
            </w:r>
            <w:r w:rsidR="00067DC1" w:rsidRPr="00A64186">
              <w:rPr>
                <w:rFonts w:cs="Times New Roman"/>
              </w:rPr>
              <w:t xml:space="preserve">kā </w:t>
            </w:r>
            <w:r w:rsidR="00067DC1" w:rsidRPr="00B508BF">
              <w:rPr>
                <w:rFonts w:cs="Times New Roman"/>
              </w:rPr>
              <w:t>komercsabiedrības meitas sabiedrība vai komercsabiedrības mātes sabiedrība</w:t>
            </w:r>
          </w:p>
        </w:tc>
        <w:tc>
          <w:tcPr>
            <w:tcW w:w="1891" w:type="dxa"/>
          </w:tcPr>
          <w:p w14:paraId="415B05C9" w14:textId="77777777" w:rsidR="00067DC1" w:rsidRPr="00A64186" w:rsidRDefault="00067DC1" w:rsidP="00914444">
            <w:pPr>
              <w:jc w:val="both"/>
              <w:rPr>
                <w:rFonts w:cs="Times New Roman"/>
              </w:rPr>
            </w:pPr>
            <w:r>
              <w:rPr>
                <w:rFonts w:cs="Times New Roman"/>
              </w:rPr>
              <w:t>Detalizēts apraksts</w:t>
            </w:r>
          </w:p>
        </w:tc>
        <w:tc>
          <w:tcPr>
            <w:tcW w:w="1523" w:type="dxa"/>
          </w:tcPr>
          <w:p w14:paraId="5BF9BB79" w14:textId="77777777" w:rsidR="00067DC1" w:rsidRPr="00A64186" w:rsidRDefault="00067DC1" w:rsidP="00914444">
            <w:pPr>
              <w:jc w:val="both"/>
              <w:rPr>
                <w:rFonts w:cs="Times New Roman"/>
              </w:rPr>
            </w:pPr>
          </w:p>
        </w:tc>
        <w:tc>
          <w:tcPr>
            <w:tcW w:w="1667" w:type="dxa"/>
          </w:tcPr>
          <w:p w14:paraId="1699E76D" w14:textId="77777777" w:rsidR="00067DC1" w:rsidRPr="00A64186" w:rsidRDefault="00067DC1" w:rsidP="00914444">
            <w:pPr>
              <w:jc w:val="both"/>
              <w:rPr>
                <w:rFonts w:cs="Times New Roman"/>
              </w:rPr>
            </w:pPr>
          </w:p>
        </w:tc>
      </w:tr>
      <w:tr w:rsidR="00067DC1" w:rsidRPr="008139F5" w14:paraId="162EE110" w14:textId="77777777" w:rsidTr="00B2370E">
        <w:tc>
          <w:tcPr>
            <w:tcW w:w="756" w:type="dxa"/>
          </w:tcPr>
          <w:p w14:paraId="7ED9E5F6" w14:textId="6E69A96D" w:rsidR="00067DC1" w:rsidRPr="00A64186" w:rsidRDefault="00067DC1" w:rsidP="003F2CF6">
            <w:pPr>
              <w:jc w:val="right"/>
              <w:rPr>
                <w:rFonts w:cs="Times New Roman"/>
              </w:rPr>
            </w:pPr>
            <w:r>
              <w:rPr>
                <w:rFonts w:cs="Times New Roman"/>
              </w:rPr>
              <w:t>2.1</w:t>
            </w:r>
            <w:r w:rsidR="003E7C3C">
              <w:rPr>
                <w:rFonts w:cs="Times New Roman"/>
              </w:rPr>
              <w:t>2</w:t>
            </w:r>
            <w:r>
              <w:rPr>
                <w:rFonts w:cs="Times New Roman"/>
              </w:rPr>
              <w:t>.</w:t>
            </w:r>
          </w:p>
        </w:tc>
        <w:tc>
          <w:tcPr>
            <w:tcW w:w="2657" w:type="dxa"/>
          </w:tcPr>
          <w:p w14:paraId="08581877" w14:textId="37875C9E" w:rsidR="00067DC1" w:rsidRPr="00A64186" w:rsidRDefault="00D62EB3" w:rsidP="003F2CF6">
            <w:pPr>
              <w:autoSpaceDE w:val="0"/>
              <w:autoSpaceDN w:val="0"/>
              <w:adjustRightInd w:val="0"/>
              <w:rPr>
                <w:rFonts w:cs="Times New Roman"/>
              </w:rPr>
            </w:pPr>
            <w:r>
              <w:rPr>
                <w:rFonts w:cs="Times New Roman"/>
              </w:rPr>
              <w:t>I</w:t>
            </w:r>
            <w:r w:rsidR="00067DC1">
              <w:rPr>
                <w:rFonts w:cs="Times New Roman"/>
              </w:rPr>
              <w:t xml:space="preserve">nformācija </w:t>
            </w:r>
            <w:r w:rsidR="00067DC1" w:rsidRPr="002F02BC">
              <w:rPr>
                <w:rFonts w:cs="Times New Roman"/>
              </w:rPr>
              <w:t>par ikvienu</w:t>
            </w:r>
            <w:r w:rsidR="00067DC1">
              <w:rPr>
                <w:rFonts w:cs="Times New Roman"/>
              </w:rPr>
              <w:t xml:space="preserve"> finanšu uzraudzības </w:t>
            </w:r>
            <w:r w:rsidR="00F4749F">
              <w:rPr>
                <w:rFonts w:cs="Times New Roman"/>
              </w:rPr>
              <w:t>iestāžu</w:t>
            </w:r>
            <w:r w:rsidR="00067DC1">
              <w:rPr>
                <w:rFonts w:cs="Times New Roman"/>
              </w:rPr>
              <w:t xml:space="preserve"> uzraudzītu, personas grup</w:t>
            </w:r>
            <w:r w:rsidR="003E619B">
              <w:rPr>
                <w:rFonts w:cs="Times New Roman"/>
              </w:rPr>
              <w:t>ā</w:t>
            </w:r>
            <w:r w:rsidR="00067DC1">
              <w:rPr>
                <w:rFonts w:cs="Times New Roman"/>
              </w:rPr>
              <w:t xml:space="preserve"> iet</w:t>
            </w:r>
            <w:r w:rsidR="003E619B">
              <w:rPr>
                <w:rFonts w:cs="Times New Roman"/>
              </w:rPr>
              <w:t>ilpstošu</w:t>
            </w:r>
            <w:r w:rsidR="00067DC1">
              <w:rPr>
                <w:rFonts w:cs="Times New Roman"/>
              </w:rPr>
              <w:t xml:space="preserve"> </w:t>
            </w:r>
            <w:r w:rsidR="00115058">
              <w:rPr>
                <w:rFonts w:cs="Times New Roman"/>
              </w:rPr>
              <w:t xml:space="preserve">finanšu </w:t>
            </w:r>
            <w:r w:rsidR="0075191B">
              <w:rPr>
                <w:rFonts w:cs="Times New Roman"/>
              </w:rPr>
              <w:t>institūciju</w:t>
            </w:r>
            <w:r w:rsidR="00067DC1" w:rsidRPr="00424BC7">
              <w:rPr>
                <w:rFonts w:cs="Times New Roman"/>
              </w:rPr>
              <w:t>, to uzraugoš</w:t>
            </w:r>
            <w:r w:rsidR="00B769EF">
              <w:rPr>
                <w:rFonts w:cs="Times New Roman"/>
              </w:rPr>
              <w:t>o</w:t>
            </w:r>
            <w:r w:rsidR="00067DC1" w:rsidRPr="00424BC7">
              <w:rPr>
                <w:rFonts w:cs="Times New Roman"/>
              </w:rPr>
              <w:t xml:space="preserve"> </w:t>
            </w:r>
            <w:r w:rsidR="0075191B">
              <w:rPr>
                <w:rFonts w:cs="Times New Roman"/>
              </w:rPr>
              <w:t>iestādi</w:t>
            </w:r>
          </w:p>
        </w:tc>
        <w:tc>
          <w:tcPr>
            <w:tcW w:w="1891" w:type="dxa"/>
          </w:tcPr>
          <w:p w14:paraId="36AF37B7" w14:textId="18D58F22" w:rsidR="00067DC1" w:rsidRDefault="00067DC1" w:rsidP="003F2CF6">
            <w:pPr>
              <w:rPr>
                <w:rFonts w:cs="Times New Roman"/>
              </w:rPr>
            </w:pPr>
            <w:r>
              <w:rPr>
                <w:rFonts w:cs="Times New Roman"/>
              </w:rPr>
              <w:t>Šā pielikuma 1.1., 1.2. un 1.3. </w:t>
            </w:r>
            <w:r w:rsidR="00F9482C">
              <w:rPr>
                <w:rFonts w:cs="Times New Roman"/>
              </w:rPr>
              <w:t>apakš</w:t>
            </w:r>
            <w:r>
              <w:rPr>
                <w:rFonts w:cs="Times New Roman"/>
              </w:rPr>
              <w:t>punktā minētie dokumenti</w:t>
            </w:r>
          </w:p>
          <w:p w14:paraId="7AF940F1" w14:textId="77777777" w:rsidR="00067DC1" w:rsidRPr="00A64186" w:rsidRDefault="00067DC1" w:rsidP="003F2CF6">
            <w:pPr>
              <w:rPr>
                <w:rFonts w:cs="Times New Roman"/>
              </w:rPr>
            </w:pPr>
          </w:p>
        </w:tc>
        <w:tc>
          <w:tcPr>
            <w:tcW w:w="1523" w:type="dxa"/>
          </w:tcPr>
          <w:p w14:paraId="473D591C" w14:textId="77777777" w:rsidR="00067DC1" w:rsidRPr="00A64186" w:rsidRDefault="00067DC1" w:rsidP="00914444">
            <w:pPr>
              <w:jc w:val="both"/>
              <w:rPr>
                <w:rFonts w:cs="Times New Roman"/>
              </w:rPr>
            </w:pPr>
          </w:p>
        </w:tc>
        <w:tc>
          <w:tcPr>
            <w:tcW w:w="1667" w:type="dxa"/>
          </w:tcPr>
          <w:p w14:paraId="17904EE2" w14:textId="77777777" w:rsidR="00067DC1" w:rsidRPr="00A64186" w:rsidRDefault="00067DC1" w:rsidP="00914444">
            <w:pPr>
              <w:jc w:val="both"/>
              <w:rPr>
                <w:rFonts w:cs="Times New Roman"/>
              </w:rPr>
            </w:pPr>
          </w:p>
        </w:tc>
      </w:tr>
      <w:tr w:rsidR="00067DC1" w:rsidRPr="006410FB" w14:paraId="467B1AC9" w14:textId="77777777" w:rsidTr="00B2370E">
        <w:tc>
          <w:tcPr>
            <w:tcW w:w="756" w:type="dxa"/>
          </w:tcPr>
          <w:p w14:paraId="1F7CD5B1" w14:textId="4D005AD2" w:rsidR="00067DC1" w:rsidRPr="00D45CAF" w:rsidRDefault="00067DC1" w:rsidP="003F2CF6">
            <w:pPr>
              <w:jc w:val="right"/>
              <w:rPr>
                <w:rFonts w:cs="Times New Roman"/>
              </w:rPr>
            </w:pPr>
            <w:r w:rsidRPr="00D45CAF">
              <w:rPr>
                <w:rFonts w:cs="Times New Roman"/>
              </w:rPr>
              <w:t>2.1</w:t>
            </w:r>
            <w:r w:rsidR="003E7C3C" w:rsidRPr="00D45CAF">
              <w:rPr>
                <w:rFonts w:cs="Times New Roman"/>
              </w:rPr>
              <w:t>3</w:t>
            </w:r>
            <w:r w:rsidRPr="00D45CAF">
              <w:rPr>
                <w:rFonts w:cs="Times New Roman"/>
              </w:rPr>
              <w:t>.</w:t>
            </w:r>
          </w:p>
        </w:tc>
        <w:tc>
          <w:tcPr>
            <w:tcW w:w="2657" w:type="dxa"/>
          </w:tcPr>
          <w:p w14:paraId="131EA798" w14:textId="23DE7992" w:rsidR="00067DC1" w:rsidRPr="00D45CAF" w:rsidRDefault="00D62EB3" w:rsidP="003F2CF6">
            <w:pPr>
              <w:autoSpaceDE w:val="0"/>
              <w:autoSpaceDN w:val="0"/>
              <w:adjustRightInd w:val="0"/>
              <w:rPr>
                <w:rFonts w:cs="Times New Roman"/>
              </w:rPr>
            </w:pPr>
            <w:r w:rsidRPr="00D45CAF">
              <w:rPr>
                <w:rFonts w:cs="Times New Roman"/>
              </w:rPr>
              <w:t>A</w:t>
            </w:r>
            <w:r w:rsidR="00067DC1" w:rsidRPr="00D45CAF">
              <w:rPr>
                <w:rFonts w:cs="Times New Roman"/>
              </w:rPr>
              <w:t>uditēti gada pārskati (</w:t>
            </w:r>
            <w:r w:rsidRPr="00D45CAF">
              <w:rPr>
                <w:rFonts w:cs="Times New Roman"/>
              </w:rPr>
              <w:t>individuālie</w:t>
            </w:r>
            <w:r w:rsidR="00415084" w:rsidRPr="00D45CAF">
              <w:rPr>
                <w:rFonts w:cs="Times New Roman"/>
              </w:rPr>
              <w:t>,</w:t>
            </w:r>
            <w:r w:rsidR="00067DC1" w:rsidRPr="00D45CAF">
              <w:rPr>
                <w:rFonts w:cs="Times New Roman"/>
              </w:rPr>
              <w:t xml:space="preserve"> </w:t>
            </w:r>
            <w:r w:rsidR="00067DC1" w:rsidRPr="00D45CAF">
              <w:rPr>
                <w:rFonts w:cs="Times New Roman"/>
              </w:rPr>
              <w:lastRenderedPageBreak/>
              <w:t xml:space="preserve">konsolidētie </w:t>
            </w:r>
            <w:r w:rsidR="002323FF" w:rsidRPr="00D45CAF">
              <w:rPr>
                <w:rFonts w:cs="Times New Roman"/>
              </w:rPr>
              <w:t xml:space="preserve">vai </w:t>
            </w:r>
            <w:proofErr w:type="spellStart"/>
            <w:r w:rsidR="00067DC1" w:rsidRPr="00D45CAF">
              <w:rPr>
                <w:rFonts w:cs="Times New Roman"/>
              </w:rPr>
              <w:t>subkonsolidētie</w:t>
            </w:r>
            <w:proofErr w:type="spellEnd"/>
            <w:r w:rsidR="00067DC1" w:rsidRPr="00D45CAF">
              <w:rPr>
                <w:rFonts w:cs="Times New Roman"/>
              </w:rPr>
              <w:t xml:space="preserve"> grupas līmenī) par pēdējiem trim pārskata gadiem, iekļaujot tajos šādu informāciju:</w:t>
            </w:r>
          </w:p>
          <w:p w14:paraId="1A101FDA" w14:textId="28EAA6F7" w:rsidR="00067DC1" w:rsidRPr="00D45CAF" w:rsidRDefault="00067DC1" w:rsidP="003F2CF6">
            <w:pPr>
              <w:autoSpaceDE w:val="0"/>
              <w:autoSpaceDN w:val="0"/>
              <w:adjustRightInd w:val="0"/>
              <w:ind w:left="9"/>
              <w:rPr>
                <w:rFonts w:cs="Times New Roman"/>
              </w:rPr>
            </w:pPr>
            <w:r w:rsidRPr="00D45CAF">
              <w:rPr>
                <w:rFonts w:cs="Times New Roman"/>
              </w:rPr>
              <w:t>1) bilanci</w:t>
            </w:r>
            <w:r w:rsidR="003E619B" w:rsidRPr="00D45CAF">
              <w:rPr>
                <w:rFonts w:cs="Times New Roman"/>
              </w:rPr>
              <w:t>;</w:t>
            </w:r>
          </w:p>
          <w:p w14:paraId="77A2B96C" w14:textId="4D140BCD" w:rsidR="00067DC1" w:rsidRPr="00D45CAF" w:rsidRDefault="00067DC1" w:rsidP="003F2CF6">
            <w:pPr>
              <w:autoSpaceDE w:val="0"/>
              <w:autoSpaceDN w:val="0"/>
              <w:adjustRightInd w:val="0"/>
              <w:rPr>
                <w:rFonts w:cs="Times New Roman"/>
              </w:rPr>
            </w:pPr>
            <w:r w:rsidRPr="00D45CAF">
              <w:rPr>
                <w:rFonts w:cs="Times New Roman"/>
              </w:rPr>
              <w:t>2) peļņas un zaudējumu aprēķinu vai ienākumu deklarāciju</w:t>
            </w:r>
            <w:r w:rsidR="003E619B" w:rsidRPr="00D45CAF">
              <w:rPr>
                <w:rFonts w:cs="Times New Roman"/>
              </w:rPr>
              <w:t>;</w:t>
            </w:r>
          </w:p>
          <w:p w14:paraId="38B04C29" w14:textId="1515888C" w:rsidR="00067DC1" w:rsidRPr="00D45CAF" w:rsidRDefault="00067DC1" w:rsidP="003F2CF6">
            <w:pPr>
              <w:autoSpaceDE w:val="0"/>
              <w:autoSpaceDN w:val="0"/>
              <w:adjustRightInd w:val="0"/>
              <w:rPr>
                <w:rFonts w:cs="Times New Roman"/>
              </w:rPr>
            </w:pPr>
            <w:r w:rsidRPr="00D45CAF">
              <w:rPr>
                <w:rFonts w:cs="Times New Roman"/>
              </w:rPr>
              <w:t xml:space="preserve">3) gada pārskatus un </w:t>
            </w:r>
            <w:r w:rsidR="00D62EB3" w:rsidRPr="00D45CAF">
              <w:rPr>
                <w:rFonts w:cs="Times New Roman"/>
              </w:rPr>
              <w:t xml:space="preserve">to </w:t>
            </w:r>
            <w:r w:rsidRPr="00D45CAF">
              <w:rPr>
                <w:rFonts w:cs="Times New Roman"/>
              </w:rPr>
              <w:t>finanšu pielikumus</w:t>
            </w:r>
            <w:r w:rsidR="003E619B" w:rsidRPr="00D45CAF">
              <w:rPr>
                <w:rFonts w:cs="Times New Roman"/>
              </w:rPr>
              <w:t>, kā arī</w:t>
            </w:r>
            <w:r w:rsidRPr="00D45CAF">
              <w:rPr>
                <w:rFonts w:cs="Times New Roman"/>
              </w:rPr>
              <w:t xml:space="preserve"> jebkādus citus dokumentus, ko personai ir pienākums sagatavot atbilstoši reģistrācijas valsts normatīvajiem aktiem</w:t>
            </w:r>
          </w:p>
        </w:tc>
        <w:tc>
          <w:tcPr>
            <w:tcW w:w="1891" w:type="dxa"/>
          </w:tcPr>
          <w:p w14:paraId="5E669856" w14:textId="77777777" w:rsidR="00067DC1" w:rsidRPr="00A64186" w:rsidRDefault="00067DC1" w:rsidP="00914444">
            <w:pPr>
              <w:jc w:val="both"/>
              <w:rPr>
                <w:rFonts w:cs="Times New Roman"/>
              </w:rPr>
            </w:pPr>
            <w:r>
              <w:rPr>
                <w:rFonts w:cs="Times New Roman"/>
              </w:rPr>
              <w:lastRenderedPageBreak/>
              <w:t>Pārskati</w:t>
            </w:r>
          </w:p>
        </w:tc>
        <w:tc>
          <w:tcPr>
            <w:tcW w:w="1523" w:type="dxa"/>
          </w:tcPr>
          <w:p w14:paraId="20EEF41C" w14:textId="77777777" w:rsidR="00067DC1" w:rsidRPr="00A64186" w:rsidRDefault="00067DC1" w:rsidP="00914444">
            <w:pPr>
              <w:jc w:val="both"/>
              <w:rPr>
                <w:rFonts w:cs="Times New Roman"/>
              </w:rPr>
            </w:pPr>
          </w:p>
        </w:tc>
        <w:tc>
          <w:tcPr>
            <w:tcW w:w="1667" w:type="dxa"/>
          </w:tcPr>
          <w:p w14:paraId="0A1799FC" w14:textId="77777777" w:rsidR="00067DC1" w:rsidRPr="00A64186" w:rsidRDefault="00067DC1" w:rsidP="00914444">
            <w:pPr>
              <w:jc w:val="both"/>
              <w:rPr>
                <w:rFonts w:cs="Times New Roman"/>
              </w:rPr>
            </w:pPr>
          </w:p>
        </w:tc>
      </w:tr>
      <w:tr w:rsidR="00067DC1" w:rsidRPr="006410FB" w14:paraId="3A90FD8E" w14:textId="77777777" w:rsidTr="00B2370E">
        <w:tc>
          <w:tcPr>
            <w:tcW w:w="756" w:type="dxa"/>
          </w:tcPr>
          <w:p w14:paraId="7BBF5A5F" w14:textId="55D3F8D2" w:rsidR="00067DC1" w:rsidRPr="00A64186" w:rsidRDefault="00067DC1" w:rsidP="003F2CF6">
            <w:pPr>
              <w:jc w:val="right"/>
              <w:rPr>
                <w:rFonts w:cs="Times New Roman"/>
              </w:rPr>
            </w:pPr>
            <w:r>
              <w:rPr>
                <w:rFonts w:cs="Times New Roman"/>
              </w:rPr>
              <w:t>2.1</w:t>
            </w:r>
            <w:r w:rsidR="003E7C3C">
              <w:rPr>
                <w:rFonts w:cs="Times New Roman"/>
              </w:rPr>
              <w:t>4</w:t>
            </w:r>
            <w:r>
              <w:rPr>
                <w:rFonts w:cs="Times New Roman"/>
              </w:rPr>
              <w:t>.</w:t>
            </w:r>
          </w:p>
        </w:tc>
        <w:tc>
          <w:tcPr>
            <w:tcW w:w="2657" w:type="dxa"/>
          </w:tcPr>
          <w:p w14:paraId="76FAE80B" w14:textId="4EE4B2D6" w:rsidR="00067DC1" w:rsidRPr="0058745F" w:rsidRDefault="00D62EB3" w:rsidP="003F2CF6">
            <w:pPr>
              <w:autoSpaceDE w:val="0"/>
              <w:autoSpaceDN w:val="0"/>
              <w:adjustRightInd w:val="0"/>
              <w:rPr>
                <w:rFonts w:cs="Times New Roman"/>
              </w:rPr>
            </w:pPr>
            <w:r>
              <w:rPr>
                <w:rFonts w:cs="Times New Roman"/>
              </w:rPr>
              <w:t>J</w:t>
            </w:r>
            <w:r w:rsidR="00067DC1" w:rsidRPr="0058745F">
              <w:rPr>
                <w:rFonts w:cs="Times New Roman"/>
              </w:rPr>
              <w:t xml:space="preserve">a personai revidēti finanšu pārskati nav pieejami, </w:t>
            </w:r>
            <w:r w:rsidR="003E619B">
              <w:rPr>
                <w:rFonts w:cs="Times New Roman"/>
              </w:rPr>
              <w:t xml:space="preserve">persona </w:t>
            </w:r>
            <w:r w:rsidR="00067DC1" w:rsidRPr="0058745F">
              <w:rPr>
                <w:rFonts w:cs="Times New Roman"/>
              </w:rPr>
              <w:t>iesniedz vadības sagatavot</w:t>
            </w:r>
            <w:r w:rsidR="003E619B">
              <w:rPr>
                <w:rFonts w:cs="Times New Roman"/>
              </w:rPr>
              <w:t>us</w:t>
            </w:r>
            <w:r w:rsidR="00067DC1" w:rsidRPr="0058745F">
              <w:rPr>
                <w:rFonts w:cs="Times New Roman"/>
              </w:rPr>
              <w:t xml:space="preserve"> finanšu pārskat</w:t>
            </w:r>
            <w:r w:rsidR="003E619B">
              <w:rPr>
                <w:rFonts w:cs="Times New Roman"/>
              </w:rPr>
              <w:t>us</w:t>
            </w:r>
            <w:r w:rsidR="00067DC1" w:rsidRPr="0058745F">
              <w:rPr>
                <w:rFonts w:cs="Times New Roman"/>
              </w:rPr>
              <w:t xml:space="preserve"> par pēdējiem trim gadiem</w:t>
            </w:r>
          </w:p>
        </w:tc>
        <w:tc>
          <w:tcPr>
            <w:tcW w:w="1891" w:type="dxa"/>
          </w:tcPr>
          <w:p w14:paraId="12A4DFD1" w14:textId="77777777" w:rsidR="00067DC1" w:rsidRPr="00A64186" w:rsidRDefault="00067DC1" w:rsidP="00914444">
            <w:pPr>
              <w:jc w:val="both"/>
              <w:rPr>
                <w:rFonts w:cs="Times New Roman"/>
              </w:rPr>
            </w:pPr>
            <w:r>
              <w:rPr>
                <w:rFonts w:cs="Times New Roman"/>
              </w:rPr>
              <w:t>Pārskati</w:t>
            </w:r>
          </w:p>
        </w:tc>
        <w:tc>
          <w:tcPr>
            <w:tcW w:w="1523" w:type="dxa"/>
          </w:tcPr>
          <w:p w14:paraId="5A2B051A" w14:textId="77777777" w:rsidR="00067DC1" w:rsidRPr="00A64186" w:rsidRDefault="00067DC1" w:rsidP="00914444">
            <w:pPr>
              <w:jc w:val="both"/>
              <w:rPr>
                <w:rFonts w:cs="Times New Roman"/>
              </w:rPr>
            </w:pPr>
          </w:p>
        </w:tc>
        <w:tc>
          <w:tcPr>
            <w:tcW w:w="1667" w:type="dxa"/>
          </w:tcPr>
          <w:p w14:paraId="3F6FAEC8" w14:textId="77777777" w:rsidR="00067DC1" w:rsidRPr="00A64186" w:rsidRDefault="00067DC1" w:rsidP="00914444">
            <w:pPr>
              <w:jc w:val="both"/>
              <w:rPr>
                <w:rFonts w:cs="Times New Roman"/>
              </w:rPr>
            </w:pPr>
          </w:p>
        </w:tc>
      </w:tr>
      <w:tr w:rsidR="00067DC1" w:rsidRPr="00A64186" w14:paraId="74554546" w14:textId="77777777" w:rsidTr="00B2370E">
        <w:tc>
          <w:tcPr>
            <w:tcW w:w="756" w:type="dxa"/>
          </w:tcPr>
          <w:p w14:paraId="675C14B0" w14:textId="3FFD63AF" w:rsidR="00067DC1" w:rsidRDefault="00067DC1" w:rsidP="003F2CF6">
            <w:pPr>
              <w:jc w:val="right"/>
              <w:rPr>
                <w:rFonts w:cs="Times New Roman"/>
              </w:rPr>
            </w:pPr>
            <w:r>
              <w:rPr>
                <w:rFonts w:cs="Times New Roman"/>
              </w:rPr>
              <w:t>2.1</w:t>
            </w:r>
            <w:r w:rsidR="003E7C3C">
              <w:rPr>
                <w:rFonts w:cs="Times New Roman"/>
              </w:rPr>
              <w:t>5</w:t>
            </w:r>
            <w:r>
              <w:rPr>
                <w:rFonts w:cs="Times New Roman"/>
              </w:rPr>
              <w:t>.</w:t>
            </w:r>
          </w:p>
        </w:tc>
        <w:tc>
          <w:tcPr>
            <w:tcW w:w="2657" w:type="dxa"/>
          </w:tcPr>
          <w:p w14:paraId="5292978D" w14:textId="3F1366FD" w:rsidR="00067DC1" w:rsidRDefault="00D62EB3" w:rsidP="003F2CF6">
            <w:pPr>
              <w:autoSpaceDE w:val="0"/>
              <w:autoSpaceDN w:val="0"/>
              <w:adjustRightInd w:val="0"/>
              <w:rPr>
                <w:rFonts w:cs="Times New Roman"/>
              </w:rPr>
            </w:pPr>
            <w:r>
              <w:rPr>
                <w:rFonts w:cs="Times New Roman"/>
              </w:rPr>
              <w:t>J</w:t>
            </w:r>
            <w:r w:rsidR="00067DC1">
              <w:rPr>
                <w:rFonts w:cs="Times New Roman"/>
              </w:rPr>
              <w:t xml:space="preserve">a personas darbības periods ir </w:t>
            </w:r>
            <w:r w:rsidR="003E619B">
              <w:rPr>
                <w:rFonts w:cs="Times New Roman"/>
              </w:rPr>
              <w:t xml:space="preserve">īsāks </w:t>
            </w:r>
            <w:r w:rsidR="00067DC1">
              <w:rPr>
                <w:rFonts w:cs="Times New Roman"/>
              </w:rPr>
              <w:t>nekā viens gads, persona iesniedz:</w:t>
            </w:r>
          </w:p>
          <w:p w14:paraId="5CCCE07A" w14:textId="6662C0F7" w:rsidR="00067DC1" w:rsidRDefault="00067DC1" w:rsidP="003F2CF6">
            <w:pPr>
              <w:autoSpaceDE w:val="0"/>
              <w:autoSpaceDN w:val="0"/>
              <w:adjustRightInd w:val="0"/>
              <w:rPr>
                <w:rFonts w:cs="Times New Roman"/>
              </w:rPr>
            </w:pPr>
            <w:r>
              <w:rPr>
                <w:rFonts w:cs="Times New Roman"/>
              </w:rPr>
              <w:t>1) </w:t>
            </w:r>
            <w:r w:rsidRPr="00A64186">
              <w:rPr>
                <w:rFonts w:cs="Times New Roman"/>
              </w:rPr>
              <w:t>plānot</w:t>
            </w:r>
            <w:r>
              <w:rPr>
                <w:rFonts w:cs="Times New Roman"/>
              </w:rPr>
              <w:t>o</w:t>
            </w:r>
            <w:r w:rsidRPr="00A64186">
              <w:rPr>
                <w:rFonts w:cs="Times New Roman"/>
              </w:rPr>
              <w:t xml:space="preserve"> bilanc</w:t>
            </w:r>
            <w:r>
              <w:rPr>
                <w:rFonts w:cs="Times New Roman"/>
              </w:rPr>
              <w:t>i</w:t>
            </w:r>
            <w:r w:rsidR="003E619B">
              <w:rPr>
                <w:rFonts w:cs="Times New Roman"/>
              </w:rPr>
              <w:t>;</w:t>
            </w:r>
          </w:p>
          <w:p w14:paraId="52DDEE3D" w14:textId="7591A163" w:rsidR="00067DC1" w:rsidRPr="0058745F" w:rsidRDefault="00067DC1" w:rsidP="003F2CF6">
            <w:pPr>
              <w:autoSpaceDE w:val="0"/>
              <w:autoSpaceDN w:val="0"/>
              <w:adjustRightInd w:val="0"/>
              <w:rPr>
                <w:rFonts w:cs="Times New Roman"/>
              </w:rPr>
            </w:pPr>
            <w:r>
              <w:rPr>
                <w:rFonts w:cs="Times New Roman"/>
              </w:rPr>
              <w:t>2) plānoto</w:t>
            </w:r>
            <w:r w:rsidRPr="00A64186">
              <w:rPr>
                <w:rFonts w:cs="Times New Roman"/>
              </w:rPr>
              <w:t xml:space="preserve"> peļņas un zaudējumu</w:t>
            </w:r>
            <w:r>
              <w:rPr>
                <w:rFonts w:cs="Times New Roman"/>
              </w:rPr>
              <w:t xml:space="preserve"> </w:t>
            </w:r>
            <w:r w:rsidRPr="00A64186">
              <w:rPr>
                <w:rFonts w:cs="Times New Roman"/>
              </w:rPr>
              <w:t>aprēķin</w:t>
            </w:r>
            <w:r>
              <w:rPr>
                <w:rFonts w:cs="Times New Roman"/>
              </w:rPr>
              <w:t>u</w:t>
            </w:r>
            <w:r w:rsidRPr="00A64186">
              <w:rPr>
                <w:rFonts w:cs="Times New Roman"/>
              </w:rPr>
              <w:t xml:space="preserve"> vai ienākumu deklarācij</w:t>
            </w:r>
            <w:r>
              <w:rPr>
                <w:rFonts w:cs="Times New Roman"/>
              </w:rPr>
              <w:t xml:space="preserve">u </w:t>
            </w:r>
            <w:r w:rsidRPr="000B4470">
              <w:rPr>
                <w:rFonts w:cs="Times New Roman"/>
              </w:rPr>
              <w:t>par pirmajiem trim darbības gadiem,</w:t>
            </w:r>
            <w:r>
              <w:rPr>
                <w:rFonts w:cs="Times New Roman"/>
              </w:rPr>
              <w:t xml:space="preserve"> </w:t>
            </w:r>
            <w:r w:rsidRPr="000B4470">
              <w:rPr>
                <w:rFonts w:cs="Times New Roman"/>
              </w:rPr>
              <w:t xml:space="preserve">pievienojot plānošanas pieņēmumus </w:t>
            </w:r>
          </w:p>
        </w:tc>
        <w:tc>
          <w:tcPr>
            <w:tcW w:w="1891" w:type="dxa"/>
          </w:tcPr>
          <w:p w14:paraId="27097619" w14:textId="77777777" w:rsidR="00067DC1" w:rsidRPr="00A64186" w:rsidRDefault="00067DC1" w:rsidP="00914444">
            <w:pPr>
              <w:jc w:val="both"/>
              <w:rPr>
                <w:rFonts w:cs="Times New Roman"/>
              </w:rPr>
            </w:pPr>
            <w:r>
              <w:rPr>
                <w:rFonts w:cs="Times New Roman"/>
              </w:rPr>
              <w:t>Pārskati</w:t>
            </w:r>
          </w:p>
        </w:tc>
        <w:tc>
          <w:tcPr>
            <w:tcW w:w="1523" w:type="dxa"/>
          </w:tcPr>
          <w:p w14:paraId="3104720D" w14:textId="77777777" w:rsidR="00067DC1" w:rsidRPr="00A64186" w:rsidRDefault="00067DC1" w:rsidP="00914444">
            <w:pPr>
              <w:jc w:val="both"/>
              <w:rPr>
                <w:rFonts w:cs="Times New Roman"/>
              </w:rPr>
            </w:pPr>
          </w:p>
        </w:tc>
        <w:tc>
          <w:tcPr>
            <w:tcW w:w="1667" w:type="dxa"/>
          </w:tcPr>
          <w:p w14:paraId="129835D1" w14:textId="77777777" w:rsidR="00067DC1" w:rsidRPr="00A64186" w:rsidRDefault="00067DC1" w:rsidP="00914444">
            <w:pPr>
              <w:jc w:val="both"/>
              <w:rPr>
                <w:rFonts w:cs="Times New Roman"/>
              </w:rPr>
            </w:pPr>
          </w:p>
        </w:tc>
      </w:tr>
      <w:tr w:rsidR="00067DC1" w:rsidRPr="006410FB" w14:paraId="0B881C43" w14:textId="77777777" w:rsidTr="00B2370E">
        <w:tc>
          <w:tcPr>
            <w:tcW w:w="756" w:type="dxa"/>
          </w:tcPr>
          <w:p w14:paraId="064F9109" w14:textId="545E0EB6" w:rsidR="00067DC1" w:rsidRPr="00A64186" w:rsidRDefault="00067DC1" w:rsidP="003F2CF6">
            <w:pPr>
              <w:jc w:val="right"/>
              <w:rPr>
                <w:rFonts w:cs="Times New Roman"/>
              </w:rPr>
            </w:pPr>
            <w:r>
              <w:rPr>
                <w:rFonts w:cs="Times New Roman"/>
              </w:rPr>
              <w:t>2.1</w:t>
            </w:r>
            <w:r w:rsidR="003E7C3C">
              <w:rPr>
                <w:rFonts w:cs="Times New Roman"/>
              </w:rPr>
              <w:t>6</w:t>
            </w:r>
            <w:r>
              <w:rPr>
                <w:rFonts w:cs="Times New Roman"/>
              </w:rPr>
              <w:t>.</w:t>
            </w:r>
          </w:p>
        </w:tc>
        <w:tc>
          <w:tcPr>
            <w:tcW w:w="2657" w:type="dxa"/>
          </w:tcPr>
          <w:p w14:paraId="357BAA76" w14:textId="6EE9551D" w:rsidR="00067DC1" w:rsidRPr="0058745F" w:rsidRDefault="00D62EB3" w:rsidP="003F2CF6">
            <w:pPr>
              <w:rPr>
                <w:rFonts w:cs="Times New Roman"/>
              </w:rPr>
            </w:pPr>
            <w:r>
              <w:rPr>
                <w:rFonts w:cs="Times New Roman"/>
              </w:rPr>
              <w:t>I</w:t>
            </w:r>
            <w:r w:rsidR="00067DC1" w:rsidRPr="0058745F">
              <w:rPr>
                <w:rFonts w:cs="Times New Roman"/>
              </w:rPr>
              <w:t>nformācija par personai piešķirto kredītreitingu, kā arī informācij</w:t>
            </w:r>
            <w:r w:rsidR="00067DC1">
              <w:rPr>
                <w:rFonts w:cs="Times New Roman"/>
              </w:rPr>
              <w:t>a</w:t>
            </w:r>
            <w:r w:rsidR="00067DC1" w:rsidRPr="0058745F">
              <w:rPr>
                <w:rFonts w:cs="Times New Roman"/>
              </w:rPr>
              <w:t xml:space="preserve"> par kredītreitingu, kas piešķirts visai grupai</w:t>
            </w:r>
          </w:p>
        </w:tc>
        <w:tc>
          <w:tcPr>
            <w:tcW w:w="1891" w:type="dxa"/>
          </w:tcPr>
          <w:p w14:paraId="64474070" w14:textId="28F2429E" w:rsidR="00067DC1" w:rsidRDefault="00067DC1" w:rsidP="00914444">
            <w:pPr>
              <w:jc w:val="both"/>
              <w:rPr>
                <w:rFonts w:cs="Times New Roman"/>
              </w:rPr>
            </w:pPr>
            <w:r>
              <w:rPr>
                <w:rFonts w:cs="Times New Roman"/>
              </w:rPr>
              <w:t>Personas apliecinājums</w:t>
            </w:r>
            <w:r w:rsidR="00056A9F">
              <w:rPr>
                <w:rFonts w:cs="Times New Roman"/>
              </w:rPr>
              <w:t>.</w:t>
            </w:r>
          </w:p>
          <w:p w14:paraId="76522AF7" w14:textId="38F4A16F" w:rsidR="00067DC1" w:rsidRPr="00A64186" w:rsidRDefault="00067DC1" w:rsidP="00DD119B">
            <w:pPr>
              <w:jc w:val="both"/>
              <w:rPr>
                <w:rFonts w:cs="Times New Roman"/>
              </w:rPr>
            </w:pPr>
            <w:r>
              <w:rPr>
                <w:rFonts w:cs="Times New Roman"/>
              </w:rPr>
              <w:t>Kredītreitingu aģentūras apliecinājums</w:t>
            </w:r>
          </w:p>
        </w:tc>
        <w:tc>
          <w:tcPr>
            <w:tcW w:w="1523" w:type="dxa"/>
          </w:tcPr>
          <w:p w14:paraId="49472D5B" w14:textId="77777777" w:rsidR="00067DC1" w:rsidRPr="00A64186" w:rsidRDefault="00067DC1" w:rsidP="00914444">
            <w:pPr>
              <w:jc w:val="both"/>
              <w:rPr>
                <w:rFonts w:cs="Times New Roman"/>
              </w:rPr>
            </w:pPr>
          </w:p>
        </w:tc>
        <w:tc>
          <w:tcPr>
            <w:tcW w:w="1667" w:type="dxa"/>
          </w:tcPr>
          <w:p w14:paraId="4AA3DDFD" w14:textId="77777777" w:rsidR="00067DC1" w:rsidRPr="00A64186" w:rsidRDefault="00067DC1" w:rsidP="00914444">
            <w:pPr>
              <w:jc w:val="both"/>
              <w:rPr>
                <w:rFonts w:cs="Times New Roman"/>
              </w:rPr>
            </w:pPr>
          </w:p>
        </w:tc>
      </w:tr>
      <w:tr w:rsidR="00067DC1" w:rsidRPr="008139F5" w14:paraId="7BFFA6F7" w14:textId="77777777" w:rsidTr="00B2370E">
        <w:tc>
          <w:tcPr>
            <w:tcW w:w="756" w:type="dxa"/>
          </w:tcPr>
          <w:p w14:paraId="7FB0F8A6" w14:textId="77777777" w:rsidR="00067DC1" w:rsidRPr="00A64186" w:rsidRDefault="00067DC1" w:rsidP="003F2CF6">
            <w:pPr>
              <w:jc w:val="right"/>
              <w:rPr>
                <w:rFonts w:cs="Times New Roman"/>
              </w:rPr>
            </w:pPr>
            <w:r>
              <w:rPr>
                <w:rFonts w:cs="Times New Roman"/>
              </w:rPr>
              <w:t>3.</w:t>
            </w:r>
          </w:p>
        </w:tc>
        <w:tc>
          <w:tcPr>
            <w:tcW w:w="2657" w:type="dxa"/>
          </w:tcPr>
          <w:p w14:paraId="433FEEFE" w14:textId="44AC39BD" w:rsidR="00067DC1" w:rsidRPr="003F769F" w:rsidRDefault="00067DC1" w:rsidP="003F2CF6">
            <w:pPr>
              <w:autoSpaceDE w:val="0"/>
              <w:autoSpaceDN w:val="0"/>
              <w:adjustRightInd w:val="0"/>
              <w:rPr>
                <w:rFonts w:cs="Times New Roman"/>
              </w:rPr>
            </w:pPr>
            <w:r w:rsidRPr="003F769F">
              <w:rPr>
                <w:rFonts w:cs="Times New Roman"/>
              </w:rPr>
              <w:t xml:space="preserve">Ja </w:t>
            </w:r>
            <w:r>
              <w:rPr>
                <w:rFonts w:cs="Times New Roman"/>
              </w:rPr>
              <w:t>personas</w:t>
            </w:r>
            <w:r w:rsidRPr="003F769F">
              <w:rPr>
                <w:rFonts w:cs="Times New Roman"/>
              </w:rPr>
              <w:t xml:space="preserve"> </w:t>
            </w:r>
            <w:r w:rsidRPr="00B5279E">
              <w:rPr>
                <w:rFonts w:cs="Times New Roman"/>
              </w:rPr>
              <w:t>galvenais birojs</w:t>
            </w:r>
            <w:r w:rsidRPr="003F769F">
              <w:rPr>
                <w:rFonts w:cs="Times New Roman"/>
              </w:rPr>
              <w:t xml:space="preserve"> atrodas ārvalstī, </w:t>
            </w:r>
            <w:r w:rsidR="003E619B">
              <w:rPr>
                <w:rFonts w:cs="Times New Roman"/>
              </w:rPr>
              <w:t xml:space="preserve">persona </w:t>
            </w:r>
            <w:r w:rsidRPr="003F769F">
              <w:rPr>
                <w:rFonts w:cs="Times New Roman"/>
              </w:rPr>
              <w:t xml:space="preserve">iesniedz </w:t>
            </w:r>
            <w:r w:rsidR="003E619B">
              <w:rPr>
                <w:rFonts w:cs="Times New Roman"/>
              </w:rPr>
              <w:t>turpmāk norādīto</w:t>
            </w:r>
            <w:r w:rsidR="003E619B" w:rsidRPr="003F769F">
              <w:rPr>
                <w:rFonts w:cs="Times New Roman"/>
              </w:rPr>
              <w:t xml:space="preserve"> </w:t>
            </w:r>
            <w:r w:rsidRPr="003F769F">
              <w:rPr>
                <w:rFonts w:cs="Times New Roman"/>
              </w:rPr>
              <w:t xml:space="preserve">papildu </w:t>
            </w:r>
            <w:r>
              <w:rPr>
                <w:rFonts w:cs="Times New Roman"/>
              </w:rPr>
              <w:t>informāciju</w:t>
            </w:r>
          </w:p>
        </w:tc>
        <w:tc>
          <w:tcPr>
            <w:tcW w:w="1891" w:type="dxa"/>
          </w:tcPr>
          <w:p w14:paraId="06C05554" w14:textId="77777777" w:rsidR="00067DC1" w:rsidRPr="00A64186" w:rsidRDefault="00067DC1" w:rsidP="00914444">
            <w:pPr>
              <w:jc w:val="both"/>
              <w:rPr>
                <w:rFonts w:cs="Times New Roman"/>
              </w:rPr>
            </w:pPr>
          </w:p>
        </w:tc>
        <w:tc>
          <w:tcPr>
            <w:tcW w:w="1523" w:type="dxa"/>
          </w:tcPr>
          <w:p w14:paraId="1B961CD5" w14:textId="77777777" w:rsidR="00067DC1" w:rsidRPr="00A64186" w:rsidRDefault="00067DC1" w:rsidP="00914444">
            <w:pPr>
              <w:jc w:val="both"/>
              <w:rPr>
                <w:rFonts w:cs="Times New Roman"/>
              </w:rPr>
            </w:pPr>
          </w:p>
        </w:tc>
        <w:tc>
          <w:tcPr>
            <w:tcW w:w="1667" w:type="dxa"/>
          </w:tcPr>
          <w:p w14:paraId="68DCDC63" w14:textId="77777777" w:rsidR="00067DC1" w:rsidRPr="00A64186" w:rsidRDefault="00067DC1" w:rsidP="00914444">
            <w:pPr>
              <w:jc w:val="both"/>
              <w:rPr>
                <w:rFonts w:cs="Times New Roman"/>
              </w:rPr>
            </w:pPr>
          </w:p>
        </w:tc>
      </w:tr>
      <w:tr w:rsidR="00067DC1" w:rsidRPr="006410FB" w14:paraId="32C8D9A5" w14:textId="77777777" w:rsidTr="00B2370E">
        <w:tc>
          <w:tcPr>
            <w:tcW w:w="756" w:type="dxa"/>
          </w:tcPr>
          <w:p w14:paraId="19B54C3E" w14:textId="77777777" w:rsidR="00067DC1" w:rsidRPr="00A64186" w:rsidRDefault="00067DC1" w:rsidP="003F2CF6">
            <w:pPr>
              <w:jc w:val="right"/>
              <w:rPr>
                <w:rFonts w:cs="Times New Roman"/>
              </w:rPr>
            </w:pPr>
            <w:r>
              <w:rPr>
                <w:rFonts w:cs="Times New Roman"/>
              </w:rPr>
              <w:t>3.1.</w:t>
            </w:r>
          </w:p>
        </w:tc>
        <w:tc>
          <w:tcPr>
            <w:tcW w:w="2657" w:type="dxa"/>
          </w:tcPr>
          <w:p w14:paraId="5B3A9966" w14:textId="1E2FE27A" w:rsidR="00067DC1" w:rsidRPr="00A64186" w:rsidRDefault="00D62EB3" w:rsidP="003F2CF6">
            <w:pPr>
              <w:autoSpaceDE w:val="0"/>
              <w:autoSpaceDN w:val="0"/>
              <w:adjustRightInd w:val="0"/>
              <w:rPr>
                <w:rFonts w:cs="Times New Roman"/>
              </w:rPr>
            </w:pPr>
            <w:r>
              <w:rPr>
                <w:rFonts w:cs="Times New Roman"/>
              </w:rPr>
              <w:t>R</w:t>
            </w:r>
            <w:r w:rsidR="00067DC1" w:rsidRPr="00A64186">
              <w:rPr>
                <w:rFonts w:cs="Times New Roman"/>
              </w:rPr>
              <w:t>eģistrācijas apliecinājum</w:t>
            </w:r>
            <w:r w:rsidR="00067DC1">
              <w:rPr>
                <w:rFonts w:cs="Times New Roman"/>
              </w:rPr>
              <w:t>u</w:t>
            </w:r>
            <w:r w:rsidR="00067DC1" w:rsidRPr="00A64186">
              <w:rPr>
                <w:rFonts w:cs="Times New Roman"/>
              </w:rPr>
              <w:t xml:space="preserve"> vai, ja tas nav pieejams, tam pielīdzinām</w:t>
            </w:r>
            <w:r w:rsidR="00067DC1">
              <w:rPr>
                <w:rFonts w:cs="Times New Roman"/>
              </w:rPr>
              <w:t>u</w:t>
            </w:r>
            <w:r w:rsidR="00067DC1" w:rsidRPr="00A64186">
              <w:rPr>
                <w:rFonts w:cs="Times New Roman"/>
              </w:rPr>
              <w:t xml:space="preserve"> dokument</w:t>
            </w:r>
            <w:r w:rsidR="00067DC1">
              <w:rPr>
                <w:rFonts w:cs="Times New Roman"/>
              </w:rPr>
              <w:t>u</w:t>
            </w:r>
            <w:r w:rsidR="00067DC1" w:rsidRPr="00A64186">
              <w:rPr>
                <w:rFonts w:cs="Times New Roman"/>
              </w:rPr>
              <w:t>,</w:t>
            </w:r>
          </w:p>
          <w:p w14:paraId="721BC4B4" w14:textId="3AFB7AF4" w:rsidR="00067DC1" w:rsidRPr="00A64186" w:rsidRDefault="00067DC1" w:rsidP="003F2CF6">
            <w:pPr>
              <w:rPr>
                <w:rFonts w:cs="Times New Roman"/>
              </w:rPr>
            </w:pPr>
            <w:r w:rsidRPr="00A64186">
              <w:rPr>
                <w:rFonts w:cs="Times New Roman"/>
              </w:rPr>
              <w:lastRenderedPageBreak/>
              <w:t xml:space="preserve">kuru </w:t>
            </w:r>
            <w:r w:rsidR="00056A9F" w:rsidRPr="00A64186">
              <w:rPr>
                <w:rFonts w:cs="Times New Roman"/>
              </w:rPr>
              <w:t xml:space="preserve">par potenciālo līdzdalības ieguvēju </w:t>
            </w:r>
            <w:r w:rsidRPr="00A64186">
              <w:rPr>
                <w:rFonts w:cs="Times New Roman"/>
              </w:rPr>
              <w:t>izsnie</w:t>
            </w:r>
            <w:r w:rsidR="00056A9F">
              <w:rPr>
                <w:rFonts w:cs="Times New Roman"/>
              </w:rPr>
              <w:t>gušas</w:t>
            </w:r>
            <w:r w:rsidRPr="00A64186">
              <w:rPr>
                <w:rFonts w:cs="Times New Roman"/>
              </w:rPr>
              <w:t xml:space="preserve"> </w:t>
            </w:r>
            <w:r w:rsidRPr="003B7614">
              <w:rPr>
                <w:rFonts w:cs="Times New Roman"/>
              </w:rPr>
              <w:t>ārvalstu finanšu nozares iestādes</w:t>
            </w:r>
            <w:r w:rsidRPr="00A64186">
              <w:rPr>
                <w:rFonts w:cs="Times New Roman"/>
              </w:rPr>
              <w:t xml:space="preserve"> </w:t>
            </w:r>
          </w:p>
        </w:tc>
        <w:tc>
          <w:tcPr>
            <w:tcW w:w="1891" w:type="dxa"/>
          </w:tcPr>
          <w:p w14:paraId="2E5627C0" w14:textId="77777777" w:rsidR="00067DC1" w:rsidRPr="00A64186" w:rsidRDefault="00067DC1" w:rsidP="00914444">
            <w:pPr>
              <w:jc w:val="both"/>
              <w:rPr>
                <w:rFonts w:cs="Times New Roman"/>
              </w:rPr>
            </w:pPr>
            <w:r>
              <w:rPr>
                <w:rFonts w:cs="Times New Roman"/>
              </w:rPr>
              <w:lastRenderedPageBreak/>
              <w:t>Apliecinājums</w:t>
            </w:r>
          </w:p>
        </w:tc>
        <w:tc>
          <w:tcPr>
            <w:tcW w:w="1523" w:type="dxa"/>
          </w:tcPr>
          <w:p w14:paraId="3A3FBC0E" w14:textId="77777777" w:rsidR="00067DC1" w:rsidRPr="00A64186" w:rsidRDefault="00067DC1" w:rsidP="00914444">
            <w:pPr>
              <w:jc w:val="both"/>
              <w:rPr>
                <w:rFonts w:cs="Times New Roman"/>
              </w:rPr>
            </w:pPr>
          </w:p>
        </w:tc>
        <w:tc>
          <w:tcPr>
            <w:tcW w:w="1667" w:type="dxa"/>
          </w:tcPr>
          <w:p w14:paraId="3A1E2D9E" w14:textId="77777777" w:rsidR="00067DC1" w:rsidRPr="00A64186" w:rsidRDefault="00067DC1" w:rsidP="00914444">
            <w:pPr>
              <w:jc w:val="both"/>
              <w:rPr>
                <w:rFonts w:cs="Times New Roman"/>
              </w:rPr>
            </w:pPr>
          </w:p>
        </w:tc>
      </w:tr>
      <w:tr w:rsidR="00067DC1" w:rsidRPr="006410FB" w14:paraId="243170C3" w14:textId="77777777" w:rsidTr="00B2370E">
        <w:tc>
          <w:tcPr>
            <w:tcW w:w="756" w:type="dxa"/>
          </w:tcPr>
          <w:p w14:paraId="5E526136" w14:textId="77777777" w:rsidR="00067DC1" w:rsidRPr="00A64186" w:rsidRDefault="00067DC1" w:rsidP="003F2CF6">
            <w:pPr>
              <w:jc w:val="right"/>
              <w:rPr>
                <w:rFonts w:cs="Times New Roman"/>
              </w:rPr>
            </w:pPr>
            <w:r>
              <w:rPr>
                <w:rFonts w:cs="Times New Roman"/>
              </w:rPr>
              <w:t>3.2.</w:t>
            </w:r>
          </w:p>
        </w:tc>
        <w:tc>
          <w:tcPr>
            <w:tcW w:w="2657" w:type="dxa"/>
          </w:tcPr>
          <w:p w14:paraId="19683F65" w14:textId="589C8602" w:rsidR="00067DC1" w:rsidRPr="00A64186" w:rsidRDefault="00D62EB3" w:rsidP="003F2CF6">
            <w:pPr>
              <w:autoSpaceDE w:val="0"/>
              <w:autoSpaceDN w:val="0"/>
              <w:adjustRightInd w:val="0"/>
              <w:rPr>
                <w:rFonts w:cs="Times New Roman"/>
              </w:rPr>
            </w:pPr>
            <w:r>
              <w:rPr>
                <w:rFonts w:cs="Times New Roman"/>
              </w:rPr>
              <w:t>J</w:t>
            </w:r>
            <w:r w:rsidR="00067DC1" w:rsidRPr="00A64186">
              <w:rPr>
                <w:rFonts w:cs="Times New Roman"/>
              </w:rPr>
              <w:t xml:space="preserve">a iespējams, ārvalstu finanšu </w:t>
            </w:r>
            <w:r w:rsidR="00067DC1">
              <w:rPr>
                <w:rFonts w:cs="Times New Roman"/>
              </w:rPr>
              <w:t>uzraudzības</w:t>
            </w:r>
            <w:r w:rsidR="00067DC1" w:rsidRPr="00A64186">
              <w:rPr>
                <w:rFonts w:cs="Times New Roman"/>
              </w:rPr>
              <w:t xml:space="preserve"> </w:t>
            </w:r>
            <w:r w:rsidR="0075191B">
              <w:rPr>
                <w:rFonts w:cs="Times New Roman"/>
              </w:rPr>
              <w:t>iestāžu</w:t>
            </w:r>
            <w:r w:rsidR="00067DC1" w:rsidRPr="00A64186">
              <w:rPr>
                <w:rFonts w:cs="Times New Roman"/>
              </w:rPr>
              <w:t xml:space="preserve"> apliecinājum</w:t>
            </w:r>
            <w:r w:rsidR="00067DC1">
              <w:rPr>
                <w:rFonts w:cs="Times New Roman"/>
              </w:rPr>
              <w:t>u</w:t>
            </w:r>
            <w:r w:rsidR="00067DC1" w:rsidRPr="00A64186">
              <w:rPr>
                <w:rFonts w:cs="Times New Roman"/>
              </w:rPr>
              <w:t>, ka nepastāv šķēršļi vai</w:t>
            </w:r>
            <w:r w:rsidR="00067DC1">
              <w:rPr>
                <w:rFonts w:cs="Times New Roman"/>
              </w:rPr>
              <w:t xml:space="preserve"> </w:t>
            </w:r>
            <w:r w:rsidR="00067DC1" w:rsidRPr="00A64186">
              <w:rPr>
                <w:rFonts w:cs="Times New Roman"/>
              </w:rPr>
              <w:t xml:space="preserve">ierobežojumi </w:t>
            </w:r>
            <w:r>
              <w:rPr>
                <w:rFonts w:cs="Times New Roman"/>
              </w:rPr>
              <w:t xml:space="preserve">sniegt </w:t>
            </w:r>
            <w:r w:rsidR="00067DC1">
              <w:rPr>
                <w:rFonts w:cs="Times New Roman"/>
              </w:rPr>
              <w:t>finanšu institūcijas</w:t>
            </w:r>
            <w:r w:rsidR="00067DC1" w:rsidRPr="00A64186">
              <w:rPr>
                <w:rFonts w:cs="Times New Roman"/>
              </w:rPr>
              <w:t xml:space="preserve"> uzraudzības veikšanai nepieciešam</w:t>
            </w:r>
            <w:r>
              <w:rPr>
                <w:rFonts w:cs="Times New Roman"/>
              </w:rPr>
              <w:t>o</w:t>
            </w:r>
            <w:r w:rsidR="00067DC1" w:rsidRPr="00A64186">
              <w:rPr>
                <w:rFonts w:cs="Times New Roman"/>
              </w:rPr>
              <w:t xml:space="preserve"> informācij</w:t>
            </w:r>
            <w:r>
              <w:rPr>
                <w:rFonts w:cs="Times New Roman"/>
              </w:rPr>
              <w:t>u</w:t>
            </w:r>
          </w:p>
        </w:tc>
        <w:tc>
          <w:tcPr>
            <w:tcW w:w="1891" w:type="dxa"/>
          </w:tcPr>
          <w:p w14:paraId="4F54B2F3" w14:textId="77777777" w:rsidR="00067DC1" w:rsidRPr="00A64186" w:rsidRDefault="00067DC1" w:rsidP="00914444">
            <w:pPr>
              <w:jc w:val="both"/>
              <w:rPr>
                <w:rFonts w:cs="Times New Roman"/>
              </w:rPr>
            </w:pPr>
            <w:r>
              <w:rPr>
                <w:rFonts w:cs="Times New Roman"/>
              </w:rPr>
              <w:t>Apliecinājums</w:t>
            </w:r>
          </w:p>
        </w:tc>
        <w:tc>
          <w:tcPr>
            <w:tcW w:w="1523" w:type="dxa"/>
          </w:tcPr>
          <w:p w14:paraId="7F61E306" w14:textId="77777777" w:rsidR="00067DC1" w:rsidRPr="00A64186" w:rsidRDefault="00067DC1" w:rsidP="00914444">
            <w:pPr>
              <w:jc w:val="both"/>
              <w:rPr>
                <w:rFonts w:cs="Times New Roman"/>
              </w:rPr>
            </w:pPr>
          </w:p>
        </w:tc>
        <w:tc>
          <w:tcPr>
            <w:tcW w:w="1667" w:type="dxa"/>
          </w:tcPr>
          <w:p w14:paraId="694F59B5" w14:textId="77777777" w:rsidR="00067DC1" w:rsidRPr="00A64186" w:rsidRDefault="00067DC1" w:rsidP="00914444">
            <w:pPr>
              <w:jc w:val="both"/>
              <w:rPr>
                <w:rFonts w:cs="Times New Roman"/>
              </w:rPr>
            </w:pPr>
          </w:p>
        </w:tc>
      </w:tr>
      <w:tr w:rsidR="00067DC1" w:rsidRPr="00A64186" w14:paraId="766D7B85" w14:textId="77777777" w:rsidTr="00B2370E">
        <w:tc>
          <w:tcPr>
            <w:tcW w:w="756" w:type="dxa"/>
          </w:tcPr>
          <w:p w14:paraId="17BFB3EC" w14:textId="77777777" w:rsidR="00067DC1" w:rsidRPr="00A64186" w:rsidRDefault="00067DC1" w:rsidP="003F2CF6">
            <w:pPr>
              <w:jc w:val="right"/>
              <w:rPr>
                <w:rFonts w:cs="Times New Roman"/>
              </w:rPr>
            </w:pPr>
            <w:r>
              <w:rPr>
                <w:rFonts w:cs="Times New Roman"/>
              </w:rPr>
              <w:t>3.3.</w:t>
            </w:r>
          </w:p>
        </w:tc>
        <w:tc>
          <w:tcPr>
            <w:tcW w:w="2657" w:type="dxa"/>
          </w:tcPr>
          <w:p w14:paraId="3066185C" w14:textId="07CDD7DE" w:rsidR="00067DC1" w:rsidRPr="00A64186" w:rsidRDefault="00D62EB3" w:rsidP="003F2CF6">
            <w:pPr>
              <w:autoSpaceDE w:val="0"/>
              <w:autoSpaceDN w:val="0"/>
              <w:adjustRightInd w:val="0"/>
              <w:rPr>
                <w:rFonts w:cs="Times New Roman"/>
              </w:rPr>
            </w:pPr>
            <w:r>
              <w:rPr>
                <w:rFonts w:cs="Times New Roman"/>
              </w:rPr>
              <w:t>V</w:t>
            </w:r>
            <w:r w:rsidR="00067DC1" w:rsidRPr="00A64186">
              <w:rPr>
                <w:rFonts w:cs="Times New Roman"/>
              </w:rPr>
              <w:t>ispār</w:t>
            </w:r>
            <w:r w:rsidR="00067DC1">
              <w:rPr>
                <w:rFonts w:cs="Times New Roman"/>
              </w:rPr>
              <w:t xml:space="preserve">īgu </w:t>
            </w:r>
            <w:r w:rsidR="00067DC1" w:rsidRPr="00A64186">
              <w:rPr>
                <w:rFonts w:cs="Times New Roman"/>
              </w:rPr>
              <w:t>informācij</w:t>
            </w:r>
            <w:r w:rsidR="00067DC1">
              <w:rPr>
                <w:rFonts w:cs="Times New Roman"/>
              </w:rPr>
              <w:t>u</w:t>
            </w:r>
            <w:r w:rsidR="00067DC1" w:rsidRPr="00A64186">
              <w:rPr>
                <w:rFonts w:cs="Times New Roman"/>
              </w:rPr>
              <w:t xml:space="preserve"> par šīs trešās valsts regulatīvo režīmu, kas piemērojams</w:t>
            </w:r>
            <w:r w:rsidR="00067DC1">
              <w:rPr>
                <w:rFonts w:cs="Times New Roman"/>
              </w:rPr>
              <w:t xml:space="preserve"> personai</w:t>
            </w:r>
          </w:p>
        </w:tc>
        <w:tc>
          <w:tcPr>
            <w:tcW w:w="1891" w:type="dxa"/>
          </w:tcPr>
          <w:p w14:paraId="57C16107" w14:textId="77777777" w:rsidR="00067DC1" w:rsidRPr="00A64186" w:rsidRDefault="00067DC1" w:rsidP="00914444">
            <w:pPr>
              <w:jc w:val="both"/>
              <w:rPr>
                <w:rFonts w:cs="Times New Roman"/>
              </w:rPr>
            </w:pPr>
            <w:r>
              <w:rPr>
                <w:rFonts w:cs="Times New Roman"/>
              </w:rPr>
              <w:t>Apraksts</w:t>
            </w:r>
          </w:p>
        </w:tc>
        <w:tc>
          <w:tcPr>
            <w:tcW w:w="1523" w:type="dxa"/>
          </w:tcPr>
          <w:p w14:paraId="30B4410E" w14:textId="77777777" w:rsidR="00067DC1" w:rsidRPr="00A64186" w:rsidRDefault="00067DC1" w:rsidP="00914444">
            <w:pPr>
              <w:jc w:val="both"/>
              <w:rPr>
                <w:rFonts w:cs="Times New Roman"/>
              </w:rPr>
            </w:pPr>
          </w:p>
        </w:tc>
        <w:tc>
          <w:tcPr>
            <w:tcW w:w="1667" w:type="dxa"/>
          </w:tcPr>
          <w:p w14:paraId="0E308510" w14:textId="77777777" w:rsidR="00067DC1" w:rsidRPr="00A64186" w:rsidRDefault="00067DC1" w:rsidP="00914444">
            <w:pPr>
              <w:jc w:val="both"/>
              <w:rPr>
                <w:rFonts w:cs="Times New Roman"/>
              </w:rPr>
            </w:pPr>
          </w:p>
        </w:tc>
      </w:tr>
      <w:tr w:rsidR="00067DC1" w:rsidRPr="0090521A" w14:paraId="448200C7" w14:textId="77777777" w:rsidTr="00B2370E">
        <w:tc>
          <w:tcPr>
            <w:tcW w:w="756" w:type="dxa"/>
          </w:tcPr>
          <w:p w14:paraId="61288CCF" w14:textId="77777777" w:rsidR="00067DC1" w:rsidRPr="00A64186" w:rsidRDefault="00067DC1" w:rsidP="003F2CF6">
            <w:pPr>
              <w:jc w:val="right"/>
              <w:rPr>
                <w:rFonts w:cs="Times New Roman"/>
              </w:rPr>
            </w:pPr>
            <w:r>
              <w:rPr>
                <w:rFonts w:cs="Times New Roman"/>
              </w:rPr>
              <w:t>4.</w:t>
            </w:r>
          </w:p>
        </w:tc>
        <w:tc>
          <w:tcPr>
            <w:tcW w:w="2657" w:type="dxa"/>
          </w:tcPr>
          <w:p w14:paraId="6BAEC5D3" w14:textId="4DA8B2E9" w:rsidR="00067DC1" w:rsidRPr="00751FAE" w:rsidRDefault="00067DC1" w:rsidP="003F2CF6">
            <w:pPr>
              <w:autoSpaceDE w:val="0"/>
              <w:autoSpaceDN w:val="0"/>
              <w:adjustRightInd w:val="0"/>
              <w:rPr>
                <w:rFonts w:cs="Times New Roman"/>
                <w:bCs/>
              </w:rPr>
            </w:pPr>
            <w:r w:rsidRPr="00751FAE">
              <w:rPr>
                <w:rFonts w:cs="Times New Roman"/>
                <w:bCs/>
              </w:rPr>
              <w:t xml:space="preserve">Ja persona ir valsts dibināts ieguldījumu fonds vai tam pielīdzināms veidojums, persona iesniedz </w:t>
            </w:r>
            <w:r w:rsidR="00056A9F">
              <w:rPr>
                <w:rFonts w:cs="Times New Roman"/>
                <w:bCs/>
              </w:rPr>
              <w:t xml:space="preserve">turpmāk norādīto papildu </w:t>
            </w:r>
            <w:r w:rsidRPr="00751FAE">
              <w:rPr>
                <w:rFonts w:cs="Times New Roman"/>
                <w:bCs/>
              </w:rPr>
              <w:t>informāciju</w:t>
            </w:r>
          </w:p>
        </w:tc>
        <w:tc>
          <w:tcPr>
            <w:tcW w:w="1891" w:type="dxa"/>
          </w:tcPr>
          <w:p w14:paraId="2AE82DAF" w14:textId="77777777" w:rsidR="00067DC1" w:rsidRPr="00A64186" w:rsidRDefault="00067DC1" w:rsidP="00914444">
            <w:pPr>
              <w:jc w:val="both"/>
              <w:rPr>
                <w:rFonts w:cs="Times New Roman"/>
              </w:rPr>
            </w:pPr>
          </w:p>
        </w:tc>
        <w:tc>
          <w:tcPr>
            <w:tcW w:w="1523" w:type="dxa"/>
          </w:tcPr>
          <w:p w14:paraId="282D5A22" w14:textId="77777777" w:rsidR="00067DC1" w:rsidRPr="00A64186" w:rsidRDefault="00067DC1" w:rsidP="00914444">
            <w:pPr>
              <w:jc w:val="both"/>
              <w:rPr>
                <w:rFonts w:cs="Times New Roman"/>
              </w:rPr>
            </w:pPr>
          </w:p>
        </w:tc>
        <w:tc>
          <w:tcPr>
            <w:tcW w:w="1667" w:type="dxa"/>
          </w:tcPr>
          <w:p w14:paraId="6EE78FBC" w14:textId="77777777" w:rsidR="00067DC1" w:rsidRPr="00A64186" w:rsidRDefault="00067DC1" w:rsidP="00914444">
            <w:pPr>
              <w:jc w:val="both"/>
              <w:rPr>
                <w:rFonts w:cs="Times New Roman"/>
              </w:rPr>
            </w:pPr>
          </w:p>
        </w:tc>
      </w:tr>
      <w:tr w:rsidR="00067DC1" w:rsidRPr="006410FB" w14:paraId="7D1B4208" w14:textId="77777777" w:rsidTr="00B2370E">
        <w:tc>
          <w:tcPr>
            <w:tcW w:w="756" w:type="dxa"/>
          </w:tcPr>
          <w:p w14:paraId="4A64B845" w14:textId="77777777" w:rsidR="00067DC1" w:rsidRPr="00A64186" w:rsidRDefault="00067DC1" w:rsidP="003F2CF6">
            <w:pPr>
              <w:jc w:val="right"/>
              <w:rPr>
                <w:rFonts w:cs="Times New Roman"/>
              </w:rPr>
            </w:pPr>
            <w:r>
              <w:rPr>
                <w:rFonts w:cs="Times New Roman"/>
              </w:rPr>
              <w:t>4.1.</w:t>
            </w:r>
          </w:p>
        </w:tc>
        <w:tc>
          <w:tcPr>
            <w:tcW w:w="2657" w:type="dxa"/>
          </w:tcPr>
          <w:p w14:paraId="14FE1113" w14:textId="2AFEFEF0" w:rsidR="00067DC1" w:rsidRPr="00A64186" w:rsidRDefault="00D62EB3" w:rsidP="003F2CF6">
            <w:pPr>
              <w:autoSpaceDE w:val="0"/>
              <w:autoSpaceDN w:val="0"/>
              <w:adjustRightInd w:val="0"/>
              <w:rPr>
                <w:rFonts w:cs="Times New Roman"/>
              </w:rPr>
            </w:pPr>
            <w:r>
              <w:rPr>
                <w:rFonts w:cs="Times New Roman"/>
              </w:rPr>
              <w:t>Informāciju p</w:t>
            </w:r>
            <w:r w:rsidR="00067DC1" w:rsidRPr="00A64186">
              <w:rPr>
                <w:rFonts w:cs="Times New Roman"/>
              </w:rPr>
              <w:t xml:space="preserve">ar </w:t>
            </w:r>
            <w:r w:rsidR="00056A9F">
              <w:rPr>
                <w:rFonts w:cs="Times New Roman"/>
              </w:rPr>
              <w:t xml:space="preserve">valsts institūciju, kura atbild par </w:t>
            </w:r>
            <w:r w:rsidR="00067DC1" w:rsidRPr="00A64186">
              <w:rPr>
                <w:rFonts w:cs="Times New Roman"/>
              </w:rPr>
              <w:t xml:space="preserve">fonda ieguldījumu politikas </w:t>
            </w:r>
            <w:r w:rsidR="00067DC1">
              <w:rPr>
                <w:rFonts w:cs="Times New Roman"/>
              </w:rPr>
              <w:t xml:space="preserve">noteikšanu </w:t>
            </w:r>
            <w:r w:rsidR="00056A9F">
              <w:rPr>
                <w:rFonts w:cs="Times New Roman"/>
              </w:rPr>
              <w:t>(</w:t>
            </w:r>
            <w:r w:rsidR="00056A9F" w:rsidRPr="00424BC7">
              <w:rPr>
                <w:rFonts w:cs="Times New Roman"/>
              </w:rPr>
              <w:t>nosaukum</w:t>
            </w:r>
            <w:r w:rsidR="00056A9F">
              <w:rPr>
                <w:rFonts w:cs="Times New Roman"/>
              </w:rPr>
              <w:t>s)</w:t>
            </w:r>
          </w:p>
        </w:tc>
        <w:tc>
          <w:tcPr>
            <w:tcW w:w="1891" w:type="dxa"/>
          </w:tcPr>
          <w:p w14:paraId="71E1CFDB" w14:textId="381F8A27" w:rsidR="00067DC1" w:rsidRDefault="00067DC1" w:rsidP="003F2CF6">
            <w:pPr>
              <w:rPr>
                <w:rFonts w:cs="Times New Roman"/>
              </w:rPr>
            </w:pPr>
            <w:r>
              <w:rPr>
                <w:rFonts w:cs="Times New Roman"/>
              </w:rPr>
              <w:t>Personas apliecinājums</w:t>
            </w:r>
            <w:r w:rsidR="00D47515">
              <w:rPr>
                <w:rFonts w:cs="Times New Roman"/>
              </w:rPr>
              <w:t>.</w:t>
            </w:r>
          </w:p>
          <w:p w14:paraId="7EEFE91C" w14:textId="1387087E" w:rsidR="00067DC1" w:rsidRDefault="00067DC1" w:rsidP="003F2CF6">
            <w:pPr>
              <w:rPr>
                <w:rFonts w:cs="Times New Roman"/>
              </w:rPr>
            </w:pPr>
            <w:r>
              <w:rPr>
                <w:rFonts w:cs="Times New Roman"/>
              </w:rPr>
              <w:t>Izraksti no valsts</w:t>
            </w:r>
            <w:r w:rsidR="00415084">
              <w:rPr>
                <w:rFonts w:cs="Times New Roman"/>
              </w:rPr>
              <w:t>, izņemot Latviju,</w:t>
            </w:r>
            <w:r>
              <w:rPr>
                <w:rFonts w:cs="Times New Roman"/>
              </w:rPr>
              <w:t xml:space="preserve"> iestāžu izdotajiem dokumentiem (</w:t>
            </w:r>
            <w:r w:rsidR="00751FAE">
              <w:rPr>
                <w:rFonts w:cs="Times New Roman"/>
              </w:rPr>
              <w:t xml:space="preserve">piemēram, </w:t>
            </w:r>
            <w:r w:rsidRPr="003B7614">
              <w:rPr>
                <w:rFonts w:cs="Times New Roman"/>
              </w:rPr>
              <w:t xml:space="preserve">rīkojumiem, dekrētiem </w:t>
            </w:r>
            <w:r w:rsidR="00751FAE" w:rsidRPr="003B7614">
              <w:rPr>
                <w:rFonts w:cs="Times New Roman"/>
              </w:rPr>
              <w:t>u</w:t>
            </w:r>
            <w:r w:rsidR="00751FAE">
              <w:rPr>
                <w:rFonts w:cs="Times New Roman"/>
              </w:rPr>
              <w:t>.</w:t>
            </w:r>
            <w:r w:rsidR="00D47515">
              <w:rPr>
                <w:rFonts w:cs="Times New Roman"/>
              </w:rPr>
              <w:t> </w:t>
            </w:r>
            <w:r w:rsidR="00751FAE">
              <w:rPr>
                <w:rFonts w:cs="Times New Roman"/>
              </w:rPr>
              <w:t>c.</w:t>
            </w:r>
            <w:r>
              <w:rPr>
                <w:rFonts w:cs="Times New Roman"/>
              </w:rPr>
              <w:t>)</w:t>
            </w:r>
            <w:r w:rsidR="00D47515">
              <w:rPr>
                <w:rFonts w:cs="Times New Roman"/>
              </w:rPr>
              <w:t>.</w:t>
            </w:r>
          </w:p>
          <w:p w14:paraId="54CECE62" w14:textId="3E5D924E" w:rsidR="00067DC1" w:rsidRPr="00A64186" w:rsidRDefault="00D47515" w:rsidP="003F2CF6">
            <w:pPr>
              <w:rPr>
                <w:rFonts w:cs="Times New Roman"/>
              </w:rPr>
            </w:pPr>
            <w:r>
              <w:rPr>
                <w:rFonts w:cs="Times New Roman"/>
              </w:rPr>
              <w:t xml:space="preserve">Tiesību </w:t>
            </w:r>
            <w:r w:rsidR="00067DC1">
              <w:rPr>
                <w:rFonts w:cs="Times New Roman"/>
              </w:rPr>
              <w:t>aktu norm</w:t>
            </w:r>
            <w:r w:rsidR="00691FF3">
              <w:rPr>
                <w:rFonts w:cs="Times New Roman"/>
              </w:rPr>
              <w:t>u skaidrojums par fondu, tā ieguldījumu politiku</w:t>
            </w:r>
          </w:p>
        </w:tc>
        <w:tc>
          <w:tcPr>
            <w:tcW w:w="1523" w:type="dxa"/>
          </w:tcPr>
          <w:p w14:paraId="1CD05F25" w14:textId="77777777" w:rsidR="00067DC1" w:rsidRPr="00A64186" w:rsidRDefault="00067DC1" w:rsidP="00914444">
            <w:pPr>
              <w:jc w:val="both"/>
              <w:rPr>
                <w:rFonts w:cs="Times New Roman"/>
              </w:rPr>
            </w:pPr>
          </w:p>
        </w:tc>
        <w:tc>
          <w:tcPr>
            <w:tcW w:w="1667" w:type="dxa"/>
          </w:tcPr>
          <w:p w14:paraId="00DEC43E" w14:textId="77777777" w:rsidR="00067DC1" w:rsidRPr="00A64186" w:rsidRDefault="00067DC1" w:rsidP="00914444">
            <w:pPr>
              <w:jc w:val="both"/>
              <w:rPr>
                <w:rFonts w:cs="Times New Roman"/>
              </w:rPr>
            </w:pPr>
          </w:p>
        </w:tc>
      </w:tr>
      <w:tr w:rsidR="00067DC1" w:rsidRPr="008139F5" w14:paraId="56352883" w14:textId="77777777" w:rsidTr="00B2370E">
        <w:tc>
          <w:tcPr>
            <w:tcW w:w="756" w:type="dxa"/>
          </w:tcPr>
          <w:p w14:paraId="19C12000" w14:textId="77777777" w:rsidR="00067DC1" w:rsidRPr="00A64186" w:rsidRDefault="00067DC1" w:rsidP="003F2CF6">
            <w:pPr>
              <w:jc w:val="right"/>
              <w:rPr>
                <w:rFonts w:cs="Times New Roman"/>
              </w:rPr>
            </w:pPr>
            <w:r>
              <w:rPr>
                <w:rFonts w:cs="Times New Roman"/>
              </w:rPr>
              <w:t>4.2.</w:t>
            </w:r>
          </w:p>
        </w:tc>
        <w:tc>
          <w:tcPr>
            <w:tcW w:w="2657" w:type="dxa"/>
          </w:tcPr>
          <w:p w14:paraId="20F55F04" w14:textId="26C28D95" w:rsidR="00067DC1" w:rsidRPr="00A64186" w:rsidRDefault="00D62EB3" w:rsidP="003F2CF6">
            <w:pPr>
              <w:autoSpaceDE w:val="0"/>
              <w:autoSpaceDN w:val="0"/>
              <w:adjustRightInd w:val="0"/>
              <w:rPr>
                <w:rFonts w:cs="Times New Roman"/>
              </w:rPr>
            </w:pPr>
            <w:r>
              <w:rPr>
                <w:rFonts w:cs="Times New Roman"/>
              </w:rPr>
              <w:t>I</w:t>
            </w:r>
            <w:r w:rsidR="00067DC1" w:rsidRPr="00A64186">
              <w:rPr>
                <w:rFonts w:cs="Times New Roman"/>
              </w:rPr>
              <w:t>nformāciju par ieguldījumu politiku un jebkādiem ieguldījumu ierobežojumiem</w:t>
            </w:r>
          </w:p>
        </w:tc>
        <w:tc>
          <w:tcPr>
            <w:tcW w:w="1891" w:type="dxa"/>
          </w:tcPr>
          <w:p w14:paraId="004AED15" w14:textId="77777777" w:rsidR="00067DC1" w:rsidRPr="00A64186" w:rsidRDefault="00067DC1" w:rsidP="003F2CF6">
            <w:pPr>
              <w:rPr>
                <w:rFonts w:cs="Times New Roman"/>
              </w:rPr>
            </w:pPr>
            <w:r>
              <w:rPr>
                <w:rFonts w:cs="Times New Roman"/>
              </w:rPr>
              <w:t>Ieguldījumu politika vai līdzvērtīgs dokuments</w:t>
            </w:r>
          </w:p>
        </w:tc>
        <w:tc>
          <w:tcPr>
            <w:tcW w:w="1523" w:type="dxa"/>
          </w:tcPr>
          <w:p w14:paraId="5575DCD3" w14:textId="77777777" w:rsidR="00067DC1" w:rsidRPr="00A64186" w:rsidRDefault="00067DC1" w:rsidP="00914444">
            <w:pPr>
              <w:jc w:val="both"/>
              <w:rPr>
                <w:rFonts w:cs="Times New Roman"/>
              </w:rPr>
            </w:pPr>
          </w:p>
        </w:tc>
        <w:tc>
          <w:tcPr>
            <w:tcW w:w="1667" w:type="dxa"/>
          </w:tcPr>
          <w:p w14:paraId="25A56C36" w14:textId="77777777" w:rsidR="00067DC1" w:rsidRPr="00A64186" w:rsidRDefault="00067DC1" w:rsidP="00914444">
            <w:pPr>
              <w:jc w:val="both"/>
              <w:rPr>
                <w:rFonts w:cs="Times New Roman"/>
              </w:rPr>
            </w:pPr>
          </w:p>
        </w:tc>
      </w:tr>
      <w:tr w:rsidR="00067DC1" w:rsidRPr="0090521A" w14:paraId="6A62FE7A" w14:textId="77777777" w:rsidTr="00B2370E">
        <w:tc>
          <w:tcPr>
            <w:tcW w:w="756" w:type="dxa"/>
          </w:tcPr>
          <w:p w14:paraId="505FFBB6" w14:textId="77777777" w:rsidR="00067DC1" w:rsidRPr="00A64186" w:rsidRDefault="00067DC1" w:rsidP="003F2CF6">
            <w:pPr>
              <w:jc w:val="right"/>
              <w:rPr>
                <w:rFonts w:cs="Times New Roman"/>
              </w:rPr>
            </w:pPr>
            <w:r>
              <w:rPr>
                <w:rFonts w:cs="Times New Roman"/>
              </w:rPr>
              <w:t>4.3.</w:t>
            </w:r>
          </w:p>
        </w:tc>
        <w:tc>
          <w:tcPr>
            <w:tcW w:w="2657" w:type="dxa"/>
          </w:tcPr>
          <w:p w14:paraId="0D4851F5" w14:textId="64BF2EE5" w:rsidR="00067DC1" w:rsidRPr="00A64186" w:rsidRDefault="00D62EB3" w:rsidP="003F2CF6">
            <w:pPr>
              <w:autoSpaceDE w:val="0"/>
              <w:autoSpaceDN w:val="0"/>
              <w:adjustRightInd w:val="0"/>
              <w:rPr>
                <w:rFonts w:cs="Times New Roman"/>
              </w:rPr>
            </w:pPr>
            <w:r>
              <w:rPr>
                <w:rFonts w:cs="Times New Roman"/>
              </w:rPr>
              <w:t xml:space="preserve">Informāciju </w:t>
            </w:r>
            <w:r w:rsidR="00067DC1" w:rsidRPr="00A64186">
              <w:rPr>
                <w:rFonts w:cs="Times New Roman"/>
              </w:rPr>
              <w:t xml:space="preserve">par </w:t>
            </w:r>
            <w:r>
              <w:rPr>
                <w:rFonts w:cs="Times New Roman"/>
              </w:rPr>
              <w:t xml:space="preserve">personām, kuras atbildīgas par </w:t>
            </w:r>
            <w:r w:rsidR="00067DC1" w:rsidRPr="00A64186">
              <w:rPr>
                <w:rFonts w:cs="Times New Roman"/>
              </w:rPr>
              <w:t xml:space="preserve">fonda ieguldījumu lēmumu pieņemšanu </w:t>
            </w:r>
            <w:r w:rsidR="00067DC1">
              <w:rPr>
                <w:rFonts w:cs="Times New Roman"/>
              </w:rPr>
              <w:t>(</w:t>
            </w:r>
            <w:r w:rsidR="00067DC1" w:rsidRPr="00424BC7">
              <w:rPr>
                <w:rFonts w:cs="Times New Roman"/>
              </w:rPr>
              <w:t>vārd</w:t>
            </w:r>
            <w:r w:rsidR="00067DC1">
              <w:rPr>
                <w:rFonts w:cs="Times New Roman"/>
              </w:rPr>
              <w:t>s, uzvārds</w:t>
            </w:r>
            <w:r w:rsidR="00067DC1" w:rsidRPr="00A64186">
              <w:rPr>
                <w:rFonts w:cs="Times New Roman"/>
              </w:rPr>
              <w:t xml:space="preserve"> un</w:t>
            </w:r>
            <w:r w:rsidR="00067DC1">
              <w:rPr>
                <w:rFonts w:cs="Times New Roman"/>
              </w:rPr>
              <w:t xml:space="preserve"> amats)</w:t>
            </w:r>
          </w:p>
        </w:tc>
        <w:tc>
          <w:tcPr>
            <w:tcW w:w="1891" w:type="dxa"/>
          </w:tcPr>
          <w:p w14:paraId="2A7CD981" w14:textId="77777777" w:rsidR="00067DC1" w:rsidRPr="00A64186" w:rsidRDefault="00067DC1" w:rsidP="003F2CF6">
            <w:pPr>
              <w:rPr>
                <w:rFonts w:cs="Times New Roman"/>
              </w:rPr>
            </w:pPr>
            <w:r>
              <w:rPr>
                <w:rFonts w:cs="Times New Roman"/>
              </w:rPr>
              <w:t>Ieguldījumu politika, fonda darbības nolikums, noteikumi vai līdzvērtīgi dokumenti</w:t>
            </w:r>
          </w:p>
        </w:tc>
        <w:tc>
          <w:tcPr>
            <w:tcW w:w="1523" w:type="dxa"/>
          </w:tcPr>
          <w:p w14:paraId="12B0F7DE" w14:textId="77777777" w:rsidR="00067DC1" w:rsidRPr="00A64186" w:rsidRDefault="00067DC1" w:rsidP="00914444">
            <w:pPr>
              <w:jc w:val="both"/>
              <w:rPr>
                <w:rFonts w:cs="Times New Roman"/>
              </w:rPr>
            </w:pPr>
          </w:p>
        </w:tc>
        <w:tc>
          <w:tcPr>
            <w:tcW w:w="1667" w:type="dxa"/>
          </w:tcPr>
          <w:p w14:paraId="2A21B67F" w14:textId="77777777" w:rsidR="00067DC1" w:rsidRPr="00A64186" w:rsidRDefault="00067DC1" w:rsidP="00914444">
            <w:pPr>
              <w:jc w:val="both"/>
              <w:rPr>
                <w:rFonts w:cs="Times New Roman"/>
              </w:rPr>
            </w:pPr>
          </w:p>
        </w:tc>
      </w:tr>
      <w:tr w:rsidR="00067DC1" w:rsidRPr="0090521A" w14:paraId="0356FF9B" w14:textId="77777777" w:rsidTr="00B2370E">
        <w:tc>
          <w:tcPr>
            <w:tcW w:w="756" w:type="dxa"/>
          </w:tcPr>
          <w:p w14:paraId="72C96E13" w14:textId="77777777" w:rsidR="00067DC1" w:rsidRPr="00A64186" w:rsidRDefault="00067DC1" w:rsidP="003F2CF6">
            <w:pPr>
              <w:jc w:val="right"/>
              <w:rPr>
                <w:rFonts w:cs="Times New Roman"/>
              </w:rPr>
            </w:pPr>
            <w:r>
              <w:rPr>
                <w:rFonts w:cs="Times New Roman"/>
              </w:rPr>
              <w:lastRenderedPageBreak/>
              <w:t>4.4.</w:t>
            </w:r>
          </w:p>
        </w:tc>
        <w:tc>
          <w:tcPr>
            <w:tcW w:w="2657" w:type="dxa"/>
          </w:tcPr>
          <w:p w14:paraId="3490D45A" w14:textId="1577030D" w:rsidR="00067DC1" w:rsidRPr="00A64186" w:rsidRDefault="00D62EB3" w:rsidP="003F2CF6">
            <w:pPr>
              <w:autoSpaceDE w:val="0"/>
              <w:autoSpaceDN w:val="0"/>
              <w:adjustRightInd w:val="0"/>
              <w:rPr>
                <w:rFonts w:cs="Times New Roman"/>
              </w:rPr>
            </w:pPr>
            <w:r>
              <w:rPr>
                <w:rFonts w:cs="Times New Roman"/>
              </w:rPr>
              <w:t>I</w:t>
            </w:r>
            <w:r w:rsidR="00067DC1" w:rsidRPr="00A64186">
              <w:rPr>
                <w:rFonts w:cs="Times New Roman"/>
              </w:rPr>
              <w:t xml:space="preserve">nformāciju par </w:t>
            </w:r>
            <w:r w:rsidR="00067DC1">
              <w:rPr>
                <w:rFonts w:cs="Times New Roman"/>
              </w:rPr>
              <w:t>atbildīgās valsts institūcijas</w:t>
            </w:r>
            <w:r w:rsidR="00067DC1" w:rsidRPr="00A64186">
              <w:rPr>
                <w:rFonts w:cs="Times New Roman"/>
              </w:rPr>
              <w:t xml:space="preserve"> ietekmi uz fonda un</w:t>
            </w:r>
            <w:r w:rsidR="00067DC1">
              <w:rPr>
                <w:rFonts w:cs="Times New Roman"/>
              </w:rPr>
              <w:t xml:space="preserve"> finanšu institūcijas</w:t>
            </w:r>
            <w:r w:rsidR="00067DC1" w:rsidRPr="00A64186">
              <w:rPr>
                <w:rFonts w:cs="Times New Roman"/>
              </w:rPr>
              <w:t xml:space="preserve"> ikdienas darbību</w:t>
            </w:r>
          </w:p>
        </w:tc>
        <w:tc>
          <w:tcPr>
            <w:tcW w:w="1891" w:type="dxa"/>
          </w:tcPr>
          <w:p w14:paraId="332F4781" w14:textId="4D8D8D58" w:rsidR="00067DC1" w:rsidRDefault="00067DC1" w:rsidP="00914444">
            <w:pPr>
              <w:jc w:val="both"/>
              <w:rPr>
                <w:rFonts w:cs="Times New Roman"/>
              </w:rPr>
            </w:pPr>
            <w:r>
              <w:rPr>
                <w:rFonts w:cs="Times New Roman"/>
              </w:rPr>
              <w:t>Personas apliecinājums</w:t>
            </w:r>
            <w:r w:rsidR="00D47515">
              <w:rPr>
                <w:rFonts w:cs="Times New Roman"/>
              </w:rPr>
              <w:t>.</w:t>
            </w:r>
          </w:p>
          <w:p w14:paraId="4B33B736" w14:textId="62E65862" w:rsidR="00067DC1" w:rsidRPr="00A64186" w:rsidRDefault="00067DC1" w:rsidP="00B31D0B">
            <w:pPr>
              <w:rPr>
                <w:rFonts w:cs="Times New Roman"/>
              </w:rPr>
            </w:pPr>
            <w:r>
              <w:rPr>
                <w:rFonts w:cs="Times New Roman"/>
              </w:rPr>
              <w:t>Izraksti no valsts</w:t>
            </w:r>
            <w:r w:rsidR="0016444E">
              <w:rPr>
                <w:rFonts w:cs="Times New Roman"/>
              </w:rPr>
              <w:t>, izņemot Latviju,</w:t>
            </w:r>
            <w:r>
              <w:rPr>
                <w:rFonts w:cs="Times New Roman"/>
              </w:rPr>
              <w:t xml:space="preserve"> iestāžu izdotajiem dokumentiem (</w:t>
            </w:r>
            <w:r w:rsidR="00751FAE">
              <w:rPr>
                <w:rFonts w:cs="Times New Roman"/>
              </w:rPr>
              <w:t xml:space="preserve">piemēram, </w:t>
            </w:r>
            <w:r w:rsidRPr="003B7614">
              <w:rPr>
                <w:rFonts w:cs="Times New Roman"/>
              </w:rPr>
              <w:t>rīkojumiem, dekrētiem</w:t>
            </w:r>
            <w:r>
              <w:rPr>
                <w:rFonts w:cs="Times New Roman"/>
              </w:rPr>
              <w:t xml:space="preserve"> </w:t>
            </w:r>
            <w:r w:rsidR="00751FAE">
              <w:rPr>
                <w:rFonts w:cs="Times New Roman"/>
              </w:rPr>
              <w:t>u.</w:t>
            </w:r>
            <w:r w:rsidR="00D47515">
              <w:rPr>
                <w:rFonts w:cs="Times New Roman"/>
              </w:rPr>
              <w:t> </w:t>
            </w:r>
            <w:r w:rsidR="00751FAE">
              <w:rPr>
                <w:rFonts w:cs="Times New Roman"/>
              </w:rPr>
              <w:t>c.</w:t>
            </w:r>
            <w:r>
              <w:rPr>
                <w:rFonts w:cs="Times New Roman"/>
              </w:rPr>
              <w:t>) vai līdzvērtīgi dokumenti</w:t>
            </w:r>
          </w:p>
        </w:tc>
        <w:tc>
          <w:tcPr>
            <w:tcW w:w="1523" w:type="dxa"/>
          </w:tcPr>
          <w:p w14:paraId="1A0874C7" w14:textId="77777777" w:rsidR="00067DC1" w:rsidRPr="00A64186" w:rsidRDefault="00067DC1" w:rsidP="00914444">
            <w:pPr>
              <w:jc w:val="both"/>
              <w:rPr>
                <w:rFonts w:cs="Times New Roman"/>
              </w:rPr>
            </w:pPr>
          </w:p>
        </w:tc>
        <w:tc>
          <w:tcPr>
            <w:tcW w:w="1667" w:type="dxa"/>
          </w:tcPr>
          <w:p w14:paraId="5174A7D2" w14:textId="77777777" w:rsidR="00067DC1" w:rsidRPr="00A64186" w:rsidRDefault="00067DC1" w:rsidP="00914444">
            <w:pPr>
              <w:jc w:val="both"/>
              <w:rPr>
                <w:rFonts w:cs="Times New Roman"/>
              </w:rPr>
            </w:pPr>
          </w:p>
        </w:tc>
      </w:tr>
      <w:tr w:rsidR="00067DC1" w:rsidRPr="0090521A" w14:paraId="58CE5591" w14:textId="77777777" w:rsidTr="00B2370E">
        <w:tc>
          <w:tcPr>
            <w:tcW w:w="756" w:type="dxa"/>
          </w:tcPr>
          <w:p w14:paraId="3B988865" w14:textId="543C1CD0" w:rsidR="00067DC1" w:rsidRPr="00A64186" w:rsidRDefault="00067DC1" w:rsidP="003F2CF6">
            <w:pPr>
              <w:jc w:val="right"/>
              <w:rPr>
                <w:rFonts w:cs="Times New Roman"/>
              </w:rPr>
            </w:pPr>
            <w:r>
              <w:rPr>
                <w:rFonts w:cs="Times New Roman"/>
              </w:rPr>
              <w:t>5.</w:t>
            </w:r>
          </w:p>
        </w:tc>
        <w:tc>
          <w:tcPr>
            <w:tcW w:w="2657" w:type="dxa"/>
          </w:tcPr>
          <w:p w14:paraId="65B54F2D" w14:textId="6A76D0EF" w:rsidR="00067DC1" w:rsidRPr="00751FAE" w:rsidRDefault="00067DC1" w:rsidP="003F2CF6">
            <w:pPr>
              <w:autoSpaceDE w:val="0"/>
              <w:autoSpaceDN w:val="0"/>
              <w:adjustRightInd w:val="0"/>
              <w:rPr>
                <w:rFonts w:cs="Times New Roman"/>
                <w:bCs/>
              </w:rPr>
            </w:pPr>
            <w:r w:rsidRPr="00751FAE">
              <w:rPr>
                <w:rFonts w:cs="Times New Roman"/>
                <w:bCs/>
              </w:rPr>
              <w:t>Ja persona ir privātā kapitāla ieguldījumu fonds</w:t>
            </w:r>
            <w:r w:rsidR="00416348">
              <w:rPr>
                <w:rFonts w:cs="Times New Roman"/>
                <w:bCs/>
              </w:rPr>
              <w:t>,</w:t>
            </w:r>
            <w:r w:rsidRPr="00751FAE">
              <w:rPr>
                <w:rFonts w:cs="Times New Roman"/>
                <w:bCs/>
              </w:rPr>
              <w:t xml:space="preserve"> riska ieguldījumu fonds vai pēc darbības un ieguldījumu principiem </w:t>
            </w:r>
            <w:r w:rsidR="00691FF3" w:rsidRPr="00751FAE">
              <w:rPr>
                <w:rFonts w:cs="Times New Roman"/>
                <w:bCs/>
              </w:rPr>
              <w:t xml:space="preserve">tiem </w:t>
            </w:r>
            <w:r w:rsidRPr="00751FAE">
              <w:rPr>
                <w:rFonts w:cs="Times New Roman"/>
                <w:bCs/>
              </w:rPr>
              <w:t xml:space="preserve">pielīdzināms fonds, potenciālais līdzdalības ieguvējs iesniedz </w:t>
            </w:r>
            <w:r w:rsidR="00056A9F">
              <w:rPr>
                <w:rFonts w:cs="Times New Roman"/>
                <w:bCs/>
              </w:rPr>
              <w:t xml:space="preserve">turpmāk norādīto papildu </w:t>
            </w:r>
            <w:r w:rsidRPr="00751FAE">
              <w:rPr>
                <w:rFonts w:cs="Times New Roman"/>
                <w:bCs/>
              </w:rPr>
              <w:t>informāciju</w:t>
            </w:r>
          </w:p>
        </w:tc>
        <w:tc>
          <w:tcPr>
            <w:tcW w:w="1891" w:type="dxa"/>
          </w:tcPr>
          <w:p w14:paraId="77AB4BEF" w14:textId="77777777" w:rsidR="00067DC1" w:rsidRPr="00A64186" w:rsidRDefault="00067DC1" w:rsidP="00914444">
            <w:pPr>
              <w:jc w:val="both"/>
              <w:rPr>
                <w:rFonts w:cs="Times New Roman"/>
              </w:rPr>
            </w:pPr>
          </w:p>
        </w:tc>
        <w:tc>
          <w:tcPr>
            <w:tcW w:w="1523" w:type="dxa"/>
          </w:tcPr>
          <w:p w14:paraId="018D00D2" w14:textId="77777777" w:rsidR="00067DC1" w:rsidRPr="00A64186" w:rsidRDefault="00067DC1" w:rsidP="00914444">
            <w:pPr>
              <w:jc w:val="both"/>
              <w:rPr>
                <w:rFonts w:cs="Times New Roman"/>
              </w:rPr>
            </w:pPr>
          </w:p>
        </w:tc>
        <w:tc>
          <w:tcPr>
            <w:tcW w:w="1667" w:type="dxa"/>
          </w:tcPr>
          <w:p w14:paraId="19652878" w14:textId="77777777" w:rsidR="00067DC1" w:rsidRPr="00A64186" w:rsidRDefault="00067DC1" w:rsidP="00914444">
            <w:pPr>
              <w:jc w:val="both"/>
              <w:rPr>
                <w:rFonts w:cs="Times New Roman"/>
              </w:rPr>
            </w:pPr>
          </w:p>
        </w:tc>
      </w:tr>
      <w:tr w:rsidR="00067DC1" w:rsidRPr="006410FB" w14:paraId="73AE11B0" w14:textId="77777777" w:rsidTr="00B2370E">
        <w:tc>
          <w:tcPr>
            <w:tcW w:w="756" w:type="dxa"/>
          </w:tcPr>
          <w:p w14:paraId="7EB57613" w14:textId="77777777" w:rsidR="00067DC1" w:rsidRPr="00A64186" w:rsidRDefault="00067DC1" w:rsidP="003F2CF6">
            <w:pPr>
              <w:jc w:val="right"/>
              <w:rPr>
                <w:rFonts w:cs="Times New Roman"/>
              </w:rPr>
            </w:pPr>
            <w:r>
              <w:rPr>
                <w:rFonts w:cs="Times New Roman"/>
              </w:rPr>
              <w:t>5.1.</w:t>
            </w:r>
          </w:p>
        </w:tc>
        <w:tc>
          <w:tcPr>
            <w:tcW w:w="2657" w:type="dxa"/>
          </w:tcPr>
          <w:p w14:paraId="127FA9B2" w14:textId="243492D2" w:rsidR="00067DC1" w:rsidRPr="003F769F" w:rsidRDefault="00D62EB3" w:rsidP="003F2CF6">
            <w:pPr>
              <w:autoSpaceDE w:val="0"/>
              <w:autoSpaceDN w:val="0"/>
              <w:adjustRightInd w:val="0"/>
              <w:rPr>
                <w:rFonts w:cs="Times New Roman"/>
              </w:rPr>
            </w:pPr>
            <w:r>
              <w:rPr>
                <w:rFonts w:cs="Times New Roman"/>
              </w:rPr>
              <w:t>D</w:t>
            </w:r>
            <w:r w:rsidR="00067DC1" w:rsidRPr="003F769F">
              <w:rPr>
                <w:rFonts w:cs="Times New Roman"/>
              </w:rPr>
              <w:t xml:space="preserve">etalizētu aprakstu par </w:t>
            </w:r>
            <w:r w:rsidR="00067DC1">
              <w:rPr>
                <w:rFonts w:cs="Times New Roman"/>
              </w:rPr>
              <w:t>personas</w:t>
            </w:r>
            <w:r w:rsidR="00067DC1" w:rsidRPr="003F769F">
              <w:rPr>
                <w:rFonts w:cs="Times New Roman"/>
              </w:rPr>
              <w:t xml:space="preserve"> iepriekšēj</w:t>
            </w:r>
            <w:r w:rsidR="00056A9F">
              <w:rPr>
                <w:rFonts w:cs="Times New Roman"/>
              </w:rPr>
              <w:t>o</w:t>
            </w:r>
            <w:r w:rsidR="00067DC1" w:rsidRPr="003F769F">
              <w:rPr>
                <w:rFonts w:cs="Times New Roman"/>
              </w:rPr>
              <w:t xml:space="preserve"> būtiskas</w:t>
            </w:r>
            <w:r w:rsidR="00067DC1">
              <w:rPr>
                <w:rFonts w:cs="Times New Roman"/>
              </w:rPr>
              <w:t xml:space="preserve"> </w:t>
            </w:r>
            <w:r w:rsidR="00067DC1" w:rsidRPr="00E7410A">
              <w:rPr>
                <w:rFonts w:cs="Times New Roman"/>
              </w:rPr>
              <w:t>līdzdalības iegūšan</w:t>
            </w:r>
            <w:r w:rsidR="00067DC1">
              <w:rPr>
                <w:rFonts w:cs="Times New Roman"/>
              </w:rPr>
              <w:t xml:space="preserve">u finanšu institūcijās </w:t>
            </w:r>
          </w:p>
        </w:tc>
        <w:tc>
          <w:tcPr>
            <w:tcW w:w="1891" w:type="dxa"/>
          </w:tcPr>
          <w:p w14:paraId="469DCFA1" w14:textId="77777777" w:rsidR="00067DC1" w:rsidRPr="00A64186" w:rsidRDefault="00067DC1" w:rsidP="003F2CF6">
            <w:pPr>
              <w:rPr>
                <w:rFonts w:cs="Times New Roman"/>
              </w:rPr>
            </w:pPr>
            <w:r>
              <w:rPr>
                <w:rFonts w:cs="Times New Roman"/>
              </w:rPr>
              <w:t>Detalizēts apraksts</w:t>
            </w:r>
          </w:p>
        </w:tc>
        <w:tc>
          <w:tcPr>
            <w:tcW w:w="1523" w:type="dxa"/>
          </w:tcPr>
          <w:p w14:paraId="2F3335A5" w14:textId="77777777" w:rsidR="00067DC1" w:rsidRPr="00A64186" w:rsidRDefault="00067DC1" w:rsidP="00914444">
            <w:pPr>
              <w:jc w:val="both"/>
              <w:rPr>
                <w:rFonts w:cs="Times New Roman"/>
              </w:rPr>
            </w:pPr>
          </w:p>
        </w:tc>
        <w:tc>
          <w:tcPr>
            <w:tcW w:w="1667" w:type="dxa"/>
          </w:tcPr>
          <w:p w14:paraId="5A9DD2D5" w14:textId="77777777" w:rsidR="00067DC1" w:rsidRPr="00A64186" w:rsidRDefault="00067DC1" w:rsidP="00914444">
            <w:pPr>
              <w:jc w:val="both"/>
              <w:rPr>
                <w:rFonts w:cs="Times New Roman"/>
              </w:rPr>
            </w:pPr>
          </w:p>
        </w:tc>
      </w:tr>
      <w:tr w:rsidR="00067DC1" w:rsidRPr="008139F5" w14:paraId="53E1F162" w14:textId="77777777" w:rsidTr="00B2370E">
        <w:tc>
          <w:tcPr>
            <w:tcW w:w="756" w:type="dxa"/>
          </w:tcPr>
          <w:p w14:paraId="77E984BF" w14:textId="77777777" w:rsidR="00067DC1" w:rsidRPr="00A64186" w:rsidRDefault="00067DC1" w:rsidP="003F2CF6">
            <w:pPr>
              <w:jc w:val="right"/>
              <w:rPr>
                <w:rFonts w:cs="Times New Roman"/>
              </w:rPr>
            </w:pPr>
            <w:r>
              <w:rPr>
                <w:rFonts w:cs="Times New Roman"/>
              </w:rPr>
              <w:t>5.2.</w:t>
            </w:r>
          </w:p>
        </w:tc>
        <w:tc>
          <w:tcPr>
            <w:tcW w:w="2657" w:type="dxa"/>
          </w:tcPr>
          <w:p w14:paraId="54967E4F" w14:textId="0FF1552A" w:rsidR="00067DC1" w:rsidRPr="003F769F" w:rsidRDefault="00D62EB3" w:rsidP="003F2CF6">
            <w:pPr>
              <w:autoSpaceDE w:val="0"/>
              <w:autoSpaceDN w:val="0"/>
              <w:adjustRightInd w:val="0"/>
              <w:rPr>
                <w:rFonts w:cs="Times New Roman"/>
              </w:rPr>
            </w:pPr>
            <w:r>
              <w:rPr>
                <w:rFonts w:cs="Times New Roman"/>
              </w:rPr>
              <w:t>I</w:t>
            </w:r>
            <w:r w:rsidR="00067DC1" w:rsidRPr="003F769F">
              <w:rPr>
                <w:rFonts w:cs="Times New Roman"/>
              </w:rPr>
              <w:t xml:space="preserve">nformāciju par </w:t>
            </w:r>
            <w:r w:rsidR="00067DC1">
              <w:rPr>
                <w:rFonts w:cs="Times New Roman"/>
              </w:rPr>
              <w:t>fonda</w:t>
            </w:r>
            <w:r w:rsidR="00067DC1" w:rsidRPr="003F769F">
              <w:rPr>
                <w:rFonts w:cs="Times New Roman"/>
              </w:rPr>
              <w:t xml:space="preserve"> ieguldījumu politiku un </w:t>
            </w:r>
            <w:r w:rsidR="00067DC1">
              <w:rPr>
                <w:rFonts w:cs="Times New Roman"/>
              </w:rPr>
              <w:t xml:space="preserve">visiem </w:t>
            </w:r>
            <w:r w:rsidR="00067DC1" w:rsidRPr="003F769F">
              <w:rPr>
                <w:rFonts w:cs="Times New Roman"/>
              </w:rPr>
              <w:t xml:space="preserve">ieguldījumu ierobežojumiem, tostarp informāciju par ieguldījumu </w:t>
            </w:r>
            <w:r w:rsidR="00067DC1">
              <w:rPr>
                <w:rFonts w:cs="Times New Roman"/>
              </w:rPr>
              <w:t>pārvaldi</w:t>
            </w:r>
            <w:r w:rsidR="00067DC1" w:rsidRPr="003F769F">
              <w:rPr>
                <w:rFonts w:cs="Times New Roman"/>
              </w:rPr>
              <w:t>,</w:t>
            </w:r>
            <w:r w:rsidR="00067DC1">
              <w:rPr>
                <w:rFonts w:cs="Times New Roman"/>
              </w:rPr>
              <w:t xml:space="preserve"> </w:t>
            </w:r>
            <w:r w:rsidR="00067DC1" w:rsidRPr="003F769F">
              <w:rPr>
                <w:rFonts w:cs="Times New Roman"/>
              </w:rPr>
              <w:t>faktoriem, kas ir ieguldī</w:t>
            </w:r>
            <w:r w:rsidR="00067DC1">
              <w:rPr>
                <w:rFonts w:cs="Times New Roman"/>
              </w:rPr>
              <w:t>juma finanšu institūcijā</w:t>
            </w:r>
            <w:r w:rsidR="00067DC1" w:rsidRPr="003F769F">
              <w:rPr>
                <w:rFonts w:cs="Times New Roman"/>
              </w:rPr>
              <w:t xml:space="preserve"> lēmumu pamatā</w:t>
            </w:r>
            <w:r w:rsidR="00067DC1">
              <w:rPr>
                <w:rFonts w:cs="Times New Roman"/>
              </w:rPr>
              <w:t xml:space="preserve">, informāciju par fonda izejas stratēģiju </w:t>
            </w:r>
          </w:p>
        </w:tc>
        <w:tc>
          <w:tcPr>
            <w:tcW w:w="1891" w:type="dxa"/>
          </w:tcPr>
          <w:p w14:paraId="2C787E55" w14:textId="77777777" w:rsidR="00067DC1" w:rsidRPr="00A64186" w:rsidRDefault="00067DC1" w:rsidP="003F2CF6">
            <w:pPr>
              <w:rPr>
                <w:rFonts w:cs="Times New Roman"/>
              </w:rPr>
            </w:pPr>
            <w:r>
              <w:rPr>
                <w:rFonts w:cs="Times New Roman"/>
              </w:rPr>
              <w:t>Ieguldījumu politika vai līdzvērtīgs dokuments</w:t>
            </w:r>
          </w:p>
        </w:tc>
        <w:tc>
          <w:tcPr>
            <w:tcW w:w="1523" w:type="dxa"/>
          </w:tcPr>
          <w:p w14:paraId="2593505B" w14:textId="77777777" w:rsidR="00067DC1" w:rsidRPr="00A64186" w:rsidRDefault="00067DC1" w:rsidP="00914444">
            <w:pPr>
              <w:jc w:val="both"/>
              <w:rPr>
                <w:rFonts w:cs="Times New Roman"/>
              </w:rPr>
            </w:pPr>
          </w:p>
        </w:tc>
        <w:tc>
          <w:tcPr>
            <w:tcW w:w="1667" w:type="dxa"/>
          </w:tcPr>
          <w:p w14:paraId="1F7E85DB" w14:textId="77777777" w:rsidR="00067DC1" w:rsidRPr="00A64186" w:rsidRDefault="00067DC1" w:rsidP="00914444">
            <w:pPr>
              <w:jc w:val="both"/>
              <w:rPr>
                <w:rFonts w:cs="Times New Roman"/>
              </w:rPr>
            </w:pPr>
          </w:p>
        </w:tc>
      </w:tr>
      <w:tr w:rsidR="00067DC1" w:rsidRPr="006410FB" w14:paraId="675D1013" w14:textId="77777777" w:rsidTr="00B2370E">
        <w:tc>
          <w:tcPr>
            <w:tcW w:w="756" w:type="dxa"/>
          </w:tcPr>
          <w:p w14:paraId="1DF619BD" w14:textId="77777777" w:rsidR="00067DC1" w:rsidRPr="00A64186" w:rsidRDefault="00067DC1" w:rsidP="003F2CF6">
            <w:pPr>
              <w:jc w:val="right"/>
              <w:rPr>
                <w:rFonts w:cs="Times New Roman"/>
              </w:rPr>
            </w:pPr>
            <w:r>
              <w:rPr>
                <w:rFonts w:cs="Times New Roman"/>
              </w:rPr>
              <w:t>5.3.</w:t>
            </w:r>
          </w:p>
        </w:tc>
        <w:tc>
          <w:tcPr>
            <w:tcW w:w="2657" w:type="dxa"/>
          </w:tcPr>
          <w:p w14:paraId="05463909" w14:textId="1585ED0C" w:rsidR="00067DC1" w:rsidRPr="003F769F" w:rsidRDefault="00D62EB3" w:rsidP="003F2CF6">
            <w:pPr>
              <w:autoSpaceDE w:val="0"/>
              <w:autoSpaceDN w:val="0"/>
              <w:adjustRightInd w:val="0"/>
              <w:rPr>
                <w:rFonts w:cs="Times New Roman"/>
              </w:rPr>
            </w:pPr>
            <w:r>
              <w:rPr>
                <w:rFonts w:cs="Times New Roman"/>
              </w:rPr>
              <w:t>Informāciju par p</w:t>
            </w:r>
            <w:r w:rsidR="00067DC1" w:rsidRPr="00424BC7">
              <w:rPr>
                <w:rFonts w:cs="Times New Roman"/>
              </w:rPr>
              <w:t>ersonas ieguldījumu lēmumu pieņemšanas kārtību</w:t>
            </w:r>
            <w:r w:rsidR="00056A9F">
              <w:rPr>
                <w:rFonts w:cs="Times New Roman"/>
              </w:rPr>
              <w:t xml:space="preserve"> un</w:t>
            </w:r>
            <w:r w:rsidR="00067DC1" w:rsidRPr="00424BC7">
              <w:rPr>
                <w:rFonts w:cs="Times New Roman"/>
              </w:rPr>
              <w:t xml:space="preserve"> par lēmumu pieņemšanu</w:t>
            </w:r>
            <w:r w:rsidR="00067DC1">
              <w:rPr>
                <w:rFonts w:cs="Times New Roman"/>
              </w:rPr>
              <w:t xml:space="preserve"> </w:t>
            </w:r>
            <w:r w:rsidRPr="00424BC7">
              <w:rPr>
                <w:rFonts w:cs="Times New Roman"/>
              </w:rPr>
              <w:t>atbildīg</w:t>
            </w:r>
            <w:r>
              <w:rPr>
                <w:rFonts w:cs="Times New Roman"/>
              </w:rPr>
              <w:t>ajām</w:t>
            </w:r>
            <w:r w:rsidRPr="00424BC7">
              <w:rPr>
                <w:rFonts w:cs="Times New Roman"/>
              </w:rPr>
              <w:t xml:space="preserve"> person</w:t>
            </w:r>
            <w:r>
              <w:rPr>
                <w:rFonts w:cs="Times New Roman"/>
              </w:rPr>
              <w:t>ām</w:t>
            </w:r>
            <w:r w:rsidRPr="00424BC7">
              <w:rPr>
                <w:rFonts w:cs="Times New Roman"/>
              </w:rPr>
              <w:t xml:space="preserve"> </w:t>
            </w:r>
            <w:r w:rsidR="00067DC1">
              <w:rPr>
                <w:rFonts w:cs="Times New Roman"/>
              </w:rPr>
              <w:t>(</w:t>
            </w:r>
            <w:r w:rsidR="00067DC1" w:rsidRPr="00424BC7">
              <w:rPr>
                <w:rFonts w:cs="Times New Roman"/>
              </w:rPr>
              <w:t>vārds, uzvārds un amats</w:t>
            </w:r>
            <w:r w:rsidR="00067DC1">
              <w:rPr>
                <w:rFonts w:cs="Times New Roman"/>
              </w:rPr>
              <w:t>)</w:t>
            </w:r>
          </w:p>
        </w:tc>
        <w:tc>
          <w:tcPr>
            <w:tcW w:w="1891" w:type="dxa"/>
          </w:tcPr>
          <w:p w14:paraId="7206CBC8" w14:textId="361C4C24" w:rsidR="00067DC1" w:rsidRDefault="00067DC1" w:rsidP="003F2CF6">
            <w:pPr>
              <w:rPr>
                <w:rFonts w:cs="Times New Roman"/>
              </w:rPr>
            </w:pPr>
            <w:r>
              <w:rPr>
                <w:rFonts w:cs="Times New Roman"/>
              </w:rPr>
              <w:t>Ieguldījumu politika, fonda darbības nolikums, noteikumi vai līdzvērtīgi dokumenti</w:t>
            </w:r>
            <w:r w:rsidR="00D47515">
              <w:rPr>
                <w:rFonts w:cs="Times New Roman"/>
              </w:rPr>
              <w:t>.</w:t>
            </w:r>
          </w:p>
          <w:p w14:paraId="09C4BCBC" w14:textId="0C372169" w:rsidR="00067DC1" w:rsidRPr="00A64186" w:rsidRDefault="00751FAE"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w:t>
            </w:r>
          </w:p>
        </w:tc>
        <w:tc>
          <w:tcPr>
            <w:tcW w:w="1523" w:type="dxa"/>
          </w:tcPr>
          <w:p w14:paraId="5B891C30" w14:textId="77777777" w:rsidR="00067DC1" w:rsidRPr="00A64186" w:rsidRDefault="00067DC1" w:rsidP="00914444">
            <w:pPr>
              <w:jc w:val="both"/>
              <w:rPr>
                <w:rFonts w:cs="Times New Roman"/>
              </w:rPr>
            </w:pPr>
          </w:p>
        </w:tc>
        <w:tc>
          <w:tcPr>
            <w:tcW w:w="1667" w:type="dxa"/>
          </w:tcPr>
          <w:p w14:paraId="360B3781" w14:textId="77777777" w:rsidR="00067DC1" w:rsidRPr="00A64186" w:rsidRDefault="00067DC1" w:rsidP="00914444">
            <w:pPr>
              <w:jc w:val="both"/>
              <w:rPr>
                <w:rFonts w:cs="Times New Roman"/>
              </w:rPr>
            </w:pPr>
          </w:p>
        </w:tc>
      </w:tr>
      <w:tr w:rsidR="00067DC1" w:rsidRPr="008139F5" w14:paraId="0222F8D8" w14:textId="77777777" w:rsidTr="00B2370E">
        <w:tc>
          <w:tcPr>
            <w:tcW w:w="756" w:type="dxa"/>
          </w:tcPr>
          <w:p w14:paraId="783E9C4A" w14:textId="77777777" w:rsidR="00067DC1" w:rsidRPr="00A64186" w:rsidRDefault="00067DC1" w:rsidP="003F2CF6">
            <w:pPr>
              <w:jc w:val="right"/>
              <w:rPr>
                <w:rFonts w:cs="Times New Roman"/>
              </w:rPr>
            </w:pPr>
            <w:r>
              <w:rPr>
                <w:rFonts w:cs="Times New Roman"/>
              </w:rPr>
              <w:lastRenderedPageBreak/>
              <w:t>5.4.</w:t>
            </w:r>
          </w:p>
        </w:tc>
        <w:tc>
          <w:tcPr>
            <w:tcW w:w="2657" w:type="dxa"/>
          </w:tcPr>
          <w:p w14:paraId="14FEB899" w14:textId="44F8BA38" w:rsidR="00067DC1" w:rsidRPr="003F769F" w:rsidRDefault="00D62EB3" w:rsidP="003F2CF6">
            <w:pPr>
              <w:autoSpaceDE w:val="0"/>
              <w:autoSpaceDN w:val="0"/>
              <w:adjustRightInd w:val="0"/>
              <w:rPr>
                <w:rFonts w:cs="Times New Roman"/>
              </w:rPr>
            </w:pPr>
            <w:r>
              <w:rPr>
                <w:rFonts w:cs="Times New Roman"/>
              </w:rPr>
              <w:t>D</w:t>
            </w:r>
            <w:r w:rsidR="00067DC1" w:rsidRPr="003F769F">
              <w:rPr>
                <w:rFonts w:cs="Times New Roman"/>
              </w:rPr>
              <w:t xml:space="preserve">etalizētu aprakstu par </w:t>
            </w:r>
            <w:r w:rsidR="00067DC1" w:rsidRPr="004E598D">
              <w:rPr>
                <w:rFonts w:cs="Times New Roman"/>
              </w:rPr>
              <w:t xml:space="preserve">personas </w:t>
            </w:r>
            <w:r w:rsidR="00723CE2" w:rsidRPr="004E598D">
              <w:rPr>
                <w:rFonts w:cs="Times New Roman"/>
              </w:rPr>
              <w:t xml:space="preserve">noziedzīgi </w:t>
            </w:r>
            <w:r w:rsidR="00067DC1" w:rsidRPr="004E598D">
              <w:rPr>
                <w:rFonts w:cs="Times New Roman"/>
              </w:rPr>
              <w:t xml:space="preserve">iegūtu līdzekļu legalizācijas </w:t>
            </w:r>
            <w:r w:rsidR="004E598D" w:rsidRPr="003F2CF6">
              <w:rPr>
                <w:rFonts w:cs="Times New Roman"/>
              </w:rPr>
              <w:t xml:space="preserve">un terorisma un proliferācijas finansēšanas </w:t>
            </w:r>
            <w:r w:rsidRPr="004E598D">
              <w:rPr>
                <w:rFonts w:cs="Times New Roman"/>
              </w:rPr>
              <w:t xml:space="preserve">novēršanas </w:t>
            </w:r>
            <w:r w:rsidR="00067DC1" w:rsidRPr="004E598D">
              <w:rPr>
                <w:rFonts w:cs="Times New Roman"/>
              </w:rPr>
              <w:t>procedūrām un</w:t>
            </w:r>
            <w:r w:rsidR="00067DC1" w:rsidRPr="003F769F">
              <w:rPr>
                <w:rFonts w:cs="Times New Roman"/>
              </w:rPr>
              <w:t xml:space="preserve"> tām piemērojamo tiesisk</w:t>
            </w:r>
            <w:r w:rsidR="00067DC1">
              <w:rPr>
                <w:rFonts w:cs="Times New Roman"/>
              </w:rPr>
              <w:t>o</w:t>
            </w:r>
            <w:r w:rsidR="00067DC1" w:rsidRPr="003F769F">
              <w:rPr>
                <w:rFonts w:cs="Times New Roman"/>
              </w:rPr>
              <w:t xml:space="preserve"> regulējumu</w:t>
            </w:r>
          </w:p>
        </w:tc>
        <w:tc>
          <w:tcPr>
            <w:tcW w:w="1891" w:type="dxa"/>
          </w:tcPr>
          <w:p w14:paraId="0AFC86D9" w14:textId="32AA6755" w:rsidR="00067DC1" w:rsidRDefault="00067DC1" w:rsidP="003F2CF6">
            <w:pPr>
              <w:rPr>
                <w:rFonts w:cs="Times New Roman"/>
              </w:rPr>
            </w:pPr>
            <w:r>
              <w:rPr>
                <w:rFonts w:cs="Times New Roman"/>
              </w:rPr>
              <w:t>Apraksts</w:t>
            </w:r>
            <w:r w:rsidR="00F72A9A">
              <w:rPr>
                <w:rFonts w:cs="Times New Roman"/>
              </w:rPr>
              <w:t>.</w:t>
            </w:r>
          </w:p>
          <w:p w14:paraId="14CDEE54" w14:textId="77777777" w:rsidR="00067DC1" w:rsidRPr="00A64186" w:rsidRDefault="00067DC1" w:rsidP="003F2CF6">
            <w:pPr>
              <w:rPr>
                <w:rFonts w:cs="Times New Roman"/>
              </w:rPr>
            </w:pPr>
            <w:r>
              <w:rPr>
                <w:rFonts w:cs="Times New Roman"/>
              </w:rPr>
              <w:t>Procedūra vai līdzvērtīgs dokuments</w:t>
            </w:r>
          </w:p>
        </w:tc>
        <w:tc>
          <w:tcPr>
            <w:tcW w:w="1523" w:type="dxa"/>
          </w:tcPr>
          <w:p w14:paraId="3B3CC889" w14:textId="77777777" w:rsidR="00067DC1" w:rsidRPr="00A64186" w:rsidRDefault="00067DC1" w:rsidP="00914444">
            <w:pPr>
              <w:jc w:val="both"/>
              <w:rPr>
                <w:rFonts w:cs="Times New Roman"/>
              </w:rPr>
            </w:pPr>
          </w:p>
        </w:tc>
        <w:tc>
          <w:tcPr>
            <w:tcW w:w="1667" w:type="dxa"/>
          </w:tcPr>
          <w:p w14:paraId="25E5F634" w14:textId="77777777" w:rsidR="00067DC1" w:rsidRPr="00A64186" w:rsidRDefault="00067DC1" w:rsidP="00914444">
            <w:pPr>
              <w:jc w:val="both"/>
              <w:rPr>
                <w:rFonts w:cs="Times New Roman"/>
              </w:rPr>
            </w:pPr>
          </w:p>
        </w:tc>
      </w:tr>
    </w:tbl>
    <w:p w14:paraId="552D565D" w14:textId="77777777" w:rsidR="00950F52" w:rsidRDefault="00950F52" w:rsidP="00B02C19">
      <w:pPr>
        <w:spacing w:before="480"/>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50F52" w14:paraId="462C857D" w14:textId="77777777" w:rsidTr="000F6B94">
        <w:tc>
          <w:tcPr>
            <w:tcW w:w="4799" w:type="dxa"/>
            <w:vAlign w:val="bottom"/>
          </w:tcPr>
          <w:p w14:paraId="72C64008" w14:textId="77777777" w:rsidR="00950F52" w:rsidRDefault="00000000" w:rsidP="00B02C19">
            <w:pPr>
              <w:pStyle w:val="NoSpacing"/>
              <w:spacing w:before="480"/>
              <w:ind w:left="-107"/>
              <w:rPr>
                <w:rFonts w:cs="Times New Roman"/>
              </w:rPr>
            </w:pPr>
            <w:sdt>
              <w:sdtPr>
                <w:rPr>
                  <w:rFonts w:cs="Times New Roman"/>
                </w:rPr>
                <w:alias w:val="Amats"/>
                <w:tag w:val="Amats"/>
                <w:id w:val="374893400"/>
                <w:placeholder>
                  <w:docPart w:val="2A2A3A82107C4CA0882C8D9BADDBBF9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950F52">
                  <w:rPr>
                    <w:rFonts w:cs="Times New Roman"/>
                  </w:rPr>
                  <w:t>Latvijas Bankas prezidents</w:t>
                </w:r>
              </w:sdtContent>
            </w:sdt>
          </w:p>
        </w:tc>
        <w:sdt>
          <w:sdtPr>
            <w:rPr>
              <w:rFonts w:cs="Times New Roman"/>
            </w:rPr>
            <w:alias w:val="V. Uzvārds"/>
            <w:tag w:val="V. Uzvārds"/>
            <w:id w:val="1782606875"/>
            <w:placeholder>
              <w:docPart w:val="54BE61D3F26F417980510913FF2E1A9E"/>
            </w:placeholder>
          </w:sdtPr>
          <w:sdtContent>
            <w:tc>
              <w:tcPr>
                <w:tcW w:w="3705" w:type="dxa"/>
                <w:vAlign w:val="bottom"/>
              </w:tcPr>
              <w:p w14:paraId="3A937642" w14:textId="77777777" w:rsidR="00950F52" w:rsidRDefault="00950F52" w:rsidP="00B02C19">
                <w:pPr>
                  <w:pStyle w:val="NoSpacing"/>
                  <w:spacing w:before="480"/>
                  <w:ind w:right="-111"/>
                  <w:jc w:val="right"/>
                  <w:rPr>
                    <w:rFonts w:cs="Times New Roman"/>
                  </w:rPr>
                </w:pPr>
                <w:r>
                  <w:rPr>
                    <w:rFonts w:cs="Times New Roman"/>
                  </w:rPr>
                  <w:t>M. Kazāks</w:t>
                </w:r>
              </w:p>
            </w:tc>
          </w:sdtContent>
        </w:sdt>
      </w:tr>
    </w:tbl>
    <w:p w14:paraId="4339C272" w14:textId="19E579BD" w:rsidR="00AE1626" w:rsidRDefault="00AE1626" w:rsidP="00067DC1">
      <w:pPr>
        <w:jc w:val="both"/>
        <w:rPr>
          <w:rFonts w:cs="Times New Roman"/>
          <w:szCs w:val="24"/>
        </w:rPr>
      </w:pPr>
    </w:p>
    <w:p w14:paraId="547102BF" w14:textId="77777777" w:rsidR="000F4F40" w:rsidRDefault="000F4F40" w:rsidP="00067DC1">
      <w:pPr>
        <w:jc w:val="both"/>
        <w:rPr>
          <w:rFonts w:cs="Times New Roman"/>
          <w:szCs w:val="24"/>
        </w:rPr>
      </w:pPr>
    </w:p>
    <w:p w14:paraId="1319A19A" w14:textId="59594193" w:rsidR="00AE1626" w:rsidRDefault="00AE1626" w:rsidP="00067DC1">
      <w:pPr>
        <w:jc w:val="both"/>
        <w:rPr>
          <w:rFonts w:cs="Times New Roman"/>
          <w:szCs w:val="24"/>
        </w:rPr>
      </w:pPr>
    </w:p>
    <w:p w14:paraId="0DADAD32" w14:textId="77777777" w:rsidR="001252ED" w:rsidRDefault="001252ED" w:rsidP="001252ED">
      <w:pPr>
        <w:pStyle w:val="NApielikums"/>
        <w:jc w:val="center"/>
        <w:sectPr w:rsidR="001252ED" w:rsidSect="00022E8C">
          <w:headerReference w:type="first" r:id="rId24"/>
          <w:pgSz w:w="11906" w:h="16838" w:code="9"/>
          <w:pgMar w:top="1134" w:right="1701" w:bottom="1134" w:left="1701" w:header="567" w:footer="709" w:gutter="0"/>
          <w:cols w:space="708"/>
          <w:titlePg/>
          <w:docGrid w:linePitch="360"/>
        </w:sectPr>
      </w:pPr>
    </w:p>
    <w:p w14:paraId="4BBC4E98" w14:textId="0D7C974E" w:rsidR="00AE1626" w:rsidRPr="004F29B1" w:rsidRDefault="00022E8C" w:rsidP="00AE1626">
      <w:pPr>
        <w:pStyle w:val="NApielikums"/>
      </w:pPr>
      <w:r>
        <w:lastRenderedPageBreak/>
        <w:t>4</w:t>
      </w:r>
      <w:r w:rsidR="00AE1626" w:rsidRPr="004F29B1">
        <w:t>. pielikums</w:t>
      </w:r>
    </w:p>
    <w:p w14:paraId="121FED8C" w14:textId="2B053B19" w:rsidR="00AE1626" w:rsidRPr="00E2086E" w:rsidRDefault="00000000" w:rsidP="00AE1626">
      <w:pPr>
        <w:pStyle w:val="NApielikums"/>
      </w:pPr>
      <w:sdt>
        <w:sdtPr>
          <w:id w:val="1562285087"/>
          <w:placeholder>
            <w:docPart w:val="03269F979CAE4DEF8BDB9A105CAD73DC"/>
          </w:placeholder>
          <w:showingPlcHdr/>
        </w:sdtPr>
        <w:sdtContent>
          <w:r w:rsidR="00AE1626">
            <w:t xml:space="preserve">Latvijas Bankas </w:t>
          </w:r>
        </w:sdtContent>
      </w:sdt>
      <w:sdt>
        <w:sdtPr>
          <w:id w:val="-927423758"/>
          <w:placeholder>
            <w:docPart w:val="EC3E3211C4B840F0B87D5CF6F2F69D62"/>
          </w:placeholder>
        </w:sdtPr>
        <w:sdtContent>
          <w:r w:rsidR="00685242">
            <w:t>2023. gada 22. maija</w:t>
          </w:r>
        </w:sdtContent>
      </w:sdt>
    </w:p>
    <w:p w14:paraId="6DE8BC8B" w14:textId="781FCE46" w:rsidR="00AE1626" w:rsidRDefault="00000000" w:rsidP="00AE1626">
      <w:pPr>
        <w:jc w:val="right"/>
      </w:pPr>
      <w:sdt>
        <w:sdtPr>
          <w:id w:val="-2007814120"/>
          <w:placeholder>
            <w:docPart w:val="A43CF4BD102345158CF99364F1A2AEA4"/>
          </w:placeholder>
          <w:showingPlcHdr/>
        </w:sdtPr>
        <w:sdtContent>
          <w:r w:rsidR="00AE1626">
            <w:t xml:space="preserve">noteikumiem </w:t>
          </w:r>
        </w:sdtContent>
      </w:sdt>
      <w:sdt>
        <w:sdtPr>
          <w:id w:val="1633129648"/>
          <w:placeholder>
            <w:docPart w:val="EAE2A5125ABF4000B72AC61D8F20A0E4"/>
          </w:placeholder>
          <w:showingPlcHdr/>
        </w:sdtPr>
        <w:sdtContent>
          <w:r w:rsidR="00AE1626">
            <w:t xml:space="preserve">Nr. </w:t>
          </w:r>
        </w:sdtContent>
      </w:sdt>
      <w:sdt>
        <w:sdtPr>
          <w:id w:val="-2123985210"/>
          <w:placeholder>
            <w:docPart w:val="C042AC2B10784723AB0AB3DF89B9589D"/>
          </w:placeholder>
        </w:sdtPr>
        <w:sdtContent>
          <w:r w:rsidR="00685242">
            <w:t>241</w:t>
          </w:r>
        </w:sdtContent>
      </w:sdt>
    </w:p>
    <w:p w14:paraId="1496128A" w14:textId="77777777" w:rsidR="00AE1626" w:rsidRDefault="00AE1626" w:rsidP="00AE1626">
      <w:pPr>
        <w:jc w:val="right"/>
      </w:pPr>
    </w:p>
    <w:p w14:paraId="75D59333" w14:textId="6861AA6D" w:rsidR="00AE1626" w:rsidRDefault="00AE1626" w:rsidP="00AE1626">
      <w:pPr>
        <w:jc w:val="center"/>
        <w:rPr>
          <w:rFonts w:cs="Times New Roman"/>
          <w:b/>
          <w:szCs w:val="24"/>
        </w:rPr>
      </w:pPr>
      <w:r w:rsidRPr="00610999">
        <w:rPr>
          <w:rFonts w:cs="Times New Roman"/>
          <w:b/>
          <w:szCs w:val="24"/>
        </w:rPr>
        <w:t>Persona</w:t>
      </w:r>
      <w:r w:rsidR="00D47515">
        <w:rPr>
          <w:rFonts w:cs="Times New Roman"/>
          <w:b/>
          <w:szCs w:val="24"/>
        </w:rPr>
        <w:t xml:space="preserve">i </w:t>
      </w:r>
      <w:r w:rsidR="000F1E87">
        <w:rPr>
          <w:rFonts w:cs="Times New Roman"/>
          <w:b/>
          <w:szCs w:val="24"/>
        </w:rPr>
        <w:t>paziņojuma iesniegšanas dienā</w:t>
      </w:r>
      <w:r w:rsidR="00D47515" w:rsidRPr="00D47515">
        <w:rPr>
          <w:rFonts w:cs="Times New Roman"/>
          <w:b/>
          <w:szCs w:val="24"/>
        </w:rPr>
        <w:t xml:space="preserve"> </w:t>
      </w:r>
      <w:r w:rsidR="00D47515">
        <w:rPr>
          <w:rFonts w:cs="Times New Roman"/>
          <w:b/>
          <w:szCs w:val="24"/>
        </w:rPr>
        <w:t>piederošo</w:t>
      </w:r>
      <w:r w:rsidR="00D47515" w:rsidRPr="00610999">
        <w:rPr>
          <w:rFonts w:cs="Times New Roman"/>
          <w:b/>
          <w:szCs w:val="24"/>
        </w:rPr>
        <w:t xml:space="preserve"> aktīvu un saistību</w:t>
      </w:r>
      <w:r w:rsidR="00D47515">
        <w:rPr>
          <w:rFonts w:cs="Times New Roman"/>
          <w:b/>
          <w:szCs w:val="24"/>
        </w:rPr>
        <w:t xml:space="preserve"> detalizēts </w:t>
      </w:r>
      <w:r w:rsidR="00D47515" w:rsidRPr="00610999">
        <w:rPr>
          <w:rFonts w:cs="Times New Roman"/>
          <w:b/>
          <w:szCs w:val="24"/>
        </w:rPr>
        <w:t>apkopojums</w:t>
      </w:r>
    </w:p>
    <w:p w14:paraId="10B9259A" w14:textId="77777777" w:rsidR="000F4F40" w:rsidRDefault="000F4F40" w:rsidP="008E628F">
      <w:pPr>
        <w:rPr>
          <w:rFonts w:cs="Times New Roman"/>
          <w:bCs/>
          <w:i/>
          <w:iCs/>
          <w:szCs w:val="24"/>
        </w:rPr>
      </w:pPr>
    </w:p>
    <w:p w14:paraId="1179527F" w14:textId="37A17BCD" w:rsidR="008E628F" w:rsidRPr="000F4F40" w:rsidRDefault="008E628F" w:rsidP="008E628F">
      <w:pPr>
        <w:rPr>
          <w:rFonts w:cs="Times New Roman"/>
          <w:bCs/>
          <w:szCs w:val="24"/>
        </w:rPr>
      </w:pPr>
      <w:r w:rsidRPr="000F4F40">
        <w:rPr>
          <w:rFonts w:cs="Times New Roman"/>
          <w:bCs/>
          <w:szCs w:val="24"/>
        </w:rPr>
        <w:t>1.</w:t>
      </w:r>
      <w:r w:rsidR="00950F52">
        <w:rPr>
          <w:rFonts w:cs="Times New Roman"/>
          <w:bCs/>
          <w:szCs w:val="24"/>
        </w:rPr>
        <w:t> </w:t>
      </w:r>
      <w:r w:rsidRPr="000F4F40">
        <w:rPr>
          <w:rFonts w:cs="Times New Roman"/>
          <w:bCs/>
          <w:szCs w:val="24"/>
        </w:rPr>
        <w:t>tabula</w:t>
      </w:r>
      <w:r w:rsidR="00871985" w:rsidRPr="000F4F40">
        <w:rPr>
          <w:rFonts w:cs="Times New Roman"/>
          <w:bCs/>
          <w:szCs w:val="24"/>
        </w:rPr>
        <w:t xml:space="preserve"> (</w:t>
      </w:r>
      <w:r w:rsidR="00871985" w:rsidRPr="004E598D">
        <w:rPr>
          <w:rFonts w:cs="Times New Roman"/>
          <w:bCs/>
          <w:szCs w:val="24"/>
        </w:rPr>
        <w:t>aizpilda jebkura</w:t>
      </w:r>
      <w:r w:rsidR="00871985" w:rsidRPr="000F4F40">
        <w:rPr>
          <w:rFonts w:cs="Times New Roman"/>
          <w:bCs/>
          <w:szCs w:val="24"/>
        </w:rPr>
        <w:t xml:space="preserve"> persona</w:t>
      </w:r>
      <w:r w:rsidR="003B7614">
        <w:rPr>
          <w:rFonts w:cs="Times New Roman"/>
          <w:bCs/>
          <w:szCs w:val="24"/>
        </w:rPr>
        <w:t>, kura vēlas iegūt vai palielināt būtisku līdzdalību</w:t>
      </w:r>
      <w:r w:rsidR="00871985" w:rsidRPr="000F4F40">
        <w:rPr>
          <w:rFonts w:cs="Times New Roman"/>
          <w:bCs/>
          <w:szCs w:val="24"/>
        </w:rPr>
        <w:t>)</w:t>
      </w:r>
    </w:p>
    <w:p w14:paraId="4C7B29D4" w14:textId="77777777" w:rsidR="00AE1626" w:rsidRPr="00610999" w:rsidRDefault="00AE1626" w:rsidP="00AE1626">
      <w:pPr>
        <w:jc w:val="center"/>
        <w:rPr>
          <w:rFonts w:cs="Times New Roman"/>
          <w:b/>
          <w:szCs w:val="24"/>
        </w:rPr>
      </w:pPr>
    </w:p>
    <w:tbl>
      <w:tblPr>
        <w:tblStyle w:val="TableGrid"/>
        <w:tblW w:w="0" w:type="auto"/>
        <w:tblInd w:w="562" w:type="dxa"/>
        <w:tblLayout w:type="fixed"/>
        <w:tblLook w:val="04A0" w:firstRow="1" w:lastRow="0" w:firstColumn="1" w:lastColumn="0" w:noHBand="0" w:noVBand="1"/>
      </w:tblPr>
      <w:tblGrid>
        <w:gridCol w:w="619"/>
        <w:gridCol w:w="941"/>
        <w:gridCol w:w="1701"/>
        <w:gridCol w:w="1247"/>
        <w:gridCol w:w="144"/>
        <w:gridCol w:w="26"/>
        <w:gridCol w:w="1559"/>
        <w:gridCol w:w="157"/>
        <w:gridCol w:w="1328"/>
        <w:gridCol w:w="358"/>
        <w:gridCol w:w="985"/>
        <w:gridCol w:w="349"/>
        <w:gridCol w:w="1061"/>
        <w:gridCol w:w="597"/>
        <w:gridCol w:w="1542"/>
      </w:tblGrid>
      <w:tr w:rsidR="00AE1626" w14:paraId="4C72DE93" w14:textId="77777777" w:rsidTr="00E160B4">
        <w:tc>
          <w:tcPr>
            <w:tcW w:w="619" w:type="dxa"/>
          </w:tcPr>
          <w:p w14:paraId="1D7CF3D4" w14:textId="77777777" w:rsidR="00AE1626" w:rsidRPr="00753354" w:rsidRDefault="00AE1626" w:rsidP="00914444">
            <w:pPr>
              <w:jc w:val="both"/>
              <w:rPr>
                <w:rFonts w:eastAsia="Times New Roman" w:cs="Times New Roman"/>
                <w:b/>
                <w:bCs/>
                <w:color w:val="000000"/>
              </w:rPr>
            </w:pPr>
          </w:p>
        </w:tc>
        <w:tc>
          <w:tcPr>
            <w:tcW w:w="11995" w:type="dxa"/>
            <w:gridSpan w:val="14"/>
          </w:tcPr>
          <w:p w14:paraId="5DA2DFDC" w14:textId="77777777" w:rsidR="00AE1626" w:rsidRPr="00753354" w:rsidRDefault="00AE1626" w:rsidP="00914444">
            <w:pPr>
              <w:jc w:val="both"/>
              <w:rPr>
                <w:rFonts w:cs="Times New Roman"/>
              </w:rPr>
            </w:pPr>
            <w:r w:rsidRPr="00753354">
              <w:rPr>
                <w:rFonts w:eastAsia="Times New Roman" w:cs="Times New Roman"/>
                <w:b/>
                <w:bCs/>
                <w:color w:val="000000"/>
              </w:rPr>
              <w:t>1. Līdzdalība komercsabiedrībās</w:t>
            </w:r>
          </w:p>
        </w:tc>
      </w:tr>
      <w:tr w:rsidR="00AE1626" w:rsidRPr="00381DB7" w14:paraId="2B9EA22C" w14:textId="77777777" w:rsidTr="00F5757C">
        <w:tc>
          <w:tcPr>
            <w:tcW w:w="1560" w:type="dxa"/>
            <w:gridSpan w:val="2"/>
            <w:shd w:val="clear" w:color="auto" w:fill="D9D9D9" w:themeFill="background1" w:themeFillShade="D9"/>
          </w:tcPr>
          <w:p w14:paraId="6DD19D91" w14:textId="77777777" w:rsidR="00AE1626" w:rsidRPr="00465E56" w:rsidRDefault="00AE1626" w:rsidP="00914444">
            <w:pPr>
              <w:jc w:val="center"/>
              <w:rPr>
                <w:rFonts w:cs="Times New Roman"/>
              </w:rPr>
            </w:pPr>
            <w:r w:rsidRPr="00465E56">
              <w:rPr>
                <w:rFonts w:eastAsia="Times New Roman" w:cs="Times New Roman"/>
              </w:rPr>
              <w:t>Līdzdalības veids (vērtspapīrs)</w:t>
            </w:r>
          </w:p>
        </w:tc>
        <w:tc>
          <w:tcPr>
            <w:tcW w:w="1701" w:type="dxa"/>
            <w:shd w:val="clear" w:color="auto" w:fill="D9D9D9" w:themeFill="background1" w:themeFillShade="D9"/>
          </w:tcPr>
          <w:p w14:paraId="1D96C0A9" w14:textId="5F224623" w:rsidR="00AE1626" w:rsidRPr="00465E56" w:rsidRDefault="00AE1626" w:rsidP="00914444">
            <w:pPr>
              <w:jc w:val="center"/>
              <w:rPr>
                <w:rFonts w:cs="Times New Roman"/>
              </w:rPr>
            </w:pPr>
            <w:proofErr w:type="spellStart"/>
            <w:r w:rsidRPr="00465E56">
              <w:rPr>
                <w:rFonts w:eastAsia="Times New Roman" w:cs="Times New Roman"/>
              </w:rPr>
              <w:t>Komercsabied</w:t>
            </w:r>
            <w:proofErr w:type="spellEnd"/>
            <w:r w:rsidR="00F5757C">
              <w:rPr>
                <w:rFonts w:eastAsia="Times New Roman" w:cs="Times New Roman"/>
              </w:rPr>
              <w:t>-r</w:t>
            </w:r>
            <w:r w:rsidRPr="00465E56">
              <w:rPr>
                <w:rFonts w:eastAsia="Times New Roman" w:cs="Times New Roman"/>
              </w:rPr>
              <w:t>ības nosaukums</w:t>
            </w:r>
          </w:p>
        </w:tc>
        <w:tc>
          <w:tcPr>
            <w:tcW w:w="1417" w:type="dxa"/>
            <w:gridSpan w:val="3"/>
            <w:shd w:val="clear" w:color="auto" w:fill="D9D9D9" w:themeFill="background1" w:themeFillShade="D9"/>
          </w:tcPr>
          <w:p w14:paraId="3B69C5F9" w14:textId="77777777" w:rsidR="00AE1626" w:rsidRPr="00465E56" w:rsidRDefault="00AE1626" w:rsidP="00914444">
            <w:pPr>
              <w:jc w:val="center"/>
              <w:rPr>
                <w:rFonts w:cs="Times New Roman"/>
              </w:rPr>
            </w:pPr>
            <w:r w:rsidRPr="00465E56">
              <w:rPr>
                <w:rFonts w:eastAsia="Times New Roman" w:cs="Times New Roman"/>
              </w:rPr>
              <w:t>Vērtspapīru skaits</w:t>
            </w:r>
          </w:p>
        </w:tc>
        <w:tc>
          <w:tcPr>
            <w:tcW w:w="1559" w:type="dxa"/>
            <w:shd w:val="clear" w:color="auto" w:fill="D9D9D9" w:themeFill="background1" w:themeFillShade="D9"/>
          </w:tcPr>
          <w:p w14:paraId="63DCAC3C" w14:textId="46244465" w:rsidR="00AE1626" w:rsidRPr="00465E56" w:rsidRDefault="00AE1626" w:rsidP="00914444">
            <w:pPr>
              <w:jc w:val="center"/>
              <w:rPr>
                <w:rFonts w:cs="Times New Roman"/>
              </w:rPr>
            </w:pPr>
            <w:r w:rsidRPr="00465E56">
              <w:rPr>
                <w:rFonts w:eastAsia="Times New Roman" w:cs="Times New Roman"/>
              </w:rPr>
              <w:t xml:space="preserve">Vērtspapīru </w:t>
            </w:r>
            <w:proofErr w:type="spellStart"/>
            <w:r w:rsidRPr="00465E56">
              <w:rPr>
                <w:rFonts w:eastAsia="Times New Roman" w:cs="Times New Roman"/>
              </w:rPr>
              <w:t>nominālvēr</w:t>
            </w:r>
            <w:r w:rsidR="00D47515">
              <w:rPr>
                <w:rFonts w:eastAsia="Times New Roman" w:cs="Times New Roman"/>
              </w:rPr>
              <w:t>-</w:t>
            </w:r>
            <w:r w:rsidRPr="00465E56">
              <w:rPr>
                <w:rFonts w:eastAsia="Times New Roman" w:cs="Times New Roman"/>
              </w:rPr>
              <w:t>tība</w:t>
            </w:r>
            <w:proofErr w:type="spellEnd"/>
          </w:p>
        </w:tc>
        <w:tc>
          <w:tcPr>
            <w:tcW w:w="1843" w:type="dxa"/>
            <w:gridSpan w:val="3"/>
            <w:shd w:val="clear" w:color="auto" w:fill="D9D9D9" w:themeFill="background1" w:themeFillShade="D9"/>
          </w:tcPr>
          <w:p w14:paraId="23C85E47" w14:textId="77777777" w:rsidR="00AE1626" w:rsidRPr="00465E56" w:rsidRDefault="00AE1626" w:rsidP="00914444">
            <w:pPr>
              <w:jc w:val="center"/>
              <w:rPr>
                <w:rFonts w:eastAsia="Times New Roman" w:cs="Times New Roman"/>
              </w:rPr>
            </w:pPr>
            <w:r w:rsidRPr="00465E56">
              <w:rPr>
                <w:rFonts w:eastAsia="Times New Roman" w:cs="Times New Roman"/>
              </w:rPr>
              <w:t>Vērtspapīru tirgus vērtība vai patiesā vērtība, ja nav tirgus vērtības</w:t>
            </w:r>
          </w:p>
        </w:tc>
        <w:tc>
          <w:tcPr>
            <w:tcW w:w="985" w:type="dxa"/>
            <w:shd w:val="clear" w:color="auto" w:fill="D9D9D9" w:themeFill="background1" w:themeFillShade="D9"/>
          </w:tcPr>
          <w:p w14:paraId="58D59385" w14:textId="77777777" w:rsidR="00AE1626" w:rsidRPr="00753354" w:rsidRDefault="00AE1626" w:rsidP="00914444">
            <w:pPr>
              <w:jc w:val="center"/>
              <w:rPr>
                <w:rFonts w:cs="Times New Roman"/>
              </w:rPr>
            </w:pPr>
            <w:r w:rsidRPr="00753354">
              <w:rPr>
                <w:rFonts w:eastAsia="Times New Roman" w:cs="Times New Roman"/>
                <w:color w:val="000000"/>
              </w:rPr>
              <w:t>Valūta</w:t>
            </w:r>
          </w:p>
        </w:tc>
        <w:tc>
          <w:tcPr>
            <w:tcW w:w="1410" w:type="dxa"/>
            <w:gridSpan w:val="2"/>
            <w:shd w:val="clear" w:color="auto" w:fill="D9D9D9" w:themeFill="background1" w:themeFillShade="D9"/>
          </w:tcPr>
          <w:p w14:paraId="14894B55" w14:textId="77777777" w:rsidR="00AE1626" w:rsidRPr="00753354" w:rsidRDefault="00AE1626" w:rsidP="00914444">
            <w:pPr>
              <w:jc w:val="center"/>
              <w:rPr>
                <w:rFonts w:cs="Times New Roman"/>
              </w:rPr>
            </w:pPr>
            <w:r w:rsidRPr="00753354">
              <w:rPr>
                <w:rFonts w:eastAsia="Times New Roman" w:cs="Times New Roman"/>
                <w:color w:val="000000"/>
              </w:rPr>
              <w:t>Līdzdalības apmērs (%)</w:t>
            </w:r>
          </w:p>
        </w:tc>
        <w:tc>
          <w:tcPr>
            <w:tcW w:w="2139" w:type="dxa"/>
            <w:gridSpan w:val="2"/>
            <w:shd w:val="clear" w:color="auto" w:fill="D9D9D9" w:themeFill="background1" w:themeFillShade="D9"/>
          </w:tcPr>
          <w:p w14:paraId="721BB293" w14:textId="30D0EC40" w:rsidR="00AE1626" w:rsidRPr="00753354" w:rsidRDefault="00416348" w:rsidP="00914444">
            <w:pPr>
              <w:jc w:val="center"/>
              <w:rPr>
                <w:rFonts w:cs="Times New Roman"/>
              </w:rPr>
            </w:pPr>
            <w:r>
              <w:rPr>
                <w:rFonts w:cs="Times New Roman"/>
              </w:rPr>
              <w:t>Tīmekļvietne</w:t>
            </w:r>
            <w:r w:rsidR="00AE1626" w:rsidRPr="00753354">
              <w:rPr>
                <w:rFonts w:cs="Times New Roman"/>
              </w:rPr>
              <w:t xml:space="preserve"> vai cits resurss ar informāciju par komercsabiedrību</w:t>
            </w:r>
          </w:p>
        </w:tc>
      </w:tr>
      <w:tr w:rsidR="00AE1626" w:rsidRPr="00381DB7" w14:paraId="4A767139" w14:textId="77777777" w:rsidTr="00F5757C">
        <w:tc>
          <w:tcPr>
            <w:tcW w:w="1560" w:type="dxa"/>
            <w:gridSpan w:val="2"/>
          </w:tcPr>
          <w:p w14:paraId="7FC033B1" w14:textId="77777777" w:rsidR="00AE1626" w:rsidRPr="00465E56" w:rsidRDefault="00AE1626" w:rsidP="00914444">
            <w:pPr>
              <w:jc w:val="both"/>
              <w:rPr>
                <w:rFonts w:cs="Times New Roman"/>
              </w:rPr>
            </w:pPr>
          </w:p>
        </w:tc>
        <w:tc>
          <w:tcPr>
            <w:tcW w:w="1701" w:type="dxa"/>
          </w:tcPr>
          <w:p w14:paraId="0B8C18F8" w14:textId="77777777" w:rsidR="00AE1626" w:rsidRPr="00465E56" w:rsidRDefault="00AE1626" w:rsidP="00914444">
            <w:pPr>
              <w:jc w:val="both"/>
              <w:rPr>
                <w:rFonts w:cs="Times New Roman"/>
              </w:rPr>
            </w:pPr>
          </w:p>
        </w:tc>
        <w:tc>
          <w:tcPr>
            <w:tcW w:w="1417" w:type="dxa"/>
            <w:gridSpan w:val="3"/>
          </w:tcPr>
          <w:p w14:paraId="18A6ABC0" w14:textId="77777777" w:rsidR="00AE1626" w:rsidRPr="00465E56" w:rsidRDefault="00AE1626" w:rsidP="00914444">
            <w:pPr>
              <w:jc w:val="both"/>
              <w:rPr>
                <w:rFonts w:cs="Times New Roman"/>
              </w:rPr>
            </w:pPr>
          </w:p>
        </w:tc>
        <w:tc>
          <w:tcPr>
            <w:tcW w:w="1559" w:type="dxa"/>
          </w:tcPr>
          <w:p w14:paraId="4D17AD6E" w14:textId="77777777" w:rsidR="00AE1626" w:rsidRPr="00465E56" w:rsidRDefault="00AE1626" w:rsidP="00914444">
            <w:pPr>
              <w:jc w:val="both"/>
              <w:rPr>
                <w:rFonts w:cs="Times New Roman"/>
              </w:rPr>
            </w:pPr>
          </w:p>
        </w:tc>
        <w:tc>
          <w:tcPr>
            <w:tcW w:w="1843" w:type="dxa"/>
            <w:gridSpan w:val="3"/>
          </w:tcPr>
          <w:p w14:paraId="20653625" w14:textId="77777777" w:rsidR="00AE1626" w:rsidRPr="00465E56" w:rsidRDefault="00AE1626" w:rsidP="00914444">
            <w:pPr>
              <w:jc w:val="both"/>
              <w:rPr>
                <w:rFonts w:cs="Times New Roman"/>
              </w:rPr>
            </w:pPr>
          </w:p>
        </w:tc>
        <w:tc>
          <w:tcPr>
            <w:tcW w:w="985" w:type="dxa"/>
          </w:tcPr>
          <w:p w14:paraId="65DAF378" w14:textId="77777777" w:rsidR="00AE1626" w:rsidRPr="00753354" w:rsidRDefault="00AE1626" w:rsidP="00914444">
            <w:pPr>
              <w:jc w:val="both"/>
              <w:rPr>
                <w:rFonts w:cs="Times New Roman"/>
              </w:rPr>
            </w:pPr>
          </w:p>
        </w:tc>
        <w:tc>
          <w:tcPr>
            <w:tcW w:w="1410" w:type="dxa"/>
            <w:gridSpan w:val="2"/>
          </w:tcPr>
          <w:p w14:paraId="1BBB2E1E" w14:textId="77777777" w:rsidR="00AE1626" w:rsidRPr="00753354" w:rsidRDefault="00AE1626" w:rsidP="00914444">
            <w:pPr>
              <w:jc w:val="both"/>
              <w:rPr>
                <w:rFonts w:cs="Times New Roman"/>
              </w:rPr>
            </w:pPr>
          </w:p>
        </w:tc>
        <w:tc>
          <w:tcPr>
            <w:tcW w:w="2139" w:type="dxa"/>
            <w:gridSpan w:val="2"/>
          </w:tcPr>
          <w:p w14:paraId="76E50179" w14:textId="77777777" w:rsidR="00AE1626" w:rsidRPr="00753354" w:rsidRDefault="00AE1626" w:rsidP="00914444">
            <w:pPr>
              <w:jc w:val="both"/>
              <w:rPr>
                <w:rFonts w:cs="Times New Roman"/>
              </w:rPr>
            </w:pPr>
          </w:p>
        </w:tc>
      </w:tr>
      <w:tr w:rsidR="00AE1626" w14:paraId="1E175F3B" w14:textId="77777777" w:rsidTr="00F5757C">
        <w:tc>
          <w:tcPr>
            <w:tcW w:w="4678" w:type="dxa"/>
            <w:gridSpan w:val="6"/>
          </w:tcPr>
          <w:p w14:paraId="3CE271B2" w14:textId="77777777" w:rsidR="00AE1626" w:rsidRPr="00465E56" w:rsidRDefault="00AE1626" w:rsidP="00914444">
            <w:pPr>
              <w:jc w:val="both"/>
              <w:rPr>
                <w:rFonts w:cs="Times New Roman"/>
              </w:rPr>
            </w:pPr>
            <w:r w:rsidRPr="00465E56">
              <w:rPr>
                <w:rFonts w:cs="Times New Roman"/>
              </w:rPr>
              <w:t>Kopējā nominālvērtība (</w:t>
            </w:r>
            <w:r w:rsidRPr="00465E56">
              <w:rPr>
                <w:rFonts w:cs="Times New Roman"/>
                <w:i/>
              </w:rPr>
              <w:t>euro</w:t>
            </w:r>
            <w:r w:rsidRPr="00465E56">
              <w:rPr>
                <w:rFonts w:cs="Times New Roman"/>
              </w:rPr>
              <w:t>)</w:t>
            </w:r>
          </w:p>
        </w:tc>
        <w:tc>
          <w:tcPr>
            <w:tcW w:w="1559" w:type="dxa"/>
          </w:tcPr>
          <w:p w14:paraId="56309946" w14:textId="77777777" w:rsidR="00AE1626" w:rsidRPr="00465E56" w:rsidRDefault="00AE1626" w:rsidP="00914444">
            <w:pPr>
              <w:jc w:val="both"/>
              <w:rPr>
                <w:rFonts w:cs="Times New Roman"/>
              </w:rPr>
            </w:pPr>
          </w:p>
        </w:tc>
        <w:tc>
          <w:tcPr>
            <w:tcW w:w="1843" w:type="dxa"/>
            <w:gridSpan w:val="3"/>
          </w:tcPr>
          <w:p w14:paraId="2174E394" w14:textId="77777777" w:rsidR="00AE1626" w:rsidRPr="00465E56" w:rsidRDefault="00AE1626" w:rsidP="00914444">
            <w:pPr>
              <w:jc w:val="both"/>
              <w:rPr>
                <w:rFonts w:cs="Times New Roman"/>
              </w:rPr>
            </w:pPr>
          </w:p>
        </w:tc>
        <w:tc>
          <w:tcPr>
            <w:tcW w:w="985" w:type="dxa"/>
          </w:tcPr>
          <w:p w14:paraId="1C4B73BE" w14:textId="77777777" w:rsidR="00AE1626" w:rsidRPr="00753354" w:rsidRDefault="00AE1626" w:rsidP="00914444">
            <w:pPr>
              <w:jc w:val="both"/>
              <w:rPr>
                <w:rFonts w:cs="Times New Roman"/>
              </w:rPr>
            </w:pPr>
          </w:p>
        </w:tc>
        <w:tc>
          <w:tcPr>
            <w:tcW w:w="1410" w:type="dxa"/>
            <w:gridSpan w:val="2"/>
          </w:tcPr>
          <w:p w14:paraId="15A404BC" w14:textId="77777777" w:rsidR="00AE1626" w:rsidRPr="00753354" w:rsidRDefault="00AE1626" w:rsidP="00914444">
            <w:pPr>
              <w:jc w:val="both"/>
              <w:rPr>
                <w:rFonts w:cs="Times New Roman"/>
              </w:rPr>
            </w:pPr>
          </w:p>
        </w:tc>
        <w:tc>
          <w:tcPr>
            <w:tcW w:w="2139" w:type="dxa"/>
            <w:gridSpan w:val="2"/>
          </w:tcPr>
          <w:p w14:paraId="5056696D" w14:textId="77777777" w:rsidR="00AE1626" w:rsidRPr="00753354" w:rsidRDefault="00AE1626" w:rsidP="00914444">
            <w:pPr>
              <w:jc w:val="both"/>
              <w:rPr>
                <w:rFonts w:cs="Times New Roman"/>
              </w:rPr>
            </w:pPr>
          </w:p>
        </w:tc>
      </w:tr>
      <w:tr w:rsidR="00AE1626" w14:paraId="5A3E1DC5" w14:textId="77777777" w:rsidTr="00F5757C">
        <w:tc>
          <w:tcPr>
            <w:tcW w:w="4678" w:type="dxa"/>
            <w:gridSpan w:val="6"/>
          </w:tcPr>
          <w:p w14:paraId="01AD0BBE" w14:textId="65E55302" w:rsidR="00AE1626" w:rsidRPr="00465E56" w:rsidRDefault="00AE1626" w:rsidP="00B31D0B">
            <w:pPr>
              <w:rPr>
                <w:rFonts w:cs="Times New Roman"/>
              </w:rPr>
            </w:pPr>
            <w:r w:rsidRPr="00465E56">
              <w:rPr>
                <w:rFonts w:cs="Times New Roman"/>
              </w:rPr>
              <w:t>Kopējā tirgus vērtība (</w:t>
            </w:r>
            <w:r w:rsidRPr="00465E56">
              <w:rPr>
                <w:rFonts w:cs="Times New Roman"/>
                <w:i/>
              </w:rPr>
              <w:t>euro</w:t>
            </w:r>
            <w:r w:rsidRPr="00465E56">
              <w:rPr>
                <w:rFonts w:cs="Times New Roman"/>
              </w:rPr>
              <w:t xml:space="preserve">) vai </w:t>
            </w:r>
            <w:r w:rsidR="00DD119B">
              <w:rPr>
                <w:rFonts w:cs="Times New Roman"/>
              </w:rPr>
              <w:br/>
            </w:r>
            <w:r w:rsidRPr="00465E56">
              <w:rPr>
                <w:rFonts w:cs="Times New Roman"/>
              </w:rPr>
              <w:t>patiesā vērtība (</w:t>
            </w:r>
            <w:r w:rsidRPr="00465E56">
              <w:rPr>
                <w:rFonts w:cs="Times New Roman"/>
                <w:i/>
              </w:rPr>
              <w:t>euro</w:t>
            </w:r>
            <w:r w:rsidRPr="00465E56">
              <w:rPr>
                <w:rFonts w:cs="Times New Roman"/>
              </w:rPr>
              <w:t>)</w:t>
            </w:r>
          </w:p>
        </w:tc>
        <w:tc>
          <w:tcPr>
            <w:tcW w:w="1559" w:type="dxa"/>
          </w:tcPr>
          <w:p w14:paraId="66A81911" w14:textId="77777777" w:rsidR="00AE1626" w:rsidRPr="00465E56" w:rsidRDefault="00AE1626" w:rsidP="00914444">
            <w:pPr>
              <w:jc w:val="both"/>
              <w:rPr>
                <w:rFonts w:cs="Times New Roman"/>
              </w:rPr>
            </w:pPr>
          </w:p>
        </w:tc>
        <w:tc>
          <w:tcPr>
            <w:tcW w:w="1843" w:type="dxa"/>
            <w:gridSpan w:val="3"/>
          </w:tcPr>
          <w:p w14:paraId="59D67EFD" w14:textId="77777777" w:rsidR="00AE1626" w:rsidRPr="00465E56" w:rsidRDefault="00AE1626" w:rsidP="00914444">
            <w:pPr>
              <w:jc w:val="both"/>
              <w:rPr>
                <w:rFonts w:cs="Times New Roman"/>
              </w:rPr>
            </w:pPr>
          </w:p>
        </w:tc>
        <w:tc>
          <w:tcPr>
            <w:tcW w:w="985" w:type="dxa"/>
          </w:tcPr>
          <w:p w14:paraId="14D28A47" w14:textId="77777777" w:rsidR="00AE1626" w:rsidRPr="00753354" w:rsidRDefault="00AE1626" w:rsidP="00914444">
            <w:pPr>
              <w:jc w:val="both"/>
              <w:rPr>
                <w:rFonts w:cs="Times New Roman"/>
              </w:rPr>
            </w:pPr>
          </w:p>
        </w:tc>
        <w:tc>
          <w:tcPr>
            <w:tcW w:w="1410" w:type="dxa"/>
            <w:gridSpan w:val="2"/>
          </w:tcPr>
          <w:p w14:paraId="6C0F7B84" w14:textId="77777777" w:rsidR="00AE1626" w:rsidRPr="00753354" w:rsidRDefault="00AE1626" w:rsidP="00914444">
            <w:pPr>
              <w:jc w:val="both"/>
              <w:rPr>
                <w:rFonts w:cs="Times New Roman"/>
              </w:rPr>
            </w:pPr>
          </w:p>
        </w:tc>
        <w:tc>
          <w:tcPr>
            <w:tcW w:w="2139" w:type="dxa"/>
            <w:gridSpan w:val="2"/>
          </w:tcPr>
          <w:p w14:paraId="290259DC" w14:textId="77777777" w:rsidR="00AE1626" w:rsidRPr="00753354" w:rsidRDefault="00AE1626" w:rsidP="00914444">
            <w:pPr>
              <w:jc w:val="both"/>
              <w:rPr>
                <w:rFonts w:cs="Times New Roman"/>
              </w:rPr>
            </w:pPr>
          </w:p>
        </w:tc>
      </w:tr>
      <w:tr w:rsidR="00AE1626" w14:paraId="329FBD14" w14:textId="77777777" w:rsidTr="00E160B4">
        <w:tc>
          <w:tcPr>
            <w:tcW w:w="619" w:type="dxa"/>
          </w:tcPr>
          <w:p w14:paraId="1C08E809" w14:textId="77777777" w:rsidR="00AE1626" w:rsidRPr="00465E56" w:rsidRDefault="00AE1626" w:rsidP="00914444">
            <w:pPr>
              <w:jc w:val="both"/>
              <w:rPr>
                <w:rFonts w:cs="Times New Roman"/>
              </w:rPr>
            </w:pPr>
          </w:p>
        </w:tc>
        <w:tc>
          <w:tcPr>
            <w:tcW w:w="11995" w:type="dxa"/>
            <w:gridSpan w:val="14"/>
          </w:tcPr>
          <w:p w14:paraId="1CBA501A" w14:textId="77777777" w:rsidR="00AE1626" w:rsidRPr="00465E56" w:rsidRDefault="00AE1626" w:rsidP="00914444">
            <w:pPr>
              <w:jc w:val="both"/>
              <w:rPr>
                <w:rFonts w:cs="Times New Roman"/>
              </w:rPr>
            </w:pPr>
          </w:p>
        </w:tc>
      </w:tr>
      <w:tr w:rsidR="00AE1626" w14:paraId="50F82EC1" w14:textId="77777777" w:rsidTr="00E160B4">
        <w:tc>
          <w:tcPr>
            <w:tcW w:w="619" w:type="dxa"/>
          </w:tcPr>
          <w:p w14:paraId="3525749E" w14:textId="77777777" w:rsidR="00AE1626" w:rsidRPr="00465E56" w:rsidRDefault="00AE1626" w:rsidP="00914444">
            <w:pPr>
              <w:jc w:val="both"/>
              <w:rPr>
                <w:rFonts w:cs="Times New Roman"/>
                <w:b/>
              </w:rPr>
            </w:pPr>
          </w:p>
        </w:tc>
        <w:tc>
          <w:tcPr>
            <w:tcW w:w="11995" w:type="dxa"/>
            <w:gridSpan w:val="14"/>
          </w:tcPr>
          <w:p w14:paraId="78F7AEC2" w14:textId="77777777" w:rsidR="00AE1626" w:rsidRPr="00465E56" w:rsidRDefault="00AE1626" w:rsidP="00914444">
            <w:pPr>
              <w:jc w:val="both"/>
              <w:rPr>
                <w:rFonts w:cs="Times New Roman"/>
                <w:b/>
              </w:rPr>
            </w:pPr>
            <w:r w:rsidRPr="00465E56">
              <w:rPr>
                <w:rFonts w:cs="Times New Roman"/>
                <w:b/>
              </w:rPr>
              <w:t>2. Citi finanšu instrumenti</w:t>
            </w:r>
          </w:p>
        </w:tc>
      </w:tr>
      <w:tr w:rsidR="00AE1626" w:rsidRPr="00381DB7" w14:paraId="00616B07" w14:textId="77777777" w:rsidTr="00F5757C">
        <w:tc>
          <w:tcPr>
            <w:tcW w:w="1560" w:type="dxa"/>
            <w:gridSpan w:val="2"/>
            <w:shd w:val="clear" w:color="auto" w:fill="D9D9D9" w:themeFill="background1" w:themeFillShade="D9"/>
          </w:tcPr>
          <w:p w14:paraId="5C2679B4" w14:textId="77777777" w:rsidR="00AE1626" w:rsidRPr="00465E56" w:rsidRDefault="00AE1626" w:rsidP="00914444">
            <w:pPr>
              <w:jc w:val="center"/>
              <w:rPr>
                <w:rFonts w:cs="Times New Roman"/>
              </w:rPr>
            </w:pPr>
            <w:r w:rsidRPr="00465E56">
              <w:rPr>
                <w:rFonts w:eastAsia="Times New Roman" w:cs="Times New Roman"/>
              </w:rPr>
              <w:t>Finanšu instruments</w:t>
            </w:r>
          </w:p>
        </w:tc>
        <w:tc>
          <w:tcPr>
            <w:tcW w:w="1701" w:type="dxa"/>
            <w:shd w:val="clear" w:color="auto" w:fill="D9D9D9" w:themeFill="background1" w:themeFillShade="D9"/>
          </w:tcPr>
          <w:p w14:paraId="4B17D531" w14:textId="7FB58110" w:rsidR="00AE1626" w:rsidRPr="00465E56" w:rsidRDefault="00AE1626" w:rsidP="00914444">
            <w:pPr>
              <w:jc w:val="center"/>
              <w:rPr>
                <w:rFonts w:cs="Times New Roman"/>
              </w:rPr>
            </w:pPr>
            <w:proofErr w:type="spellStart"/>
            <w:r w:rsidRPr="00465E56">
              <w:rPr>
                <w:rFonts w:eastAsia="Times New Roman" w:cs="Times New Roman"/>
              </w:rPr>
              <w:t>Komercsabied</w:t>
            </w:r>
            <w:proofErr w:type="spellEnd"/>
            <w:r w:rsidR="00416348">
              <w:rPr>
                <w:rFonts w:eastAsia="Times New Roman" w:cs="Times New Roman"/>
              </w:rPr>
              <w:t>-</w:t>
            </w:r>
            <w:r w:rsidRPr="00465E56">
              <w:rPr>
                <w:rFonts w:eastAsia="Times New Roman" w:cs="Times New Roman"/>
              </w:rPr>
              <w:t>rības nosaukums</w:t>
            </w:r>
          </w:p>
        </w:tc>
        <w:tc>
          <w:tcPr>
            <w:tcW w:w="1247" w:type="dxa"/>
            <w:shd w:val="clear" w:color="auto" w:fill="D9D9D9" w:themeFill="background1" w:themeFillShade="D9"/>
          </w:tcPr>
          <w:p w14:paraId="6C5A9ABB" w14:textId="77777777" w:rsidR="00AE1626" w:rsidRPr="00465E56" w:rsidRDefault="00AE1626" w:rsidP="00416348">
            <w:pPr>
              <w:ind w:right="-133"/>
              <w:jc w:val="center"/>
              <w:rPr>
                <w:rFonts w:cs="Times New Roman"/>
              </w:rPr>
            </w:pPr>
            <w:r w:rsidRPr="00465E56">
              <w:rPr>
                <w:rFonts w:eastAsia="Times New Roman" w:cs="Times New Roman"/>
              </w:rPr>
              <w:t>Finanšu instrumentu skaits</w:t>
            </w:r>
          </w:p>
        </w:tc>
        <w:tc>
          <w:tcPr>
            <w:tcW w:w="1729" w:type="dxa"/>
            <w:gridSpan w:val="3"/>
            <w:shd w:val="clear" w:color="auto" w:fill="D9D9D9" w:themeFill="background1" w:themeFillShade="D9"/>
          </w:tcPr>
          <w:p w14:paraId="6AEEE148" w14:textId="77777777" w:rsidR="00AE1626" w:rsidRPr="00465E56" w:rsidRDefault="00AE1626" w:rsidP="00914444">
            <w:pPr>
              <w:jc w:val="center"/>
              <w:rPr>
                <w:rFonts w:cs="Times New Roman"/>
              </w:rPr>
            </w:pPr>
            <w:r w:rsidRPr="00465E56">
              <w:rPr>
                <w:rFonts w:eastAsia="Times New Roman" w:cs="Times New Roman"/>
              </w:rPr>
              <w:t>Finanšu instrumentu nominālvērtība</w:t>
            </w:r>
          </w:p>
        </w:tc>
        <w:tc>
          <w:tcPr>
            <w:tcW w:w="1843" w:type="dxa"/>
            <w:gridSpan w:val="3"/>
            <w:shd w:val="clear" w:color="auto" w:fill="D9D9D9" w:themeFill="background1" w:themeFillShade="D9"/>
          </w:tcPr>
          <w:p w14:paraId="69456FFB" w14:textId="6E411807" w:rsidR="00AE1626" w:rsidRPr="00465E56" w:rsidRDefault="00AE1626" w:rsidP="00914444">
            <w:pPr>
              <w:jc w:val="center"/>
              <w:rPr>
                <w:rFonts w:eastAsia="Times New Roman" w:cs="Times New Roman"/>
              </w:rPr>
            </w:pPr>
            <w:r w:rsidRPr="00465E56">
              <w:rPr>
                <w:rFonts w:eastAsia="Times New Roman" w:cs="Times New Roman"/>
              </w:rPr>
              <w:t>Finanšu instrumentu tirgus</w:t>
            </w:r>
            <w:r w:rsidR="00871985">
              <w:rPr>
                <w:rFonts w:eastAsia="Times New Roman" w:cs="Times New Roman"/>
              </w:rPr>
              <w:t xml:space="preserve"> </w:t>
            </w:r>
            <w:r w:rsidRPr="00465E56">
              <w:rPr>
                <w:rFonts w:eastAsia="Times New Roman" w:cs="Times New Roman"/>
              </w:rPr>
              <w:t>vērtība vai patiesā vērtība, ja nav tirgus vērtības</w:t>
            </w:r>
          </w:p>
        </w:tc>
        <w:tc>
          <w:tcPr>
            <w:tcW w:w="985" w:type="dxa"/>
            <w:shd w:val="clear" w:color="auto" w:fill="D9D9D9" w:themeFill="background1" w:themeFillShade="D9"/>
          </w:tcPr>
          <w:p w14:paraId="27E5CE85" w14:textId="77777777" w:rsidR="00AE1626" w:rsidRPr="00753354" w:rsidRDefault="00AE1626" w:rsidP="00914444">
            <w:pPr>
              <w:jc w:val="center"/>
              <w:rPr>
                <w:rFonts w:cs="Times New Roman"/>
              </w:rPr>
            </w:pPr>
            <w:r w:rsidRPr="00753354">
              <w:rPr>
                <w:rFonts w:eastAsia="Times New Roman" w:cs="Times New Roman"/>
                <w:color w:val="000000"/>
              </w:rPr>
              <w:t>Valūta</w:t>
            </w:r>
          </w:p>
        </w:tc>
        <w:tc>
          <w:tcPr>
            <w:tcW w:w="3549" w:type="dxa"/>
            <w:gridSpan w:val="4"/>
            <w:tcBorders>
              <w:bottom w:val="single" w:sz="4" w:space="0" w:color="auto"/>
            </w:tcBorders>
            <w:shd w:val="clear" w:color="auto" w:fill="D9D9D9" w:themeFill="background1" w:themeFillShade="D9"/>
          </w:tcPr>
          <w:p w14:paraId="36309218" w14:textId="16280A27" w:rsidR="00AE1626" w:rsidRPr="00753354" w:rsidRDefault="00416348" w:rsidP="00914444">
            <w:pPr>
              <w:jc w:val="center"/>
              <w:rPr>
                <w:rFonts w:cs="Times New Roman"/>
              </w:rPr>
            </w:pPr>
            <w:r>
              <w:rPr>
                <w:rFonts w:cs="Times New Roman"/>
              </w:rPr>
              <w:t>Tīmekļvietne</w:t>
            </w:r>
            <w:r w:rsidR="00AE1626" w:rsidRPr="00753354">
              <w:rPr>
                <w:rFonts w:cs="Times New Roman"/>
              </w:rPr>
              <w:t xml:space="preserve"> vai cits resurss ar informāciju par komercsabiedrību</w:t>
            </w:r>
          </w:p>
        </w:tc>
      </w:tr>
      <w:tr w:rsidR="00AE1626" w:rsidRPr="00381DB7" w14:paraId="12F1E3B5" w14:textId="77777777" w:rsidTr="00F5757C">
        <w:tc>
          <w:tcPr>
            <w:tcW w:w="1560" w:type="dxa"/>
            <w:gridSpan w:val="2"/>
          </w:tcPr>
          <w:p w14:paraId="3453A9E2" w14:textId="77777777" w:rsidR="00AE1626" w:rsidRPr="00465E56" w:rsidRDefault="00AE1626" w:rsidP="00914444">
            <w:pPr>
              <w:jc w:val="both"/>
              <w:rPr>
                <w:rFonts w:cs="Times New Roman"/>
              </w:rPr>
            </w:pPr>
          </w:p>
        </w:tc>
        <w:tc>
          <w:tcPr>
            <w:tcW w:w="1701" w:type="dxa"/>
          </w:tcPr>
          <w:p w14:paraId="08A921BE" w14:textId="77777777" w:rsidR="00AE1626" w:rsidRPr="00465E56" w:rsidRDefault="00AE1626" w:rsidP="00914444">
            <w:pPr>
              <w:jc w:val="both"/>
              <w:rPr>
                <w:rFonts w:cs="Times New Roman"/>
              </w:rPr>
            </w:pPr>
          </w:p>
        </w:tc>
        <w:tc>
          <w:tcPr>
            <w:tcW w:w="1247" w:type="dxa"/>
          </w:tcPr>
          <w:p w14:paraId="5B802155" w14:textId="77777777" w:rsidR="00AE1626" w:rsidRPr="00465E56" w:rsidRDefault="00AE1626" w:rsidP="00914444">
            <w:pPr>
              <w:jc w:val="both"/>
              <w:rPr>
                <w:rFonts w:cs="Times New Roman"/>
              </w:rPr>
            </w:pPr>
          </w:p>
        </w:tc>
        <w:tc>
          <w:tcPr>
            <w:tcW w:w="1729" w:type="dxa"/>
            <w:gridSpan w:val="3"/>
          </w:tcPr>
          <w:p w14:paraId="5D8B9344" w14:textId="77777777" w:rsidR="00AE1626" w:rsidRPr="00465E56" w:rsidRDefault="00AE1626" w:rsidP="00914444">
            <w:pPr>
              <w:jc w:val="both"/>
              <w:rPr>
                <w:rFonts w:cs="Times New Roman"/>
              </w:rPr>
            </w:pPr>
          </w:p>
        </w:tc>
        <w:tc>
          <w:tcPr>
            <w:tcW w:w="1843" w:type="dxa"/>
            <w:gridSpan w:val="3"/>
          </w:tcPr>
          <w:p w14:paraId="4E9D8C4A" w14:textId="77777777" w:rsidR="00AE1626" w:rsidRPr="00465E56" w:rsidRDefault="00AE1626" w:rsidP="00914444">
            <w:pPr>
              <w:jc w:val="both"/>
              <w:rPr>
                <w:rFonts w:cs="Times New Roman"/>
              </w:rPr>
            </w:pPr>
          </w:p>
        </w:tc>
        <w:tc>
          <w:tcPr>
            <w:tcW w:w="985" w:type="dxa"/>
          </w:tcPr>
          <w:p w14:paraId="0D1BE501" w14:textId="77777777" w:rsidR="00AE1626" w:rsidRPr="00753354" w:rsidRDefault="00AE1626" w:rsidP="00914444">
            <w:pPr>
              <w:jc w:val="both"/>
              <w:rPr>
                <w:rFonts w:cs="Times New Roman"/>
              </w:rPr>
            </w:pPr>
          </w:p>
        </w:tc>
        <w:tc>
          <w:tcPr>
            <w:tcW w:w="3549" w:type="dxa"/>
            <w:gridSpan w:val="4"/>
            <w:tcBorders>
              <w:bottom w:val="single" w:sz="4" w:space="0" w:color="auto"/>
            </w:tcBorders>
          </w:tcPr>
          <w:p w14:paraId="022CFCFB" w14:textId="77777777" w:rsidR="00AE1626" w:rsidRPr="00753354" w:rsidRDefault="00AE1626" w:rsidP="00914444">
            <w:pPr>
              <w:jc w:val="both"/>
              <w:rPr>
                <w:rFonts w:cs="Times New Roman"/>
              </w:rPr>
            </w:pPr>
          </w:p>
        </w:tc>
      </w:tr>
      <w:tr w:rsidR="00AE1626" w14:paraId="7D08B98C" w14:textId="77777777" w:rsidTr="00F5757C">
        <w:tc>
          <w:tcPr>
            <w:tcW w:w="4508" w:type="dxa"/>
            <w:gridSpan w:val="4"/>
          </w:tcPr>
          <w:p w14:paraId="64B944E9" w14:textId="77777777" w:rsidR="00AE1626" w:rsidRPr="00465E56" w:rsidRDefault="00AE1626" w:rsidP="00914444">
            <w:pPr>
              <w:jc w:val="both"/>
              <w:rPr>
                <w:rFonts w:cs="Times New Roman"/>
              </w:rPr>
            </w:pPr>
            <w:r w:rsidRPr="00465E56">
              <w:rPr>
                <w:rFonts w:cs="Times New Roman"/>
              </w:rPr>
              <w:t>Kopējā nominālvērtība (</w:t>
            </w:r>
            <w:r w:rsidRPr="00465E56">
              <w:rPr>
                <w:rFonts w:cs="Times New Roman"/>
                <w:i/>
              </w:rPr>
              <w:t>euro</w:t>
            </w:r>
            <w:r w:rsidRPr="00465E56">
              <w:rPr>
                <w:rFonts w:cs="Times New Roman"/>
              </w:rPr>
              <w:t>)</w:t>
            </w:r>
          </w:p>
        </w:tc>
        <w:tc>
          <w:tcPr>
            <w:tcW w:w="1729" w:type="dxa"/>
            <w:gridSpan w:val="3"/>
          </w:tcPr>
          <w:p w14:paraId="32958B4B" w14:textId="77777777" w:rsidR="00AE1626" w:rsidRPr="00465E56" w:rsidRDefault="00AE1626" w:rsidP="00914444">
            <w:pPr>
              <w:jc w:val="both"/>
              <w:rPr>
                <w:rFonts w:cs="Times New Roman"/>
              </w:rPr>
            </w:pPr>
          </w:p>
        </w:tc>
        <w:tc>
          <w:tcPr>
            <w:tcW w:w="1843" w:type="dxa"/>
            <w:gridSpan w:val="3"/>
          </w:tcPr>
          <w:p w14:paraId="2E0D7E42" w14:textId="77777777" w:rsidR="00AE1626" w:rsidRPr="00465E56" w:rsidRDefault="00AE1626" w:rsidP="00914444">
            <w:pPr>
              <w:jc w:val="both"/>
              <w:rPr>
                <w:rFonts w:cs="Times New Roman"/>
              </w:rPr>
            </w:pPr>
          </w:p>
        </w:tc>
        <w:tc>
          <w:tcPr>
            <w:tcW w:w="985" w:type="dxa"/>
          </w:tcPr>
          <w:p w14:paraId="56B184CA" w14:textId="77777777" w:rsidR="00AE1626" w:rsidRPr="00753354" w:rsidRDefault="00AE1626" w:rsidP="00914444">
            <w:pPr>
              <w:jc w:val="both"/>
              <w:rPr>
                <w:rFonts w:cs="Times New Roman"/>
              </w:rPr>
            </w:pPr>
          </w:p>
        </w:tc>
        <w:tc>
          <w:tcPr>
            <w:tcW w:w="3549" w:type="dxa"/>
            <w:gridSpan w:val="4"/>
          </w:tcPr>
          <w:p w14:paraId="734018EA" w14:textId="77777777" w:rsidR="00AE1626" w:rsidRPr="00753354" w:rsidRDefault="00AE1626" w:rsidP="00914444">
            <w:pPr>
              <w:jc w:val="both"/>
              <w:rPr>
                <w:rFonts w:cs="Times New Roman"/>
              </w:rPr>
            </w:pPr>
          </w:p>
        </w:tc>
      </w:tr>
      <w:tr w:rsidR="00AE1626" w14:paraId="31B50B6C" w14:textId="77777777" w:rsidTr="00F5757C">
        <w:tc>
          <w:tcPr>
            <w:tcW w:w="4508" w:type="dxa"/>
            <w:gridSpan w:val="4"/>
          </w:tcPr>
          <w:p w14:paraId="52C32978" w14:textId="1F070AEC" w:rsidR="00AE1626" w:rsidRPr="00465E56" w:rsidRDefault="00AE1626" w:rsidP="00B31D0B">
            <w:pPr>
              <w:rPr>
                <w:rFonts w:cs="Times New Roman"/>
              </w:rPr>
            </w:pPr>
            <w:r w:rsidRPr="00465E56">
              <w:rPr>
                <w:rFonts w:cs="Times New Roman"/>
              </w:rPr>
              <w:t>Kopējā tirgus vērtība (</w:t>
            </w:r>
            <w:r w:rsidRPr="00465E56">
              <w:rPr>
                <w:rFonts w:cs="Times New Roman"/>
                <w:i/>
              </w:rPr>
              <w:t>euro</w:t>
            </w:r>
            <w:r w:rsidRPr="00465E56">
              <w:rPr>
                <w:rFonts w:cs="Times New Roman"/>
              </w:rPr>
              <w:t xml:space="preserve">) vai </w:t>
            </w:r>
            <w:r w:rsidR="00DD119B">
              <w:rPr>
                <w:rFonts w:cs="Times New Roman"/>
              </w:rPr>
              <w:br/>
            </w:r>
            <w:r w:rsidRPr="00465E56">
              <w:rPr>
                <w:rFonts w:cs="Times New Roman"/>
              </w:rPr>
              <w:t>patiesā vērtība (</w:t>
            </w:r>
            <w:r w:rsidRPr="00465E56">
              <w:rPr>
                <w:rFonts w:cs="Times New Roman"/>
                <w:i/>
              </w:rPr>
              <w:t>euro</w:t>
            </w:r>
            <w:r w:rsidRPr="00465E56">
              <w:rPr>
                <w:rFonts w:cs="Times New Roman"/>
              </w:rPr>
              <w:t>)</w:t>
            </w:r>
          </w:p>
        </w:tc>
        <w:tc>
          <w:tcPr>
            <w:tcW w:w="1729" w:type="dxa"/>
            <w:gridSpan w:val="3"/>
          </w:tcPr>
          <w:p w14:paraId="241AB2F1" w14:textId="77777777" w:rsidR="00AE1626" w:rsidRPr="00465E56" w:rsidRDefault="00AE1626" w:rsidP="00914444">
            <w:pPr>
              <w:jc w:val="both"/>
              <w:rPr>
                <w:rFonts w:cs="Times New Roman"/>
              </w:rPr>
            </w:pPr>
          </w:p>
        </w:tc>
        <w:tc>
          <w:tcPr>
            <w:tcW w:w="1843" w:type="dxa"/>
            <w:gridSpan w:val="3"/>
          </w:tcPr>
          <w:p w14:paraId="2F4F92EE" w14:textId="77777777" w:rsidR="00AE1626" w:rsidRPr="00465E56" w:rsidRDefault="00AE1626" w:rsidP="00914444">
            <w:pPr>
              <w:jc w:val="both"/>
              <w:rPr>
                <w:rFonts w:cs="Times New Roman"/>
              </w:rPr>
            </w:pPr>
          </w:p>
        </w:tc>
        <w:tc>
          <w:tcPr>
            <w:tcW w:w="985" w:type="dxa"/>
          </w:tcPr>
          <w:p w14:paraId="1AC483F6" w14:textId="77777777" w:rsidR="00AE1626" w:rsidRPr="00753354" w:rsidRDefault="00AE1626" w:rsidP="00914444">
            <w:pPr>
              <w:jc w:val="both"/>
              <w:rPr>
                <w:rFonts w:cs="Times New Roman"/>
              </w:rPr>
            </w:pPr>
          </w:p>
        </w:tc>
        <w:tc>
          <w:tcPr>
            <w:tcW w:w="3549" w:type="dxa"/>
            <w:gridSpan w:val="4"/>
          </w:tcPr>
          <w:p w14:paraId="0007437F" w14:textId="77777777" w:rsidR="00AE1626" w:rsidRPr="00753354" w:rsidRDefault="00AE1626" w:rsidP="00914444">
            <w:pPr>
              <w:jc w:val="both"/>
              <w:rPr>
                <w:rFonts w:cs="Times New Roman"/>
              </w:rPr>
            </w:pPr>
          </w:p>
        </w:tc>
      </w:tr>
      <w:tr w:rsidR="00AE1626" w14:paraId="3E1555AA" w14:textId="77777777" w:rsidTr="00E160B4">
        <w:tc>
          <w:tcPr>
            <w:tcW w:w="619" w:type="dxa"/>
          </w:tcPr>
          <w:p w14:paraId="0983EF21" w14:textId="77777777" w:rsidR="00AE1626" w:rsidRPr="00465E56" w:rsidRDefault="00AE1626" w:rsidP="00914444">
            <w:pPr>
              <w:jc w:val="both"/>
              <w:rPr>
                <w:rFonts w:cs="Times New Roman"/>
              </w:rPr>
            </w:pPr>
          </w:p>
        </w:tc>
        <w:tc>
          <w:tcPr>
            <w:tcW w:w="11995" w:type="dxa"/>
            <w:gridSpan w:val="14"/>
          </w:tcPr>
          <w:p w14:paraId="25796B47" w14:textId="77777777" w:rsidR="00AE1626" w:rsidRPr="00465E56" w:rsidRDefault="00AE1626" w:rsidP="00914444">
            <w:pPr>
              <w:jc w:val="both"/>
              <w:rPr>
                <w:rFonts w:cs="Times New Roman"/>
              </w:rPr>
            </w:pPr>
          </w:p>
        </w:tc>
      </w:tr>
      <w:tr w:rsidR="00AE1626" w14:paraId="7BC377E7" w14:textId="77777777" w:rsidTr="00E160B4">
        <w:tc>
          <w:tcPr>
            <w:tcW w:w="619" w:type="dxa"/>
          </w:tcPr>
          <w:p w14:paraId="5384308D" w14:textId="77777777" w:rsidR="00AE1626" w:rsidRPr="00465E56" w:rsidRDefault="00AE1626" w:rsidP="00914444">
            <w:pPr>
              <w:jc w:val="both"/>
              <w:rPr>
                <w:rFonts w:cs="Times New Roman"/>
                <w:b/>
              </w:rPr>
            </w:pPr>
          </w:p>
        </w:tc>
        <w:tc>
          <w:tcPr>
            <w:tcW w:w="11995" w:type="dxa"/>
            <w:gridSpan w:val="14"/>
          </w:tcPr>
          <w:p w14:paraId="11476A3E" w14:textId="77777777" w:rsidR="00AE1626" w:rsidRPr="00465E56" w:rsidRDefault="00AE1626" w:rsidP="00914444">
            <w:pPr>
              <w:jc w:val="both"/>
              <w:rPr>
                <w:rFonts w:cs="Times New Roman"/>
                <w:b/>
              </w:rPr>
            </w:pPr>
            <w:r w:rsidRPr="00465E56">
              <w:rPr>
                <w:rFonts w:cs="Times New Roman"/>
                <w:b/>
              </w:rPr>
              <w:t>3. Nekustamie īpašumi</w:t>
            </w:r>
          </w:p>
        </w:tc>
      </w:tr>
      <w:tr w:rsidR="00AE1626" w14:paraId="3BA93F99" w14:textId="77777777" w:rsidTr="00F5757C">
        <w:tc>
          <w:tcPr>
            <w:tcW w:w="1560" w:type="dxa"/>
            <w:gridSpan w:val="2"/>
            <w:shd w:val="clear" w:color="auto" w:fill="D9D9D9" w:themeFill="background1" w:themeFillShade="D9"/>
            <w:vAlign w:val="center"/>
          </w:tcPr>
          <w:p w14:paraId="14DBDFA4" w14:textId="77777777" w:rsidR="00AE1626" w:rsidRPr="00465E56" w:rsidRDefault="00AE1626" w:rsidP="00914444">
            <w:pPr>
              <w:jc w:val="center"/>
              <w:rPr>
                <w:rFonts w:eastAsia="Times New Roman" w:cs="Times New Roman"/>
              </w:rPr>
            </w:pPr>
            <w:r w:rsidRPr="00465E56">
              <w:rPr>
                <w:rFonts w:eastAsia="Times New Roman" w:cs="Times New Roman"/>
              </w:rPr>
              <w:t>Nosaukums</w:t>
            </w:r>
          </w:p>
        </w:tc>
        <w:tc>
          <w:tcPr>
            <w:tcW w:w="1701" w:type="dxa"/>
            <w:shd w:val="clear" w:color="auto" w:fill="D9D9D9" w:themeFill="background1" w:themeFillShade="D9"/>
            <w:vAlign w:val="center"/>
          </w:tcPr>
          <w:p w14:paraId="521F60D5" w14:textId="0CD214BB" w:rsidR="00AE1626" w:rsidRPr="00465E56" w:rsidRDefault="00AE1626" w:rsidP="00914444">
            <w:pPr>
              <w:jc w:val="center"/>
              <w:rPr>
                <w:rFonts w:eastAsia="Times New Roman" w:cs="Times New Roman"/>
              </w:rPr>
            </w:pPr>
            <w:r w:rsidRPr="00465E56">
              <w:rPr>
                <w:rFonts w:eastAsia="Times New Roman" w:cs="Times New Roman"/>
              </w:rPr>
              <w:t>Nekustamā īpašuma veids (ēka, zeme u.</w:t>
            </w:r>
            <w:r w:rsidR="00D47515">
              <w:rPr>
                <w:rFonts w:eastAsia="Times New Roman" w:cs="Times New Roman"/>
              </w:rPr>
              <w:t> </w:t>
            </w:r>
            <w:r w:rsidRPr="00465E56">
              <w:rPr>
                <w:rFonts w:eastAsia="Times New Roman" w:cs="Times New Roman"/>
              </w:rPr>
              <w:t>tml.)</w:t>
            </w:r>
          </w:p>
        </w:tc>
        <w:tc>
          <w:tcPr>
            <w:tcW w:w="1391" w:type="dxa"/>
            <w:gridSpan w:val="2"/>
            <w:shd w:val="clear" w:color="auto" w:fill="D9D9D9" w:themeFill="background1" w:themeFillShade="D9"/>
            <w:vAlign w:val="center"/>
          </w:tcPr>
          <w:p w14:paraId="18D2A572" w14:textId="77777777" w:rsidR="00AE1626" w:rsidRPr="00465E56" w:rsidRDefault="00AE1626" w:rsidP="00914444">
            <w:pPr>
              <w:jc w:val="center"/>
              <w:rPr>
                <w:rFonts w:eastAsia="Times New Roman" w:cs="Times New Roman"/>
              </w:rPr>
            </w:pPr>
            <w:r w:rsidRPr="00465E56">
              <w:rPr>
                <w:rFonts w:eastAsia="Times New Roman" w:cs="Times New Roman"/>
              </w:rPr>
              <w:t>Tirgus vērtība</w:t>
            </w:r>
          </w:p>
        </w:tc>
        <w:tc>
          <w:tcPr>
            <w:tcW w:w="3070" w:type="dxa"/>
            <w:gridSpan w:val="4"/>
            <w:shd w:val="clear" w:color="auto" w:fill="D9D9D9" w:themeFill="background1" w:themeFillShade="D9"/>
            <w:vAlign w:val="center"/>
          </w:tcPr>
          <w:p w14:paraId="6421C6A0" w14:textId="77777777" w:rsidR="00AE1626" w:rsidRPr="00465E56" w:rsidRDefault="00AE1626" w:rsidP="00914444">
            <w:pPr>
              <w:jc w:val="center"/>
              <w:rPr>
                <w:rFonts w:eastAsia="Times New Roman" w:cs="Times New Roman"/>
              </w:rPr>
            </w:pPr>
            <w:r w:rsidRPr="00465E56">
              <w:rPr>
                <w:rFonts w:eastAsia="Times New Roman" w:cs="Times New Roman"/>
              </w:rPr>
              <w:t>Valūta</w:t>
            </w:r>
          </w:p>
        </w:tc>
        <w:tc>
          <w:tcPr>
            <w:tcW w:w="1692" w:type="dxa"/>
            <w:gridSpan w:val="3"/>
            <w:shd w:val="clear" w:color="auto" w:fill="D9D9D9" w:themeFill="background1" w:themeFillShade="D9"/>
            <w:vAlign w:val="center"/>
          </w:tcPr>
          <w:p w14:paraId="7ECDDB83"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Platība (ha)</w:t>
            </w:r>
          </w:p>
        </w:tc>
        <w:tc>
          <w:tcPr>
            <w:tcW w:w="3200" w:type="dxa"/>
            <w:gridSpan w:val="3"/>
            <w:shd w:val="clear" w:color="auto" w:fill="D9D9D9" w:themeFill="background1" w:themeFillShade="D9"/>
            <w:vAlign w:val="center"/>
          </w:tcPr>
          <w:p w14:paraId="3A6B264E" w14:textId="77777777" w:rsidR="00AE1626" w:rsidRPr="00753354" w:rsidRDefault="00AE1626" w:rsidP="00914444">
            <w:pPr>
              <w:jc w:val="center"/>
              <w:rPr>
                <w:rFonts w:cs="Times New Roman"/>
              </w:rPr>
            </w:pPr>
            <w:r w:rsidRPr="00753354">
              <w:rPr>
                <w:rFonts w:eastAsia="Times New Roman" w:cs="Times New Roman"/>
                <w:color w:val="000000"/>
              </w:rPr>
              <w:t>Adrese</w:t>
            </w:r>
          </w:p>
        </w:tc>
      </w:tr>
      <w:tr w:rsidR="00AE1626" w14:paraId="2074BD52" w14:textId="77777777" w:rsidTr="00F5757C">
        <w:tc>
          <w:tcPr>
            <w:tcW w:w="1560" w:type="dxa"/>
            <w:gridSpan w:val="2"/>
          </w:tcPr>
          <w:p w14:paraId="66F9B270" w14:textId="77777777" w:rsidR="00AE1626" w:rsidRPr="00465E56" w:rsidRDefault="00AE1626" w:rsidP="00914444">
            <w:pPr>
              <w:jc w:val="both"/>
              <w:rPr>
                <w:rFonts w:cs="Times New Roman"/>
              </w:rPr>
            </w:pPr>
          </w:p>
        </w:tc>
        <w:tc>
          <w:tcPr>
            <w:tcW w:w="1701" w:type="dxa"/>
          </w:tcPr>
          <w:p w14:paraId="143F5512" w14:textId="77777777" w:rsidR="00AE1626" w:rsidRPr="00465E56" w:rsidRDefault="00AE1626" w:rsidP="00914444">
            <w:pPr>
              <w:jc w:val="both"/>
              <w:rPr>
                <w:rFonts w:cs="Times New Roman"/>
              </w:rPr>
            </w:pPr>
          </w:p>
        </w:tc>
        <w:tc>
          <w:tcPr>
            <w:tcW w:w="1391" w:type="dxa"/>
            <w:gridSpan w:val="2"/>
          </w:tcPr>
          <w:p w14:paraId="5CAF59F8" w14:textId="77777777" w:rsidR="00AE1626" w:rsidRPr="00465E56" w:rsidRDefault="00AE1626" w:rsidP="00914444">
            <w:pPr>
              <w:jc w:val="both"/>
              <w:rPr>
                <w:rFonts w:cs="Times New Roman"/>
              </w:rPr>
            </w:pPr>
          </w:p>
        </w:tc>
        <w:tc>
          <w:tcPr>
            <w:tcW w:w="3070" w:type="dxa"/>
            <w:gridSpan w:val="4"/>
          </w:tcPr>
          <w:p w14:paraId="4E1B7568" w14:textId="77777777" w:rsidR="00AE1626" w:rsidRPr="00465E56" w:rsidRDefault="00AE1626" w:rsidP="00914444">
            <w:pPr>
              <w:jc w:val="both"/>
              <w:rPr>
                <w:rFonts w:cs="Times New Roman"/>
              </w:rPr>
            </w:pPr>
          </w:p>
        </w:tc>
        <w:tc>
          <w:tcPr>
            <w:tcW w:w="1692" w:type="dxa"/>
            <w:gridSpan w:val="3"/>
          </w:tcPr>
          <w:p w14:paraId="0E73E95B" w14:textId="77777777" w:rsidR="00AE1626" w:rsidRPr="00753354" w:rsidRDefault="00AE1626" w:rsidP="00914444">
            <w:pPr>
              <w:jc w:val="both"/>
              <w:rPr>
                <w:rFonts w:cs="Times New Roman"/>
              </w:rPr>
            </w:pPr>
          </w:p>
        </w:tc>
        <w:tc>
          <w:tcPr>
            <w:tcW w:w="3200" w:type="dxa"/>
            <w:gridSpan w:val="3"/>
          </w:tcPr>
          <w:p w14:paraId="0FCC01FB" w14:textId="77777777" w:rsidR="00AE1626" w:rsidRPr="00753354" w:rsidRDefault="00AE1626" w:rsidP="00914444">
            <w:pPr>
              <w:jc w:val="both"/>
              <w:rPr>
                <w:rFonts w:cs="Times New Roman"/>
              </w:rPr>
            </w:pPr>
          </w:p>
        </w:tc>
      </w:tr>
      <w:tr w:rsidR="00AE1626" w14:paraId="264375E9" w14:textId="77777777" w:rsidTr="00E160B4">
        <w:tc>
          <w:tcPr>
            <w:tcW w:w="4652" w:type="dxa"/>
            <w:gridSpan w:val="5"/>
          </w:tcPr>
          <w:p w14:paraId="398FC30A" w14:textId="77777777" w:rsidR="00AE1626" w:rsidRPr="00465E56" w:rsidRDefault="00AE1626" w:rsidP="00914444">
            <w:pPr>
              <w:jc w:val="both"/>
              <w:rPr>
                <w:rFonts w:cs="Times New Roman"/>
              </w:rPr>
            </w:pPr>
            <w:r w:rsidRPr="00465E56">
              <w:rPr>
                <w:rFonts w:cs="Times New Roman"/>
              </w:rPr>
              <w:t>Kopējā nominālvērtība (</w:t>
            </w:r>
            <w:r w:rsidRPr="00465E56">
              <w:rPr>
                <w:rFonts w:cs="Times New Roman"/>
                <w:i/>
              </w:rPr>
              <w:t>euro</w:t>
            </w:r>
            <w:r w:rsidRPr="00465E56">
              <w:rPr>
                <w:rFonts w:cs="Times New Roman"/>
              </w:rPr>
              <w:t>)</w:t>
            </w:r>
          </w:p>
        </w:tc>
        <w:tc>
          <w:tcPr>
            <w:tcW w:w="3070" w:type="dxa"/>
            <w:gridSpan w:val="4"/>
          </w:tcPr>
          <w:p w14:paraId="5B3A1EB6" w14:textId="77777777" w:rsidR="00AE1626" w:rsidRPr="00465E56" w:rsidRDefault="00AE1626" w:rsidP="00914444">
            <w:pPr>
              <w:jc w:val="both"/>
              <w:rPr>
                <w:rFonts w:cs="Times New Roman"/>
              </w:rPr>
            </w:pPr>
          </w:p>
        </w:tc>
        <w:tc>
          <w:tcPr>
            <w:tcW w:w="1692" w:type="dxa"/>
            <w:gridSpan w:val="3"/>
          </w:tcPr>
          <w:p w14:paraId="5FB92247" w14:textId="77777777" w:rsidR="00AE1626" w:rsidRPr="00753354" w:rsidRDefault="00AE1626" w:rsidP="00914444">
            <w:pPr>
              <w:jc w:val="both"/>
              <w:rPr>
                <w:rFonts w:cs="Times New Roman"/>
              </w:rPr>
            </w:pPr>
          </w:p>
        </w:tc>
        <w:tc>
          <w:tcPr>
            <w:tcW w:w="3200" w:type="dxa"/>
            <w:gridSpan w:val="3"/>
          </w:tcPr>
          <w:p w14:paraId="5C64E8CA" w14:textId="77777777" w:rsidR="00AE1626" w:rsidRPr="00753354" w:rsidRDefault="00AE1626" w:rsidP="00914444">
            <w:pPr>
              <w:jc w:val="both"/>
              <w:rPr>
                <w:rFonts w:cs="Times New Roman"/>
              </w:rPr>
            </w:pPr>
          </w:p>
        </w:tc>
      </w:tr>
      <w:tr w:rsidR="00AE1626" w14:paraId="048B2F76" w14:textId="77777777" w:rsidTr="00E160B4">
        <w:tc>
          <w:tcPr>
            <w:tcW w:w="619" w:type="dxa"/>
          </w:tcPr>
          <w:p w14:paraId="050F2E09" w14:textId="77777777" w:rsidR="00AE1626" w:rsidRPr="00465E56" w:rsidRDefault="00AE1626" w:rsidP="00914444">
            <w:pPr>
              <w:jc w:val="both"/>
              <w:rPr>
                <w:rFonts w:cs="Times New Roman"/>
              </w:rPr>
            </w:pPr>
          </w:p>
        </w:tc>
        <w:tc>
          <w:tcPr>
            <w:tcW w:w="11995" w:type="dxa"/>
            <w:gridSpan w:val="14"/>
          </w:tcPr>
          <w:p w14:paraId="3265C033" w14:textId="77777777" w:rsidR="00AE1626" w:rsidRPr="00465E56" w:rsidRDefault="00AE1626" w:rsidP="00914444">
            <w:pPr>
              <w:jc w:val="both"/>
              <w:rPr>
                <w:rFonts w:cs="Times New Roman"/>
              </w:rPr>
            </w:pPr>
          </w:p>
        </w:tc>
      </w:tr>
      <w:tr w:rsidR="00AE1626" w14:paraId="74C68B15" w14:textId="77777777" w:rsidTr="00E160B4">
        <w:tc>
          <w:tcPr>
            <w:tcW w:w="619" w:type="dxa"/>
          </w:tcPr>
          <w:p w14:paraId="6AA8678E" w14:textId="77777777" w:rsidR="00AE1626" w:rsidRPr="00465E56" w:rsidRDefault="00AE1626" w:rsidP="00914444">
            <w:pPr>
              <w:jc w:val="both"/>
              <w:rPr>
                <w:rFonts w:cs="Times New Roman"/>
                <w:b/>
              </w:rPr>
            </w:pPr>
          </w:p>
        </w:tc>
        <w:tc>
          <w:tcPr>
            <w:tcW w:w="11995" w:type="dxa"/>
            <w:gridSpan w:val="14"/>
          </w:tcPr>
          <w:p w14:paraId="59999A6F" w14:textId="77777777" w:rsidR="00AE1626" w:rsidRPr="00465E56" w:rsidRDefault="00AE1626" w:rsidP="00914444">
            <w:pPr>
              <w:jc w:val="both"/>
              <w:rPr>
                <w:rFonts w:cs="Times New Roman"/>
              </w:rPr>
            </w:pPr>
            <w:r w:rsidRPr="00465E56">
              <w:rPr>
                <w:rFonts w:cs="Times New Roman"/>
                <w:b/>
              </w:rPr>
              <w:t>4. Kustamie īpašumi</w:t>
            </w:r>
          </w:p>
        </w:tc>
      </w:tr>
      <w:tr w:rsidR="00DD119B" w14:paraId="2D79C08A" w14:textId="77777777" w:rsidTr="00D25E36">
        <w:tc>
          <w:tcPr>
            <w:tcW w:w="1560" w:type="dxa"/>
            <w:gridSpan w:val="2"/>
            <w:shd w:val="clear" w:color="auto" w:fill="D9D9D9" w:themeFill="background1" w:themeFillShade="D9"/>
            <w:vAlign w:val="center"/>
          </w:tcPr>
          <w:p w14:paraId="7FD2A102" w14:textId="77777777" w:rsidR="00DD119B" w:rsidRPr="00465E56" w:rsidRDefault="00DD119B" w:rsidP="00DD119B">
            <w:pPr>
              <w:jc w:val="center"/>
              <w:rPr>
                <w:rFonts w:eastAsia="Times New Roman" w:cs="Times New Roman"/>
              </w:rPr>
            </w:pPr>
            <w:r w:rsidRPr="00465E56">
              <w:rPr>
                <w:rFonts w:eastAsia="Times New Roman" w:cs="Times New Roman"/>
              </w:rPr>
              <w:t>Nosaukums</w:t>
            </w:r>
          </w:p>
        </w:tc>
        <w:tc>
          <w:tcPr>
            <w:tcW w:w="3092" w:type="dxa"/>
            <w:gridSpan w:val="3"/>
            <w:shd w:val="clear" w:color="auto" w:fill="D9D9D9" w:themeFill="background1" w:themeFillShade="D9"/>
            <w:vAlign w:val="center"/>
          </w:tcPr>
          <w:p w14:paraId="4E77B7A5" w14:textId="2BF11F9C" w:rsidR="00DD119B" w:rsidRPr="00465E56" w:rsidRDefault="00DD119B" w:rsidP="00DD119B">
            <w:pPr>
              <w:jc w:val="center"/>
              <w:rPr>
                <w:rFonts w:eastAsia="Times New Roman" w:cs="Times New Roman"/>
              </w:rPr>
            </w:pPr>
            <w:r w:rsidRPr="00465E56">
              <w:rPr>
                <w:rFonts w:eastAsia="Times New Roman" w:cs="Times New Roman"/>
              </w:rPr>
              <w:t>Kustamā īpašuma veids (transportlīdzeklis, glezna u.</w:t>
            </w:r>
            <w:r>
              <w:rPr>
                <w:rFonts w:eastAsia="Times New Roman" w:cs="Times New Roman"/>
              </w:rPr>
              <w:t> </w:t>
            </w:r>
            <w:r w:rsidRPr="00465E56">
              <w:rPr>
                <w:rFonts w:eastAsia="Times New Roman" w:cs="Times New Roman"/>
              </w:rPr>
              <w:t>tml.)</w:t>
            </w:r>
          </w:p>
        </w:tc>
        <w:tc>
          <w:tcPr>
            <w:tcW w:w="3070" w:type="dxa"/>
            <w:gridSpan w:val="4"/>
            <w:shd w:val="clear" w:color="auto" w:fill="D9D9D9" w:themeFill="background1" w:themeFillShade="D9"/>
            <w:vAlign w:val="center"/>
          </w:tcPr>
          <w:p w14:paraId="156EC14B" w14:textId="433DDEFA" w:rsidR="00DD119B" w:rsidRPr="00753354" w:rsidRDefault="00DD119B" w:rsidP="00DD119B">
            <w:pPr>
              <w:jc w:val="center"/>
              <w:rPr>
                <w:rFonts w:eastAsia="Times New Roman" w:cs="Times New Roman"/>
                <w:color w:val="000000"/>
              </w:rPr>
            </w:pPr>
            <w:r>
              <w:rPr>
                <w:rFonts w:eastAsia="Times New Roman" w:cs="Times New Roman"/>
              </w:rPr>
              <w:t>Tirgus vērtība</w:t>
            </w:r>
          </w:p>
        </w:tc>
        <w:tc>
          <w:tcPr>
            <w:tcW w:w="1692" w:type="dxa"/>
            <w:gridSpan w:val="3"/>
            <w:shd w:val="clear" w:color="auto" w:fill="D9D9D9" w:themeFill="background1" w:themeFillShade="D9"/>
            <w:vAlign w:val="center"/>
          </w:tcPr>
          <w:p w14:paraId="54FA15AA"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Valūta</w:t>
            </w:r>
          </w:p>
        </w:tc>
        <w:tc>
          <w:tcPr>
            <w:tcW w:w="3200" w:type="dxa"/>
            <w:gridSpan w:val="3"/>
            <w:shd w:val="clear" w:color="auto" w:fill="D9D9D9" w:themeFill="background1" w:themeFillShade="D9"/>
            <w:vAlign w:val="center"/>
          </w:tcPr>
          <w:p w14:paraId="191DF62C" w14:textId="0781694A" w:rsidR="00DD119B" w:rsidRPr="00753354" w:rsidRDefault="00DD119B" w:rsidP="00DD119B">
            <w:pPr>
              <w:jc w:val="center"/>
              <w:rPr>
                <w:rFonts w:cs="Times New Roman"/>
              </w:rPr>
            </w:pPr>
            <w:r>
              <w:rPr>
                <w:rFonts w:eastAsia="Times New Roman" w:cs="Times New Roman"/>
                <w:color w:val="000000"/>
              </w:rPr>
              <w:t>Īpašuma a</w:t>
            </w:r>
            <w:r w:rsidRPr="00753354">
              <w:rPr>
                <w:rFonts w:eastAsia="Times New Roman" w:cs="Times New Roman"/>
                <w:color w:val="000000"/>
              </w:rPr>
              <w:t>drese</w:t>
            </w:r>
          </w:p>
        </w:tc>
      </w:tr>
      <w:tr w:rsidR="00DD119B" w14:paraId="7E58F44A" w14:textId="77777777" w:rsidTr="006A7DA4">
        <w:tc>
          <w:tcPr>
            <w:tcW w:w="1560" w:type="dxa"/>
            <w:gridSpan w:val="2"/>
            <w:vAlign w:val="center"/>
          </w:tcPr>
          <w:p w14:paraId="32DC3DB5" w14:textId="77777777" w:rsidR="00DD119B" w:rsidRPr="00465E56" w:rsidRDefault="00DD119B" w:rsidP="00DD119B">
            <w:pPr>
              <w:jc w:val="center"/>
              <w:rPr>
                <w:rFonts w:ascii="Calibri" w:eastAsia="Times New Roman" w:hAnsi="Calibri" w:cs="Times New Roman"/>
                <w:sz w:val="20"/>
                <w:szCs w:val="20"/>
              </w:rPr>
            </w:pPr>
          </w:p>
        </w:tc>
        <w:tc>
          <w:tcPr>
            <w:tcW w:w="3092" w:type="dxa"/>
            <w:gridSpan w:val="3"/>
            <w:vAlign w:val="center"/>
          </w:tcPr>
          <w:p w14:paraId="46381ED9" w14:textId="77777777" w:rsidR="00DD119B" w:rsidRPr="00465E56" w:rsidRDefault="00DD119B" w:rsidP="00DD119B">
            <w:pPr>
              <w:jc w:val="center"/>
              <w:rPr>
                <w:rFonts w:ascii="Calibri" w:eastAsia="Times New Roman" w:hAnsi="Calibri" w:cs="Times New Roman"/>
                <w:sz w:val="20"/>
                <w:szCs w:val="20"/>
              </w:rPr>
            </w:pPr>
          </w:p>
        </w:tc>
        <w:tc>
          <w:tcPr>
            <w:tcW w:w="3070" w:type="dxa"/>
            <w:gridSpan w:val="4"/>
            <w:vAlign w:val="center"/>
          </w:tcPr>
          <w:p w14:paraId="27193FB0" w14:textId="77777777" w:rsidR="00DD119B" w:rsidRPr="00753354" w:rsidRDefault="00DD119B" w:rsidP="00DD119B">
            <w:pPr>
              <w:jc w:val="center"/>
              <w:rPr>
                <w:rFonts w:ascii="Calibri" w:eastAsia="Times New Roman" w:hAnsi="Calibri" w:cs="Times New Roman"/>
                <w:color w:val="000000"/>
                <w:sz w:val="20"/>
                <w:szCs w:val="20"/>
              </w:rPr>
            </w:pPr>
          </w:p>
        </w:tc>
        <w:tc>
          <w:tcPr>
            <w:tcW w:w="1692" w:type="dxa"/>
            <w:gridSpan w:val="3"/>
            <w:vAlign w:val="center"/>
          </w:tcPr>
          <w:p w14:paraId="0EACFE82" w14:textId="77777777" w:rsidR="00DD119B" w:rsidRPr="00753354" w:rsidRDefault="00DD119B" w:rsidP="00DD119B">
            <w:pPr>
              <w:jc w:val="center"/>
              <w:rPr>
                <w:rFonts w:ascii="Calibri" w:eastAsia="Times New Roman" w:hAnsi="Calibri" w:cs="Times New Roman"/>
                <w:color w:val="000000"/>
                <w:sz w:val="20"/>
                <w:szCs w:val="20"/>
              </w:rPr>
            </w:pPr>
          </w:p>
        </w:tc>
        <w:tc>
          <w:tcPr>
            <w:tcW w:w="3200" w:type="dxa"/>
            <w:gridSpan w:val="3"/>
          </w:tcPr>
          <w:p w14:paraId="1DAC8437" w14:textId="77777777" w:rsidR="00DD119B" w:rsidRPr="00753354" w:rsidRDefault="00DD119B" w:rsidP="00DD119B">
            <w:pPr>
              <w:jc w:val="both"/>
              <w:rPr>
                <w:rFonts w:cs="Times New Roman"/>
              </w:rPr>
            </w:pPr>
          </w:p>
        </w:tc>
      </w:tr>
      <w:tr w:rsidR="00DD119B" w14:paraId="556ED2D4" w14:textId="77777777" w:rsidTr="00CE0262">
        <w:tc>
          <w:tcPr>
            <w:tcW w:w="4652" w:type="dxa"/>
            <w:gridSpan w:val="5"/>
          </w:tcPr>
          <w:p w14:paraId="3B5635B7" w14:textId="77777777" w:rsidR="00DD119B" w:rsidRPr="00465E56" w:rsidRDefault="00DD119B" w:rsidP="00DD119B">
            <w:pPr>
              <w:jc w:val="both"/>
              <w:rPr>
                <w:rFonts w:cs="Times New Roman"/>
              </w:rPr>
            </w:pPr>
            <w:r w:rsidRPr="00465E56">
              <w:rPr>
                <w:rFonts w:cs="Times New Roman"/>
              </w:rPr>
              <w:t>Kopējā vērtība (</w:t>
            </w:r>
            <w:r w:rsidRPr="00465E56">
              <w:rPr>
                <w:rFonts w:cs="Times New Roman"/>
                <w:i/>
              </w:rPr>
              <w:t>euro</w:t>
            </w:r>
            <w:r w:rsidRPr="00465E56">
              <w:rPr>
                <w:rFonts w:cs="Times New Roman"/>
              </w:rPr>
              <w:t>)</w:t>
            </w:r>
          </w:p>
        </w:tc>
        <w:tc>
          <w:tcPr>
            <w:tcW w:w="3070" w:type="dxa"/>
            <w:gridSpan w:val="4"/>
          </w:tcPr>
          <w:p w14:paraId="393FCE5A" w14:textId="77777777" w:rsidR="00DD119B" w:rsidRPr="00753354" w:rsidRDefault="00DD119B" w:rsidP="00DD119B">
            <w:pPr>
              <w:jc w:val="both"/>
              <w:rPr>
                <w:rFonts w:cs="Times New Roman"/>
              </w:rPr>
            </w:pPr>
          </w:p>
        </w:tc>
        <w:tc>
          <w:tcPr>
            <w:tcW w:w="1692" w:type="dxa"/>
            <w:gridSpan w:val="3"/>
          </w:tcPr>
          <w:p w14:paraId="5FDC1B00" w14:textId="77777777" w:rsidR="00DD119B" w:rsidRPr="00753354" w:rsidRDefault="00DD119B" w:rsidP="00DD119B">
            <w:pPr>
              <w:jc w:val="both"/>
              <w:rPr>
                <w:rFonts w:cs="Times New Roman"/>
              </w:rPr>
            </w:pPr>
          </w:p>
        </w:tc>
        <w:tc>
          <w:tcPr>
            <w:tcW w:w="1658" w:type="dxa"/>
            <w:gridSpan w:val="2"/>
          </w:tcPr>
          <w:p w14:paraId="1A04B3B5" w14:textId="77777777" w:rsidR="00DD119B" w:rsidRPr="00753354" w:rsidRDefault="00DD119B" w:rsidP="00DD119B">
            <w:pPr>
              <w:jc w:val="both"/>
              <w:rPr>
                <w:rFonts w:cs="Times New Roman"/>
              </w:rPr>
            </w:pPr>
          </w:p>
        </w:tc>
        <w:tc>
          <w:tcPr>
            <w:tcW w:w="1542" w:type="dxa"/>
          </w:tcPr>
          <w:p w14:paraId="416EDF06" w14:textId="77777777" w:rsidR="00DD119B" w:rsidRPr="00753354" w:rsidRDefault="00DD119B" w:rsidP="00DD119B">
            <w:pPr>
              <w:jc w:val="both"/>
              <w:rPr>
                <w:rFonts w:cs="Times New Roman"/>
              </w:rPr>
            </w:pPr>
          </w:p>
        </w:tc>
      </w:tr>
      <w:tr w:rsidR="00DD119B" w14:paraId="787AF44B" w14:textId="77777777" w:rsidTr="000E6756">
        <w:tc>
          <w:tcPr>
            <w:tcW w:w="6394" w:type="dxa"/>
            <w:gridSpan w:val="8"/>
            <w:tcBorders>
              <w:bottom w:val="single" w:sz="4" w:space="0" w:color="auto"/>
              <w:right w:val="single" w:sz="4" w:space="0" w:color="auto"/>
            </w:tcBorders>
          </w:tcPr>
          <w:p w14:paraId="2A0FBC70" w14:textId="77777777" w:rsidR="00DD119B" w:rsidRPr="00465E56" w:rsidRDefault="00DD119B" w:rsidP="00DD119B">
            <w:pPr>
              <w:jc w:val="both"/>
              <w:rPr>
                <w:rFonts w:cs="Times New Roman"/>
                <w:b/>
              </w:rPr>
            </w:pPr>
          </w:p>
        </w:tc>
        <w:tc>
          <w:tcPr>
            <w:tcW w:w="1328" w:type="dxa"/>
            <w:tcBorders>
              <w:top w:val="nil"/>
              <w:left w:val="single" w:sz="4" w:space="0" w:color="auto"/>
              <w:bottom w:val="nil"/>
              <w:right w:val="nil"/>
            </w:tcBorders>
          </w:tcPr>
          <w:p w14:paraId="38BCDB0C" w14:textId="77777777" w:rsidR="00DD119B" w:rsidRPr="005714BA" w:rsidRDefault="00DD119B" w:rsidP="00DD119B">
            <w:pPr>
              <w:jc w:val="both"/>
              <w:rPr>
                <w:rFonts w:cs="Times New Roman"/>
                <w:b/>
              </w:rPr>
            </w:pPr>
          </w:p>
        </w:tc>
        <w:tc>
          <w:tcPr>
            <w:tcW w:w="4892" w:type="dxa"/>
            <w:gridSpan w:val="6"/>
            <w:tcBorders>
              <w:top w:val="nil"/>
              <w:left w:val="nil"/>
              <w:bottom w:val="nil"/>
              <w:right w:val="nil"/>
            </w:tcBorders>
          </w:tcPr>
          <w:p w14:paraId="402C2457" w14:textId="77777777" w:rsidR="00DD119B" w:rsidRPr="005714BA" w:rsidRDefault="00DD119B" w:rsidP="00DD119B">
            <w:pPr>
              <w:jc w:val="both"/>
              <w:rPr>
                <w:rFonts w:cs="Times New Roman"/>
                <w:b/>
              </w:rPr>
            </w:pPr>
          </w:p>
        </w:tc>
      </w:tr>
      <w:tr w:rsidR="00DD119B" w14:paraId="37A03E97" w14:textId="77777777" w:rsidTr="000E6756">
        <w:tc>
          <w:tcPr>
            <w:tcW w:w="6394" w:type="dxa"/>
            <w:gridSpan w:val="8"/>
            <w:tcBorders>
              <w:bottom w:val="single" w:sz="4" w:space="0" w:color="auto"/>
              <w:right w:val="single" w:sz="4" w:space="0" w:color="auto"/>
            </w:tcBorders>
          </w:tcPr>
          <w:p w14:paraId="41EA0BA3" w14:textId="77777777" w:rsidR="00DD119B" w:rsidRPr="00465E56" w:rsidRDefault="00DD119B" w:rsidP="00DD119B">
            <w:pPr>
              <w:jc w:val="both"/>
              <w:rPr>
                <w:rFonts w:cs="Times New Roman"/>
                <w:b/>
              </w:rPr>
            </w:pPr>
            <w:r w:rsidRPr="00465E56">
              <w:rPr>
                <w:rFonts w:cs="Times New Roman"/>
                <w:b/>
              </w:rPr>
              <w:t>5. Finanšu līdzekļi</w:t>
            </w:r>
          </w:p>
        </w:tc>
        <w:tc>
          <w:tcPr>
            <w:tcW w:w="1328" w:type="dxa"/>
            <w:tcBorders>
              <w:top w:val="nil"/>
              <w:left w:val="single" w:sz="4" w:space="0" w:color="auto"/>
              <w:bottom w:val="nil"/>
              <w:right w:val="nil"/>
            </w:tcBorders>
          </w:tcPr>
          <w:p w14:paraId="4ACD51E4" w14:textId="77777777" w:rsidR="00DD119B" w:rsidRPr="005714BA" w:rsidRDefault="00DD119B" w:rsidP="00DD119B">
            <w:pPr>
              <w:jc w:val="both"/>
              <w:rPr>
                <w:rFonts w:cs="Times New Roman"/>
                <w:b/>
              </w:rPr>
            </w:pPr>
          </w:p>
        </w:tc>
        <w:tc>
          <w:tcPr>
            <w:tcW w:w="4892" w:type="dxa"/>
            <w:gridSpan w:val="6"/>
            <w:tcBorders>
              <w:top w:val="nil"/>
              <w:left w:val="nil"/>
              <w:bottom w:val="nil"/>
              <w:right w:val="nil"/>
            </w:tcBorders>
          </w:tcPr>
          <w:p w14:paraId="41CB8453" w14:textId="77777777" w:rsidR="00DD119B" w:rsidRPr="005714BA" w:rsidRDefault="00DD119B" w:rsidP="00DD119B">
            <w:pPr>
              <w:jc w:val="both"/>
              <w:rPr>
                <w:rFonts w:cs="Times New Roman"/>
                <w:b/>
              </w:rPr>
            </w:pPr>
          </w:p>
        </w:tc>
      </w:tr>
      <w:tr w:rsidR="00DD119B" w14:paraId="3FBA3765" w14:textId="77777777" w:rsidTr="000E6756">
        <w:tc>
          <w:tcPr>
            <w:tcW w:w="1560" w:type="dxa"/>
            <w:gridSpan w:val="2"/>
            <w:tcBorders>
              <w:top w:val="single" w:sz="4" w:space="0" w:color="auto"/>
            </w:tcBorders>
            <w:shd w:val="clear" w:color="auto" w:fill="D9D9D9" w:themeFill="background1" w:themeFillShade="D9"/>
          </w:tcPr>
          <w:p w14:paraId="198E09EA" w14:textId="77777777" w:rsidR="00DD119B" w:rsidRPr="00465E56" w:rsidRDefault="00DD119B" w:rsidP="00DD119B">
            <w:pPr>
              <w:jc w:val="center"/>
              <w:rPr>
                <w:rFonts w:cs="Times New Roman"/>
              </w:rPr>
            </w:pPr>
            <w:r w:rsidRPr="00465E56">
              <w:rPr>
                <w:rFonts w:cs="Times New Roman"/>
              </w:rPr>
              <w:t>Kredītiestāde (vai cits turētājs)</w:t>
            </w:r>
          </w:p>
        </w:tc>
        <w:tc>
          <w:tcPr>
            <w:tcW w:w="1701" w:type="dxa"/>
            <w:tcBorders>
              <w:top w:val="single" w:sz="4" w:space="0" w:color="auto"/>
            </w:tcBorders>
            <w:shd w:val="clear" w:color="auto" w:fill="D9D9D9" w:themeFill="background1" w:themeFillShade="D9"/>
            <w:vAlign w:val="center"/>
          </w:tcPr>
          <w:p w14:paraId="791F0E6D" w14:textId="77777777" w:rsidR="00DD119B" w:rsidRPr="00465E56" w:rsidRDefault="00DD119B" w:rsidP="00DD119B">
            <w:pPr>
              <w:jc w:val="center"/>
              <w:rPr>
                <w:rFonts w:eastAsia="Times New Roman" w:cs="Times New Roman"/>
              </w:rPr>
            </w:pPr>
            <w:r w:rsidRPr="00465E56">
              <w:rPr>
                <w:rFonts w:eastAsia="Times New Roman" w:cs="Times New Roman"/>
              </w:rPr>
              <w:t>Datums</w:t>
            </w:r>
          </w:p>
        </w:tc>
        <w:tc>
          <w:tcPr>
            <w:tcW w:w="1391" w:type="dxa"/>
            <w:gridSpan w:val="2"/>
            <w:tcBorders>
              <w:top w:val="single" w:sz="4" w:space="0" w:color="auto"/>
            </w:tcBorders>
            <w:shd w:val="clear" w:color="auto" w:fill="D9D9D9" w:themeFill="background1" w:themeFillShade="D9"/>
            <w:vAlign w:val="center"/>
          </w:tcPr>
          <w:p w14:paraId="3779632F" w14:textId="77777777" w:rsidR="00DD119B" w:rsidRPr="00465E56" w:rsidRDefault="00DD119B" w:rsidP="00DD119B">
            <w:pPr>
              <w:jc w:val="center"/>
              <w:rPr>
                <w:rFonts w:eastAsia="Times New Roman" w:cs="Times New Roman"/>
              </w:rPr>
            </w:pPr>
            <w:r w:rsidRPr="00465E56">
              <w:rPr>
                <w:rFonts w:eastAsia="Times New Roman" w:cs="Times New Roman"/>
              </w:rPr>
              <w:t>Apmērs</w:t>
            </w:r>
          </w:p>
        </w:tc>
        <w:tc>
          <w:tcPr>
            <w:tcW w:w="1742" w:type="dxa"/>
            <w:gridSpan w:val="3"/>
            <w:tcBorders>
              <w:top w:val="single" w:sz="4" w:space="0" w:color="auto"/>
              <w:right w:val="single" w:sz="4" w:space="0" w:color="auto"/>
            </w:tcBorders>
            <w:shd w:val="clear" w:color="auto" w:fill="D9D9D9" w:themeFill="background1" w:themeFillShade="D9"/>
            <w:vAlign w:val="center"/>
          </w:tcPr>
          <w:p w14:paraId="46DED804" w14:textId="77777777" w:rsidR="00DD119B" w:rsidRPr="00465E56" w:rsidRDefault="00DD119B" w:rsidP="00DD119B">
            <w:pPr>
              <w:jc w:val="center"/>
              <w:rPr>
                <w:rFonts w:eastAsia="Times New Roman" w:cs="Times New Roman"/>
              </w:rPr>
            </w:pPr>
            <w:r w:rsidRPr="00465E56">
              <w:rPr>
                <w:rFonts w:eastAsia="Times New Roman" w:cs="Times New Roman"/>
              </w:rPr>
              <w:t>Valūta</w:t>
            </w:r>
          </w:p>
        </w:tc>
        <w:tc>
          <w:tcPr>
            <w:tcW w:w="1328" w:type="dxa"/>
            <w:tcBorders>
              <w:top w:val="nil"/>
              <w:left w:val="single" w:sz="4" w:space="0" w:color="auto"/>
              <w:bottom w:val="nil"/>
              <w:right w:val="nil"/>
            </w:tcBorders>
          </w:tcPr>
          <w:p w14:paraId="6E11F867" w14:textId="77777777" w:rsidR="00DD119B" w:rsidRDefault="00DD119B" w:rsidP="00DD119B">
            <w:pPr>
              <w:jc w:val="both"/>
              <w:rPr>
                <w:rFonts w:cs="Times New Roman"/>
              </w:rPr>
            </w:pPr>
          </w:p>
        </w:tc>
        <w:tc>
          <w:tcPr>
            <w:tcW w:w="1692" w:type="dxa"/>
            <w:gridSpan w:val="3"/>
            <w:tcBorders>
              <w:top w:val="nil"/>
              <w:left w:val="nil"/>
              <w:bottom w:val="nil"/>
              <w:right w:val="nil"/>
            </w:tcBorders>
          </w:tcPr>
          <w:p w14:paraId="42737749" w14:textId="77777777" w:rsidR="00DD119B" w:rsidRDefault="00DD119B" w:rsidP="00DD119B">
            <w:pPr>
              <w:jc w:val="both"/>
              <w:rPr>
                <w:rFonts w:cs="Times New Roman"/>
              </w:rPr>
            </w:pPr>
          </w:p>
        </w:tc>
        <w:tc>
          <w:tcPr>
            <w:tcW w:w="1658" w:type="dxa"/>
            <w:gridSpan w:val="2"/>
            <w:tcBorders>
              <w:top w:val="nil"/>
              <w:left w:val="nil"/>
              <w:bottom w:val="nil"/>
              <w:right w:val="nil"/>
            </w:tcBorders>
          </w:tcPr>
          <w:p w14:paraId="62B40CB3" w14:textId="77777777" w:rsidR="00DD119B" w:rsidRDefault="00DD119B" w:rsidP="00DD119B">
            <w:pPr>
              <w:jc w:val="both"/>
              <w:rPr>
                <w:rFonts w:cs="Times New Roman"/>
              </w:rPr>
            </w:pPr>
          </w:p>
        </w:tc>
        <w:tc>
          <w:tcPr>
            <w:tcW w:w="1542" w:type="dxa"/>
            <w:tcBorders>
              <w:top w:val="nil"/>
              <w:left w:val="nil"/>
              <w:bottom w:val="nil"/>
              <w:right w:val="nil"/>
            </w:tcBorders>
          </w:tcPr>
          <w:p w14:paraId="30581F6C" w14:textId="77777777" w:rsidR="00DD119B" w:rsidRDefault="00DD119B" w:rsidP="00DD119B">
            <w:pPr>
              <w:jc w:val="both"/>
              <w:rPr>
                <w:rFonts w:cs="Times New Roman"/>
              </w:rPr>
            </w:pPr>
          </w:p>
        </w:tc>
      </w:tr>
      <w:tr w:rsidR="00DD119B" w14:paraId="394BD930" w14:textId="77777777" w:rsidTr="000E6756">
        <w:tc>
          <w:tcPr>
            <w:tcW w:w="4652" w:type="dxa"/>
            <w:gridSpan w:val="5"/>
          </w:tcPr>
          <w:p w14:paraId="65EBEA44" w14:textId="77777777" w:rsidR="00DD119B" w:rsidRPr="00465E56" w:rsidRDefault="00DD119B" w:rsidP="00DD119B">
            <w:pPr>
              <w:jc w:val="both"/>
              <w:rPr>
                <w:rFonts w:cs="Times New Roman"/>
              </w:rPr>
            </w:pPr>
          </w:p>
        </w:tc>
        <w:tc>
          <w:tcPr>
            <w:tcW w:w="1742" w:type="dxa"/>
            <w:gridSpan w:val="3"/>
            <w:tcBorders>
              <w:right w:val="single" w:sz="4" w:space="0" w:color="auto"/>
            </w:tcBorders>
          </w:tcPr>
          <w:p w14:paraId="268724F8" w14:textId="77777777" w:rsidR="00DD119B" w:rsidRPr="00465E56" w:rsidRDefault="00DD119B" w:rsidP="00DD119B">
            <w:pPr>
              <w:jc w:val="both"/>
              <w:rPr>
                <w:rFonts w:cs="Times New Roman"/>
              </w:rPr>
            </w:pPr>
          </w:p>
        </w:tc>
        <w:tc>
          <w:tcPr>
            <w:tcW w:w="1328" w:type="dxa"/>
            <w:tcBorders>
              <w:top w:val="nil"/>
              <w:left w:val="single" w:sz="4" w:space="0" w:color="auto"/>
              <w:bottom w:val="nil"/>
              <w:right w:val="nil"/>
            </w:tcBorders>
          </w:tcPr>
          <w:p w14:paraId="29A21802" w14:textId="77777777" w:rsidR="00DD119B" w:rsidRDefault="00DD119B" w:rsidP="00DD119B">
            <w:pPr>
              <w:jc w:val="both"/>
              <w:rPr>
                <w:rFonts w:cs="Times New Roman"/>
              </w:rPr>
            </w:pPr>
          </w:p>
        </w:tc>
        <w:tc>
          <w:tcPr>
            <w:tcW w:w="1692" w:type="dxa"/>
            <w:gridSpan w:val="3"/>
            <w:tcBorders>
              <w:top w:val="nil"/>
              <w:left w:val="nil"/>
              <w:bottom w:val="nil"/>
              <w:right w:val="nil"/>
            </w:tcBorders>
          </w:tcPr>
          <w:p w14:paraId="4A7FDD5E" w14:textId="77777777" w:rsidR="00DD119B" w:rsidRDefault="00DD119B" w:rsidP="00DD119B">
            <w:pPr>
              <w:jc w:val="both"/>
              <w:rPr>
                <w:rFonts w:cs="Times New Roman"/>
              </w:rPr>
            </w:pPr>
          </w:p>
        </w:tc>
        <w:tc>
          <w:tcPr>
            <w:tcW w:w="1658" w:type="dxa"/>
            <w:gridSpan w:val="2"/>
            <w:tcBorders>
              <w:top w:val="nil"/>
              <w:left w:val="nil"/>
              <w:bottom w:val="nil"/>
              <w:right w:val="nil"/>
            </w:tcBorders>
          </w:tcPr>
          <w:p w14:paraId="265C346B" w14:textId="77777777" w:rsidR="00DD119B" w:rsidRDefault="00DD119B" w:rsidP="00DD119B">
            <w:pPr>
              <w:jc w:val="both"/>
              <w:rPr>
                <w:rFonts w:cs="Times New Roman"/>
              </w:rPr>
            </w:pPr>
          </w:p>
        </w:tc>
        <w:tc>
          <w:tcPr>
            <w:tcW w:w="1542" w:type="dxa"/>
            <w:tcBorders>
              <w:top w:val="nil"/>
              <w:left w:val="nil"/>
              <w:bottom w:val="nil"/>
              <w:right w:val="nil"/>
            </w:tcBorders>
          </w:tcPr>
          <w:p w14:paraId="3A53BB79" w14:textId="77777777" w:rsidR="00DD119B" w:rsidRDefault="00DD119B" w:rsidP="00DD119B">
            <w:pPr>
              <w:jc w:val="both"/>
              <w:rPr>
                <w:rFonts w:cs="Times New Roman"/>
              </w:rPr>
            </w:pPr>
          </w:p>
        </w:tc>
      </w:tr>
      <w:tr w:rsidR="00DD119B" w14:paraId="253BA736" w14:textId="77777777" w:rsidTr="000E6756">
        <w:tc>
          <w:tcPr>
            <w:tcW w:w="4652" w:type="dxa"/>
            <w:gridSpan w:val="5"/>
          </w:tcPr>
          <w:p w14:paraId="2DD7E42D" w14:textId="77777777" w:rsidR="00DD119B" w:rsidRPr="00465E56" w:rsidRDefault="00DD119B" w:rsidP="00DD119B">
            <w:pPr>
              <w:jc w:val="both"/>
              <w:rPr>
                <w:rFonts w:cs="Times New Roman"/>
              </w:rPr>
            </w:pPr>
            <w:r w:rsidRPr="00465E56">
              <w:rPr>
                <w:rFonts w:cs="Times New Roman"/>
              </w:rPr>
              <w:t>Kopējā vērtība (</w:t>
            </w:r>
            <w:r w:rsidRPr="00465E56">
              <w:rPr>
                <w:rFonts w:cs="Times New Roman"/>
                <w:i/>
              </w:rPr>
              <w:t>euro</w:t>
            </w:r>
            <w:r w:rsidRPr="00465E56">
              <w:rPr>
                <w:rFonts w:cs="Times New Roman"/>
              </w:rPr>
              <w:t>)</w:t>
            </w:r>
          </w:p>
        </w:tc>
        <w:tc>
          <w:tcPr>
            <w:tcW w:w="1742" w:type="dxa"/>
            <w:gridSpan w:val="3"/>
            <w:tcBorders>
              <w:right w:val="single" w:sz="4" w:space="0" w:color="auto"/>
            </w:tcBorders>
          </w:tcPr>
          <w:p w14:paraId="4E594EBD" w14:textId="77777777" w:rsidR="00DD119B" w:rsidRPr="00465E56" w:rsidRDefault="00DD119B" w:rsidP="00DD119B">
            <w:pPr>
              <w:jc w:val="both"/>
              <w:rPr>
                <w:rFonts w:cs="Times New Roman"/>
              </w:rPr>
            </w:pPr>
          </w:p>
        </w:tc>
        <w:tc>
          <w:tcPr>
            <w:tcW w:w="1328" w:type="dxa"/>
            <w:tcBorders>
              <w:top w:val="nil"/>
              <w:left w:val="single" w:sz="4" w:space="0" w:color="auto"/>
              <w:bottom w:val="nil"/>
              <w:right w:val="nil"/>
            </w:tcBorders>
          </w:tcPr>
          <w:p w14:paraId="532E91EF" w14:textId="77777777" w:rsidR="00DD119B" w:rsidRDefault="00DD119B" w:rsidP="00DD119B">
            <w:pPr>
              <w:jc w:val="both"/>
              <w:rPr>
                <w:rFonts w:cs="Times New Roman"/>
              </w:rPr>
            </w:pPr>
          </w:p>
        </w:tc>
        <w:tc>
          <w:tcPr>
            <w:tcW w:w="1692" w:type="dxa"/>
            <w:gridSpan w:val="3"/>
            <w:tcBorders>
              <w:top w:val="nil"/>
              <w:left w:val="nil"/>
              <w:bottom w:val="nil"/>
              <w:right w:val="nil"/>
            </w:tcBorders>
          </w:tcPr>
          <w:p w14:paraId="3CA15F88" w14:textId="77777777" w:rsidR="00DD119B" w:rsidRDefault="00DD119B" w:rsidP="00DD119B">
            <w:pPr>
              <w:jc w:val="both"/>
              <w:rPr>
                <w:rFonts w:cs="Times New Roman"/>
              </w:rPr>
            </w:pPr>
          </w:p>
        </w:tc>
        <w:tc>
          <w:tcPr>
            <w:tcW w:w="1658" w:type="dxa"/>
            <w:gridSpan w:val="2"/>
            <w:tcBorders>
              <w:top w:val="nil"/>
              <w:left w:val="nil"/>
              <w:bottom w:val="nil"/>
              <w:right w:val="nil"/>
            </w:tcBorders>
          </w:tcPr>
          <w:p w14:paraId="15DAB8DA" w14:textId="77777777" w:rsidR="00DD119B" w:rsidRDefault="00DD119B" w:rsidP="00DD119B">
            <w:pPr>
              <w:jc w:val="both"/>
              <w:rPr>
                <w:rFonts w:cs="Times New Roman"/>
              </w:rPr>
            </w:pPr>
          </w:p>
        </w:tc>
        <w:tc>
          <w:tcPr>
            <w:tcW w:w="1542" w:type="dxa"/>
            <w:tcBorders>
              <w:top w:val="nil"/>
              <w:left w:val="nil"/>
              <w:bottom w:val="nil"/>
              <w:right w:val="nil"/>
            </w:tcBorders>
          </w:tcPr>
          <w:p w14:paraId="02F251E0" w14:textId="77777777" w:rsidR="00DD119B" w:rsidRDefault="00DD119B" w:rsidP="00DD119B">
            <w:pPr>
              <w:jc w:val="both"/>
              <w:rPr>
                <w:rFonts w:cs="Times New Roman"/>
              </w:rPr>
            </w:pPr>
          </w:p>
        </w:tc>
      </w:tr>
      <w:tr w:rsidR="00DD119B" w14:paraId="6B365A6C" w14:textId="77777777" w:rsidTr="000E6756">
        <w:tc>
          <w:tcPr>
            <w:tcW w:w="4652" w:type="dxa"/>
            <w:gridSpan w:val="5"/>
          </w:tcPr>
          <w:p w14:paraId="7C8A9C3B" w14:textId="77777777" w:rsidR="00DD119B" w:rsidRPr="00465E56" w:rsidRDefault="00DD119B" w:rsidP="00DD119B">
            <w:pPr>
              <w:jc w:val="both"/>
              <w:rPr>
                <w:rFonts w:cs="Times New Roman"/>
              </w:rPr>
            </w:pPr>
          </w:p>
        </w:tc>
        <w:tc>
          <w:tcPr>
            <w:tcW w:w="1742" w:type="dxa"/>
            <w:gridSpan w:val="3"/>
            <w:tcBorders>
              <w:right w:val="single" w:sz="4" w:space="0" w:color="auto"/>
            </w:tcBorders>
          </w:tcPr>
          <w:p w14:paraId="6C987D90" w14:textId="77777777" w:rsidR="00DD119B" w:rsidRPr="00465E56" w:rsidRDefault="00DD119B" w:rsidP="00DD119B">
            <w:pPr>
              <w:jc w:val="both"/>
              <w:rPr>
                <w:rFonts w:cs="Times New Roman"/>
              </w:rPr>
            </w:pPr>
          </w:p>
        </w:tc>
        <w:tc>
          <w:tcPr>
            <w:tcW w:w="1328" w:type="dxa"/>
            <w:tcBorders>
              <w:top w:val="nil"/>
              <w:left w:val="single" w:sz="4" w:space="0" w:color="auto"/>
              <w:bottom w:val="nil"/>
              <w:right w:val="nil"/>
            </w:tcBorders>
          </w:tcPr>
          <w:p w14:paraId="31160083" w14:textId="77777777" w:rsidR="00DD119B" w:rsidRDefault="00DD119B" w:rsidP="00DD119B">
            <w:pPr>
              <w:jc w:val="both"/>
              <w:rPr>
                <w:rFonts w:cs="Times New Roman"/>
              </w:rPr>
            </w:pPr>
          </w:p>
        </w:tc>
        <w:tc>
          <w:tcPr>
            <w:tcW w:w="1692" w:type="dxa"/>
            <w:gridSpan w:val="3"/>
            <w:tcBorders>
              <w:top w:val="nil"/>
              <w:left w:val="nil"/>
              <w:bottom w:val="nil"/>
              <w:right w:val="nil"/>
            </w:tcBorders>
          </w:tcPr>
          <w:p w14:paraId="341E7D87" w14:textId="77777777" w:rsidR="00DD119B" w:rsidRDefault="00DD119B" w:rsidP="00DD119B">
            <w:pPr>
              <w:jc w:val="both"/>
              <w:rPr>
                <w:rFonts w:cs="Times New Roman"/>
              </w:rPr>
            </w:pPr>
          </w:p>
        </w:tc>
        <w:tc>
          <w:tcPr>
            <w:tcW w:w="1658" w:type="dxa"/>
            <w:gridSpan w:val="2"/>
            <w:tcBorders>
              <w:top w:val="nil"/>
              <w:left w:val="nil"/>
              <w:bottom w:val="nil"/>
              <w:right w:val="nil"/>
            </w:tcBorders>
          </w:tcPr>
          <w:p w14:paraId="10C27904" w14:textId="77777777" w:rsidR="00DD119B" w:rsidRDefault="00DD119B" w:rsidP="00DD119B">
            <w:pPr>
              <w:jc w:val="both"/>
              <w:rPr>
                <w:rFonts w:cs="Times New Roman"/>
              </w:rPr>
            </w:pPr>
          </w:p>
        </w:tc>
        <w:tc>
          <w:tcPr>
            <w:tcW w:w="1542" w:type="dxa"/>
            <w:tcBorders>
              <w:top w:val="nil"/>
              <w:left w:val="nil"/>
              <w:bottom w:val="nil"/>
              <w:right w:val="nil"/>
            </w:tcBorders>
          </w:tcPr>
          <w:p w14:paraId="0FA9412F" w14:textId="77777777" w:rsidR="00DD119B" w:rsidRDefault="00DD119B" w:rsidP="00DD119B">
            <w:pPr>
              <w:jc w:val="both"/>
              <w:rPr>
                <w:rFonts w:cs="Times New Roman"/>
              </w:rPr>
            </w:pPr>
          </w:p>
        </w:tc>
      </w:tr>
      <w:tr w:rsidR="00DD119B" w:rsidRPr="005714BA" w14:paraId="45845A2F" w14:textId="77777777" w:rsidTr="000E6756">
        <w:trPr>
          <w:gridAfter w:val="6"/>
          <w:wAfter w:w="4892" w:type="dxa"/>
        </w:trPr>
        <w:tc>
          <w:tcPr>
            <w:tcW w:w="6394" w:type="dxa"/>
            <w:gridSpan w:val="8"/>
            <w:tcBorders>
              <w:bottom w:val="single" w:sz="4" w:space="0" w:color="auto"/>
              <w:right w:val="single" w:sz="4" w:space="0" w:color="auto"/>
            </w:tcBorders>
          </w:tcPr>
          <w:p w14:paraId="1F37E3D6" w14:textId="77777777" w:rsidR="00DD119B" w:rsidRPr="00465E56" w:rsidRDefault="00DD119B" w:rsidP="00DD119B">
            <w:pPr>
              <w:jc w:val="both"/>
              <w:rPr>
                <w:rFonts w:cs="Times New Roman"/>
                <w:b/>
              </w:rPr>
            </w:pPr>
            <w:r w:rsidRPr="00465E56">
              <w:rPr>
                <w:rFonts w:cs="Times New Roman"/>
                <w:b/>
              </w:rPr>
              <w:t>6. Citi aktīvi (aizdevumi utt.)</w:t>
            </w:r>
          </w:p>
        </w:tc>
        <w:tc>
          <w:tcPr>
            <w:tcW w:w="1328" w:type="dxa"/>
            <w:tcBorders>
              <w:top w:val="nil"/>
              <w:left w:val="single" w:sz="4" w:space="0" w:color="auto"/>
              <w:bottom w:val="nil"/>
              <w:right w:val="nil"/>
            </w:tcBorders>
          </w:tcPr>
          <w:p w14:paraId="3E2C534C" w14:textId="77777777" w:rsidR="00DD119B" w:rsidRPr="00753354" w:rsidRDefault="00DD119B" w:rsidP="00DD119B">
            <w:pPr>
              <w:jc w:val="both"/>
              <w:rPr>
                <w:rFonts w:cs="Times New Roman"/>
                <w:b/>
              </w:rPr>
            </w:pPr>
          </w:p>
        </w:tc>
      </w:tr>
      <w:tr w:rsidR="00DD119B" w:rsidRPr="0071348A" w14:paraId="6517BB96"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0184932C" w14:textId="77777777" w:rsidR="00DD119B" w:rsidRPr="00753354" w:rsidRDefault="00DD119B" w:rsidP="00DD119B">
            <w:pPr>
              <w:jc w:val="center"/>
              <w:rPr>
                <w:rFonts w:cs="Times New Roman"/>
              </w:rPr>
            </w:pPr>
            <w:r w:rsidRPr="00753354">
              <w:rPr>
                <w:rFonts w:cs="Times New Roman"/>
              </w:rPr>
              <w:t>Aktīvs</w:t>
            </w:r>
          </w:p>
        </w:tc>
        <w:tc>
          <w:tcPr>
            <w:tcW w:w="1701" w:type="dxa"/>
            <w:tcBorders>
              <w:top w:val="single" w:sz="4" w:space="0" w:color="auto"/>
            </w:tcBorders>
            <w:shd w:val="clear" w:color="auto" w:fill="D9D9D9" w:themeFill="background1" w:themeFillShade="D9"/>
            <w:vAlign w:val="center"/>
          </w:tcPr>
          <w:p w14:paraId="560EA725"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Vērtība</w:t>
            </w:r>
          </w:p>
        </w:tc>
        <w:tc>
          <w:tcPr>
            <w:tcW w:w="1391" w:type="dxa"/>
            <w:gridSpan w:val="2"/>
            <w:tcBorders>
              <w:top w:val="single" w:sz="4" w:space="0" w:color="auto"/>
            </w:tcBorders>
            <w:shd w:val="clear" w:color="auto" w:fill="D9D9D9" w:themeFill="background1" w:themeFillShade="D9"/>
            <w:vAlign w:val="center"/>
          </w:tcPr>
          <w:p w14:paraId="0B2F1E12"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Valūta</w:t>
            </w:r>
          </w:p>
        </w:tc>
        <w:tc>
          <w:tcPr>
            <w:tcW w:w="1742" w:type="dxa"/>
            <w:gridSpan w:val="3"/>
            <w:tcBorders>
              <w:top w:val="single" w:sz="4" w:space="0" w:color="auto"/>
              <w:right w:val="single" w:sz="4" w:space="0" w:color="auto"/>
            </w:tcBorders>
            <w:shd w:val="clear" w:color="auto" w:fill="D9D9D9" w:themeFill="background1" w:themeFillShade="D9"/>
            <w:vAlign w:val="center"/>
          </w:tcPr>
          <w:p w14:paraId="29A15F7F"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Termiņš</w:t>
            </w:r>
          </w:p>
        </w:tc>
        <w:tc>
          <w:tcPr>
            <w:tcW w:w="1328" w:type="dxa"/>
            <w:tcBorders>
              <w:top w:val="nil"/>
              <w:left w:val="single" w:sz="4" w:space="0" w:color="auto"/>
              <w:bottom w:val="nil"/>
              <w:right w:val="nil"/>
            </w:tcBorders>
            <w:shd w:val="clear" w:color="auto" w:fill="auto"/>
          </w:tcPr>
          <w:p w14:paraId="2ED96580" w14:textId="77777777" w:rsidR="00DD119B" w:rsidRPr="00753354" w:rsidRDefault="00DD119B" w:rsidP="00DD119B">
            <w:pPr>
              <w:jc w:val="center"/>
              <w:rPr>
                <w:rFonts w:eastAsia="Times New Roman" w:cs="Times New Roman"/>
                <w:color w:val="000000"/>
              </w:rPr>
            </w:pPr>
          </w:p>
        </w:tc>
      </w:tr>
      <w:tr w:rsidR="00DD119B" w14:paraId="5C5C5660" w14:textId="77777777" w:rsidTr="000E6756">
        <w:trPr>
          <w:gridAfter w:val="6"/>
          <w:wAfter w:w="4892" w:type="dxa"/>
        </w:trPr>
        <w:tc>
          <w:tcPr>
            <w:tcW w:w="1560" w:type="dxa"/>
            <w:gridSpan w:val="2"/>
          </w:tcPr>
          <w:p w14:paraId="5A844C65" w14:textId="77777777" w:rsidR="00DD119B" w:rsidRPr="00753354" w:rsidRDefault="00DD119B" w:rsidP="00DD119B">
            <w:pPr>
              <w:jc w:val="both"/>
              <w:rPr>
                <w:rFonts w:cs="Times New Roman"/>
              </w:rPr>
            </w:pPr>
          </w:p>
        </w:tc>
        <w:tc>
          <w:tcPr>
            <w:tcW w:w="1701" w:type="dxa"/>
          </w:tcPr>
          <w:p w14:paraId="2073B5E8" w14:textId="77777777" w:rsidR="00DD119B" w:rsidRPr="00753354" w:rsidRDefault="00DD119B" w:rsidP="00DD119B">
            <w:pPr>
              <w:jc w:val="both"/>
              <w:rPr>
                <w:rFonts w:cs="Times New Roman"/>
              </w:rPr>
            </w:pPr>
          </w:p>
        </w:tc>
        <w:tc>
          <w:tcPr>
            <w:tcW w:w="1391" w:type="dxa"/>
            <w:gridSpan w:val="2"/>
          </w:tcPr>
          <w:p w14:paraId="12163863"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797DDCCB"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tcPr>
          <w:p w14:paraId="6C8C45BD" w14:textId="77777777" w:rsidR="00DD119B" w:rsidRPr="00753354" w:rsidRDefault="00DD119B" w:rsidP="00DD119B">
            <w:pPr>
              <w:jc w:val="both"/>
              <w:rPr>
                <w:rFonts w:cs="Times New Roman"/>
              </w:rPr>
            </w:pPr>
          </w:p>
        </w:tc>
      </w:tr>
      <w:tr w:rsidR="00DD119B" w14:paraId="3044A2E9" w14:textId="77777777" w:rsidTr="000E6756">
        <w:trPr>
          <w:gridAfter w:val="6"/>
          <w:wAfter w:w="4892" w:type="dxa"/>
        </w:trPr>
        <w:tc>
          <w:tcPr>
            <w:tcW w:w="4652" w:type="dxa"/>
            <w:gridSpan w:val="5"/>
          </w:tcPr>
          <w:p w14:paraId="5D6A7E4F" w14:textId="77777777" w:rsidR="00DD119B" w:rsidRPr="00753354" w:rsidRDefault="00DD119B" w:rsidP="00DD119B">
            <w:pPr>
              <w:jc w:val="both"/>
              <w:rPr>
                <w:rFonts w:cs="Times New Roman"/>
              </w:rPr>
            </w:pPr>
            <w:r w:rsidRPr="00753354">
              <w:rPr>
                <w:rFonts w:cs="Times New Roman"/>
              </w:rPr>
              <w:t>Kopējā vērtība (</w:t>
            </w:r>
            <w:r w:rsidRPr="00753354">
              <w:rPr>
                <w:rFonts w:cs="Times New Roman"/>
                <w:i/>
              </w:rPr>
              <w:t>euro</w:t>
            </w:r>
            <w:r w:rsidRPr="00753354">
              <w:rPr>
                <w:rFonts w:cs="Times New Roman"/>
              </w:rPr>
              <w:t>)</w:t>
            </w:r>
          </w:p>
        </w:tc>
        <w:tc>
          <w:tcPr>
            <w:tcW w:w="1742" w:type="dxa"/>
            <w:gridSpan w:val="3"/>
            <w:tcBorders>
              <w:right w:val="single" w:sz="4" w:space="0" w:color="auto"/>
            </w:tcBorders>
          </w:tcPr>
          <w:p w14:paraId="597C89F2"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tcPr>
          <w:p w14:paraId="19C4DC50" w14:textId="77777777" w:rsidR="00DD119B" w:rsidRPr="00753354" w:rsidRDefault="00DD119B" w:rsidP="00DD119B">
            <w:pPr>
              <w:jc w:val="both"/>
              <w:rPr>
                <w:rFonts w:cs="Times New Roman"/>
              </w:rPr>
            </w:pPr>
          </w:p>
        </w:tc>
      </w:tr>
      <w:tr w:rsidR="00DD119B" w14:paraId="1CFB23CE" w14:textId="77777777" w:rsidTr="000E6756">
        <w:trPr>
          <w:gridAfter w:val="6"/>
          <w:wAfter w:w="4892" w:type="dxa"/>
        </w:trPr>
        <w:tc>
          <w:tcPr>
            <w:tcW w:w="4652" w:type="dxa"/>
            <w:gridSpan w:val="5"/>
          </w:tcPr>
          <w:p w14:paraId="542A80D0"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7D9C7FEE"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tcPr>
          <w:p w14:paraId="77E4BB87" w14:textId="77777777" w:rsidR="00DD119B" w:rsidRPr="00753354" w:rsidRDefault="00DD119B" w:rsidP="00DD119B">
            <w:pPr>
              <w:jc w:val="both"/>
              <w:rPr>
                <w:rFonts w:cs="Times New Roman"/>
              </w:rPr>
            </w:pPr>
          </w:p>
        </w:tc>
      </w:tr>
      <w:tr w:rsidR="00DD119B" w14:paraId="38A6BF49" w14:textId="77777777" w:rsidTr="000E6756">
        <w:trPr>
          <w:gridAfter w:val="6"/>
          <w:wAfter w:w="4892" w:type="dxa"/>
        </w:trPr>
        <w:tc>
          <w:tcPr>
            <w:tcW w:w="6394" w:type="dxa"/>
            <w:gridSpan w:val="8"/>
            <w:tcBorders>
              <w:right w:val="single" w:sz="4" w:space="0" w:color="auto"/>
            </w:tcBorders>
          </w:tcPr>
          <w:p w14:paraId="69994FC1" w14:textId="77777777" w:rsidR="00DD119B" w:rsidRPr="00753354" w:rsidRDefault="00DD119B" w:rsidP="00DD119B">
            <w:pPr>
              <w:jc w:val="both"/>
              <w:rPr>
                <w:rFonts w:cs="Times New Roman"/>
              </w:rPr>
            </w:pPr>
            <w:r w:rsidRPr="00753354">
              <w:rPr>
                <w:rFonts w:cs="Times New Roman"/>
                <w:b/>
              </w:rPr>
              <w:t>Kopējā aktīvu vērtība (</w:t>
            </w:r>
            <w:r w:rsidRPr="00753354">
              <w:rPr>
                <w:rFonts w:cs="Times New Roman"/>
                <w:b/>
                <w:i/>
              </w:rPr>
              <w:t>euro</w:t>
            </w:r>
            <w:r w:rsidRPr="00753354">
              <w:rPr>
                <w:rFonts w:cs="Times New Roman"/>
                <w:b/>
              </w:rPr>
              <w:t>)</w:t>
            </w:r>
            <w:r w:rsidRPr="00753354">
              <w:rPr>
                <w:rFonts w:cs="Times New Roman"/>
                <w:b/>
              </w:rPr>
              <w:tab/>
            </w:r>
          </w:p>
        </w:tc>
        <w:tc>
          <w:tcPr>
            <w:tcW w:w="1328" w:type="dxa"/>
            <w:tcBorders>
              <w:top w:val="nil"/>
              <w:left w:val="single" w:sz="4" w:space="0" w:color="auto"/>
              <w:bottom w:val="nil"/>
              <w:right w:val="nil"/>
            </w:tcBorders>
          </w:tcPr>
          <w:p w14:paraId="3995889D" w14:textId="77777777" w:rsidR="00DD119B" w:rsidRPr="00753354" w:rsidRDefault="00DD119B" w:rsidP="00DD119B">
            <w:pPr>
              <w:jc w:val="both"/>
              <w:rPr>
                <w:rFonts w:cs="Times New Roman"/>
                <w:b/>
              </w:rPr>
            </w:pPr>
          </w:p>
        </w:tc>
      </w:tr>
      <w:tr w:rsidR="00A62F53" w14:paraId="12A6A43B" w14:textId="77777777" w:rsidTr="00D116B0">
        <w:trPr>
          <w:gridAfter w:val="6"/>
          <w:wAfter w:w="4892" w:type="dxa"/>
        </w:trPr>
        <w:tc>
          <w:tcPr>
            <w:tcW w:w="4652" w:type="dxa"/>
            <w:gridSpan w:val="5"/>
          </w:tcPr>
          <w:p w14:paraId="3FF2542E" w14:textId="77777777" w:rsidR="00A62F53" w:rsidRPr="00753354" w:rsidRDefault="00A62F53" w:rsidP="00D116B0">
            <w:pPr>
              <w:jc w:val="both"/>
              <w:rPr>
                <w:rFonts w:cs="Times New Roman"/>
              </w:rPr>
            </w:pPr>
          </w:p>
        </w:tc>
        <w:tc>
          <w:tcPr>
            <w:tcW w:w="1742" w:type="dxa"/>
            <w:gridSpan w:val="3"/>
            <w:tcBorders>
              <w:right w:val="single" w:sz="4" w:space="0" w:color="auto"/>
            </w:tcBorders>
          </w:tcPr>
          <w:p w14:paraId="4E944B04" w14:textId="77777777" w:rsidR="00A62F53" w:rsidRPr="00753354" w:rsidRDefault="00A62F53" w:rsidP="00D116B0">
            <w:pPr>
              <w:jc w:val="both"/>
              <w:rPr>
                <w:rFonts w:cs="Times New Roman"/>
              </w:rPr>
            </w:pPr>
          </w:p>
        </w:tc>
        <w:tc>
          <w:tcPr>
            <w:tcW w:w="1328" w:type="dxa"/>
            <w:tcBorders>
              <w:top w:val="nil"/>
              <w:left w:val="single" w:sz="4" w:space="0" w:color="auto"/>
              <w:bottom w:val="nil"/>
              <w:right w:val="nil"/>
            </w:tcBorders>
            <w:shd w:val="clear" w:color="auto" w:fill="auto"/>
          </w:tcPr>
          <w:p w14:paraId="2A0EBE48" w14:textId="77777777" w:rsidR="00A62F53" w:rsidRPr="00753354" w:rsidRDefault="00A62F53" w:rsidP="00D116B0">
            <w:pPr>
              <w:jc w:val="both"/>
              <w:rPr>
                <w:rFonts w:cs="Times New Roman"/>
              </w:rPr>
            </w:pPr>
          </w:p>
        </w:tc>
      </w:tr>
      <w:tr w:rsidR="00DD119B" w:rsidRPr="005714BA" w14:paraId="36E79E37" w14:textId="77777777" w:rsidTr="00B31D0B">
        <w:trPr>
          <w:gridAfter w:val="6"/>
          <w:wAfter w:w="4892" w:type="dxa"/>
          <w:trHeight w:val="268"/>
        </w:trPr>
        <w:tc>
          <w:tcPr>
            <w:tcW w:w="6394" w:type="dxa"/>
            <w:gridSpan w:val="8"/>
            <w:tcBorders>
              <w:bottom w:val="single" w:sz="4" w:space="0" w:color="auto"/>
              <w:right w:val="single" w:sz="4" w:space="0" w:color="auto"/>
            </w:tcBorders>
          </w:tcPr>
          <w:p w14:paraId="0F00B2BF" w14:textId="77777777" w:rsidR="00DD119B" w:rsidRPr="00753354" w:rsidRDefault="00DD119B" w:rsidP="00DD119B">
            <w:pPr>
              <w:jc w:val="both"/>
              <w:rPr>
                <w:rFonts w:cs="Times New Roman"/>
                <w:b/>
              </w:rPr>
            </w:pPr>
            <w:r w:rsidRPr="00753354">
              <w:rPr>
                <w:rFonts w:cs="Times New Roman"/>
                <w:b/>
              </w:rPr>
              <w:t>7. Saistības</w:t>
            </w:r>
          </w:p>
        </w:tc>
        <w:tc>
          <w:tcPr>
            <w:tcW w:w="1328" w:type="dxa"/>
            <w:tcBorders>
              <w:top w:val="nil"/>
              <w:left w:val="single" w:sz="4" w:space="0" w:color="auto"/>
              <w:bottom w:val="nil"/>
              <w:right w:val="nil"/>
            </w:tcBorders>
          </w:tcPr>
          <w:p w14:paraId="28D60E19" w14:textId="77777777" w:rsidR="00DD119B" w:rsidRPr="00753354" w:rsidRDefault="00DD119B" w:rsidP="00DD119B">
            <w:pPr>
              <w:jc w:val="both"/>
              <w:rPr>
                <w:rFonts w:cs="Times New Roman"/>
                <w:b/>
              </w:rPr>
            </w:pPr>
          </w:p>
        </w:tc>
      </w:tr>
      <w:tr w:rsidR="00DD119B" w:rsidRPr="0071348A" w14:paraId="06B41B42"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6EAD623E" w14:textId="77777777" w:rsidR="00DD119B" w:rsidRPr="00753354" w:rsidRDefault="00DD119B" w:rsidP="00A62F53">
            <w:pPr>
              <w:spacing w:before="120"/>
              <w:jc w:val="center"/>
              <w:rPr>
                <w:rFonts w:cs="Times New Roman"/>
              </w:rPr>
            </w:pPr>
            <w:r w:rsidRPr="00753354">
              <w:rPr>
                <w:rFonts w:cs="Times New Roman"/>
              </w:rPr>
              <w:t>Aizdevējs</w:t>
            </w:r>
          </w:p>
        </w:tc>
        <w:tc>
          <w:tcPr>
            <w:tcW w:w="1701" w:type="dxa"/>
            <w:tcBorders>
              <w:top w:val="single" w:sz="4" w:space="0" w:color="auto"/>
            </w:tcBorders>
            <w:shd w:val="clear" w:color="auto" w:fill="D9D9D9" w:themeFill="background1" w:themeFillShade="D9"/>
            <w:vAlign w:val="center"/>
          </w:tcPr>
          <w:p w14:paraId="0C9EE28E"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Dzēšanas termiņš</w:t>
            </w:r>
          </w:p>
        </w:tc>
        <w:tc>
          <w:tcPr>
            <w:tcW w:w="1391" w:type="dxa"/>
            <w:gridSpan w:val="2"/>
            <w:tcBorders>
              <w:top w:val="single" w:sz="4" w:space="0" w:color="auto"/>
            </w:tcBorders>
            <w:shd w:val="clear" w:color="auto" w:fill="D9D9D9" w:themeFill="background1" w:themeFillShade="D9"/>
            <w:vAlign w:val="center"/>
          </w:tcPr>
          <w:p w14:paraId="46662924"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Apmērs</w:t>
            </w:r>
          </w:p>
        </w:tc>
        <w:tc>
          <w:tcPr>
            <w:tcW w:w="1742" w:type="dxa"/>
            <w:gridSpan w:val="3"/>
            <w:tcBorders>
              <w:top w:val="single" w:sz="4" w:space="0" w:color="auto"/>
              <w:right w:val="single" w:sz="4" w:space="0" w:color="auto"/>
            </w:tcBorders>
            <w:shd w:val="clear" w:color="auto" w:fill="D9D9D9" w:themeFill="background1" w:themeFillShade="D9"/>
            <w:vAlign w:val="center"/>
          </w:tcPr>
          <w:p w14:paraId="584535D3"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Valūta</w:t>
            </w:r>
          </w:p>
        </w:tc>
        <w:tc>
          <w:tcPr>
            <w:tcW w:w="1328" w:type="dxa"/>
            <w:tcBorders>
              <w:top w:val="nil"/>
              <w:left w:val="single" w:sz="4" w:space="0" w:color="auto"/>
              <w:bottom w:val="nil"/>
              <w:right w:val="nil"/>
            </w:tcBorders>
            <w:shd w:val="clear" w:color="auto" w:fill="auto"/>
          </w:tcPr>
          <w:p w14:paraId="722EC122" w14:textId="77777777" w:rsidR="00DD119B" w:rsidRPr="00753354" w:rsidRDefault="00DD119B" w:rsidP="00DD119B">
            <w:pPr>
              <w:jc w:val="center"/>
              <w:rPr>
                <w:rFonts w:eastAsia="Times New Roman" w:cs="Times New Roman"/>
                <w:color w:val="000000"/>
              </w:rPr>
            </w:pPr>
          </w:p>
        </w:tc>
      </w:tr>
      <w:tr w:rsidR="00DD119B" w14:paraId="78422CE5" w14:textId="77777777" w:rsidTr="000E6756">
        <w:trPr>
          <w:gridAfter w:val="6"/>
          <w:wAfter w:w="4892" w:type="dxa"/>
        </w:trPr>
        <w:tc>
          <w:tcPr>
            <w:tcW w:w="1560" w:type="dxa"/>
            <w:gridSpan w:val="2"/>
          </w:tcPr>
          <w:p w14:paraId="468667A7" w14:textId="77777777" w:rsidR="00DD119B" w:rsidRPr="00753354" w:rsidRDefault="00DD119B" w:rsidP="00DD119B">
            <w:pPr>
              <w:jc w:val="both"/>
              <w:rPr>
                <w:rFonts w:cs="Times New Roman"/>
              </w:rPr>
            </w:pPr>
          </w:p>
        </w:tc>
        <w:tc>
          <w:tcPr>
            <w:tcW w:w="1701" w:type="dxa"/>
          </w:tcPr>
          <w:p w14:paraId="2D433FBF" w14:textId="77777777" w:rsidR="00DD119B" w:rsidRPr="00753354" w:rsidRDefault="00DD119B" w:rsidP="00DD119B">
            <w:pPr>
              <w:jc w:val="both"/>
              <w:rPr>
                <w:rFonts w:cs="Times New Roman"/>
              </w:rPr>
            </w:pPr>
          </w:p>
        </w:tc>
        <w:tc>
          <w:tcPr>
            <w:tcW w:w="1391" w:type="dxa"/>
            <w:gridSpan w:val="2"/>
          </w:tcPr>
          <w:p w14:paraId="07F14035"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4D38DF1C"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19D4154F" w14:textId="77777777" w:rsidR="00DD119B" w:rsidRPr="00753354" w:rsidRDefault="00DD119B" w:rsidP="00DD119B">
            <w:pPr>
              <w:jc w:val="both"/>
              <w:rPr>
                <w:rFonts w:cs="Times New Roman"/>
              </w:rPr>
            </w:pPr>
          </w:p>
        </w:tc>
      </w:tr>
      <w:tr w:rsidR="00DD119B" w14:paraId="28926CD1" w14:textId="77777777" w:rsidTr="000E6756">
        <w:trPr>
          <w:gridAfter w:val="6"/>
          <w:wAfter w:w="4892" w:type="dxa"/>
        </w:trPr>
        <w:tc>
          <w:tcPr>
            <w:tcW w:w="4652" w:type="dxa"/>
            <w:gridSpan w:val="5"/>
          </w:tcPr>
          <w:p w14:paraId="1DC14C0C" w14:textId="77777777" w:rsidR="00DD119B" w:rsidRPr="00753354" w:rsidRDefault="00DD119B" w:rsidP="00DD119B">
            <w:pPr>
              <w:jc w:val="both"/>
              <w:rPr>
                <w:rFonts w:cs="Times New Roman"/>
              </w:rPr>
            </w:pPr>
            <w:r w:rsidRPr="00753354">
              <w:rPr>
                <w:rFonts w:cs="Times New Roman"/>
              </w:rPr>
              <w:t>Kopējie aktīvi (</w:t>
            </w:r>
            <w:r w:rsidRPr="00753354">
              <w:rPr>
                <w:rFonts w:cs="Times New Roman"/>
                <w:i/>
              </w:rPr>
              <w:t>euro</w:t>
            </w:r>
            <w:r w:rsidRPr="00753354">
              <w:rPr>
                <w:rFonts w:cs="Times New Roman"/>
              </w:rPr>
              <w:t>)</w:t>
            </w:r>
          </w:p>
        </w:tc>
        <w:tc>
          <w:tcPr>
            <w:tcW w:w="1742" w:type="dxa"/>
            <w:gridSpan w:val="3"/>
            <w:tcBorders>
              <w:right w:val="single" w:sz="4" w:space="0" w:color="auto"/>
            </w:tcBorders>
          </w:tcPr>
          <w:p w14:paraId="1B8F2FC5"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5F285003" w14:textId="77777777" w:rsidR="00DD119B" w:rsidRPr="00753354" w:rsidRDefault="00DD119B" w:rsidP="00DD119B">
            <w:pPr>
              <w:jc w:val="both"/>
              <w:rPr>
                <w:rFonts w:cs="Times New Roman"/>
              </w:rPr>
            </w:pPr>
          </w:p>
        </w:tc>
      </w:tr>
      <w:tr w:rsidR="00DD119B" w14:paraId="0528493C" w14:textId="77777777" w:rsidTr="000E6756">
        <w:trPr>
          <w:gridAfter w:val="6"/>
          <w:wAfter w:w="4892" w:type="dxa"/>
        </w:trPr>
        <w:tc>
          <w:tcPr>
            <w:tcW w:w="4652" w:type="dxa"/>
            <w:gridSpan w:val="5"/>
          </w:tcPr>
          <w:p w14:paraId="14654CB8"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0D3CEA91"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74FF673B" w14:textId="77777777" w:rsidR="00DD119B" w:rsidRPr="00753354" w:rsidRDefault="00DD119B" w:rsidP="00DD119B">
            <w:pPr>
              <w:jc w:val="both"/>
              <w:rPr>
                <w:rFonts w:cs="Times New Roman"/>
              </w:rPr>
            </w:pPr>
          </w:p>
        </w:tc>
      </w:tr>
      <w:tr w:rsidR="00DD119B" w:rsidRPr="005714BA" w14:paraId="04E0DCAC" w14:textId="77777777" w:rsidTr="000E6756">
        <w:trPr>
          <w:gridAfter w:val="6"/>
          <w:wAfter w:w="4892" w:type="dxa"/>
        </w:trPr>
        <w:tc>
          <w:tcPr>
            <w:tcW w:w="6394" w:type="dxa"/>
            <w:gridSpan w:val="8"/>
            <w:tcBorders>
              <w:bottom w:val="single" w:sz="4" w:space="0" w:color="auto"/>
              <w:right w:val="single" w:sz="4" w:space="0" w:color="auto"/>
            </w:tcBorders>
          </w:tcPr>
          <w:p w14:paraId="758E2D94" w14:textId="77777777" w:rsidR="00DD119B" w:rsidRPr="00753354" w:rsidRDefault="00DD119B" w:rsidP="00DD119B">
            <w:pPr>
              <w:jc w:val="both"/>
              <w:rPr>
                <w:rFonts w:cs="Times New Roman"/>
                <w:b/>
              </w:rPr>
            </w:pPr>
            <w:r w:rsidRPr="00753354">
              <w:rPr>
                <w:rFonts w:cs="Times New Roman"/>
                <w:b/>
              </w:rPr>
              <w:t>8. Garantijas</w:t>
            </w:r>
          </w:p>
        </w:tc>
        <w:tc>
          <w:tcPr>
            <w:tcW w:w="1328" w:type="dxa"/>
            <w:tcBorders>
              <w:top w:val="nil"/>
              <w:left w:val="single" w:sz="4" w:space="0" w:color="auto"/>
              <w:bottom w:val="nil"/>
              <w:right w:val="nil"/>
            </w:tcBorders>
            <w:shd w:val="clear" w:color="auto" w:fill="auto"/>
          </w:tcPr>
          <w:p w14:paraId="6A777C1A" w14:textId="77777777" w:rsidR="00DD119B" w:rsidRPr="00753354" w:rsidRDefault="00DD119B" w:rsidP="00DD119B">
            <w:pPr>
              <w:jc w:val="both"/>
              <w:rPr>
                <w:rFonts w:cs="Times New Roman"/>
                <w:b/>
              </w:rPr>
            </w:pPr>
          </w:p>
        </w:tc>
      </w:tr>
      <w:tr w:rsidR="00DD119B" w:rsidRPr="0071348A" w14:paraId="1EAD565C"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417E6330" w14:textId="77777777" w:rsidR="00DD119B" w:rsidRPr="00753354" w:rsidRDefault="00DD119B" w:rsidP="00DD119B">
            <w:pPr>
              <w:jc w:val="center"/>
              <w:rPr>
                <w:rFonts w:cs="Times New Roman"/>
              </w:rPr>
            </w:pPr>
            <w:r w:rsidRPr="00753354">
              <w:rPr>
                <w:rFonts w:cs="Times New Roman"/>
              </w:rPr>
              <w:t>Garantijas ņēmējs</w:t>
            </w:r>
          </w:p>
        </w:tc>
        <w:tc>
          <w:tcPr>
            <w:tcW w:w="1701" w:type="dxa"/>
            <w:tcBorders>
              <w:top w:val="single" w:sz="4" w:space="0" w:color="auto"/>
            </w:tcBorders>
            <w:shd w:val="clear" w:color="auto" w:fill="D9D9D9" w:themeFill="background1" w:themeFillShade="D9"/>
            <w:vAlign w:val="center"/>
          </w:tcPr>
          <w:p w14:paraId="28B004D3"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Dzēšanas termiņš</w:t>
            </w:r>
          </w:p>
        </w:tc>
        <w:tc>
          <w:tcPr>
            <w:tcW w:w="1391" w:type="dxa"/>
            <w:gridSpan w:val="2"/>
            <w:tcBorders>
              <w:top w:val="single" w:sz="4" w:space="0" w:color="auto"/>
            </w:tcBorders>
            <w:shd w:val="clear" w:color="auto" w:fill="D9D9D9" w:themeFill="background1" w:themeFillShade="D9"/>
            <w:vAlign w:val="center"/>
          </w:tcPr>
          <w:p w14:paraId="03B5EB12"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Apmērs</w:t>
            </w:r>
          </w:p>
        </w:tc>
        <w:tc>
          <w:tcPr>
            <w:tcW w:w="1742" w:type="dxa"/>
            <w:gridSpan w:val="3"/>
            <w:tcBorders>
              <w:top w:val="single" w:sz="4" w:space="0" w:color="auto"/>
              <w:right w:val="single" w:sz="4" w:space="0" w:color="auto"/>
            </w:tcBorders>
            <w:shd w:val="clear" w:color="auto" w:fill="D9D9D9" w:themeFill="background1" w:themeFillShade="D9"/>
            <w:vAlign w:val="center"/>
          </w:tcPr>
          <w:p w14:paraId="7507D1E6" w14:textId="77777777" w:rsidR="00DD119B" w:rsidRPr="00753354" w:rsidRDefault="00DD119B" w:rsidP="00DD119B">
            <w:pPr>
              <w:jc w:val="center"/>
              <w:rPr>
                <w:rFonts w:eastAsia="Times New Roman" w:cs="Times New Roman"/>
                <w:color w:val="000000"/>
              </w:rPr>
            </w:pPr>
            <w:r w:rsidRPr="00753354">
              <w:rPr>
                <w:rFonts w:eastAsia="Times New Roman" w:cs="Times New Roman"/>
                <w:color w:val="000000"/>
              </w:rPr>
              <w:t>Valūta</w:t>
            </w:r>
          </w:p>
        </w:tc>
        <w:tc>
          <w:tcPr>
            <w:tcW w:w="1328" w:type="dxa"/>
            <w:tcBorders>
              <w:top w:val="nil"/>
              <w:left w:val="single" w:sz="4" w:space="0" w:color="auto"/>
              <w:bottom w:val="nil"/>
              <w:right w:val="nil"/>
            </w:tcBorders>
            <w:shd w:val="clear" w:color="auto" w:fill="auto"/>
          </w:tcPr>
          <w:p w14:paraId="480C65E1" w14:textId="77777777" w:rsidR="00DD119B" w:rsidRPr="00753354" w:rsidRDefault="00DD119B" w:rsidP="00DD119B">
            <w:pPr>
              <w:jc w:val="center"/>
              <w:rPr>
                <w:rFonts w:eastAsia="Times New Roman" w:cs="Times New Roman"/>
                <w:color w:val="000000"/>
              </w:rPr>
            </w:pPr>
          </w:p>
        </w:tc>
      </w:tr>
      <w:tr w:rsidR="00DD119B" w14:paraId="686D58AE" w14:textId="77777777" w:rsidTr="000E6756">
        <w:trPr>
          <w:gridAfter w:val="6"/>
          <w:wAfter w:w="4892" w:type="dxa"/>
        </w:trPr>
        <w:tc>
          <w:tcPr>
            <w:tcW w:w="1560" w:type="dxa"/>
            <w:gridSpan w:val="2"/>
          </w:tcPr>
          <w:p w14:paraId="7AD6D74B" w14:textId="77777777" w:rsidR="00DD119B" w:rsidRPr="00753354" w:rsidRDefault="00DD119B" w:rsidP="00DD119B">
            <w:pPr>
              <w:jc w:val="both"/>
              <w:rPr>
                <w:rFonts w:cs="Times New Roman"/>
              </w:rPr>
            </w:pPr>
          </w:p>
        </w:tc>
        <w:tc>
          <w:tcPr>
            <w:tcW w:w="1701" w:type="dxa"/>
          </w:tcPr>
          <w:p w14:paraId="1F0E4A37" w14:textId="77777777" w:rsidR="00DD119B" w:rsidRPr="00753354" w:rsidRDefault="00DD119B" w:rsidP="00DD119B">
            <w:pPr>
              <w:jc w:val="both"/>
              <w:rPr>
                <w:rFonts w:cs="Times New Roman"/>
              </w:rPr>
            </w:pPr>
          </w:p>
        </w:tc>
        <w:tc>
          <w:tcPr>
            <w:tcW w:w="1391" w:type="dxa"/>
            <w:gridSpan w:val="2"/>
          </w:tcPr>
          <w:p w14:paraId="0241DE1A"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33F22ED0"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6CFAB136" w14:textId="77777777" w:rsidR="00DD119B" w:rsidRPr="00753354" w:rsidRDefault="00DD119B" w:rsidP="00DD119B">
            <w:pPr>
              <w:jc w:val="both"/>
              <w:rPr>
                <w:rFonts w:cs="Times New Roman"/>
              </w:rPr>
            </w:pPr>
          </w:p>
        </w:tc>
      </w:tr>
      <w:tr w:rsidR="00DD119B" w14:paraId="69F82291" w14:textId="77777777" w:rsidTr="000E6756">
        <w:trPr>
          <w:gridAfter w:val="6"/>
          <w:wAfter w:w="4892" w:type="dxa"/>
        </w:trPr>
        <w:tc>
          <w:tcPr>
            <w:tcW w:w="4652" w:type="dxa"/>
            <w:gridSpan w:val="5"/>
          </w:tcPr>
          <w:p w14:paraId="45EFF2FD" w14:textId="77777777" w:rsidR="00DD119B" w:rsidRPr="00753354" w:rsidRDefault="00DD119B" w:rsidP="00DD119B">
            <w:pPr>
              <w:jc w:val="both"/>
              <w:rPr>
                <w:rFonts w:cs="Times New Roman"/>
              </w:rPr>
            </w:pPr>
            <w:r w:rsidRPr="00753354">
              <w:rPr>
                <w:rFonts w:cs="Times New Roman"/>
              </w:rPr>
              <w:t>Kopējā vērtība (</w:t>
            </w:r>
            <w:r w:rsidRPr="00753354">
              <w:rPr>
                <w:rFonts w:cs="Times New Roman"/>
                <w:i/>
              </w:rPr>
              <w:t>euro</w:t>
            </w:r>
            <w:r w:rsidRPr="00753354">
              <w:rPr>
                <w:rFonts w:cs="Times New Roman"/>
              </w:rPr>
              <w:t>)</w:t>
            </w:r>
          </w:p>
        </w:tc>
        <w:tc>
          <w:tcPr>
            <w:tcW w:w="1742" w:type="dxa"/>
            <w:gridSpan w:val="3"/>
            <w:tcBorders>
              <w:right w:val="single" w:sz="4" w:space="0" w:color="auto"/>
            </w:tcBorders>
          </w:tcPr>
          <w:p w14:paraId="21499D58"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2025ECBF" w14:textId="77777777" w:rsidR="00DD119B" w:rsidRPr="00753354" w:rsidRDefault="00DD119B" w:rsidP="00DD119B">
            <w:pPr>
              <w:jc w:val="both"/>
              <w:rPr>
                <w:rFonts w:cs="Times New Roman"/>
              </w:rPr>
            </w:pPr>
          </w:p>
        </w:tc>
      </w:tr>
      <w:tr w:rsidR="00DD119B" w14:paraId="43309E2B" w14:textId="77777777" w:rsidTr="000E6756">
        <w:trPr>
          <w:gridAfter w:val="6"/>
          <w:wAfter w:w="4892" w:type="dxa"/>
        </w:trPr>
        <w:tc>
          <w:tcPr>
            <w:tcW w:w="4652" w:type="dxa"/>
            <w:gridSpan w:val="5"/>
          </w:tcPr>
          <w:p w14:paraId="6F5303F1"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5ECB2AA3"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332F933F" w14:textId="77777777" w:rsidR="00DD119B" w:rsidRPr="00753354" w:rsidRDefault="00DD119B" w:rsidP="00DD119B">
            <w:pPr>
              <w:jc w:val="both"/>
              <w:rPr>
                <w:rFonts w:cs="Times New Roman"/>
              </w:rPr>
            </w:pPr>
          </w:p>
        </w:tc>
      </w:tr>
      <w:tr w:rsidR="00DD119B" w:rsidRPr="005714BA" w14:paraId="087A3F51" w14:textId="77777777" w:rsidTr="000E6756">
        <w:trPr>
          <w:gridAfter w:val="6"/>
          <w:wAfter w:w="4892" w:type="dxa"/>
        </w:trPr>
        <w:tc>
          <w:tcPr>
            <w:tcW w:w="6394" w:type="dxa"/>
            <w:gridSpan w:val="8"/>
            <w:tcBorders>
              <w:bottom w:val="single" w:sz="4" w:space="0" w:color="auto"/>
              <w:right w:val="single" w:sz="4" w:space="0" w:color="auto"/>
            </w:tcBorders>
          </w:tcPr>
          <w:p w14:paraId="3B30BFFF" w14:textId="77777777" w:rsidR="00DD119B" w:rsidRPr="00753354" w:rsidRDefault="00DD119B" w:rsidP="00DD119B">
            <w:pPr>
              <w:jc w:val="both"/>
              <w:rPr>
                <w:rFonts w:cs="Times New Roman"/>
                <w:b/>
              </w:rPr>
            </w:pPr>
            <w:r w:rsidRPr="00753354">
              <w:rPr>
                <w:rFonts w:cs="Times New Roman"/>
                <w:b/>
              </w:rPr>
              <w:t>9. Ķīlas</w:t>
            </w:r>
          </w:p>
        </w:tc>
        <w:tc>
          <w:tcPr>
            <w:tcW w:w="1328" w:type="dxa"/>
            <w:tcBorders>
              <w:top w:val="nil"/>
              <w:left w:val="single" w:sz="4" w:space="0" w:color="auto"/>
              <w:bottom w:val="nil"/>
              <w:right w:val="nil"/>
            </w:tcBorders>
            <w:shd w:val="clear" w:color="auto" w:fill="auto"/>
          </w:tcPr>
          <w:p w14:paraId="58427473" w14:textId="77777777" w:rsidR="00DD119B" w:rsidRPr="00753354" w:rsidRDefault="00DD119B" w:rsidP="00DD119B">
            <w:pPr>
              <w:jc w:val="both"/>
              <w:rPr>
                <w:rFonts w:cs="Times New Roman"/>
                <w:b/>
              </w:rPr>
            </w:pPr>
          </w:p>
        </w:tc>
      </w:tr>
      <w:tr w:rsidR="00DD119B" w:rsidRPr="0071348A" w14:paraId="2FD2146A"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54DBAA3E" w14:textId="77777777" w:rsidR="00DD119B" w:rsidRPr="004E598D" w:rsidRDefault="00DD119B" w:rsidP="00A62F53">
            <w:pPr>
              <w:spacing w:before="120"/>
              <w:jc w:val="center"/>
              <w:rPr>
                <w:rFonts w:cs="Times New Roman"/>
              </w:rPr>
            </w:pPr>
            <w:r w:rsidRPr="004E598D">
              <w:rPr>
                <w:rFonts w:cs="Times New Roman"/>
              </w:rPr>
              <w:t>Ķīlas ņēmējs</w:t>
            </w:r>
          </w:p>
        </w:tc>
        <w:tc>
          <w:tcPr>
            <w:tcW w:w="1701" w:type="dxa"/>
            <w:tcBorders>
              <w:top w:val="single" w:sz="4" w:space="0" w:color="auto"/>
            </w:tcBorders>
            <w:shd w:val="clear" w:color="auto" w:fill="D9D9D9" w:themeFill="background1" w:themeFillShade="D9"/>
            <w:vAlign w:val="center"/>
          </w:tcPr>
          <w:p w14:paraId="0A1EDF9F" w14:textId="77777777" w:rsidR="00DD119B" w:rsidRPr="004E598D" w:rsidRDefault="00DD119B" w:rsidP="00DD119B">
            <w:pPr>
              <w:jc w:val="center"/>
              <w:rPr>
                <w:rFonts w:eastAsia="Times New Roman" w:cs="Times New Roman"/>
                <w:color w:val="000000"/>
              </w:rPr>
            </w:pPr>
            <w:r w:rsidRPr="004E598D">
              <w:rPr>
                <w:rFonts w:eastAsia="Times New Roman" w:cs="Times New Roman"/>
                <w:color w:val="000000"/>
              </w:rPr>
              <w:t>Ķīla</w:t>
            </w:r>
          </w:p>
        </w:tc>
        <w:tc>
          <w:tcPr>
            <w:tcW w:w="1391" w:type="dxa"/>
            <w:gridSpan w:val="2"/>
            <w:tcBorders>
              <w:top w:val="single" w:sz="4" w:space="0" w:color="auto"/>
            </w:tcBorders>
            <w:shd w:val="clear" w:color="auto" w:fill="D9D9D9" w:themeFill="background1" w:themeFillShade="D9"/>
            <w:vAlign w:val="center"/>
          </w:tcPr>
          <w:p w14:paraId="5D759B18" w14:textId="77777777" w:rsidR="00DD119B" w:rsidRPr="004E598D" w:rsidRDefault="00DD119B" w:rsidP="00DD119B">
            <w:pPr>
              <w:jc w:val="center"/>
              <w:rPr>
                <w:rFonts w:eastAsia="Times New Roman" w:cs="Times New Roman"/>
                <w:color w:val="000000"/>
              </w:rPr>
            </w:pPr>
            <w:r w:rsidRPr="004E598D">
              <w:rPr>
                <w:rFonts w:eastAsia="Times New Roman" w:cs="Times New Roman"/>
                <w:color w:val="000000"/>
              </w:rPr>
              <w:t>Dzēšanas termiņš</w:t>
            </w:r>
          </w:p>
        </w:tc>
        <w:tc>
          <w:tcPr>
            <w:tcW w:w="1742" w:type="dxa"/>
            <w:gridSpan w:val="3"/>
            <w:tcBorders>
              <w:top w:val="single" w:sz="4" w:space="0" w:color="auto"/>
              <w:right w:val="single" w:sz="4" w:space="0" w:color="auto"/>
            </w:tcBorders>
            <w:shd w:val="clear" w:color="auto" w:fill="D9D9D9" w:themeFill="background1" w:themeFillShade="D9"/>
            <w:vAlign w:val="center"/>
          </w:tcPr>
          <w:p w14:paraId="03CBDABD" w14:textId="77777777" w:rsidR="00DD119B" w:rsidRPr="00753354" w:rsidRDefault="00DD119B" w:rsidP="00DD119B">
            <w:pPr>
              <w:jc w:val="center"/>
              <w:rPr>
                <w:rFonts w:eastAsia="Times New Roman" w:cs="Times New Roman"/>
                <w:color w:val="000000"/>
              </w:rPr>
            </w:pPr>
            <w:r w:rsidRPr="004E598D">
              <w:rPr>
                <w:rFonts w:eastAsia="Times New Roman" w:cs="Times New Roman"/>
                <w:color w:val="000000"/>
              </w:rPr>
              <w:t>Apmērs (</w:t>
            </w:r>
            <w:r w:rsidRPr="004E598D">
              <w:rPr>
                <w:rFonts w:eastAsia="Times New Roman" w:cs="Times New Roman"/>
                <w:i/>
                <w:color w:val="000000"/>
              </w:rPr>
              <w:t>euro</w:t>
            </w:r>
            <w:r w:rsidRPr="004E598D">
              <w:rPr>
                <w:rFonts w:eastAsia="Times New Roman" w:cs="Times New Roman"/>
                <w:color w:val="000000"/>
              </w:rPr>
              <w:t>)</w:t>
            </w:r>
          </w:p>
        </w:tc>
        <w:tc>
          <w:tcPr>
            <w:tcW w:w="1328" w:type="dxa"/>
            <w:tcBorders>
              <w:top w:val="nil"/>
              <w:left w:val="single" w:sz="4" w:space="0" w:color="auto"/>
              <w:bottom w:val="nil"/>
              <w:right w:val="nil"/>
            </w:tcBorders>
            <w:shd w:val="clear" w:color="auto" w:fill="auto"/>
          </w:tcPr>
          <w:p w14:paraId="3E93312B" w14:textId="77777777" w:rsidR="00DD119B" w:rsidRPr="00753354" w:rsidRDefault="00DD119B" w:rsidP="00DD119B">
            <w:pPr>
              <w:jc w:val="center"/>
              <w:rPr>
                <w:rFonts w:eastAsia="Times New Roman" w:cs="Times New Roman"/>
                <w:color w:val="000000"/>
              </w:rPr>
            </w:pPr>
          </w:p>
        </w:tc>
      </w:tr>
      <w:tr w:rsidR="00DD119B" w14:paraId="5224C36D" w14:textId="77777777" w:rsidTr="000E6756">
        <w:trPr>
          <w:gridAfter w:val="6"/>
          <w:wAfter w:w="4892" w:type="dxa"/>
        </w:trPr>
        <w:tc>
          <w:tcPr>
            <w:tcW w:w="1560" w:type="dxa"/>
            <w:gridSpan w:val="2"/>
          </w:tcPr>
          <w:p w14:paraId="2965FF86" w14:textId="77777777" w:rsidR="00DD119B" w:rsidRPr="00753354" w:rsidRDefault="00DD119B" w:rsidP="00DD119B">
            <w:pPr>
              <w:jc w:val="both"/>
              <w:rPr>
                <w:rFonts w:cs="Times New Roman"/>
              </w:rPr>
            </w:pPr>
          </w:p>
        </w:tc>
        <w:tc>
          <w:tcPr>
            <w:tcW w:w="1701" w:type="dxa"/>
          </w:tcPr>
          <w:p w14:paraId="4908896D" w14:textId="77777777" w:rsidR="00DD119B" w:rsidRPr="00753354" w:rsidRDefault="00DD119B" w:rsidP="00DD119B">
            <w:pPr>
              <w:jc w:val="both"/>
              <w:rPr>
                <w:rFonts w:cs="Times New Roman"/>
              </w:rPr>
            </w:pPr>
          </w:p>
        </w:tc>
        <w:tc>
          <w:tcPr>
            <w:tcW w:w="1391" w:type="dxa"/>
            <w:gridSpan w:val="2"/>
          </w:tcPr>
          <w:p w14:paraId="678CFAF4" w14:textId="77777777" w:rsidR="00DD119B" w:rsidRPr="00753354" w:rsidRDefault="00DD119B" w:rsidP="00DD119B">
            <w:pPr>
              <w:jc w:val="both"/>
              <w:rPr>
                <w:rFonts w:cs="Times New Roman"/>
              </w:rPr>
            </w:pPr>
          </w:p>
        </w:tc>
        <w:tc>
          <w:tcPr>
            <w:tcW w:w="1742" w:type="dxa"/>
            <w:gridSpan w:val="3"/>
            <w:tcBorders>
              <w:right w:val="single" w:sz="4" w:space="0" w:color="auto"/>
            </w:tcBorders>
          </w:tcPr>
          <w:p w14:paraId="2684531C" w14:textId="77777777" w:rsidR="00DD119B" w:rsidRPr="00753354"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3D75254D" w14:textId="77777777" w:rsidR="00DD119B" w:rsidRPr="00753354" w:rsidRDefault="00DD119B" w:rsidP="00DD119B">
            <w:pPr>
              <w:jc w:val="both"/>
              <w:rPr>
                <w:rFonts w:cs="Times New Roman"/>
              </w:rPr>
            </w:pPr>
          </w:p>
        </w:tc>
      </w:tr>
      <w:tr w:rsidR="00DD119B" w14:paraId="02428EE8" w14:textId="77777777" w:rsidTr="000E6756">
        <w:trPr>
          <w:gridAfter w:val="6"/>
          <w:wAfter w:w="4892" w:type="dxa"/>
        </w:trPr>
        <w:tc>
          <w:tcPr>
            <w:tcW w:w="4652" w:type="dxa"/>
            <w:gridSpan w:val="5"/>
          </w:tcPr>
          <w:p w14:paraId="676A1F3C" w14:textId="77777777" w:rsidR="00DD119B" w:rsidRDefault="00DD119B" w:rsidP="00DD119B">
            <w:pPr>
              <w:jc w:val="both"/>
              <w:rPr>
                <w:rFonts w:cs="Times New Roman"/>
              </w:rPr>
            </w:pPr>
            <w:r>
              <w:rPr>
                <w:rFonts w:cs="Times New Roman"/>
              </w:rPr>
              <w:t>Kopējā vērtība (</w:t>
            </w:r>
            <w:r w:rsidRPr="00610999">
              <w:rPr>
                <w:rFonts w:cs="Times New Roman"/>
                <w:i/>
              </w:rPr>
              <w:t>euro</w:t>
            </w:r>
            <w:r>
              <w:rPr>
                <w:rFonts w:cs="Times New Roman"/>
              </w:rPr>
              <w:t>)</w:t>
            </w:r>
          </w:p>
        </w:tc>
        <w:tc>
          <w:tcPr>
            <w:tcW w:w="1742" w:type="dxa"/>
            <w:gridSpan w:val="3"/>
            <w:tcBorders>
              <w:right w:val="single" w:sz="4" w:space="0" w:color="auto"/>
            </w:tcBorders>
          </w:tcPr>
          <w:p w14:paraId="6D3D3D8D" w14:textId="77777777" w:rsidR="00DD119B"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616F349E" w14:textId="77777777" w:rsidR="00DD119B" w:rsidRDefault="00DD119B" w:rsidP="00DD119B">
            <w:pPr>
              <w:jc w:val="both"/>
              <w:rPr>
                <w:rFonts w:cs="Times New Roman"/>
              </w:rPr>
            </w:pPr>
          </w:p>
        </w:tc>
      </w:tr>
      <w:tr w:rsidR="00DD119B" w14:paraId="46565270" w14:textId="77777777" w:rsidTr="000E6756">
        <w:trPr>
          <w:gridAfter w:val="6"/>
          <w:wAfter w:w="4892" w:type="dxa"/>
        </w:trPr>
        <w:tc>
          <w:tcPr>
            <w:tcW w:w="4652" w:type="dxa"/>
            <w:gridSpan w:val="5"/>
          </w:tcPr>
          <w:p w14:paraId="4E711746" w14:textId="77777777" w:rsidR="00DD119B" w:rsidRDefault="00DD119B" w:rsidP="00DD119B">
            <w:pPr>
              <w:jc w:val="both"/>
              <w:rPr>
                <w:rFonts w:cs="Times New Roman"/>
              </w:rPr>
            </w:pPr>
          </w:p>
        </w:tc>
        <w:tc>
          <w:tcPr>
            <w:tcW w:w="1742" w:type="dxa"/>
            <w:gridSpan w:val="3"/>
            <w:tcBorders>
              <w:right w:val="single" w:sz="4" w:space="0" w:color="auto"/>
            </w:tcBorders>
          </w:tcPr>
          <w:p w14:paraId="6396ACB9" w14:textId="77777777" w:rsidR="00DD119B" w:rsidRDefault="00DD119B" w:rsidP="00DD119B">
            <w:pPr>
              <w:jc w:val="both"/>
              <w:rPr>
                <w:rFonts w:cs="Times New Roman"/>
              </w:rPr>
            </w:pPr>
          </w:p>
        </w:tc>
        <w:tc>
          <w:tcPr>
            <w:tcW w:w="1328" w:type="dxa"/>
            <w:tcBorders>
              <w:top w:val="nil"/>
              <w:left w:val="single" w:sz="4" w:space="0" w:color="auto"/>
              <w:bottom w:val="nil"/>
              <w:right w:val="nil"/>
            </w:tcBorders>
            <w:shd w:val="clear" w:color="auto" w:fill="auto"/>
          </w:tcPr>
          <w:p w14:paraId="266D3350" w14:textId="77777777" w:rsidR="00DD119B" w:rsidRDefault="00DD119B" w:rsidP="00DD119B">
            <w:pPr>
              <w:jc w:val="both"/>
              <w:rPr>
                <w:rFonts w:cs="Times New Roman"/>
              </w:rPr>
            </w:pPr>
          </w:p>
        </w:tc>
      </w:tr>
      <w:tr w:rsidR="00DD119B" w14:paraId="70029A16" w14:textId="77777777" w:rsidTr="000E6756">
        <w:trPr>
          <w:gridAfter w:val="6"/>
          <w:wAfter w:w="4892" w:type="dxa"/>
        </w:trPr>
        <w:tc>
          <w:tcPr>
            <w:tcW w:w="6394" w:type="dxa"/>
            <w:gridSpan w:val="8"/>
            <w:tcBorders>
              <w:right w:val="single" w:sz="4" w:space="0" w:color="auto"/>
            </w:tcBorders>
          </w:tcPr>
          <w:p w14:paraId="78A56C60" w14:textId="77777777" w:rsidR="00DD119B" w:rsidRPr="003B4B8B" w:rsidRDefault="00DD119B" w:rsidP="00DD119B">
            <w:pPr>
              <w:jc w:val="both"/>
              <w:rPr>
                <w:rFonts w:cs="Times New Roman"/>
                <w:b/>
              </w:rPr>
            </w:pPr>
            <w:r w:rsidRPr="003B4B8B">
              <w:rPr>
                <w:rFonts w:cs="Times New Roman"/>
                <w:b/>
              </w:rPr>
              <w:t>Kopējās saistības (</w:t>
            </w:r>
            <w:r w:rsidRPr="00610999">
              <w:rPr>
                <w:rFonts w:cs="Times New Roman"/>
                <w:b/>
                <w:i/>
              </w:rPr>
              <w:t>euro</w:t>
            </w:r>
            <w:r w:rsidRPr="003B4B8B">
              <w:rPr>
                <w:rFonts w:cs="Times New Roman"/>
                <w:b/>
              </w:rPr>
              <w:t xml:space="preserve">) </w:t>
            </w:r>
          </w:p>
        </w:tc>
        <w:tc>
          <w:tcPr>
            <w:tcW w:w="1328" w:type="dxa"/>
            <w:tcBorders>
              <w:top w:val="nil"/>
              <w:left w:val="single" w:sz="4" w:space="0" w:color="auto"/>
              <w:bottom w:val="nil"/>
              <w:right w:val="nil"/>
            </w:tcBorders>
            <w:shd w:val="clear" w:color="auto" w:fill="auto"/>
          </w:tcPr>
          <w:p w14:paraId="7D3B88F8" w14:textId="77777777" w:rsidR="00DD119B" w:rsidRPr="003B4B8B" w:rsidRDefault="00DD119B" w:rsidP="00DD119B">
            <w:pPr>
              <w:jc w:val="both"/>
              <w:rPr>
                <w:rFonts w:cs="Times New Roman"/>
                <w:b/>
              </w:rPr>
            </w:pPr>
          </w:p>
        </w:tc>
      </w:tr>
    </w:tbl>
    <w:p w14:paraId="2EDE31E8" w14:textId="77777777" w:rsidR="00AE1626" w:rsidRDefault="00AE1626" w:rsidP="00AE1626"/>
    <w:p w14:paraId="77AE4DCB" w14:textId="77777777" w:rsidR="003E51D0" w:rsidRDefault="003E51D0" w:rsidP="00AE1626">
      <w:pPr>
        <w:jc w:val="center"/>
        <w:rPr>
          <w:rFonts w:cs="Times New Roman"/>
          <w:b/>
          <w:bCs/>
          <w:szCs w:val="24"/>
        </w:rPr>
      </w:pPr>
    </w:p>
    <w:p w14:paraId="4BD40024" w14:textId="77777777" w:rsidR="0055066F" w:rsidRDefault="0055066F">
      <w:pPr>
        <w:spacing w:after="200" w:line="276" w:lineRule="auto"/>
        <w:rPr>
          <w:rFonts w:cs="Times New Roman"/>
          <w:bCs/>
          <w:szCs w:val="24"/>
        </w:rPr>
      </w:pPr>
      <w:r>
        <w:rPr>
          <w:rFonts w:cs="Times New Roman"/>
          <w:bCs/>
          <w:szCs w:val="24"/>
        </w:rPr>
        <w:br w:type="page"/>
      </w:r>
    </w:p>
    <w:p w14:paraId="0A28CA83" w14:textId="382A5A39" w:rsidR="003E51D0" w:rsidRPr="000F4F40" w:rsidRDefault="003E51D0" w:rsidP="003E51D0">
      <w:pPr>
        <w:rPr>
          <w:rFonts w:cs="Times New Roman"/>
          <w:bCs/>
          <w:szCs w:val="24"/>
        </w:rPr>
      </w:pPr>
      <w:r w:rsidRPr="000F4F40">
        <w:rPr>
          <w:rFonts w:cs="Times New Roman"/>
          <w:bCs/>
          <w:szCs w:val="24"/>
        </w:rPr>
        <w:lastRenderedPageBreak/>
        <w:t>2.</w:t>
      </w:r>
      <w:r w:rsidR="00950F52">
        <w:rPr>
          <w:rFonts w:cs="Times New Roman"/>
          <w:bCs/>
          <w:szCs w:val="24"/>
        </w:rPr>
        <w:t> </w:t>
      </w:r>
      <w:r w:rsidRPr="000F4F40">
        <w:rPr>
          <w:rFonts w:cs="Times New Roman"/>
          <w:bCs/>
          <w:szCs w:val="24"/>
        </w:rPr>
        <w:t>tabula</w:t>
      </w:r>
      <w:r w:rsidR="003A5004" w:rsidRPr="000F4F40">
        <w:rPr>
          <w:rFonts w:cs="Times New Roman"/>
          <w:bCs/>
          <w:szCs w:val="24"/>
        </w:rPr>
        <w:t xml:space="preserve"> (aizpilda fiziska persona)</w:t>
      </w:r>
    </w:p>
    <w:p w14:paraId="06306895" w14:textId="77777777" w:rsidR="003E51D0" w:rsidRDefault="003E51D0" w:rsidP="003E51D0">
      <w:pPr>
        <w:rPr>
          <w:rFonts w:cs="Times New Roman"/>
          <w:b/>
          <w:bCs/>
          <w:szCs w:val="24"/>
        </w:rPr>
      </w:pPr>
    </w:p>
    <w:p w14:paraId="687C2A6C" w14:textId="74EB6937" w:rsidR="00AE1626" w:rsidRDefault="00AE1626" w:rsidP="00AE1626">
      <w:pPr>
        <w:jc w:val="center"/>
        <w:rPr>
          <w:rFonts w:cs="Times New Roman"/>
          <w:b/>
          <w:bCs/>
          <w:szCs w:val="24"/>
        </w:rPr>
      </w:pPr>
      <w:bookmarkStart w:id="55" w:name="_Hlk126316768"/>
      <w:r w:rsidRPr="00AE1626">
        <w:rPr>
          <w:rFonts w:cs="Times New Roman"/>
          <w:b/>
          <w:bCs/>
          <w:szCs w:val="24"/>
        </w:rPr>
        <w:t xml:space="preserve">Fiziskās personas aktīvu un saistību apkopojums </w:t>
      </w:r>
      <w:r w:rsidR="000F1E87">
        <w:rPr>
          <w:rFonts w:cs="Times New Roman"/>
          <w:b/>
          <w:bCs/>
          <w:szCs w:val="24"/>
        </w:rPr>
        <w:t xml:space="preserve">par </w:t>
      </w:r>
      <w:r w:rsidRPr="00AE1626">
        <w:rPr>
          <w:rFonts w:cs="Times New Roman"/>
          <w:b/>
          <w:bCs/>
          <w:szCs w:val="24"/>
        </w:rPr>
        <w:t>pēdēj</w:t>
      </w:r>
      <w:r w:rsidR="000F1E87">
        <w:rPr>
          <w:rFonts w:cs="Times New Roman"/>
          <w:b/>
          <w:bCs/>
          <w:szCs w:val="24"/>
        </w:rPr>
        <w:t>iem</w:t>
      </w:r>
      <w:r w:rsidRPr="00AE1626">
        <w:rPr>
          <w:rFonts w:cs="Times New Roman"/>
          <w:b/>
          <w:bCs/>
          <w:szCs w:val="24"/>
        </w:rPr>
        <w:t xml:space="preserve"> trij</w:t>
      </w:r>
      <w:r w:rsidR="000F1E87">
        <w:rPr>
          <w:rFonts w:cs="Times New Roman"/>
          <w:b/>
          <w:bCs/>
          <w:szCs w:val="24"/>
        </w:rPr>
        <w:t>iem gadiem</w:t>
      </w:r>
    </w:p>
    <w:p w14:paraId="1241F816" w14:textId="07D70EA1" w:rsidR="00AE1626" w:rsidRDefault="00AE1626" w:rsidP="00AE1626">
      <w:pPr>
        <w:jc w:val="center"/>
        <w:rPr>
          <w:rFonts w:cs="Times New Roman"/>
          <w:b/>
          <w:bCs/>
          <w:szCs w:val="24"/>
        </w:rPr>
      </w:pPr>
    </w:p>
    <w:tbl>
      <w:tblPr>
        <w:tblW w:w="13943" w:type="dxa"/>
        <w:tblInd w:w="612" w:type="dxa"/>
        <w:tblLook w:val="04A0" w:firstRow="1" w:lastRow="0" w:firstColumn="1" w:lastColumn="0" w:noHBand="0" w:noVBand="1"/>
      </w:tblPr>
      <w:tblGrid>
        <w:gridCol w:w="516"/>
        <w:gridCol w:w="8466"/>
        <w:gridCol w:w="1559"/>
        <w:gridCol w:w="1701"/>
        <w:gridCol w:w="1701"/>
      </w:tblGrid>
      <w:tr w:rsidR="00E07042" w:rsidRPr="00A82EF6" w14:paraId="0C96D2E8" w14:textId="77777777" w:rsidTr="00A62F53">
        <w:trPr>
          <w:trHeight w:val="300"/>
        </w:trPr>
        <w:tc>
          <w:tcPr>
            <w:tcW w:w="8982"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C14604E" w14:textId="6B483640" w:rsidR="00E07042" w:rsidRPr="006C3FDB" w:rsidRDefault="00E07042" w:rsidP="00B31D0B">
            <w:pPr>
              <w:spacing w:before="60" w:afterLines="60" w:after="144"/>
              <w:rPr>
                <w:rFonts w:cs="Times New Roman"/>
              </w:rPr>
            </w:pPr>
            <w:r w:rsidRPr="006C3FDB">
              <w:rPr>
                <w:rFonts w:cs="Times New Roman"/>
              </w:rPr>
              <w:t>Pozīcija</w:t>
            </w:r>
          </w:p>
        </w:tc>
        <w:tc>
          <w:tcPr>
            <w:tcW w:w="1559"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74BF68D3" w14:textId="1B66B1D8" w:rsidR="00E07042" w:rsidRPr="006C3FDB" w:rsidRDefault="00E07042" w:rsidP="00B31D0B">
            <w:pPr>
              <w:spacing w:before="60" w:afterLines="60" w:after="144"/>
              <w:jc w:val="center"/>
              <w:rPr>
                <w:rFonts w:cs="Times New Roman"/>
              </w:rPr>
            </w:pPr>
            <w:r w:rsidRPr="006C3FDB">
              <w:rPr>
                <w:rFonts w:cs="Times New Roman"/>
              </w:rPr>
              <w:t>n gads</w:t>
            </w:r>
          </w:p>
        </w:tc>
        <w:tc>
          <w:tcPr>
            <w:tcW w:w="1701"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6E255458" w14:textId="7D526D9F" w:rsidR="00E07042" w:rsidRPr="006C3FDB" w:rsidRDefault="00E07042" w:rsidP="00B31D0B">
            <w:pPr>
              <w:spacing w:before="60" w:afterLines="60" w:after="144"/>
              <w:jc w:val="center"/>
              <w:rPr>
                <w:rFonts w:cs="Times New Roman"/>
              </w:rPr>
            </w:pPr>
            <w:r w:rsidRPr="006C3FDB">
              <w:rPr>
                <w:rFonts w:cs="Times New Roman"/>
              </w:rPr>
              <w:t>n-1 gads</w:t>
            </w:r>
          </w:p>
        </w:tc>
        <w:tc>
          <w:tcPr>
            <w:tcW w:w="1701"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2921B12D" w14:textId="1E946062" w:rsidR="00E07042" w:rsidRPr="006C3FDB" w:rsidRDefault="00E07042" w:rsidP="00B31D0B">
            <w:pPr>
              <w:spacing w:before="60" w:afterLines="60" w:after="144"/>
              <w:jc w:val="center"/>
              <w:rPr>
                <w:rFonts w:cs="Times New Roman"/>
              </w:rPr>
            </w:pPr>
            <w:r w:rsidRPr="006C3FDB">
              <w:rPr>
                <w:rFonts w:cs="Times New Roman"/>
              </w:rPr>
              <w:t>n-2 gads</w:t>
            </w:r>
          </w:p>
        </w:tc>
      </w:tr>
      <w:tr w:rsidR="00E07042" w:rsidRPr="00A82EF6" w14:paraId="4A859D58" w14:textId="77777777" w:rsidTr="00A62F53">
        <w:trPr>
          <w:trHeight w:val="300"/>
        </w:trPr>
        <w:tc>
          <w:tcPr>
            <w:tcW w:w="515" w:type="dxa"/>
            <w:tcBorders>
              <w:top w:val="nil"/>
              <w:left w:val="single" w:sz="8" w:space="0" w:color="auto"/>
              <w:bottom w:val="single" w:sz="8" w:space="0" w:color="auto"/>
              <w:right w:val="single" w:sz="8" w:space="0" w:color="auto"/>
            </w:tcBorders>
          </w:tcPr>
          <w:p w14:paraId="2690BB5C" w14:textId="774CD04F"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1.</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1125D3AB" w14:textId="202E2D68"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Aktīvi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7336023D"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7A00C40F"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A6E74DB"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157BC162" w14:textId="77777777" w:rsidTr="00A62F53">
        <w:trPr>
          <w:trHeight w:val="300"/>
        </w:trPr>
        <w:tc>
          <w:tcPr>
            <w:tcW w:w="515" w:type="dxa"/>
            <w:tcBorders>
              <w:top w:val="nil"/>
              <w:left w:val="single" w:sz="8" w:space="0" w:color="auto"/>
              <w:bottom w:val="single" w:sz="8" w:space="0" w:color="auto"/>
              <w:right w:val="single" w:sz="8" w:space="0" w:color="auto"/>
            </w:tcBorders>
          </w:tcPr>
          <w:p w14:paraId="0C913E12" w14:textId="0BE614A4"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2.</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02F2241F" w14:textId="19708454"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Finanšu līdzekļi</w:t>
            </w:r>
          </w:p>
        </w:tc>
        <w:tc>
          <w:tcPr>
            <w:tcW w:w="1559" w:type="dxa"/>
            <w:tcBorders>
              <w:top w:val="nil"/>
              <w:left w:val="nil"/>
              <w:bottom w:val="single" w:sz="8" w:space="0" w:color="auto"/>
              <w:right w:val="single" w:sz="8" w:space="0" w:color="auto"/>
            </w:tcBorders>
            <w:shd w:val="clear" w:color="auto" w:fill="auto"/>
            <w:noWrap/>
            <w:vAlign w:val="center"/>
            <w:hideMark/>
          </w:tcPr>
          <w:p w14:paraId="1E606300"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72C2B125"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212C77C"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60A5E2CD" w14:textId="77777777" w:rsidTr="00A62F53">
        <w:trPr>
          <w:trHeight w:val="300"/>
        </w:trPr>
        <w:tc>
          <w:tcPr>
            <w:tcW w:w="515" w:type="dxa"/>
            <w:tcBorders>
              <w:top w:val="nil"/>
              <w:left w:val="single" w:sz="8" w:space="0" w:color="auto"/>
              <w:bottom w:val="single" w:sz="8" w:space="0" w:color="auto"/>
              <w:right w:val="single" w:sz="8" w:space="0" w:color="auto"/>
            </w:tcBorders>
          </w:tcPr>
          <w:p w14:paraId="136B2932" w14:textId="4320F14F"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3.</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47B67E34" w14:textId="3B06EAD1"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Vērtspapīri</w:t>
            </w:r>
          </w:p>
        </w:tc>
        <w:tc>
          <w:tcPr>
            <w:tcW w:w="1559" w:type="dxa"/>
            <w:tcBorders>
              <w:top w:val="nil"/>
              <w:left w:val="nil"/>
              <w:bottom w:val="single" w:sz="8" w:space="0" w:color="auto"/>
              <w:right w:val="single" w:sz="8" w:space="0" w:color="auto"/>
            </w:tcBorders>
            <w:shd w:val="clear" w:color="auto" w:fill="auto"/>
            <w:noWrap/>
            <w:vAlign w:val="center"/>
            <w:hideMark/>
          </w:tcPr>
          <w:p w14:paraId="3F14742C"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EB98950"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7ED586EB"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1EED754C" w14:textId="77777777" w:rsidTr="00A62F53">
        <w:trPr>
          <w:trHeight w:val="300"/>
        </w:trPr>
        <w:tc>
          <w:tcPr>
            <w:tcW w:w="515" w:type="dxa"/>
            <w:tcBorders>
              <w:top w:val="nil"/>
              <w:left w:val="single" w:sz="8" w:space="0" w:color="auto"/>
              <w:bottom w:val="single" w:sz="8" w:space="0" w:color="auto"/>
              <w:right w:val="single" w:sz="8" w:space="0" w:color="auto"/>
            </w:tcBorders>
          </w:tcPr>
          <w:p w14:paraId="6839F46F" w14:textId="66EB9DFB"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4.</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56FAAF02" w14:textId="48D16C4A" w:rsidR="00E07042" w:rsidRPr="00F5757C" w:rsidRDefault="00D47515"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U</w:t>
            </w:r>
            <w:r w:rsidRPr="00F5757C">
              <w:rPr>
                <w:rFonts w:eastAsia="Times New Roman" w:cs="Times New Roman"/>
                <w:color w:val="000000"/>
                <w:szCs w:val="24"/>
                <w:lang w:eastAsia="en-GB"/>
              </w:rPr>
              <w:t xml:space="preserve">zkrājumi </w:t>
            </w:r>
            <w:r>
              <w:rPr>
                <w:rFonts w:eastAsia="Times New Roman" w:cs="Times New Roman"/>
                <w:color w:val="000000"/>
                <w:szCs w:val="24"/>
                <w:lang w:eastAsia="en-GB"/>
              </w:rPr>
              <w:t>p</w:t>
            </w:r>
            <w:r w:rsidR="00E07042" w:rsidRPr="00F5757C">
              <w:rPr>
                <w:rFonts w:eastAsia="Times New Roman" w:cs="Times New Roman"/>
                <w:color w:val="000000"/>
                <w:szCs w:val="24"/>
                <w:lang w:eastAsia="en-GB"/>
              </w:rPr>
              <w:t>ensiju fond</w:t>
            </w:r>
            <w:r>
              <w:rPr>
                <w:rFonts w:eastAsia="Times New Roman" w:cs="Times New Roman"/>
                <w:color w:val="000000"/>
                <w:szCs w:val="24"/>
                <w:lang w:eastAsia="en-GB"/>
              </w:rPr>
              <w:t>os</w:t>
            </w:r>
            <w:r w:rsidR="00E07042" w:rsidRPr="00F5757C">
              <w:rPr>
                <w:rFonts w:eastAsia="Times New Roman" w:cs="Times New Roman"/>
                <w:color w:val="000000"/>
                <w:szCs w:val="24"/>
                <w:lang w:eastAsia="en-GB"/>
              </w:rPr>
              <w:t xml:space="preserve"> </w:t>
            </w:r>
          </w:p>
        </w:tc>
        <w:tc>
          <w:tcPr>
            <w:tcW w:w="1559" w:type="dxa"/>
            <w:tcBorders>
              <w:top w:val="nil"/>
              <w:left w:val="nil"/>
              <w:bottom w:val="single" w:sz="8" w:space="0" w:color="auto"/>
              <w:right w:val="single" w:sz="8" w:space="0" w:color="auto"/>
            </w:tcBorders>
            <w:shd w:val="clear" w:color="auto" w:fill="auto"/>
            <w:noWrap/>
            <w:vAlign w:val="center"/>
            <w:hideMark/>
          </w:tcPr>
          <w:p w14:paraId="6A18C614"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373CBC0"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1C5C6077"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7B2CB8DA" w14:textId="77777777" w:rsidTr="00A62F53">
        <w:trPr>
          <w:trHeight w:val="300"/>
        </w:trPr>
        <w:tc>
          <w:tcPr>
            <w:tcW w:w="515" w:type="dxa"/>
            <w:tcBorders>
              <w:top w:val="nil"/>
              <w:left w:val="single" w:sz="8" w:space="0" w:color="auto"/>
              <w:bottom w:val="single" w:sz="8" w:space="0" w:color="auto"/>
              <w:right w:val="single" w:sz="8" w:space="0" w:color="auto"/>
            </w:tcBorders>
          </w:tcPr>
          <w:p w14:paraId="006B3635" w14:textId="75841F67"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5.</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16B9A3B4" w14:textId="12632410"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Nekustamais īpašums</w:t>
            </w:r>
          </w:p>
        </w:tc>
        <w:tc>
          <w:tcPr>
            <w:tcW w:w="1559" w:type="dxa"/>
            <w:tcBorders>
              <w:top w:val="nil"/>
              <w:left w:val="nil"/>
              <w:bottom w:val="single" w:sz="8" w:space="0" w:color="auto"/>
              <w:right w:val="single" w:sz="8" w:space="0" w:color="auto"/>
            </w:tcBorders>
            <w:shd w:val="clear" w:color="auto" w:fill="auto"/>
            <w:noWrap/>
            <w:vAlign w:val="center"/>
            <w:hideMark/>
          </w:tcPr>
          <w:p w14:paraId="6AC9E19E"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DE15133"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27F4F376"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20242F34" w14:textId="77777777" w:rsidTr="00A62F53">
        <w:trPr>
          <w:trHeight w:val="300"/>
        </w:trPr>
        <w:tc>
          <w:tcPr>
            <w:tcW w:w="515" w:type="dxa"/>
            <w:tcBorders>
              <w:top w:val="nil"/>
              <w:left w:val="single" w:sz="8" w:space="0" w:color="auto"/>
              <w:bottom w:val="single" w:sz="8" w:space="0" w:color="auto"/>
              <w:right w:val="single" w:sz="8" w:space="0" w:color="auto"/>
            </w:tcBorders>
          </w:tcPr>
          <w:p w14:paraId="495BF6F7" w14:textId="6E36E52A"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6.</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7DBC6BDE" w14:textId="2C0B522B"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Citi</w:t>
            </w:r>
            <w:r>
              <w:rPr>
                <w:rFonts w:eastAsia="Times New Roman" w:cs="Times New Roman"/>
                <w:color w:val="000000"/>
                <w:szCs w:val="24"/>
                <w:lang w:eastAsia="en-GB"/>
              </w:rPr>
              <w:t xml:space="preserve"> aktīvi</w:t>
            </w:r>
          </w:p>
        </w:tc>
        <w:tc>
          <w:tcPr>
            <w:tcW w:w="1559" w:type="dxa"/>
            <w:tcBorders>
              <w:top w:val="nil"/>
              <w:left w:val="nil"/>
              <w:bottom w:val="single" w:sz="8" w:space="0" w:color="auto"/>
              <w:right w:val="single" w:sz="8" w:space="0" w:color="auto"/>
            </w:tcBorders>
            <w:shd w:val="clear" w:color="auto" w:fill="auto"/>
            <w:noWrap/>
            <w:vAlign w:val="center"/>
            <w:hideMark/>
          </w:tcPr>
          <w:p w14:paraId="40831A69"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099043E"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94466B0"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4A560D11" w14:textId="77777777" w:rsidTr="00A62F53">
        <w:trPr>
          <w:trHeight w:val="300"/>
        </w:trPr>
        <w:tc>
          <w:tcPr>
            <w:tcW w:w="515" w:type="dxa"/>
            <w:tcBorders>
              <w:top w:val="nil"/>
              <w:left w:val="single" w:sz="8" w:space="0" w:color="auto"/>
              <w:bottom w:val="single" w:sz="8" w:space="0" w:color="auto"/>
              <w:right w:val="single" w:sz="8" w:space="0" w:color="auto"/>
            </w:tcBorders>
          </w:tcPr>
          <w:p w14:paraId="6BCA6735" w14:textId="344FE87F"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7.</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2733A4E3" w14:textId="253431AB"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xml:space="preserve">Aktīvi kopā </w:t>
            </w:r>
          </w:p>
        </w:tc>
        <w:tc>
          <w:tcPr>
            <w:tcW w:w="1559" w:type="dxa"/>
            <w:tcBorders>
              <w:top w:val="nil"/>
              <w:left w:val="nil"/>
              <w:bottom w:val="single" w:sz="8" w:space="0" w:color="auto"/>
              <w:right w:val="single" w:sz="8" w:space="0" w:color="auto"/>
            </w:tcBorders>
            <w:shd w:val="clear" w:color="auto" w:fill="auto"/>
            <w:noWrap/>
            <w:vAlign w:val="center"/>
            <w:hideMark/>
          </w:tcPr>
          <w:p w14:paraId="03496323"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16CD633"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7621F43"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37425962" w14:textId="77777777" w:rsidTr="00A62F53">
        <w:trPr>
          <w:trHeight w:val="300"/>
        </w:trPr>
        <w:tc>
          <w:tcPr>
            <w:tcW w:w="515" w:type="dxa"/>
            <w:tcBorders>
              <w:top w:val="nil"/>
              <w:left w:val="single" w:sz="8" w:space="0" w:color="auto"/>
              <w:bottom w:val="single" w:sz="8" w:space="0" w:color="auto"/>
              <w:right w:val="single" w:sz="8" w:space="0" w:color="auto"/>
            </w:tcBorders>
          </w:tcPr>
          <w:p w14:paraId="729332FF" w14:textId="6AC6CE82"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8.</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62401E7D" w14:textId="4EE64288"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Saistības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50DE8F08"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521F5C9"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2DEC543"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2F85708D" w14:textId="77777777" w:rsidTr="00A62F53">
        <w:trPr>
          <w:trHeight w:val="300"/>
        </w:trPr>
        <w:tc>
          <w:tcPr>
            <w:tcW w:w="515" w:type="dxa"/>
            <w:tcBorders>
              <w:top w:val="nil"/>
              <w:left w:val="single" w:sz="8" w:space="0" w:color="auto"/>
              <w:bottom w:val="single" w:sz="8" w:space="0" w:color="auto"/>
              <w:right w:val="single" w:sz="8" w:space="0" w:color="auto"/>
            </w:tcBorders>
          </w:tcPr>
          <w:p w14:paraId="0279759F" w14:textId="6660F758"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9.</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076BC75E" w14:textId="14184771"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Ilgtermiņa aizņēmumi</w:t>
            </w:r>
          </w:p>
        </w:tc>
        <w:tc>
          <w:tcPr>
            <w:tcW w:w="1559" w:type="dxa"/>
            <w:tcBorders>
              <w:top w:val="nil"/>
              <w:left w:val="nil"/>
              <w:bottom w:val="single" w:sz="8" w:space="0" w:color="auto"/>
              <w:right w:val="single" w:sz="8" w:space="0" w:color="auto"/>
            </w:tcBorders>
            <w:shd w:val="clear" w:color="auto" w:fill="auto"/>
            <w:noWrap/>
            <w:vAlign w:val="center"/>
            <w:hideMark/>
          </w:tcPr>
          <w:p w14:paraId="4CCC258F"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4EC9B292"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2AD459CA"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796D9B5B" w14:textId="77777777" w:rsidTr="00A62F53">
        <w:trPr>
          <w:trHeight w:val="300"/>
        </w:trPr>
        <w:tc>
          <w:tcPr>
            <w:tcW w:w="515" w:type="dxa"/>
            <w:tcBorders>
              <w:top w:val="nil"/>
              <w:left w:val="single" w:sz="8" w:space="0" w:color="auto"/>
              <w:bottom w:val="single" w:sz="8" w:space="0" w:color="auto"/>
              <w:right w:val="single" w:sz="8" w:space="0" w:color="auto"/>
            </w:tcBorders>
          </w:tcPr>
          <w:p w14:paraId="4D75E310" w14:textId="1F424C21"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10.</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2D3BA6B8" w14:textId="08A217C0"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Īstermiņa aizņēmumi</w:t>
            </w:r>
          </w:p>
        </w:tc>
        <w:tc>
          <w:tcPr>
            <w:tcW w:w="1559" w:type="dxa"/>
            <w:tcBorders>
              <w:top w:val="nil"/>
              <w:left w:val="nil"/>
              <w:bottom w:val="single" w:sz="8" w:space="0" w:color="auto"/>
              <w:right w:val="single" w:sz="8" w:space="0" w:color="auto"/>
            </w:tcBorders>
            <w:shd w:val="clear" w:color="auto" w:fill="auto"/>
            <w:noWrap/>
            <w:vAlign w:val="center"/>
            <w:hideMark/>
          </w:tcPr>
          <w:p w14:paraId="64779DFC"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BF4AEC7"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4E1E727"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35FC71CE" w14:textId="77777777" w:rsidTr="00A62F53">
        <w:trPr>
          <w:trHeight w:val="300"/>
        </w:trPr>
        <w:tc>
          <w:tcPr>
            <w:tcW w:w="515" w:type="dxa"/>
            <w:tcBorders>
              <w:top w:val="nil"/>
              <w:left w:val="single" w:sz="8" w:space="0" w:color="auto"/>
              <w:bottom w:val="single" w:sz="8" w:space="0" w:color="auto"/>
              <w:right w:val="single" w:sz="8" w:space="0" w:color="auto"/>
            </w:tcBorders>
          </w:tcPr>
          <w:p w14:paraId="6C35030C" w14:textId="76E1C828"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11.</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7CEDEA3D" w14:textId="3E94C421"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Citas</w:t>
            </w:r>
            <w:r>
              <w:rPr>
                <w:rFonts w:eastAsia="Times New Roman" w:cs="Times New Roman"/>
                <w:color w:val="000000"/>
                <w:szCs w:val="24"/>
                <w:lang w:eastAsia="en-GB"/>
              </w:rPr>
              <w:t xml:space="preserve"> saistības</w:t>
            </w:r>
          </w:p>
        </w:tc>
        <w:tc>
          <w:tcPr>
            <w:tcW w:w="1559" w:type="dxa"/>
            <w:tcBorders>
              <w:top w:val="nil"/>
              <w:left w:val="nil"/>
              <w:bottom w:val="single" w:sz="8" w:space="0" w:color="auto"/>
              <w:right w:val="single" w:sz="8" w:space="0" w:color="auto"/>
            </w:tcBorders>
            <w:shd w:val="clear" w:color="auto" w:fill="auto"/>
            <w:noWrap/>
            <w:vAlign w:val="center"/>
            <w:hideMark/>
          </w:tcPr>
          <w:p w14:paraId="4E4033D9"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1011F842"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1C6DA916"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4A779D72" w14:textId="77777777" w:rsidTr="00A62F53">
        <w:trPr>
          <w:trHeight w:val="300"/>
        </w:trPr>
        <w:tc>
          <w:tcPr>
            <w:tcW w:w="515" w:type="dxa"/>
            <w:tcBorders>
              <w:top w:val="nil"/>
              <w:left w:val="single" w:sz="8" w:space="0" w:color="auto"/>
              <w:bottom w:val="single" w:sz="8" w:space="0" w:color="auto"/>
              <w:right w:val="single" w:sz="8" w:space="0" w:color="auto"/>
            </w:tcBorders>
          </w:tcPr>
          <w:p w14:paraId="7550B7B3" w14:textId="52EAA697"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12.</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30A6CA3F" w14:textId="5E623E58"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Saistības kopā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09A9A7A2"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4C90B609"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66A45C59"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457A4B26" w14:textId="77777777" w:rsidTr="00A62F53">
        <w:trPr>
          <w:trHeight w:val="300"/>
        </w:trPr>
        <w:tc>
          <w:tcPr>
            <w:tcW w:w="515" w:type="dxa"/>
            <w:tcBorders>
              <w:top w:val="nil"/>
              <w:left w:val="single" w:sz="8" w:space="0" w:color="auto"/>
              <w:bottom w:val="single" w:sz="8" w:space="0" w:color="auto"/>
              <w:right w:val="single" w:sz="8" w:space="0" w:color="auto"/>
            </w:tcBorders>
          </w:tcPr>
          <w:p w14:paraId="1A520D89" w14:textId="11617C2C" w:rsidR="00E07042" w:rsidRPr="00F5757C" w:rsidRDefault="00E07042" w:rsidP="00B31D0B">
            <w:pPr>
              <w:spacing w:before="60" w:afterLines="60" w:after="144"/>
              <w:rPr>
                <w:rFonts w:eastAsia="Times New Roman" w:cs="Times New Roman"/>
                <w:color w:val="000000"/>
                <w:szCs w:val="24"/>
                <w:lang w:eastAsia="en-GB"/>
              </w:rPr>
            </w:pPr>
            <w:r>
              <w:rPr>
                <w:rFonts w:eastAsia="Times New Roman" w:cs="Times New Roman"/>
                <w:color w:val="000000"/>
                <w:szCs w:val="24"/>
                <w:lang w:eastAsia="en-GB"/>
              </w:rPr>
              <w:t>13.</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69DFF375" w14:textId="79FE8BE9"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Neto vērtība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4F8BAF90"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CDAFBE8"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7FECFE5" w14:textId="77777777" w:rsidR="00E07042" w:rsidRPr="00F5757C" w:rsidRDefault="00E07042" w:rsidP="00B31D0B">
            <w:pPr>
              <w:spacing w:before="60" w:afterLines="60" w:after="144"/>
              <w:rPr>
                <w:rFonts w:eastAsia="Times New Roman" w:cs="Times New Roman"/>
                <w:color w:val="000000"/>
                <w:szCs w:val="24"/>
                <w:lang w:eastAsia="en-GB"/>
              </w:rPr>
            </w:pPr>
            <w:r w:rsidRPr="00F5757C">
              <w:rPr>
                <w:rFonts w:eastAsia="Times New Roman" w:cs="Times New Roman"/>
                <w:color w:val="000000"/>
                <w:szCs w:val="24"/>
                <w:lang w:eastAsia="en-GB"/>
              </w:rPr>
              <w:t> </w:t>
            </w:r>
          </w:p>
        </w:tc>
      </w:tr>
      <w:bookmarkEnd w:id="55"/>
    </w:tbl>
    <w:p w14:paraId="7FA1CB2A" w14:textId="77777777" w:rsidR="00C2605F" w:rsidRPr="00A82EF6" w:rsidRDefault="00C2605F" w:rsidP="00C2605F">
      <w:pPr>
        <w:pStyle w:val="ListParagraph"/>
        <w:rPr>
          <w:rFonts w:cs="Times New Roman"/>
          <w:lang w:val="en-US"/>
        </w:rPr>
      </w:pPr>
    </w:p>
    <w:p w14:paraId="27E2B716" w14:textId="1F165134" w:rsidR="00AE1626" w:rsidRPr="000F4F40" w:rsidRDefault="003E51D0" w:rsidP="00B31D0B">
      <w:pPr>
        <w:rPr>
          <w:rFonts w:eastAsia="Times New Roman" w:cs="Times New Roman"/>
          <w:color w:val="000000"/>
          <w:lang w:eastAsia="en-GB"/>
        </w:rPr>
      </w:pPr>
      <w:r w:rsidRPr="000F4F40">
        <w:rPr>
          <w:rFonts w:eastAsia="Times New Roman" w:cs="Times New Roman"/>
          <w:color w:val="000000"/>
          <w:lang w:eastAsia="en-GB"/>
        </w:rPr>
        <w:lastRenderedPageBreak/>
        <w:t>3.</w:t>
      </w:r>
      <w:r w:rsidR="00950F52">
        <w:rPr>
          <w:rFonts w:eastAsia="Times New Roman" w:cs="Times New Roman"/>
          <w:color w:val="000000"/>
          <w:lang w:eastAsia="en-GB"/>
        </w:rPr>
        <w:t> </w:t>
      </w:r>
      <w:r w:rsidRPr="000F4F40">
        <w:rPr>
          <w:rFonts w:eastAsia="Times New Roman" w:cs="Times New Roman"/>
          <w:color w:val="000000"/>
          <w:lang w:eastAsia="en-GB"/>
        </w:rPr>
        <w:t>tabula</w:t>
      </w:r>
      <w:r w:rsidR="003A5004" w:rsidRPr="000F4F40">
        <w:rPr>
          <w:rFonts w:eastAsia="Times New Roman" w:cs="Times New Roman"/>
          <w:color w:val="000000"/>
          <w:lang w:eastAsia="en-GB"/>
        </w:rPr>
        <w:t xml:space="preserve"> (aizpilda juridiska persona, kas nav kredītiestāde)</w:t>
      </w:r>
    </w:p>
    <w:p w14:paraId="39AEBF23" w14:textId="77777777" w:rsidR="003A5004" w:rsidRPr="003E51D0" w:rsidRDefault="003A5004" w:rsidP="003E51D0">
      <w:pPr>
        <w:rPr>
          <w:rFonts w:cs="Times New Roman"/>
          <w:i/>
          <w:iCs/>
          <w:szCs w:val="24"/>
        </w:rPr>
      </w:pPr>
    </w:p>
    <w:p w14:paraId="33BEE69B" w14:textId="7245146F" w:rsidR="00AE1626" w:rsidRDefault="000F4F40" w:rsidP="00AE1626">
      <w:pPr>
        <w:jc w:val="center"/>
        <w:rPr>
          <w:rFonts w:cs="Times New Roman"/>
          <w:b/>
          <w:bCs/>
          <w:szCs w:val="24"/>
        </w:rPr>
      </w:pPr>
      <w:r>
        <w:rPr>
          <w:rFonts w:cs="Times New Roman"/>
          <w:b/>
          <w:bCs/>
          <w:szCs w:val="24"/>
        </w:rPr>
        <w:t>Juridiskas p</w:t>
      </w:r>
      <w:r w:rsidR="00AE1626" w:rsidRPr="00AE1626">
        <w:rPr>
          <w:rFonts w:cs="Times New Roman"/>
          <w:b/>
          <w:bCs/>
          <w:szCs w:val="24"/>
        </w:rPr>
        <w:t>ersonas</w:t>
      </w:r>
      <w:r w:rsidR="001E645E">
        <w:rPr>
          <w:rFonts w:cs="Times New Roman"/>
          <w:b/>
          <w:bCs/>
          <w:szCs w:val="24"/>
        </w:rPr>
        <w:t xml:space="preserve">, kas nav kredītiestāde, </w:t>
      </w:r>
      <w:r w:rsidR="00AE1626" w:rsidRPr="00AE1626">
        <w:rPr>
          <w:rFonts w:cs="Times New Roman"/>
          <w:b/>
          <w:bCs/>
          <w:szCs w:val="24"/>
        </w:rPr>
        <w:t xml:space="preserve">aktīvu un saistību apkopojums </w:t>
      </w:r>
      <w:r w:rsidR="000F1E87">
        <w:rPr>
          <w:rFonts w:cs="Times New Roman"/>
          <w:b/>
          <w:bCs/>
          <w:szCs w:val="24"/>
        </w:rPr>
        <w:t xml:space="preserve">par </w:t>
      </w:r>
      <w:r w:rsidR="000F1E87" w:rsidRPr="00AE1626">
        <w:rPr>
          <w:rFonts w:cs="Times New Roman"/>
          <w:b/>
          <w:bCs/>
          <w:szCs w:val="24"/>
        </w:rPr>
        <w:t>pēdēj</w:t>
      </w:r>
      <w:r w:rsidR="000F1E87">
        <w:rPr>
          <w:rFonts w:cs="Times New Roman"/>
          <w:b/>
          <w:bCs/>
          <w:szCs w:val="24"/>
        </w:rPr>
        <w:t>iem</w:t>
      </w:r>
      <w:r w:rsidR="000F1E87" w:rsidRPr="00AE1626">
        <w:rPr>
          <w:rFonts w:cs="Times New Roman"/>
          <w:b/>
          <w:bCs/>
          <w:szCs w:val="24"/>
        </w:rPr>
        <w:t xml:space="preserve"> trij</w:t>
      </w:r>
      <w:r w:rsidR="000F1E87">
        <w:rPr>
          <w:rFonts w:cs="Times New Roman"/>
          <w:b/>
          <w:bCs/>
          <w:szCs w:val="24"/>
        </w:rPr>
        <w:t>iem gadiem</w:t>
      </w:r>
    </w:p>
    <w:p w14:paraId="1CAF7A52" w14:textId="77777777" w:rsidR="001E645E" w:rsidRDefault="001E645E" w:rsidP="00AE1626">
      <w:pPr>
        <w:jc w:val="center"/>
        <w:rPr>
          <w:rFonts w:cs="Times New Roman"/>
          <w:b/>
          <w:bCs/>
          <w:szCs w:val="24"/>
        </w:rPr>
      </w:pPr>
    </w:p>
    <w:tbl>
      <w:tblPr>
        <w:tblW w:w="5000" w:type="pct"/>
        <w:jc w:val="center"/>
        <w:tblLook w:val="04A0" w:firstRow="1" w:lastRow="0" w:firstColumn="1" w:lastColumn="0" w:noHBand="0" w:noVBand="1"/>
      </w:tblPr>
      <w:tblGrid>
        <w:gridCol w:w="557"/>
        <w:gridCol w:w="9076"/>
        <w:gridCol w:w="1641"/>
        <w:gridCol w:w="1641"/>
        <w:gridCol w:w="1635"/>
      </w:tblGrid>
      <w:tr w:rsidR="00E07042" w:rsidRPr="00FC2E42" w14:paraId="72278722" w14:textId="487B7BCB" w:rsidTr="00E07042">
        <w:trPr>
          <w:trHeight w:val="420"/>
          <w:jc w:val="center"/>
        </w:trPr>
        <w:tc>
          <w:tcPr>
            <w:tcW w:w="3310" w:type="pct"/>
            <w:gridSpan w:val="2"/>
            <w:tcBorders>
              <w:top w:val="single" w:sz="8" w:space="0" w:color="auto"/>
              <w:left w:val="single" w:sz="8" w:space="0" w:color="auto"/>
              <w:bottom w:val="single" w:sz="8" w:space="0" w:color="auto"/>
              <w:right w:val="nil"/>
            </w:tcBorders>
            <w:shd w:val="clear" w:color="auto" w:fill="BFBFBF" w:themeFill="background1" w:themeFillShade="BF"/>
          </w:tcPr>
          <w:p w14:paraId="6F90B4CF" w14:textId="1AB78CA7" w:rsidR="00E07042" w:rsidRPr="00513441" w:rsidRDefault="00E07042" w:rsidP="00B31D0B">
            <w:pPr>
              <w:widowControl w:val="0"/>
              <w:jc w:val="both"/>
              <w:rPr>
                <w:rFonts w:cs="Times New Roman"/>
                <w:color w:val="000000"/>
                <w:szCs w:val="24"/>
              </w:rPr>
            </w:pPr>
            <w:r w:rsidRPr="00513441">
              <w:rPr>
                <w:rFonts w:cs="Times New Roman"/>
                <w:color w:val="000000"/>
                <w:szCs w:val="24"/>
              </w:rPr>
              <w:t>Pozīcija</w:t>
            </w:r>
          </w:p>
        </w:tc>
        <w:tc>
          <w:tcPr>
            <w:tcW w:w="564" w:type="pct"/>
            <w:tcBorders>
              <w:top w:val="single" w:sz="8" w:space="0" w:color="auto"/>
              <w:left w:val="single" w:sz="8" w:space="0" w:color="auto"/>
              <w:bottom w:val="single" w:sz="8" w:space="0" w:color="auto"/>
              <w:right w:val="single" w:sz="4" w:space="0" w:color="auto"/>
            </w:tcBorders>
            <w:shd w:val="clear" w:color="auto" w:fill="BFBFBF" w:themeFill="background1" w:themeFillShade="BF"/>
            <w:vAlign w:val="center"/>
          </w:tcPr>
          <w:p w14:paraId="1D756715" w14:textId="267FCD61" w:rsidR="00E07042" w:rsidRPr="00513441" w:rsidRDefault="00E07042" w:rsidP="00B31D0B">
            <w:pPr>
              <w:widowControl w:val="0"/>
              <w:jc w:val="center"/>
              <w:rPr>
                <w:rFonts w:cs="Times New Roman"/>
                <w:color w:val="000000"/>
                <w:szCs w:val="24"/>
              </w:rPr>
            </w:pPr>
            <w:r>
              <w:rPr>
                <w:rFonts w:eastAsia="Times New Roman" w:cs="Times New Roman"/>
                <w:color w:val="000000"/>
                <w:szCs w:val="24"/>
                <w:lang w:eastAsia="en-GB"/>
              </w:rPr>
              <w:t>n gads</w:t>
            </w:r>
          </w:p>
        </w:tc>
        <w:tc>
          <w:tcPr>
            <w:tcW w:w="5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C004A19" w14:textId="7D5EB283" w:rsidR="00E07042" w:rsidRPr="00513441" w:rsidRDefault="00E07042" w:rsidP="00B31D0B">
            <w:pPr>
              <w:widowControl w:val="0"/>
              <w:jc w:val="center"/>
              <w:rPr>
                <w:rFonts w:cs="Times New Roman"/>
                <w:color w:val="000000"/>
                <w:szCs w:val="24"/>
              </w:rPr>
            </w:pPr>
            <w:r>
              <w:rPr>
                <w:rFonts w:eastAsia="Times New Roman" w:cs="Times New Roman"/>
                <w:color w:val="000000"/>
                <w:szCs w:val="24"/>
                <w:lang w:eastAsia="en-GB"/>
              </w:rPr>
              <w:t>n</w:t>
            </w:r>
            <w:r w:rsidRPr="00F5757C">
              <w:rPr>
                <w:rFonts w:eastAsia="Times New Roman" w:cs="Times New Roman"/>
                <w:color w:val="000000"/>
                <w:szCs w:val="24"/>
                <w:lang w:eastAsia="en-GB"/>
              </w:rPr>
              <w:t>-1</w:t>
            </w:r>
            <w:r>
              <w:rPr>
                <w:rFonts w:eastAsia="Times New Roman" w:cs="Times New Roman"/>
                <w:color w:val="000000"/>
                <w:szCs w:val="24"/>
                <w:lang w:eastAsia="en-GB"/>
              </w:rPr>
              <w:t xml:space="preserve"> gads</w:t>
            </w:r>
          </w:p>
        </w:tc>
        <w:tc>
          <w:tcPr>
            <w:tcW w:w="562"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4448E945" w14:textId="7553550B" w:rsidR="00E07042" w:rsidRPr="00FC2E42" w:rsidRDefault="00E07042" w:rsidP="00B31D0B">
            <w:pPr>
              <w:widowControl w:val="0"/>
              <w:jc w:val="center"/>
              <w:rPr>
                <w:rFonts w:ascii="Arial" w:hAnsi="Arial" w:cs="Arial"/>
                <w:color w:val="000000"/>
                <w:sz w:val="20"/>
                <w:szCs w:val="20"/>
              </w:rPr>
            </w:pPr>
            <w:r>
              <w:rPr>
                <w:rFonts w:eastAsia="Times New Roman" w:cs="Times New Roman"/>
                <w:color w:val="000000"/>
                <w:szCs w:val="24"/>
                <w:lang w:eastAsia="en-GB"/>
              </w:rPr>
              <w:t>n</w:t>
            </w:r>
            <w:r w:rsidRPr="00F5757C">
              <w:rPr>
                <w:rFonts w:eastAsia="Times New Roman" w:cs="Times New Roman"/>
                <w:color w:val="000000"/>
                <w:szCs w:val="24"/>
                <w:lang w:eastAsia="en-GB"/>
              </w:rPr>
              <w:t>-</w:t>
            </w:r>
            <w:r>
              <w:rPr>
                <w:rFonts w:eastAsia="Times New Roman" w:cs="Times New Roman"/>
                <w:color w:val="000000"/>
                <w:szCs w:val="24"/>
                <w:lang w:eastAsia="en-GB"/>
              </w:rPr>
              <w:t xml:space="preserve">2 </w:t>
            </w:r>
            <w:r>
              <w:rPr>
                <w:rFonts w:eastAsia="Times New Roman" w:cs="Times New Roman"/>
                <w:color w:val="000000"/>
                <w:lang w:eastAsia="en-GB"/>
              </w:rPr>
              <w:t>gads</w:t>
            </w:r>
          </w:p>
        </w:tc>
      </w:tr>
      <w:tr w:rsidR="00E07042" w:rsidRPr="00FC2E42" w14:paraId="4F370847" w14:textId="3C29E3B1" w:rsidTr="0084587F">
        <w:trPr>
          <w:trHeight w:val="290"/>
          <w:jc w:val="center"/>
        </w:trPr>
        <w:tc>
          <w:tcPr>
            <w:tcW w:w="191" w:type="pct"/>
            <w:tcBorders>
              <w:top w:val="single" w:sz="4" w:space="0" w:color="auto"/>
              <w:left w:val="single" w:sz="8" w:space="0" w:color="auto"/>
              <w:bottom w:val="single" w:sz="8" w:space="0" w:color="auto"/>
              <w:right w:val="nil"/>
            </w:tcBorders>
          </w:tcPr>
          <w:p w14:paraId="5C66D5D6" w14:textId="1997A588" w:rsidR="00E07042" w:rsidRPr="00513441" w:rsidRDefault="00E07042" w:rsidP="00B31D0B">
            <w:pPr>
              <w:widowControl w:val="0"/>
              <w:spacing w:beforeLines="60" w:before="144" w:afterLines="60" w:after="144"/>
              <w:jc w:val="right"/>
              <w:rPr>
                <w:rFonts w:cs="Times New Roman"/>
                <w:color w:val="000000"/>
                <w:szCs w:val="24"/>
                <w:lang w:eastAsia="en-GB"/>
              </w:rPr>
            </w:pPr>
            <w:r>
              <w:rPr>
                <w:rFonts w:cs="Times New Roman"/>
                <w:color w:val="000000"/>
                <w:szCs w:val="24"/>
                <w:lang w:eastAsia="en-GB"/>
              </w:rPr>
              <w:t>1.</w:t>
            </w:r>
          </w:p>
        </w:tc>
        <w:tc>
          <w:tcPr>
            <w:tcW w:w="3119" w:type="pct"/>
            <w:tcBorders>
              <w:top w:val="single" w:sz="4" w:space="0" w:color="auto"/>
              <w:left w:val="single" w:sz="8" w:space="0" w:color="auto"/>
              <w:bottom w:val="single" w:sz="8" w:space="0" w:color="auto"/>
              <w:right w:val="nil"/>
            </w:tcBorders>
            <w:vAlign w:val="center"/>
          </w:tcPr>
          <w:p w14:paraId="71780C53" w14:textId="03688945" w:rsidR="00E07042" w:rsidRPr="00513441" w:rsidRDefault="00E07042" w:rsidP="00B31D0B">
            <w:pPr>
              <w:widowControl w:val="0"/>
              <w:spacing w:before="60" w:after="60"/>
              <w:jc w:val="both"/>
              <w:rPr>
                <w:rFonts w:cs="Times New Roman"/>
                <w:color w:val="000000"/>
                <w:szCs w:val="24"/>
                <w:lang w:eastAsia="en-GB"/>
              </w:rPr>
            </w:pPr>
            <w:r w:rsidRPr="00513441">
              <w:rPr>
                <w:rFonts w:cs="Times New Roman"/>
                <w:color w:val="000000"/>
                <w:szCs w:val="24"/>
                <w:lang w:eastAsia="en-GB"/>
              </w:rPr>
              <w:t>Ieņēmumi</w:t>
            </w:r>
          </w:p>
        </w:tc>
        <w:tc>
          <w:tcPr>
            <w:tcW w:w="564" w:type="pct"/>
            <w:tcBorders>
              <w:top w:val="single" w:sz="8" w:space="0" w:color="auto"/>
              <w:left w:val="single" w:sz="8" w:space="0" w:color="auto"/>
              <w:bottom w:val="single" w:sz="8" w:space="0" w:color="auto"/>
              <w:right w:val="single" w:sz="4" w:space="0" w:color="auto"/>
            </w:tcBorders>
            <w:vAlign w:val="center"/>
          </w:tcPr>
          <w:p w14:paraId="257DB86D" w14:textId="77777777" w:rsidR="00E07042" w:rsidRPr="00513441" w:rsidRDefault="00E07042" w:rsidP="00B31D0B">
            <w:pPr>
              <w:widowControl w:val="0"/>
              <w:spacing w:before="60" w:after="60"/>
              <w:jc w:val="center"/>
              <w:rPr>
                <w:rFonts w:cs="Times New Roman"/>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6318F334" w14:textId="77777777" w:rsidR="00E07042" w:rsidRPr="00513441" w:rsidRDefault="00E07042" w:rsidP="00B31D0B">
            <w:pPr>
              <w:widowControl w:val="0"/>
              <w:spacing w:before="60" w:after="60"/>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2E10DF29" w14:textId="77777777" w:rsidR="00E07042" w:rsidRPr="00FC2E42" w:rsidRDefault="00E07042" w:rsidP="00B31D0B">
            <w:pPr>
              <w:widowControl w:val="0"/>
              <w:spacing w:before="60" w:after="60"/>
              <w:jc w:val="center"/>
              <w:rPr>
                <w:rFonts w:ascii="Arial" w:hAnsi="Arial" w:cs="Arial"/>
                <w:color w:val="000000"/>
                <w:sz w:val="20"/>
                <w:szCs w:val="20"/>
              </w:rPr>
            </w:pPr>
          </w:p>
        </w:tc>
      </w:tr>
      <w:tr w:rsidR="00E07042" w:rsidRPr="00FC2E42" w14:paraId="1F4386F5" w14:textId="584DE3E9" w:rsidTr="000E6756">
        <w:trPr>
          <w:trHeight w:val="525"/>
          <w:jc w:val="center"/>
        </w:trPr>
        <w:tc>
          <w:tcPr>
            <w:tcW w:w="191" w:type="pct"/>
            <w:tcBorders>
              <w:top w:val="nil"/>
              <w:left w:val="single" w:sz="8" w:space="0" w:color="auto"/>
              <w:bottom w:val="single" w:sz="8" w:space="0" w:color="auto"/>
              <w:right w:val="nil"/>
            </w:tcBorders>
          </w:tcPr>
          <w:p w14:paraId="0896DED4" w14:textId="04B9421B" w:rsidR="00E07042" w:rsidRPr="00513441" w:rsidRDefault="00E07042" w:rsidP="00B31D0B">
            <w:pPr>
              <w:widowControl w:val="0"/>
              <w:spacing w:beforeLines="60" w:before="144" w:afterLines="60" w:after="144"/>
              <w:jc w:val="right"/>
              <w:rPr>
                <w:rFonts w:cs="Times New Roman"/>
                <w:color w:val="000000"/>
                <w:szCs w:val="24"/>
              </w:rPr>
            </w:pPr>
            <w:r>
              <w:rPr>
                <w:rFonts w:cs="Times New Roman"/>
                <w:color w:val="000000"/>
                <w:szCs w:val="24"/>
              </w:rPr>
              <w:t>2.</w:t>
            </w:r>
          </w:p>
        </w:tc>
        <w:tc>
          <w:tcPr>
            <w:tcW w:w="3119" w:type="pct"/>
            <w:tcBorders>
              <w:top w:val="nil"/>
              <w:left w:val="single" w:sz="8" w:space="0" w:color="auto"/>
              <w:bottom w:val="single" w:sz="8" w:space="0" w:color="auto"/>
              <w:right w:val="nil"/>
            </w:tcBorders>
            <w:vAlign w:val="center"/>
            <w:hideMark/>
          </w:tcPr>
          <w:p w14:paraId="0D456556" w14:textId="70264E4D" w:rsidR="00E07042" w:rsidRPr="00513441" w:rsidRDefault="00E07042" w:rsidP="00B31D0B">
            <w:pPr>
              <w:widowControl w:val="0"/>
              <w:jc w:val="both"/>
              <w:rPr>
                <w:rFonts w:cs="Times New Roman"/>
                <w:color w:val="000000"/>
                <w:szCs w:val="24"/>
              </w:rPr>
            </w:pPr>
            <w:r w:rsidRPr="00513441">
              <w:rPr>
                <w:rFonts w:cs="Times New Roman"/>
                <w:color w:val="000000"/>
                <w:szCs w:val="24"/>
              </w:rPr>
              <w:t xml:space="preserve">Kopējie aktīvi </w:t>
            </w:r>
            <w:r>
              <w:rPr>
                <w:rFonts w:cs="Times New Roman"/>
                <w:color w:val="000000"/>
                <w:szCs w:val="24"/>
              </w:rPr>
              <w:t>(</w:t>
            </w:r>
            <w:r w:rsidRPr="00F5757C">
              <w:rPr>
                <w:rFonts w:cs="Times New Roman"/>
                <w:i/>
                <w:iCs/>
                <w:color w:val="000000"/>
                <w:szCs w:val="24"/>
              </w:rPr>
              <w:t>euro</w:t>
            </w:r>
            <w:r>
              <w:rPr>
                <w:rFonts w:cs="Times New Roman"/>
                <w:color w:val="000000"/>
                <w:szCs w:val="24"/>
              </w:rPr>
              <w:t>)</w:t>
            </w:r>
          </w:p>
        </w:tc>
        <w:tc>
          <w:tcPr>
            <w:tcW w:w="564" w:type="pct"/>
            <w:tcBorders>
              <w:top w:val="single" w:sz="8" w:space="0" w:color="auto"/>
              <w:left w:val="single" w:sz="8" w:space="0" w:color="auto"/>
              <w:bottom w:val="single" w:sz="8" w:space="0" w:color="auto"/>
              <w:right w:val="single" w:sz="4" w:space="0" w:color="auto"/>
            </w:tcBorders>
            <w:vAlign w:val="center"/>
          </w:tcPr>
          <w:p w14:paraId="3A4D4A0B" w14:textId="77777777" w:rsidR="00E07042" w:rsidRPr="00513441" w:rsidRDefault="00E07042" w:rsidP="00B31D0B">
            <w:pPr>
              <w:widowControl w:val="0"/>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421E4B82" w14:textId="77777777" w:rsidR="00E07042" w:rsidRPr="00513441" w:rsidRDefault="00E07042" w:rsidP="00B31D0B">
            <w:pPr>
              <w:widowControl w:val="0"/>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3F2D4E71" w14:textId="77777777" w:rsidR="00E07042" w:rsidRPr="00FC2E42" w:rsidRDefault="00E07042" w:rsidP="00B31D0B">
            <w:pPr>
              <w:widowControl w:val="0"/>
              <w:jc w:val="center"/>
              <w:rPr>
                <w:rFonts w:ascii="Arial" w:hAnsi="Arial" w:cs="Arial"/>
                <w:color w:val="000000"/>
                <w:sz w:val="20"/>
                <w:szCs w:val="20"/>
              </w:rPr>
            </w:pPr>
          </w:p>
        </w:tc>
      </w:tr>
      <w:tr w:rsidR="00E07042" w:rsidRPr="00FC2E42" w14:paraId="71C58DBE" w14:textId="48271500" w:rsidTr="000E6756">
        <w:trPr>
          <w:trHeight w:val="525"/>
          <w:jc w:val="center"/>
        </w:trPr>
        <w:tc>
          <w:tcPr>
            <w:tcW w:w="191" w:type="pct"/>
            <w:tcBorders>
              <w:top w:val="nil"/>
              <w:left w:val="single" w:sz="8" w:space="0" w:color="auto"/>
              <w:bottom w:val="single" w:sz="8" w:space="0" w:color="auto"/>
              <w:right w:val="nil"/>
            </w:tcBorders>
          </w:tcPr>
          <w:p w14:paraId="596E370B" w14:textId="4E5B8E7D" w:rsidR="00E07042" w:rsidRPr="00513441" w:rsidRDefault="00E07042" w:rsidP="00B31D0B">
            <w:pPr>
              <w:widowControl w:val="0"/>
              <w:spacing w:beforeLines="60" w:before="144" w:afterLines="60" w:after="144"/>
              <w:jc w:val="right"/>
              <w:rPr>
                <w:rFonts w:cs="Times New Roman"/>
                <w:color w:val="000000"/>
                <w:szCs w:val="24"/>
              </w:rPr>
            </w:pPr>
            <w:r>
              <w:rPr>
                <w:rFonts w:cs="Times New Roman"/>
                <w:color w:val="000000"/>
                <w:szCs w:val="24"/>
              </w:rPr>
              <w:t>3.</w:t>
            </w:r>
          </w:p>
        </w:tc>
        <w:tc>
          <w:tcPr>
            <w:tcW w:w="3119" w:type="pct"/>
            <w:tcBorders>
              <w:top w:val="nil"/>
              <w:left w:val="single" w:sz="8" w:space="0" w:color="auto"/>
              <w:bottom w:val="single" w:sz="8" w:space="0" w:color="auto"/>
              <w:right w:val="nil"/>
            </w:tcBorders>
            <w:vAlign w:val="center"/>
          </w:tcPr>
          <w:p w14:paraId="7C9D187A" w14:textId="1EEF326D" w:rsidR="00E07042" w:rsidRPr="00513441" w:rsidRDefault="00E07042" w:rsidP="00B31D0B">
            <w:pPr>
              <w:widowControl w:val="0"/>
              <w:jc w:val="both"/>
              <w:rPr>
                <w:rFonts w:cs="Times New Roman"/>
                <w:color w:val="000000"/>
                <w:szCs w:val="24"/>
              </w:rPr>
            </w:pPr>
            <w:r w:rsidRPr="00513441">
              <w:rPr>
                <w:rFonts w:cs="Times New Roman"/>
                <w:color w:val="000000"/>
                <w:szCs w:val="24"/>
              </w:rPr>
              <w:t>Kapitāls</w:t>
            </w:r>
          </w:p>
        </w:tc>
        <w:tc>
          <w:tcPr>
            <w:tcW w:w="564" w:type="pct"/>
            <w:tcBorders>
              <w:top w:val="single" w:sz="8" w:space="0" w:color="auto"/>
              <w:left w:val="single" w:sz="8" w:space="0" w:color="auto"/>
              <w:bottom w:val="single" w:sz="8" w:space="0" w:color="auto"/>
              <w:right w:val="single" w:sz="4" w:space="0" w:color="auto"/>
            </w:tcBorders>
            <w:vAlign w:val="center"/>
          </w:tcPr>
          <w:p w14:paraId="31C0F85B" w14:textId="77777777" w:rsidR="00E07042" w:rsidRPr="00513441" w:rsidRDefault="00E07042" w:rsidP="00B31D0B">
            <w:pPr>
              <w:widowControl w:val="0"/>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53049499" w14:textId="77777777" w:rsidR="00E07042" w:rsidRPr="00513441" w:rsidRDefault="00E07042" w:rsidP="00B31D0B">
            <w:pPr>
              <w:widowControl w:val="0"/>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1E5D7393" w14:textId="77777777" w:rsidR="00E07042" w:rsidRPr="00FC2E42" w:rsidRDefault="00E07042" w:rsidP="00B31D0B">
            <w:pPr>
              <w:widowControl w:val="0"/>
              <w:jc w:val="center"/>
              <w:rPr>
                <w:rFonts w:ascii="Arial" w:hAnsi="Arial" w:cs="Arial"/>
                <w:color w:val="000000"/>
                <w:sz w:val="20"/>
                <w:szCs w:val="20"/>
              </w:rPr>
            </w:pPr>
          </w:p>
        </w:tc>
      </w:tr>
      <w:tr w:rsidR="00E07042" w:rsidRPr="00FC2E42" w14:paraId="7CF41432" w14:textId="02278853" w:rsidTr="000E6756">
        <w:trPr>
          <w:trHeight w:val="525"/>
          <w:jc w:val="center"/>
        </w:trPr>
        <w:tc>
          <w:tcPr>
            <w:tcW w:w="191" w:type="pct"/>
            <w:tcBorders>
              <w:top w:val="nil"/>
              <w:left w:val="single" w:sz="8" w:space="0" w:color="auto"/>
              <w:bottom w:val="single" w:sz="8" w:space="0" w:color="auto"/>
              <w:right w:val="nil"/>
            </w:tcBorders>
          </w:tcPr>
          <w:p w14:paraId="37D099FF" w14:textId="65E8A115" w:rsidR="00E07042" w:rsidRPr="00513441" w:rsidRDefault="00E07042" w:rsidP="00B31D0B">
            <w:pPr>
              <w:widowControl w:val="0"/>
              <w:spacing w:beforeLines="60" w:before="144" w:afterLines="60" w:after="144"/>
              <w:jc w:val="right"/>
              <w:rPr>
                <w:rFonts w:cs="Times New Roman"/>
                <w:color w:val="000000"/>
                <w:szCs w:val="24"/>
              </w:rPr>
            </w:pPr>
            <w:r>
              <w:rPr>
                <w:rFonts w:cs="Times New Roman"/>
                <w:color w:val="000000"/>
                <w:szCs w:val="24"/>
              </w:rPr>
              <w:t>4.</w:t>
            </w:r>
          </w:p>
        </w:tc>
        <w:tc>
          <w:tcPr>
            <w:tcW w:w="3119" w:type="pct"/>
            <w:tcBorders>
              <w:top w:val="nil"/>
              <w:left w:val="single" w:sz="8" w:space="0" w:color="auto"/>
              <w:bottom w:val="single" w:sz="8" w:space="0" w:color="auto"/>
              <w:right w:val="nil"/>
            </w:tcBorders>
            <w:vAlign w:val="center"/>
            <w:hideMark/>
          </w:tcPr>
          <w:p w14:paraId="42DB9BE6" w14:textId="74428AB8" w:rsidR="00E07042" w:rsidRPr="00513441" w:rsidRDefault="00E07042" w:rsidP="00B31D0B">
            <w:pPr>
              <w:widowControl w:val="0"/>
              <w:jc w:val="both"/>
              <w:rPr>
                <w:rFonts w:cs="Times New Roman"/>
                <w:color w:val="000000"/>
                <w:szCs w:val="24"/>
              </w:rPr>
            </w:pPr>
            <w:r w:rsidRPr="00513441">
              <w:rPr>
                <w:rFonts w:cs="Times New Roman"/>
                <w:color w:val="000000"/>
                <w:szCs w:val="24"/>
              </w:rPr>
              <w:t>Neto peļņa</w:t>
            </w:r>
          </w:p>
        </w:tc>
        <w:tc>
          <w:tcPr>
            <w:tcW w:w="564" w:type="pct"/>
            <w:tcBorders>
              <w:top w:val="single" w:sz="8" w:space="0" w:color="auto"/>
              <w:left w:val="single" w:sz="8" w:space="0" w:color="auto"/>
              <w:bottom w:val="single" w:sz="8" w:space="0" w:color="auto"/>
              <w:right w:val="single" w:sz="4" w:space="0" w:color="auto"/>
            </w:tcBorders>
            <w:vAlign w:val="center"/>
          </w:tcPr>
          <w:p w14:paraId="7DF8935A" w14:textId="77777777" w:rsidR="00E07042" w:rsidRPr="00513441" w:rsidRDefault="00E07042" w:rsidP="00B31D0B">
            <w:pPr>
              <w:widowControl w:val="0"/>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4439EADE" w14:textId="77777777" w:rsidR="00E07042" w:rsidRPr="00513441" w:rsidRDefault="00E07042" w:rsidP="00B31D0B">
            <w:pPr>
              <w:widowControl w:val="0"/>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41A59B4A" w14:textId="77777777" w:rsidR="00E07042" w:rsidRPr="00FC2E42" w:rsidRDefault="00E07042" w:rsidP="00B31D0B">
            <w:pPr>
              <w:widowControl w:val="0"/>
              <w:jc w:val="center"/>
              <w:rPr>
                <w:rFonts w:ascii="Arial" w:hAnsi="Arial" w:cs="Arial"/>
                <w:color w:val="000000"/>
                <w:sz w:val="20"/>
                <w:szCs w:val="20"/>
              </w:rPr>
            </w:pPr>
          </w:p>
        </w:tc>
      </w:tr>
      <w:tr w:rsidR="00E07042" w:rsidRPr="00FC2E42" w14:paraId="0057FB05" w14:textId="09433623" w:rsidTr="00B31D0B">
        <w:trPr>
          <w:trHeight w:val="525"/>
          <w:jc w:val="center"/>
        </w:trPr>
        <w:tc>
          <w:tcPr>
            <w:tcW w:w="191" w:type="pct"/>
            <w:tcBorders>
              <w:top w:val="nil"/>
              <w:left w:val="single" w:sz="8" w:space="0" w:color="auto"/>
              <w:bottom w:val="single" w:sz="4" w:space="0" w:color="auto"/>
              <w:right w:val="nil"/>
            </w:tcBorders>
          </w:tcPr>
          <w:p w14:paraId="0D0AFC83" w14:textId="6460EED4" w:rsidR="00E07042" w:rsidRPr="00513441" w:rsidRDefault="00E07042" w:rsidP="00B31D0B">
            <w:pPr>
              <w:widowControl w:val="0"/>
              <w:spacing w:beforeLines="60" w:before="144" w:afterLines="60" w:after="144"/>
              <w:jc w:val="right"/>
              <w:rPr>
                <w:rFonts w:cs="Times New Roman"/>
                <w:color w:val="000000"/>
                <w:szCs w:val="24"/>
              </w:rPr>
            </w:pPr>
            <w:r>
              <w:rPr>
                <w:rFonts w:cs="Times New Roman"/>
                <w:color w:val="000000"/>
                <w:szCs w:val="24"/>
              </w:rPr>
              <w:t>5.</w:t>
            </w:r>
          </w:p>
        </w:tc>
        <w:tc>
          <w:tcPr>
            <w:tcW w:w="3119" w:type="pct"/>
            <w:tcBorders>
              <w:top w:val="nil"/>
              <w:left w:val="single" w:sz="8" w:space="0" w:color="auto"/>
              <w:bottom w:val="single" w:sz="4" w:space="0" w:color="auto"/>
              <w:right w:val="nil"/>
            </w:tcBorders>
            <w:vAlign w:val="center"/>
          </w:tcPr>
          <w:p w14:paraId="3AB7C24B" w14:textId="58B0ADDE" w:rsidR="00E07042" w:rsidRPr="00513441" w:rsidRDefault="00E07042" w:rsidP="00B31D0B">
            <w:pPr>
              <w:widowControl w:val="0"/>
              <w:jc w:val="both"/>
              <w:rPr>
                <w:rFonts w:cs="Times New Roman"/>
                <w:color w:val="000000"/>
                <w:szCs w:val="24"/>
                <w:lang w:eastAsia="en-GB"/>
              </w:rPr>
            </w:pPr>
            <w:r w:rsidRPr="00513441">
              <w:rPr>
                <w:rFonts w:cs="Times New Roman"/>
                <w:color w:val="000000"/>
                <w:szCs w:val="24"/>
              </w:rPr>
              <w:t>Kapitāla rādītājs</w:t>
            </w:r>
            <w:r w:rsidRPr="00513441">
              <w:rPr>
                <w:rStyle w:val="FootnoteReference"/>
                <w:rFonts w:cs="Times New Roman"/>
                <w:color w:val="000000"/>
                <w:szCs w:val="24"/>
              </w:rPr>
              <w:footnoteReference w:id="3"/>
            </w:r>
          </w:p>
        </w:tc>
        <w:tc>
          <w:tcPr>
            <w:tcW w:w="564" w:type="pct"/>
            <w:tcBorders>
              <w:top w:val="single" w:sz="8" w:space="0" w:color="auto"/>
              <w:left w:val="single" w:sz="8" w:space="0" w:color="auto"/>
              <w:bottom w:val="single" w:sz="4" w:space="0" w:color="auto"/>
              <w:right w:val="single" w:sz="4" w:space="0" w:color="auto"/>
            </w:tcBorders>
            <w:vAlign w:val="center"/>
          </w:tcPr>
          <w:p w14:paraId="36A5821A" w14:textId="77777777" w:rsidR="00E07042" w:rsidRPr="00513441" w:rsidRDefault="00E07042" w:rsidP="00B31D0B">
            <w:pPr>
              <w:widowControl w:val="0"/>
              <w:jc w:val="center"/>
              <w:rPr>
                <w:rFonts w:cs="Times New Roman"/>
                <w:i/>
                <w:color w:val="000000"/>
                <w:szCs w:val="24"/>
              </w:rPr>
            </w:pPr>
          </w:p>
        </w:tc>
        <w:tc>
          <w:tcPr>
            <w:tcW w:w="564" w:type="pct"/>
            <w:tcBorders>
              <w:top w:val="single" w:sz="8" w:space="0" w:color="auto"/>
              <w:left w:val="single" w:sz="8" w:space="0" w:color="auto"/>
              <w:bottom w:val="single" w:sz="4" w:space="0" w:color="auto"/>
              <w:right w:val="single" w:sz="8" w:space="0" w:color="auto"/>
            </w:tcBorders>
            <w:vAlign w:val="center"/>
          </w:tcPr>
          <w:p w14:paraId="067CE488" w14:textId="77777777" w:rsidR="00E07042" w:rsidRPr="00513441" w:rsidRDefault="00E07042" w:rsidP="00B31D0B">
            <w:pPr>
              <w:widowControl w:val="0"/>
              <w:jc w:val="center"/>
              <w:rPr>
                <w:rFonts w:cs="Times New Roman"/>
                <w:color w:val="000000"/>
                <w:szCs w:val="24"/>
              </w:rPr>
            </w:pPr>
          </w:p>
        </w:tc>
        <w:tc>
          <w:tcPr>
            <w:tcW w:w="562" w:type="pct"/>
            <w:tcBorders>
              <w:top w:val="single" w:sz="8" w:space="0" w:color="auto"/>
              <w:left w:val="single" w:sz="8" w:space="0" w:color="auto"/>
              <w:bottom w:val="single" w:sz="4" w:space="0" w:color="auto"/>
              <w:right w:val="single" w:sz="8" w:space="0" w:color="auto"/>
            </w:tcBorders>
          </w:tcPr>
          <w:p w14:paraId="7280956F" w14:textId="77777777" w:rsidR="00E07042" w:rsidRPr="00FC2E42" w:rsidRDefault="00E07042" w:rsidP="00B31D0B">
            <w:pPr>
              <w:widowControl w:val="0"/>
              <w:jc w:val="center"/>
              <w:rPr>
                <w:rFonts w:ascii="Arial" w:hAnsi="Arial" w:cs="Arial"/>
                <w:color w:val="000000"/>
                <w:sz w:val="20"/>
                <w:szCs w:val="20"/>
              </w:rPr>
            </w:pPr>
          </w:p>
        </w:tc>
      </w:tr>
      <w:tr w:rsidR="00E07042" w:rsidRPr="00FC2E42" w14:paraId="4A3FDBD2" w14:textId="49F1B06B" w:rsidTr="00B31D0B">
        <w:trPr>
          <w:trHeight w:val="525"/>
          <w:jc w:val="center"/>
        </w:trPr>
        <w:tc>
          <w:tcPr>
            <w:tcW w:w="191" w:type="pct"/>
            <w:tcBorders>
              <w:top w:val="single" w:sz="4" w:space="0" w:color="auto"/>
              <w:left w:val="single" w:sz="4" w:space="0" w:color="auto"/>
              <w:bottom w:val="single" w:sz="4" w:space="0" w:color="auto"/>
              <w:right w:val="single" w:sz="4" w:space="0" w:color="auto"/>
            </w:tcBorders>
          </w:tcPr>
          <w:p w14:paraId="1FD8DDB2" w14:textId="3E7B3009" w:rsidR="00E07042" w:rsidRPr="00513441" w:rsidRDefault="00E07042" w:rsidP="00B31D0B">
            <w:pPr>
              <w:widowControl w:val="0"/>
              <w:spacing w:beforeLines="60" w:before="144" w:afterLines="60" w:after="144"/>
              <w:jc w:val="right"/>
              <w:rPr>
                <w:rFonts w:cs="Times New Roman"/>
                <w:color w:val="000000"/>
                <w:szCs w:val="24"/>
              </w:rPr>
            </w:pPr>
            <w:r>
              <w:rPr>
                <w:rFonts w:cs="Times New Roman"/>
                <w:color w:val="000000"/>
                <w:szCs w:val="24"/>
              </w:rPr>
              <w:t>6.</w:t>
            </w:r>
          </w:p>
        </w:tc>
        <w:tc>
          <w:tcPr>
            <w:tcW w:w="3119" w:type="pct"/>
            <w:tcBorders>
              <w:top w:val="single" w:sz="4" w:space="0" w:color="auto"/>
              <w:left w:val="single" w:sz="4" w:space="0" w:color="auto"/>
              <w:bottom w:val="single" w:sz="4" w:space="0" w:color="auto"/>
              <w:right w:val="single" w:sz="4" w:space="0" w:color="auto"/>
            </w:tcBorders>
            <w:vAlign w:val="center"/>
          </w:tcPr>
          <w:p w14:paraId="4A45987A" w14:textId="7985DF6A" w:rsidR="00E07042" w:rsidRPr="00513441" w:rsidRDefault="00E07042" w:rsidP="00B31D0B">
            <w:pPr>
              <w:widowControl w:val="0"/>
              <w:jc w:val="both"/>
              <w:rPr>
                <w:rFonts w:cs="Times New Roman"/>
                <w:color w:val="000000"/>
                <w:szCs w:val="24"/>
              </w:rPr>
            </w:pPr>
            <w:r w:rsidRPr="00513441">
              <w:rPr>
                <w:rFonts w:cs="Times New Roman"/>
                <w:color w:val="000000"/>
                <w:szCs w:val="24"/>
              </w:rPr>
              <w:t>Aktīvu un saistību attiecība</w:t>
            </w:r>
            <w:r w:rsidRPr="00513441">
              <w:rPr>
                <w:rStyle w:val="FootnoteReference"/>
                <w:rFonts w:cs="Times New Roman"/>
                <w:color w:val="000000"/>
                <w:szCs w:val="24"/>
              </w:rPr>
              <w:footnoteReference w:id="4"/>
            </w:r>
          </w:p>
        </w:tc>
        <w:tc>
          <w:tcPr>
            <w:tcW w:w="564" w:type="pct"/>
            <w:tcBorders>
              <w:top w:val="single" w:sz="4" w:space="0" w:color="auto"/>
              <w:left w:val="single" w:sz="4" w:space="0" w:color="auto"/>
              <w:bottom w:val="single" w:sz="4" w:space="0" w:color="auto"/>
              <w:right w:val="single" w:sz="4" w:space="0" w:color="auto"/>
            </w:tcBorders>
            <w:vAlign w:val="center"/>
          </w:tcPr>
          <w:p w14:paraId="6AF759DC" w14:textId="77777777" w:rsidR="00E07042" w:rsidRPr="00513441" w:rsidRDefault="00E07042" w:rsidP="00B31D0B">
            <w:pPr>
              <w:widowControl w:val="0"/>
              <w:jc w:val="center"/>
              <w:rPr>
                <w:rFonts w:cs="Times New Roman"/>
                <w:i/>
                <w:color w:val="000000"/>
                <w:szCs w:val="24"/>
              </w:rPr>
            </w:pPr>
          </w:p>
        </w:tc>
        <w:tc>
          <w:tcPr>
            <w:tcW w:w="564" w:type="pct"/>
            <w:tcBorders>
              <w:top w:val="single" w:sz="4" w:space="0" w:color="auto"/>
              <w:left w:val="single" w:sz="4" w:space="0" w:color="auto"/>
              <w:bottom w:val="single" w:sz="4" w:space="0" w:color="auto"/>
              <w:right w:val="single" w:sz="4" w:space="0" w:color="auto"/>
            </w:tcBorders>
            <w:vAlign w:val="center"/>
          </w:tcPr>
          <w:p w14:paraId="2E3F3779" w14:textId="77777777" w:rsidR="00E07042" w:rsidRPr="00513441" w:rsidRDefault="00E07042" w:rsidP="00B31D0B">
            <w:pPr>
              <w:widowControl w:val="0"/>
              <w:jc w:val="center"/>
              <w:rPr>
                <w:rFonts w:cs="Times New Roman"/>
                <w:color w:val="000000"/>
                <w:szCs w:val="24"/>
              </w:rPr>
            </w:pPr>
          </w:p>
        </w:tc>
        <w:tc>
          <w:tcPr>
            <w:tcW w:w="562" w:type="pct"/>
            <w:tcBorders>
              <w:top w:val="single" w:sz="4" w:space="0" w:color="auto"/>
              <w:left w:val="single" w:sz="4" w:space="0" w:color="auto"/>
              <w:bottom w:val="single" w:sz="4" w:space="0" w:color="auto"/>
              <w:right w:val="single" w:sz="4" w:space="0" w:color="auto"/>
            </w:tcBorders>
          </w:tcPr>
          <w:p w14:paraId="5809E4B1" w14:textId="77777777" w:rsidR="00E07042" w:rsidRPr="00FC2E42" w:rsidRDefault="00E07042" w:rsidP="00B31D0B">
            <w:pPr>
              <w:widowControl w:val="0"/>
              <w:jc w:val="center"/>
              <w:rPr>
                <w:rFonts w:ascii="Arial" w:hAnsi="Arial" w:cs="Arial"/>
                <w:color w:val="000000"/>
                <w:sz w:val="20"/>
                <w:szCs w:val="20"/>
              </w:rPr>
            </w:pPr>
          </w:p>
        </w:tc>
      </w:tr>
      <w:tr w:rsidR="00E07042" w:rsidRPr="00FC2E42" w14:paraId="082A0269" w14:textId="0E9742C1" w:rsidTr="00B31D0B">
        <w:trPr>
          <w:trHeight w:val="525"/>
          <w:jc w:val="center"/>
        </w:trPr>
        <w:tc>
          <w:tcPr>
            <w:tcW w:w="191" w:type="pct"/>
            <w:tcBorders>
              <w:top w:val="single" w:sz="4" w:space="0" w:color="auto"/>
              <w:left w:val="single" w:sz="8" w:space="0" w:color="auto"/>
              <w:bottom w:val="single" w:sz="8" w:space="0" w:color="auto"/>
              <w:right w:val="nil"/>
            </w:tcBorders>
          </w:tcPr>
          <w:p w14:paraId="52140478" w14:textId="630FE1EF" w:rsidR="00E07042" w:rsidRPr="00513441" w:rsidRDefault="00E07042" w:rsidP="00B31D0B">
            <w:pPr>
              <w:widowControl w:val="0"/>
              <w:spacing w:beforeLines="60" w:before="144" w:afterLines="60" w:after="144"/>
              <w:jc w:val="right"/>
              <w:rPr>
                <w:rFonts w:cs="Times New Roman"/>
                <w:color w:val="000000"/>
                <w:szCs w:val="24"/>
              </w:rPr>
            </w:pPr>
            <w:r>
              <w:rPr>
                <w:rFonts w:cs="Times New Roman"/>
                <w:color w:val="000000"/>
                <w:szCs w:val="24"/>
              </w:rPr>
              <w:t>7.</w:t>
            </w:r>
          </w:p>
        </w:tc>
        <w:tc>
          <w:tcPr>
            <w:tcW w:w="3119" w:type="pct"/>
            <w:tcBorders>
              <w:top w:val="single" w:sz="4" w:space="0" w:color="auto"/>
              <w:left w:val="single" w:sz="8" w:space="0" w:color="auto"/>
              <w:bottom w:val="single" w:sz="8" w:space="0" w:color="auto"/>
              <w:right w:val="nil"/>
            </w:tcBorders>
            <w:vAlign w:val="center"/>
          </w:tcPr>
          <w:p w14:paraId="0EE0F058" w14:textId="5DBDB6A0" w:rsidR="00E07042" w:rsidRPr="00513441" w:rsidRDefault="00E07042" w:rsidP="00B31D0B">
            <w:pPr>
              <w:widowControl w:val="0"/>
              <w:jc w:val="both"/>
              <w:rPr>
                <w:rFonts w:cs="Times New Roman"/>
                <w:color w:val="000000"/>
                <w:szCs w:val="24"/>
              </w:rPr>
            </w:pPr>
            <w:r w:rsidRPr="00513441">
              <w:rPr>
                <w:rFonts w:cs="Times New Roman"/>
                <w:color w:val="000000"/>
                <w:szCs w:val="24"/>
              </w:rPr>
              <w:t>Darbinieku skaits (</w:t>
            </w:r>
            <w:r>
              <w:rPr>
                <w:rFonts w:cs="Times New Roman"/>
                <w:color w:val="000000"/>
                <w:szCs w:val="24"/>
              </w:rPr>
              <w:t>pilna laika slodze</w:t>
            </w:r>
            <w:r w:rsidRPr="00513441">
              <w:rPr>
                <w:rFonts w:cs="Times New Roman"/>
                <w:color w:val="000000"/>
                <w:szCs w:val="24"/>
              </w:rPr>
              <w:t>)</w:t>
            </w:r>
          </w:p>
        </w:tc>
        <w:tc>
          <w:tcPr>
            <w:tcW w:w="564" w:type="pct"/>
            <w:tcBorders>
              <w:top w:val="single" w:sz="4" w:space="0" w:color="auto"/>
              <w:left w:val="single" w:sz="8" w:space="0" w:color="auto"/>
              <w:bottom w:val="single" w:sz="8" w:space="0" w:color="auto"/>
              <w:right w:val="single" w:sz="4" w:space="0" w:color="auto"/>
            </w:tcBorders>
            <w:vAlign w:val="center"/>
          </w:tcPr>
          <w:p w14:paraId="66710668" w14:textId="77777777" w:rsidR="00E07042" w:rsidRPr="00513441" w:rsidRDefault="00E07042" w:rsidP="00B31D0B">
            <w:pPr>
              <w:widowControl w:val="0"/>
              <w:jc w:val="center"/>
              <w:rPr>
                <w:rFonts w:cs="Times New Roman"/>
                <w:i/>
                <w:color w:val="000000"/>
                <w:szCs w:val="24"/>
              </w:rPr>
            </w:pPr>
          </w:p>
        </w:tc>
        <w:tc>
          <w:tcPr>
            <w:tcW w:w="564" w:type="pct"/>
            <w:tcBorders>
              <w:top w:val="single" w:sz="4" w:space="0" w:color="auto"/>
              <w:left w:val="single" w:sz="8" w:space="0" w:color="auto"/>
              <w:bottom w:val="single" w:sz="8" w:space="0" w:color="auto"/>
              <w:right w:val="single" w:sz="8" w:space="0" w:color="auto"/>
            </w:tcBorders>
            <w:vAlign w:val="center"/>
          </w:tcPr>
          <w:p w14:paraId="190FA497" w14:textId="77777777" w:rsidR="00E07042" w:rsidRPr="00513441" w:rsidRDefault="00E07042" w:rsidP="00B31D0B">
            <w:pPr>
              <w:widowControl w:val="0"/>
              <w:jc w:val="center"/>
              <w:rPr>
                <w:rFonts w:cs="Times New Roman"/>
                <w:color w:val="000000"/>
                <w:szCs w:val="24"/>
              </w:rPr>
            </w:pPr>
          </w:p>
        </w:tc>
        <w:tc>
          <w:tcPr>
            <w:tcW w:w="562" w:type="pct"/>
            <w:tcBorders>
              <w:top w:val="single" w:sz="4" w:space="0" w:color="auto"/>
              <w:left w:val="single" w:sz="8" w:space="0" w:color="auto"/>
              <w:bottom w:val="single" w:sz="8" w:space="0" w:color="auto"/>
              <w:right w:val="single" w:sz="8" w:space="0" w:color="auto"/>
            </w:tcBorders>
          </w:tcPr>
          <w:p w14:paraId="5BE8A188" w14:textId="77777777" w:rsidR="00E07042" w:rsidRPr="00FC2E42" w:rsidRDefault="00E07042" w:rsidP="00B31D0B">
            <w:pPr>
              <w:widowControl w:val="0"/>
              <w:jc w:val="center"/>
              <w:rPr>
                <w:rFonts w:ascii="Arial" w:hAnsi="Arial" w:cs="Arial"/>
                <w:color w:val="000000"/>
                <w:sz w:val="20"/>
                <w:szCs w:val="20"/>
              </w:rPr>
            </w:pPr>
          </w:p>
        </w:tc>
      </w:tr>
    </w:tbl>
    <w:p w14:paraId="09B99D3E" w14:textId="77777777" w:rsidR="001E645E" w:rsidRDefault="001E645E" w:rsidP="00AE1626">
      <w:pPr>
        <w:jc w:val="center"/>
        <w:rPr>
          <w:rFonts w:cs="Times New Roman"/>
          <w:b/>
          <w:bCs/>
          <w:szCs w:val="24"/>
        </w:rPr>
      </w:pPr>
    </w:p>
    <w:p w14:paraId="1872BAAD" w14:textId="77777777" w:rsidR="000F4F40" w:rsidRDefault="000F4F40" w:rsidP="00AE1626">
      <w:pPr>
        <w:jc w:val="center"/>
        <w:rPr>
          <w:rFonts w:cs="Times New Roman"/>
          <w:b/>
          <w:bCs/>
          <w:szCs w:val="24"/>
        </w:rPr>
      </w:pPr>
    </w:p>
    <w:p w14:paraId="57317FAA" w14:textId="77777777" w:rsidR="0055066F" w:rsidRDefault="0055066F">
      <w:pPr>
        <w:spacing w:after="200" w:line="276" w:lineRule="auto"/>
        <w:rPr>
          <w:rFonts w:cs="Times New Roman"/>
          <w:szCs w:val="24"/>
        </w:rPr>
      </w:pPr>
      <w:r>
        <w:rPr>
          <w:rFonts w:cs="Times New Roman"/>
          <w:szCs w:val="24"/>
        </w:rPr>
        <w:br w:type="page"/>
      </w:r>
    </w:p>
    <w:p w14:paraId="1C67DA51" w14:textId="4E315FB5" w:rsidR="003A5004" w:rsidRDefault="003E51D0" w:rsidP="003E51D0">
      <w:pPr>
        <w:rPr>
          <w:rFonts w:cs="Times New Roman"/>
          <w:szCs w:val="24"/>
        </w:rPr>
      </w:pPr>
      <w:r w:rsidRPr="000F4F40">
        <w:rPr>
          <w:rFonts w:cs="Times New Roman"/>
          <w:szCs w:val="24"/>
        </w:rPr>
        <w:lastRenderedPageBreak/>
        <w:t>4.</w:t>
      </w:r>
      <w:r w:rsidR="00950F52">
        <w:rPr>
          <w:rFonts w:cs="Times New Roman"/>
          <w:szCs w:val="24"/>
        </w:rPr>
        <w:t> </w:t>
      </w:r>
      <w:r w:rsidRPr="000F4F40">
        <w:rPr>
          <w:rFonts w:cs="Times New Roman"/>
          <w:szCs w:val="24"/>
        </w:rPr>
        <w:t>tabula</w:t>
      </w:r>
      <w:r w:rsidR="003A5004" w:rsidRPr="000F4F40">
        <w:rPr>
          <w:rFonts w:cs="Times New Roman"/>
          <w:szCs w:val="24"/>
        </w:rPr>
        <w:t xml:space="preserve"> (aizpilda persona, kas ir kredītiestāde)</w:t>
      </w:r>
    </w:p>
    <w:p w14:paraId="26FA52DC" w14:textId="77777777" w:rsidR="00D47515" w:rsidRPr="003E51D0" w:rsidRDefault="00D47515" w:rsidP="003E51D0">
      <w:pPr>
        <w:rPr>
          <w:rFonts w:cs="Times New Roman"/>
          <w:i/>
          <w:iCs/>
          <w:szCs w:val="24"/>
        </w:rPr>
      </w:pPr>
    </w:p>
    <w:p w14:paraId="06C4657B" w14:textId="29289973" w:rsidR="001E645E" w:rsidRDefault="000F4F40" w:rsidP="001E645E">
      <w:pPr>
        <w:jc w:val="center"/>
        <w:rPr>
          <w:rFonts w:cs="Times New Roman"/>
          <w:b/>
          <w:bCs/>
          <w:szCs w:val="24"/>
        </w:rPr>
      </w:pPr>
      <w:r>
        <w:rPr>
          <w:rFonts w:cs="Times New Roman"/>
          <w:b/>
          <w:bCs/>
          <w:szCs w:val="24"/>
        </w:rPr>
        <w:t>Juridiskas p</w:t>
      </w:r>
      <w:r w:rsidR="001E645E" w:rsidRPr="00AE1626">
        <w:rPr>
          <w:rFonts w:cs="Times New Roman"/>
          <w:b/>
          <w:bCs/>
          <w:szCs w:val="24"/>
        </w:rPr>
        <w:t>ersonas</w:t>
      </w:r>
      <w:r w:rsidR="001E645E">
        <w:rPr>
          <w:rFonts w:cs="Times New Roman"/>
          <w:b/>
          <w:bCs/>
          <w:szCs w:val="24"/>
        </w:rPr>
        <w:t xml:space="preserve">, kas </w:t>
      </w:r>
      <w:r w:rsidR="00E160B4">
        <w:rPr>
          <w:rFonts w:cs="Times New Roman"/>
          <w:b/>
          <w:bCs/>
          <w:szCs w:val="24"/>
        </w:rPr>
        <w:t>ir</w:t>
      </w:r>
      <w:r w:rsidR="001E645E">
        <w:rPr>
          <w:rFonts w:cs="Times New Roman"/>
          <w:b/>
          <w:bCs/>
          <w:szCs w:val="24"/>
        </w:rPr>
        <w:t xml:space="preserve"> kredītiestāde, </w:t>
      </w:r>
      <w:r w:rsidR="001E645E" w:rsidRPr="00AE1626">
        <w:rPr>
          <w:rFonts w:cs="Times New Roman"/>
          <w:b/>
          <w:bCs/>
          <w:szCs w:val="24"/>
        </w:rPr>
        <w:t xml:space="preserve">aktīvu un saistību apkopojums </w:t>
      </w:r>
      <w:r w:rsidR="001E645E">
        <w:rPr>
          <w:rFonts w:cs="Times New Roman"/>
          <w:b/>
          <w:bCs/>
          <w:szCs w:val="24"/>
        </w:rPr>
        <w:t xml:space="preserve">par </w:t>
      </w:r>
      <w:r w:rsidR="001E645E" w:rsidRPr="00AE1626">
        <w:rPr>
          <w:rFonts w:cs="Times New Roman"/>
          <w:b/>
          <w:bCs/>
          <w:szCs w:val="24"/>
        </w:rPr>
        <w:t>pēdēj</w:t>
      </w:r>
      <w:r w:rsidR="001E645E">
        <w:rPr>
          <w:rFonts w:cs="Times New Roman"/>
          <w:b/>
          <w:bCs/>
          <w:szCs w:val="24"/>
        </w:rPr>
        <w:t>iem</w:t>
      </w:r>
      <w:r w:rsidR="001E645E" w:rsidRPr="00AE1626">
        <w:rPr>
          <w:rFonts w:cs="Times New Roman"/>
          <w:b/>
          <w:bCs/>
          <w:szCs w:val="24"/>
        </w:rPr>
        <w:t xml:space="preserve"> trij</w:t>
      </w:r>
      <w:r w:rsidR="001E645E">
        <w:rPr>
          <w:rFonts w:cs="Times New Roman"/>
          <w:b/>
          <w:bCs/>
          <w:szCs w:val="24"/>
        </w:rPr>
        <w:t>iem gadiem</w:t>
      </w:r>
    </w:p>
    <w:p w14:paraId="159391E5" w14:textId="77777777" w:rsidR="00D47515" w:rsidRDefault="00D47515" w:rsidP="001E645E">
      <w:pPr>
        <w:jc w:val="center"/>
        <w:rPr>
          <w:rFonts w:cs="Times New Roman"/>
          <w:b/>
          <w:bCs/>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9077"/>
        <w:gridCol w:w="1642"/>
        <w:gridCol w:w="1642"/>
        <w:gridCol w:w="1637"/>
      </w:tblGrid>
      <w:tr w:rsidR="00E07042" w:rsidRPr="002A2F74" w14:paraId="4855B3FB" w14:textId="7DC13864" w:rsidTr="00E07042">
        <w:trPr>
          <w:trHeight w:val="286"/>
          <w:jc w:val="center"/>
        </w:trPr>
        <w:tc>
          <w:tcPr>
            <w:tcW w:w="3310" w:type="pct"/>
            <w:gridSpan w:val="2"/>
            <w:shd w:val="clear" w:color="auto" w:fill="BFBFBF" w:themeFill="background1" w:themeFillShade="BF"/>
          </w:tcPr>
          <w:p w14:paraId="491F550A" w14:textId="3292EB72" w:rsidR="00E07042" w:rsidRPr="00B31D0B" w:rsidRDefault="00F82871" w:rsidP="00E160B4">
            <w:pPr>
              <w:widowControl w:val="0"/>
              <w:spacing w:before="60" w:after="60" w:line="340" w:lineRule="exact"/>
              <w:jc w:val="both"/>
              <w:rPr>
                <w:rFonts w:cs="Times New Roman"/>
                <w:color w:val="000000"/>
                <w:szCs w:val="24"/>
              </w:rPr>
            </w:pPr>
            <w:r w:rsidRPr="00B31D0B">
              <w:rPr>
                <w:rFonts w:cs="Times New Roman"/>
                <w:color w:val="000000"/>
                <w:szCs w:val="24"/>
              </w:rPr>
              <w:t>Pozīcija</w:t>
            </w:r>
          </w:p>
        </w:tc>
        <w:tc>
          <w:tcPr>
            <w:tcW w:w="564" w:type="pct"/>
            <w:shd w:val="clear" w:color="auto" w:fill="BFBFBF" w:themeFill="background1" w:themeFillShade="BF"/>
            <w:vAlign w:val="center"/>
          </w:tcPr>
          <w:p w14:paraId="520E4E7B" w14:textId="3579CDBB" w:rsidR="00E07042" w:rsidRPr="002A2F74" w:rsidRDefault="00E07042" w:rsidP="00E160B4">
            <w:pPr>
              <w:widowControl w:val="0"/>
              <w:spacing w:before="60" w:after="60" w:line="340" w:lineRule="exact"/>
              <w:jc w:val="center"/>
              <w:rPr>
                <w:rFonts w:ascii="Arial" w:hAnsi="Arial" w:cs="Arial"/>
                <w:color w:val="FF0000"/>
                <w:sz w:val="20"/>
                <w:szCs w:val="20"/>
              </w:rPr>
            </w:pPr>
            <w:r>
              <w:rPr>
                <w:rFonts w:eastAsia="Times New Roman" w:cs="Times New Roman"/>
                <w:color w:val="000000"/>
                <w:lang w:eastAsia="en-GB"/>
              </w:rPr>
              <w:t>n gads</w:t>
            </w:r>
          </w:p>
        </w:tc>
        <w:tc>
          <w:tcPr>
            <w:tcW w:w="564" w:type="pct"/>
            <w:shd w:val="clear" w:color="auto" w:fill="BFBFBF" w:themeFill="background1" w:themeFillShade="BF"/>
            <w:vAlign w:val="center"/>
          </w:tcPr>
          <w:p w14:paraId="09E59A1B" w14:textId="61DCC65B" w:rsidR="00E07042" w:rsidRPr="002A2F74" w:rsidRDefault="00E07042" w:rsidP="00E160B4">
            <w:pPr>
              <w:widowControl w:val="0"/>
              <w:spacing w:before="60" w:after="60" w:line="340" w:lineRule="exact"/>
              <w:jc w:val="center"/>
              <w:rPr>
                <w:rFonts w:ascii="Arial" w:hAnsi="Arial" w:cs="Arial"/>
                <w:color w:val="FF0000"/>
                <w:sz w:val="20"/>
                <w:szCs w:val="20"/>
              </w:rPr>
            </w:pPr>
            <w:r>
              <w:rPr>
                <w:rFonts w:eastAsia="Times New Roman" w:cs="Times New Roman"/>
                <w:color w:val="000000"/>
                <w:szCs w:val="24"/>
                <w:lang w:eastAsia="en-GB"/>
              </w:rPr>
              <w:t>n</w:t>
            </w:r>
            <w:r w:rsidRPr="00F5757C">
              <w:rPr>
                <w:rFonts w:eastAsia="Times New Roman" w:cs="Times New Roman"/>
                <w:color w:val="000000"/>
                <w:szCs w:val="24"/>
                <w:lang w:eastAsia="en-GB"/>
              </w:rPr>
              <w:t>-1</w:t>
            </w:r>
            <w:r>
              <w:rPr>
                <w:rFonts w:eastAsia="Times New Roman" w:cs="Times New Roman"/>
                <w:color w:val="000000"/>
                <w:szCs w:val="24"/>
                <w:lang w:eastAsia="en-GB"/>
              </w:rPr>
              <w:t xml:space="preserve"> </w:t>
            </w:r>
            <w:r>
              <w:rPr>
                <w:rFonts w:eastAsia="Times New Roman" w:cs="Times New Roman"/>
                <w:color w:val="000000"/>
                <w:lang w:eastAsia="en-GB"/>
              </w:rPr>
              <w:t>gads</w:t>
            </w:r>
          </w:p>
        </w:tc>
        <w:tc>
          <w:tcPr>
            <w:tcW w:w="562" w:type="pct"/>
            <w:shd w:val="clear" w:color="auto" w:fill="BFBFBF" w:themeFill="background1" w:themeFillShade="BF"/>
            <w:vAlign w:val="center"/>
          </w:tcPr>
          <w:p w14:paraId="789D59B3" w14:textId="73878B06" w:rsidR="00E07042" w:rsidRPr="002A2F74" w:rsidRDefault="00E07042" w:rsidP="00E160B4">
            <w:pPr>
              <w:widowControl w:val="0"/>
              <w:spacing w:before="60" w:after="60" w:line="340" w:lineRule="exact"/>
              <w:jc w:val="center"/>
              <w:rPr>
                <w:rFonts w:ascii="Arial" w:hAnsi="Arial" w:cs="Arial"/>
                <w:color w:val="FF0000"/>
                <w:sz w:val="20"/>
                <w:szCs w:val="20"/>
              </w:rPr>
            </w:pPr>
            <w:r>
              <w:rPr>
                <w:rFonts w:eastAsia="Times New Roman" w:cs="Times New Roman"/>
                <w:color w:val="000000"/>
                <w:szCs w:val="24"/>
                <w:lang w:eastAsia="en-GB"/>
              </w:rPr>
              <w:t>n</w:t>
            </w:r>
            <w:r w:rsidRPr="00F5757C">
              <w:rPr>
                <w:rFonts w:eastAsia="Times New Roman" w:cs="Times New Roman"/>
                <w:color w:val="000000"/>
                <w:szCs w:val="24"/>
                <w:lang w:eastAsia="en-GB"/>
              </w:rPr>
              <w:t>-</w:t>
            </w:r>
            <w:r>
              <w:rPr>
                <w:rFonts w:eastAsia="Times New Roman" w:cs="Times New Roman"/>
                <w:color w:val="000000"/>
                <w:szCs w:val="24"/>
                <w:lang w:eastAsia="en-GB"/>
              </w:rPr>
              <w:t xml:space="preserve">2 </w:t>
            </w:r>
            <w:r>
              <w:rPr>
                <w:rFonts w:eastAsia="Times New Roman" w:cs="Times New Roman"/>
                <w:color w:val="000000"/>
                <w:lang w:eastAsia="en-GB"/>
              </w:rPr>
              <w:t>gads</w:t>
            </w:r>
          </w:p>
        </w:tc>
      </w:tr>
      <w:tr w:rsidR="00E07042" w:rsidRPr="008C03C6" w14:paraId="3CDCB394" w14:textId="47870E28" w:rsidTr="000E6756">
        <w:trPr>
          <w:trHeight w:val="392"/>
          <w:jc w:val="center"/>
        </w:trPr>
        <w:tc>
          <w:tcPr>
            <w:tcW w:w="193" w:type="pct"/>
          </w:tcPr>
          <w:p w14:paraId="64934D53" w14:textId="4A98481F" w:rsidR="00E07042" w:rsidRPr="00950F52" w:rsidRDefault="00E07042" w:rsidP="00635750">
            <w:pPr>
              <w:widowControl w:val="0"/>
              <w:spacing w:before="60" w:after="60" w:line="340" w:lineRule="exact"/>
              <w:jc w:val="right"/>
            </w:pPr>
            <w:r>
              <w:t>1.</w:t>
            </w:r>
          </w:p>
        </w:tc>
        <w:tc>
          <w:tcPr>
            <w:tcW w:w="3117" w:type="pct"/>
            <w:vAlign w:val="center"/>
            <w:hideMark/>
          </w:tcPr>
          <w:p w14:paraId="1AE68A8A" w14:textId="2FA4E934" w:rsidR="00E07042" w:rsidRPr="0066469D" w:rsidRDefault="00E07042" w:rsidP="00E160B4">
            <w:pPr>
              <w:widowControl w:val="0"/>
              <w:spacing w:before="60" w:after="60" w:line="340" w:lineRule="exact"/>
              <w:jc w:val="both"/>
              <w:rPr>
                <w:rFonts w:cs="Times New Roman"/>
                <w:color w:val="000000"/>
                <w:szCs w:val="24"/>
                <w:lang w:eastAsia="en-GB"/>
              </w:rPr>
            </w:pPr>
            <w:bookmarkStart w:id="56" w:name="_Hlk126306060"/>
            <w:r w:rsidRPr="00950F52">
              <w:t xml:space="preserve">Pirmā līmeņa pamata kapitāla </w:t>
            </w:r>
            <w:r w:rsidRPr="0075191B">
              <w:t>rādītājs</w:t>
            </w:r>
            <w:r w:rsidRPr="0075191B">
              <w:rPr>
                <w:rFonts w:cs="Times New Roman"/>
                <w:color w:val="000000"/>
                <w:szCs w:val="24"/>
              </w:rPr>
              <w:t xml:space="preserve"> (%)</w:t>
            </w:r>
          </w:p>
        </w:tc>
        <w:tc>
          <w:tcPr>
            <w:tcW w:w="564" w:type="pct"/>
            <w:vAlign w:val="center"/>
          </w:tcPr>
          <w:p w14:paraId="195D8842"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4" w:type="pct"/>
            <w:vAlign w:val="center"/>
          </w:tcPr>
          <w:p w14:paraId="34410154"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2336DE30"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1FF90C01" w14:textId="0AF6A01F" w:rsidTr="000E6756">
        <w:trPr>
          <w:trHeight w:val="342"/>
          <w:jc w:val="center"/>
        </w:trPr>
        <w:tc>
          <w:tcPr>
            <w:tcW w:w="193" w:type="pct"/>
          </w:tcPr>
          <w:p w14:paraId="61A15A73" w14:textId="6AD81102" w:rsidR="00E07042" w:rsidRDefault="00E07042" w:rsidP="00635750">
            <w:pPr>
              <w:widowControl w:val="0"/>
              <w:spacing w:before="60" w:after="60" w:line="340" w:lineRule="exact"/>
              <w:jc w:val="right"/>
            </w:pPr>
            <w:r>
              <w:t>2.</w:t>
            </w:r>
          </w:p>
        </w:tc>
        <w:tc>
          <w:tcPr>
            <w:tcW w:w="3117" w:type="pct"/>
            <w:vAlign w:val="center"/>
            <w:hideMark/>
          </w:tcPr>
          <w:p w14:paraId="79E21A37" w14:textId="020A5667" w:rsidR="00E07042" w:rsidRPr="0066469D" w:rsidRDefault="00E07042" w:rsidP="00E160B4">
            <w:pPr>
              <w:widowControl w:val="0"/>
              <w:spacing w:before="60" w:after="60" w:line="340" w:lineRule="exact"/>
              <w:jc w:val="both"/>
              <w:rPr>
                <w:rFonts w:cs="Times New Roman"/>
                <w:color w:val="000000"/>
                <w:szCs w:val="24"/>
              </w:rPr>
            </w:pPr>
            <w:r>
              <w:t>Kopējais kapitāla rādītājs</w:t>
            </w:r>
            <w:r w:rsidRPr="0066469D">
              <w:rPr>
                <w:rFonts w:cs="Times New Roman"/>
                <w:color w:val="000000"/>
                <w:szCs w:val="24"/>
              </w:rPr>
              <w:t xml:space="preserve"> (%)</w:t>
            </w:r>
          </w:p>
        </w:tc>
        <w:tc>
          <w:tcPr>
            <w:tcW w:w="564" w:type="pct"/>
            <w:vAlign w:val="center"/>
          </w:tcPr>
          <w:p w14:paraId="7214ADEF"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4" w:type="pct"/>
            <w:vAlign w:val="center"/>
          </w:tcPr>
          <w:p w14:paraId="1E6190B4"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3269801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7E020279" w14:textId="14636FA9" w:rsidTr="000E6756">
        <w:trPr>
          <w:trHeight w:val="447"/>
          <w:jc w:val="center"/>
        </w:trPr>
        <w:tc>
          <w:tcPr>
            <w:tcW w:w="193" w:type="pct"/>
          </w:tcPr>
          <w:p w14:paraId="5A463614" w14:textId="540D3BBB" w:rsidR="00E07042" w:rsidRPr="00950F52" w:rsidRDefault="00E07042" w:rsidP="00635750">
            <w:pPr>
              <w:widowControl w:val="0"/>
              <w:spacing w:before="60" w:after="60" w:line="340" w:lineRule="exact"/>
              <w:jc w:val="right"/>
            </w:pPr>
            <w:r>
              <w:t>3.</w:t>
            </w:r>
          </w:p>
        </w:tc>
        <w:tc>
          <w:tcPr>
            <w:tcW w:w="3117" w:type="pct"/>
            <w:vAlign w:val="center"/>
          </w:tcPr>
          <w:p w14:paraId="304E4833" w14:textId="0617CDFE" w:rsidR="00E07042" w:rsidRPr="0066469D" w:rsidRDefault="00E07042" w:rsidP="00E160B4">
            <w:pPr>
              <w:widowControl w:val="0"/>
              <w:spacing w:before="60" w:after="60" w:line="340" w:lineRule="exact"/>
              <w:jc w:val="both"/>
              <w:rPr>
                <w:rFonts w:cs="Times New Roman"/>
                <w:color w:val="000000"/>
                <w:szCs w:val="24"/>
              </w:rPr>
            </w:pPr>
            <w:r w:rsidRPr="00950F52">
              <w:t>Papildu pašu kapitāla prasība</w:t>
            </w:r>
            <w:r w:rsidRPr="0066469D">
              <w:rPr>
                <w:rFonts w:cs="Times New Roman"/>
                <w:color w:val="000000"/>
                <w:szCs w:val="24"/>
              </w:rPr>
              <w:t xml:space="preserve"> (%)</w:t>
            </w:r>
          </w:p>
        </w:tc>
        <w:tc>
          <w:tcPr>
            <w:tcW w:w="564" w:type="pct"/>
            <w:vAlign w:val="center"/>
          </w:tcPr>
          <w:p w14:paraId="46348B18"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4" w:type="pct"/>
            <w:vAlign w:val="center"/>
          </w:tcPr>
          <w:p w14:paraId="68C8E4E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45BF6B8E"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A62F53" w:rsidRPr="00A62F53" w14:paraId="23786F5B" w14:textId="5B8DF329" w:rsidTr="000E6756">
        <w:trPr>
          <w:trHeight w:val="369"/>
          <w:jc w:val="center"/>
        </w:trPr>
        <w:tc>
          <w:tcPr>
            <w:tcW w:w="193" w:type="pct"/>
          </w:tcPr>
          <w:p w14:paraId="4E992F5B" w14:textId="305A7175" w:rsidR="00E07042" w:rsidRPr="00A62F53" w:rsidRDefault="00E07042" w:rsidP="00635750">
            <w:pPr>
              <w:widowControl w:val="0"/>
              <w:spacing w:before="60" w:after="60" w:line="340" w:lineRule="exact"/>
              <w:jc w:val="right"/>
              <w:rPr>
                <w:rFonts w:cs="Times New Roman"/>
                <w:szCs w:val="24"/>
              </w:rPr>
            </w:pPr>
            <w:r w:rsidRPr="00A62F53">
              <w:rPr>
                <w:rFonts w:cs="Times New Roman"/>
                <w:szCs w:val="24"/>
              </w:rPr>
              <w:t>4.</w:t>
            </w:r>
          </w:p>
        </w:tc>
        <w:tc>
          <w:tcPr>
            <w:tcW w:w="3117" w:type="pct"/>
            <w:vAlign w:val="center"/>
          </w:tcPr>
          <w:p w14:paraId="2E25E1A1" w14:textId="40C7DF61" w:rsidR="00E07042" w:rsidRPr="00635750" w:rsidRDefault="00E07042" w:rsidP="00635750">
            <w:pPr>
              <w:widowControl w:val="0"/>
              <w:spacing w:before="60" w:after="60"/>
              <w:jc w:val="both"/>
              <w:rPr>
                <w:rFonts w:cs="Times New Roman"/>
                <w:szCs w:val="24"/>
              </w:rPr>
            </w:pPr>
            <w:r w:rsidRPr="00A62F53">
              <w:rPr>
                <w:rFonts w:cs="Times New Roman"/>
                <w:szCs w:val="24"/>
              </w:rPr>
              <w:t>Kopējo kapitāla rezervju prasība (CCB – kapitāla saglabāšanas rezerve</w:t>
            </w:r>
            <w:r w:rsidR="00D47515" w:rsidRPr="00A62F53">
              <w:rPr>
                <w:rFonts w:cs="Times New Roman"/>
                <w:szCs w:val="24"/>
              </w:rPr>
              <w:t>;</w:t>
            </w:r>
            <w:r w:rsidRPr="00A62F53">
              <w:rPr>
                <w:rFonts w:cs="Times New Roman"/>
                <w:szCs w:val="24"/>
              </w:rPr>
              <w:t xml:space="preserve"> </w:t>
            </w:r>
            <w:proofErr w:type="spellStart"/>
            <w:r w:rsidRPr="00A62F53">
              <w:rPr>
                <w:rFonts w:cs="Times New Roman"/>
                <w:szCs w:val="24"/>
              </w:rPr>
              <w:t>CCyB</w:t>
            </w:r>
            <w:proofErr w:type="spellEnd"/>
            <w:r w:rsidRPr="00A62F53">
              <w:rPr>
                <w:rFonts w:cs="Times New Roman"/>
                <w:szCs w:val="24"/>
              </w:rPr>
              <w:t xml:space="preserve"> </w:t>
            </w:r>
            <w:r w:rsidR="00D47515" w:rsidRPr="00A62F53">
              <w:rPr>
                <w:rFonts w:cs="Times New Roman"/>
                <w:szCs w:val="24"/>
              </w:rPr>
              <w:t>–</w:t>
            </w:r>
            <w:r w:rsidRPr="00A62F53">
              <w:rPr>
                <w:rFonts w:cs="Times New Roman"/>
                <w:szCs w:val="24"/>
              </w:rPr>
              <w:t xml:space="preserve"> </w:t>
            </w:r>
            <w:proofErr w:type="spellStart"/>
            <w:r w:rsidRPr="00A62F53">
              <w:rPr>
                <w:rFonts w:cs="Times New Roman"/>
                <w:szCs w:val="24"/>
              </w:rPr>
              <w:t>pretcikliskā</w:t>
            </w:r>
            <w:proofErr w:type="spellEnd"/>
            <w:r w:rsidRPr="00A62F53">
              <w:rPr>
                <w:rFonts w:cs="Times New Roman"/>
                <w:szCs w:val="24"/>
              </w:rPr>
              <w:t xml:space="preserve"> kapitāla rezerve</w:t>
            </w:r>
            <w:r w:rsidR="00447459" w:rsidRPr="00A62F53">
              <w:rPr>
                <w:rFonts w:cs="Times New Roman"/>
                <w:szCs w:val="24"/>
              </w:rPr>
              <w:t>;</w:t>
            </w:r>
            <w:r w:rsidRPr="00A62F53">
              <w:rPr>
                <w:rFonts w:cs="Times New Roman"/>
                <w:szCs w:val="24"/>
              </w:rPr>
              <w:t xml:space="preserve"> G-SII </w:t>
            </w:r>
            <w:r w:rsidR="00447459" w:rsidRPr="00A62F53">
              <w:rPr>
                <w:rFonts w:cs="Times New Roman"/>
                <w:szCs w:val="24"/>
              </w:rPr>
              <w:t>–</w:t>
            </w:r>
            <w:r w:rsidRPr="00A62F53">
              <w:rPr>
                <w:rFonts w:cs="Times New Roman"/>
                <w:szCs w:val="24"/>
              </w:rPr>
              <w:t xml:space="preserve"> </w:t>
            </w:r>
            <w:r w:rsidRPr="00A62F53">
              <w:rPr>
                <w:rFonts w:cs="Times New Roman"/>
                <w:szCs w:val="24"/>
                <w:shd w:val="clear" w:color="auto" w:fill="FFFFFF"/>
              </w:rPr>
              <w:t>globālas sistēmiski nozīmīgas iestādes kapitāla rezerve</w:t>
            </w:r>
            <w:r w:rsidR="00447459" w:rsidRPr="00A62F53">
              <w:rPr>
                <w:rFonts w:cs="Times New Roman"/>
                <w:szCs w:val="24"/>
                <w:shd w:val="clear" w:color="auto" w:fill="FFFFFF"/>
              </w:rPr>
              <w:t>;</w:t>
            </w:r>
            <w:r w:rsidRPr="00A62F53">
              <w:rPr>
                <w:rFonts w:cs="Times New Roman"/>
                <w:szCs w:val="24"/>
                <w:shd w:val="clear" w:color="auto" w:fill="FFFFFF"/>
              </w:rPr>
              <w:t xml:space="preserve"> </w:t>
            </w:r>
            <w:r w:rsidRPr="00A62F53">
              <w:rPr>
                <w:rFonts w:cs="Times New Roman"/>
                <w:szCs w:val="24"/>
              </w:rPr>
              <w:t xml:space="preserve">O-SII </w:t>
            </w:r>
            <w:r w:rsidR="00447459" w:rsidRPr="00A62F53">
              <w:rPr>
                <w:rFonts w:cs="Times New Roman"/>
                <w:szCs w:val="24"/>
              </w:rPr>
              <w:t>–</w:t>
            </w:r>
            <w:r w:rsidRPr="00A62F53">
              <w:rPr>
                <w:rFonts w:cs="Times New Roman"/>
                <w:szCs w:val="24"/>
              </w:rPr>
              <w:t xml:space="preserve"> </w:t>
            </w:r>
            <w:r w:rsidRPr="00A62F53">
              <w:rPr>
                <w:rFonts w:cs="Times New Roman"/>
                <w:szCs w:val="24"/>
                <w:shd w:val="clear" w:color="auto" w:fill="FFFFFF"/>
              </w:rPr>
              <w:t>citas sistēmiski nozīmīgas iestādes kapitāla rezerve</w:t>
            </w:r>
            <w:r w:rsidR="00447459" w:rsidRPr="00A62F53">
              <w:rPr>
                <w:rFonts w:cs="Times New Roman"/>
                <w:szCs w:val="24"/>
                <w:shd w:val="clear" w:color="auto" w:fill="FFFFFF"/>
              </w:rPr>
              <w:t>;</w:t>
            </w:r>
            <w:r w:rsidRPr="00A62F53">
              <w:rPr>
                <w:rFonts w:cs="Times New Roman"/>
                <w:szCs w:val="24"/>
                <w:shd w:val="clear" w:color="auto" w:fill="FFFFFF"/>
              </w:rPr>
              <w:t xml:space="preserve"> </w:t>
            </w:r>
            <w:r w:rsidRPr="00A62F53">
              <w:rPr>
                <w:rFonts w:cs="Times New Roman"/>
                <w:szCs w:val="24"/>
              </w:rPr>
              <w:t xml:space="preserve">SRB </w:t>
            </w:r>
            <w:r w:rsidR="00447459" w:rsidRPr="00A62F53">
              <w:rPr>
                <w:rFonts w:cs="Times New Roman"/>
                <w:szCs w:val="24"/>
              </w:rPr>
              <w:t>–</w:t>
            </w:r>
            <w:r w:rsidRPr="00A62F53">
              <w:rPr>
                <w:rFonts w:cs="Times New Roman"/>
                <w:szCs w:val="24"/>
              </w:rPr>
              <w:t xml:space="preserve"> </w:t>
            </w:r>
            <w:r w:rsidRPr="00A62F53">
              <w:rPr>
                <w:rFonts w:cs="Times New Roman"/>
                <w:szCs w:val="24"/>
                <w:shd w:val="clear" w:color="auto" w:fill="FFFFFF"/>
              </w:rPr>
              <w:t xml:space="preserve">sistēmiskā riska kapitāla </w:t>
            </w:r>
            <w:r w:rsidRPr="00635750">
              <w:rPr>
                <w:rFonts w:cs="Times New Roman"/>
                <w:szCs w:val="24"/>
                <w:shd w:val="clear" w:color="auto" w:fill="FFFFFF"/>
              </w:rPr>
              <w:t>rezerve</w:t>
            </w:r>
            <w:r w:rsidRPr="00A62F53">
              <w:rPr>
                <w:rFonts w:cs="Times New Roman"/>
                <w:szCs w:val="24"/>
              </w:rPr>
              <w:t xml:space="preserve">) </w:t>
            </w:r>
          </w:p>
        </w:tc>
        <w:tc>
          <w:tcPr>
            <w:tcW w:w="564" w:type="pct"/>
            <w:vAlign w:val="center"/>
          </w:tcPr>
          <w:p w14:paraId="7E4DB91F" w14:textId="77777777" w:rsidR="00E07042" w:rsidRPr="00635750" w:rsidRDefault="00E07042" w:rsidP="00E160B4">
            <w:pPr>
              <w:widowControl w:val="0"/>
              <w:spacing w:before="60" w:after="60" w:line="340" w:lineRule="exact"/>
              <w:jc w:val="center"/>
              <w:rPr>
                <w:rFonts w:ascii="Arial" w:hAnsi="Arial" w:cs="Arial"/>
                <w:i/>
                <w:sz w:val="20"/>
                <w:szCs w:val="20"/>
              </w:rPr>
            </w:pPr>
          </w:p>
        </w:tc>
        <w:tc>
          <w:tcPr>
            <w:tcW w:w="564" w:type="pct"/>
            <w:vAlign w:val="center"/>
          </w:tcPr>
          <w:p w14:paraId="06C3E016" w14:textId="77777777" w:rsidR="00E07042" w:rsidRPr="00635750" w:rsidRDefault="00E07042" w:rsidP="00E160B4">
            <w:pPr>
              <w:widowControl w:val="0"/>
              <w:spacing w:before="60" w:after="60" w:line="340" w:lineRule="exact"/>
              <w:jc w:val="center"/>
              <w:rPr>
                <w:rFonts w:ascii="Arial" w:hAnsi="Arial" w:cs="Arial"/>
                <w:sz w:val="20"/>
                <w:szCs w:val="20"/>
              </w:rPr>
            </w:pPr>
          </w:p>
        </w:tc>
        <w:tc>
          <w:tcPr>
            <w:tcW w:w="562" w:type="pct"/>
          </w:tcPr>
          <w:p w14:paraId="6FB65E28" w14:textId="77777777" w:rsidR="00E07042" w:rsidRPr="00635750" w:rsidRDefault="00E07042" w:rsidP="00E160B4">
            <w:pPr>
              <w:widowControl w:val="0"/>
              <w:spacing w:before="60" w:after="60" w:line="340" w:lineRule="exact"/>
              <w:jc w:val="center"/>
              <w:rPr>
                <w:rFonts w:ascii="Arial" w:hAnsi="Arial" w:cs="Arial"/>
                <w:sz w:val="20"/>
                <w:szCs w:val="20"/>
              </w:rPr>
            </w:pPr>
          </w:p>
        </w:tc>
      </w:tr>
      <w:tr w:rsidR="00E07042" w:rsidRPr="008C03C6" w14:paraId="6C35E1E4" w14:textId="424724CF" w:rsidTr="000E6756">
        <w:trPr>
          <w:trHeight w:val="319"/>
          <w:jc w:val="center"/>
        </w:trPr>
        <w:tc>
          <w:tcPr>
            <w:tcW w:w="193" w:type="pct"/>
          </w:tcPr>
          <w:p w14:paraId="4032479C" w14:textId="58524B0D" w:rsidR="00E07042" w:rsidRPr="00950F52" w:rsidRDefault="00E07042" w:rsidP="00635750">
            <w:pPr>
              <w:widowControl w:val="0"/>
              <w:spacing w:before="60" w:after="60" w:line="340" w:lineRule="exact"/>
              <w:jc w:val="right"/>
            </w:pPr>
            <w:r>
              <w:t>5.</w:t>
            </w:r>
          </w:p>
        </w:tc>
        <w:tc>
          <w:tcPr>
            <w:tcW w:w="3117" w:type="pct"/>
            <w:vAlign w:val="center"/>
          </w:tcPr>
          <w:p w14:paraId="5E54B4D9" w14:textId="65BA894D" w:rsidR="00E07042" w:rsidRPr="0066469D" w:rsidRDefault="00E07042" w:rsidP="00E160B4">
            <w:pPr>
              <w:widowControl w:val="0"/>
              <w:spacing w:before="60" w:after="60" w:line="340" w:lineRule="exact"/>
              <w:jc w:val="both"/>
              <w:rPr>
                <w:rFonts w:cs="Times New Roman"/>
                <w:color w:val="000000"/>
                <w:szCs w:val="24"/>
              </w:rPr>
            </w:pPr>
            <w:r w:rsidRPr="00950F52">
              <w:t>Ieteicamā kapitāla rezerves prasība</w:t>
            </w:r>
            <w:r w:rsidRPr="0066469D">
              <w:rPr>
                <w:rFonts w:cs="Times New Roman"/>
                <w:color w:val="000000"/>
                <w:szCs w:val="24"/>
              </w:rPr>
              <w:t xml:space="preserve"> (%)</w:t>
            </w:r>
          </w:p>
        </w:tc>
        <w:tc>
          <w:tcPr>
            <w:tcW w:w="564" w:type="pct"/>
            <w:vAlign w:val="center"/>
          </w:tcPr>
          <w:p w14:paraId="72AACAE9"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1D3743EF"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3E5BF1D7"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0F7F2FD1" w14:textId="68599A5F" w:rsidTr="000E6756">
        <w:trPr>
          <w:trHeight w:val="369"/>
          <w:jc w:val="center"/>
        </w:trPr>
        <w:tc>
          <w:tcPr>
            <w:tcW w:w="193" w:type="pct"/>
          </w:tcPr>
          <w:p w14:paraId="5394293F" w14:textId="1D759BFD" w:rsidR="00E07042" w:rsidRDefault="00E07042" w:rsidP="00635750">
            <w:pPr>
              <w:widowControl w:val="0"/>
              <w:spacing w:before="60" w:after="60" w:line="340" w:lineRule="exact"/>
              <w:jc w:val="right"/>
              <w:rPr>
                <w:rFonts w:cs="Times New Roman"/>
                <w:color w:val="000000"/>
                <w:szCs w:val="24"/>
              </w:rPr>
            </w:pPr>
            <w:r>
              <w:rPr>
                <w:rFonts w:cs="Times New Roman"/>
                <w:color w:val="000000"/>
                <w:szCs w:val="24"/>
              </w:rPr>
              <w:t>6.</w:t>
            </w:r>
          </w:p>
        </w:tc>
        <w:tc>
          <w:tcPr>
            <w:tcW w:w="3117" w:type="pct"/>
            <w:vAlign w:val="center"/>
          </w:tcPr>
          <w:p w14:paraId="6A27DF43" w14:textId="63F1F014"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Sviras rādītājs</w:t>
            </w:r>
            <w:r w:rsidRPr="0066469D">
              <w:rPr>
                <w:rFonts w:cs="Times New Roman"/>
                <w:color w:val="000000"/>
                <w:szCs w:val="24"/>
              </w:rPr>
              <w:t xml:space="preserve"> (%)</w:t>
            </w:r>
          </w:p>
        </w:tc>
        <w:tc>
          <w:tcPr>
            <w:tcW w:w="564" w:type="pct"/>
            <w:vAlign w:val="center"/>
          </w:tcPr>
          <w:p w14:paraId="16ACFBDD"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0546FDB1"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50842379"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53D0265E" w14:textId="7851C78C" w:rsidTr="000E6756">
        <w:trPr>
          <w:trHeight w:val="375"/>
          <w:jc w:val="center"/>
        </w:trPr>
        <w:tc>
          <w:tcPr>
            <w:tcW w:w="193" w:type="pct"/>
          </w:tcPr>
          <w:p w14:paraId="5DED152B" w14:textId="2E40509B" w:rsidR="00E07042" w:rsidRPr="0066469D" w:rsidRDefault="00E07042" w:rsidP="00635750">
            <w:pPr>
              <w:widowControl w:val="0"/>
              <w:spacing w:before="60" w:after="60" w:line="340" w:lineRule="exact"/>
              <w:jc w:val="right"/>
              <w:rPr>
                <w:rFonts w:cs="Times New Roman"/>
                <w:color w:val="000000"/>
                <w:szCs w:val="24"/>
              </w:rPr>
            </w:pPr>
            <w:r>
              <w:rPr>
                <w:rFonts w:cs="Times New Roman"/>
                <w:color w:val="000000"/>
                <w:szCs w:val="24"/>
              </w:rPr>
              <w:t>7.</w:t>
            </w:r>
          </w:p>
        </w:tc>
        <w:tc>
          <w:tcPr>
            <w:tcW w:w="3117" w:type="pct"/>
            <w:vAlign w:val="center"/>
            <w:hideMark/>
          </w:tcPr>
          <w:p w14:paraId="1D5A2777" w14:textId="75FF4AFF" w:rsidR="00E07042" w:rsidRPr="0066469D" w:rsidRDefault="00E07042" w:rsidP="00E160B4">
            <w:pPr>
              <w:widowControl w:val="0"/>
              <w:spacing w:before="60" w:after="60" w:line="340" w:lineRule="exact"/>
              <w:jc w:val="both"/>
              <w:rPr>
                <w:rFonts w:cs="Times New Roman"/>
                <w:color w:val="000000"/>
                <w:szCs w:val="24"/>
              </w:rPr>
            </w:pPr>
            <w:r w:rsidRPr="0066469D">
              <w:rPr>
                <w:rFonts w:cs="Times New Roman"/>
                <w:color w:val="000000"/>
                <w:szCs w:val="24"/>
              </w:rPr>
              <w:t>Riska svērtie aktīvi</w:t>
            </w:r>
          </w:p>
        </w:tc>
        <w:tc>
          <w:tcPr>
            <w:tcW w:w="564" w:type="pct"/>
            <w:vAlign w:val="center"/>
          </w:tcPr>
          <w:p w14:paraId="26A8BF19"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32B7E4C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746149F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31AD9C45" w14:textId="535F1ED5" w:rsidTr="000E6756">
        <w:trPr>
          <w:trHeight w:val="325"/>
          <w:jc w:val="center"/>
        </w:trPr>
        <w:tc>
          <w:tcPr>
            <w:tcW w:w="193" w:type="pct"/>
          </w:tcPr>
          <w:p w14:paraId="404843C8" w14:textId="0382BA56" w:rsidR="00E07042" w:rsidRPr="0066469D" w:rsidRDefault="00E07042" w:rsidP="00635750">
            <w:pPr>
              <w:widowControl w:val="0"/>
              <w:spacing w:before="60" w:after="60" w:line="340" w:lineRule="exact"/>
              <w:jc w:val="right"/>
              <w:rPr>
                <w:rFonts w:cs="Times New Roman"/>
                <w:color w:val="000000"/>
                <w:szCs w:val="24"/>
              </w:rPr>
            </w:pPr>
            <w:r>
              <w:rPr>
                <w:rFonts w:cs="Times New Roman"/>
                <w:color w:val="000000"/>
                <w:szCs w:val="24"/>
              </w:rPr>
              <w:t>8.</w:t>
            </w:r>
          </w:p>
        </w:tc>
        <w:tc>
          <w:tcPr>
            <w:tcW w:w="3117" w:type="pct"/>
            <w:vAlign w:val="center"/>
            <w:hideMark/>
          </w:tcPr>
          <w:p w14:paraId="735CC4F4" w14:textId="6B51E843" w:rsidR="00E07042" w:rsidRPr="0066469D" w:rsidRDefault="00E07042" w:rsidP="00E160B4">
            <w:pPr>
              <w:widowControl w:val="0"/>
              <w:spacing w:before="60" w:after="60" w:line="340" w:lineRule="exact"/>
              <w:jc w:val="both"/>
              <w:rPr>
                <w:rFonts w:cs="Times New Roman"/>
                <w:color w:val="000000"/>
                <w:szCs w:val="24"/>
              </w:rPr>
            </w:pPr>
            <w:r w:rsidRPr="0066469D">
              <w:rPr>
                <w:rFonts w:cs="Times New Roman"/>
                <w:color w:val="000000"/>
                <w:szCs w:val="24"/>
              </w:rPr>
              <w:t xml:space="preserve">Kopējie aktīvi </w:t>
            </w:r>
          </w:p>
        </w:tc>
        <w:tc>
          <w:tcPr>
            <w:tcW w:w="564" w:type="pct"/>
            <w:vAlign w:val="center"/>
          </w:tcPr>
          <w:p w14:paraId="48FCB88E"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2240F96D"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032EC1B3"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7FC4EAFC" w14:textId="33C9AE38" w:rsidTr="000E6756">
        <w:trPr>
          <w:trHeight w:val="290"/>
          <w:jc w:val="center"/>
        </w:trPr>
        <w:tc>
          <w:tcPr>
            <w:tcW w:w="193" w:type="pct"/>
          </w:tcPr>
          <w:p w14:paraId="24193E4B" w14:textId="04D14176" w:rsidR="00E07042" w:rsidRDefault="00E07042" w:rsidP="00635750">
            <w:pPr>
              <w:widowControl w:val="0"/>
              <w:spacing w:before="60" w:after="60" w:line="340" w:lineRule="exact"/>
              <w:jc w:val="right"/>
              <w:rPr>
                <w:rFonts w:cs="Times New Roman"/>
                <w:color w:val="000000"/>
                <w:szCs w:val="24"/>
              </w:rPr>
            </w:pPr>
            <w:r>
              <w:rPr>
                <w:rFonts w:cs="Times New Roman"/>
                <w:color w:val="000000"/>
                <w:szCs w:val="24"/>
              </w:rPr>
              <w:t>9.</w:t>
            </w:r>
          </w:p>
        </w:tc>
        <w:tc>
          <w:tcPr>
            <w:tcW w:w="3117" w:type="pct"/>
            <w:vAlign w:val="center"/>
          </w:tcPr>
          <w:p w14:paraId="6C50DC74" w14:textId="2F5D29CC"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Kopējais kapitāls un rezerves</w:t>
            </w:r>
            <w:r w:rsidRPr="0066469D">
              <w:rPr>
                <w:rFonts w:cs="Times New Roman"/>
                <w:color w:val="000000"/>
                <w:szCs w:val="24"/>
              </w:rPr>
              <w:t xml:space="preserve"> (</w:t>
            </w:r>
            <w:r w:rsidRPr="005F364A">
              <w:rPr>
                <w:rFonts w:cs="Times New Roman"/>
                <w:i/>
                <w:iCs/>
                <w:color w:val="000000"/>
                <w:szCs w:val="24"/>
              </w:rPr>
              <w:t>euro</w:t>
            </w:r>
            <w:r w:rsidRPr="0066469D">
              <w:rPr>
                <w:rFonts w:cs="Times New Roman"/>
                <w:color w:val="000000"/>
                <w:szCs w:val="24"/>
              </w:rPr>
              <w:t>)</w:t>
            </w:r>
          </w:p>
        </w:tc>
        <w:tc>
          <w:tcPr>
            <w:tcW w:w="564" w:type="pct"/>
            <w:vAlign w:val="center"/>
          </w:tcPr>
          <w:p w14:paraId="752642BA"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57DACBAF"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5B2D6B0B"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6D8D820C" w14:textId="78706786" w:rsidTr="000E6756">
        <w:trPr>
          <w:trHeight w:val="382"/>
          <w:jc w:val="center"/>
        </w:trPr>
        <w:tc>
          <w:tcPr>
            <w:tcW w:w="193" w:type="pct"/>
          </w:tcPr>
          <w:p w14:paraId="404883E4" w14:textId="112CFD42" w:rsidR="00E07042" w:rsidRDefault="00E07042" w:rsidP="00635750">
            <w:pPr>
              <w:widowControl w:val="0"/>
              <w:spacing w:before="60" w:after="60" w:line="340" w:lineRule="exact"/>
              <w:jc w:val="right"/>
              <w:rPr>
                <w:rFonts w:cs="Times New Roman"/>
                <w:color w:val="000000"/>
                <w:szCs w:val="24"/>
              </w:rPr>
            </w:pPr>
            <w:r>
              <w:rPr>
                <w:rFonts w:cs="Times New Roman"/>
                <w:color w:val="000000"/>
                <w:szCs w:val="24"/>
              </w:rPr>
              <w:t>10.</w:t>
            </w:r>
          </w:p>
        </w:tc>
        <w:tc>
          <w:tcPr>
            <w:tcW w:w="3117" w:type="pct"/>
            <w:vAlign w:val="center"/>
            <w:hideMark/>
          </w:tcPr>
          <w:p w14:paraId="4077D3C3" w14:textId="77778C26"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Neto peļņa</w:t>
            </w:r>
            <w:r w:rsidRPr="0066469D">
              <w:rPr>
                <w:rFonts w:cs="Times New Roman"/>
                <w:color w:val="000000"/>
                <w:szCs w:val="24"/>
              </w:rPr>
              <w:t xml:space="preserve"> (</w:t>
            </w:r>
            <w:r w:rsidRPr="005F364A">
              <w:rPr>
                <w:rFonts w:cs="Times New Roman"/>
                <w:i/>
                <w:iCs/>
                <w:color w:val="000000"/>
                <w:szCs w:val="24"/>
              </w:rPr>
              <w:t>euro</w:t>
            </w:r>
            <w:r w:rsidRPr="0066469D">
              <w:rPr>
                <w:rFonts w:cs="Times New Roman"/>
                <w:color w:val="000000"/>
                <w:szCs w:val="24"/>
              </w:rPr>
              <w:t>)</w:t>
            </w:r>
          </w:p>
        </w:tc>
        <w:tc>
          <w:tcPr>
            <w:tcW w:w="564" w:type="pct"/>
            <w:vAlign w:val="center"/>
          </w:tcPr>
          <w:p w14:paraId="5003B063"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3892A9EC"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0B407A6A"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04667717" w14:textId="43A4FC5D" w:rsidTr="000E6756">
        <w:trPr>
          <w:trHeight w:val="461"/>
          <w:jc w:val="center"/>
        </w:trPr>
        <w:tc>
          <w:tcPr>
            <w:tcW w:w="193" w:type="pct"/>
          </w:tcPr>
          <w:p w14:paraId="35FFAF35" w14:textId="7B5C6360" w:rsidR="00E07042" w:rsidRDefault="00E07042" w:rsidP="00635750">
            <w:pPr>
              <w:widowControl w:val="0"/>
              <w:spacing w:before="60" w:after="60" w:line="340" w:lineRule="exact"/>
              <w:jc w:val="right"/>
              <w:rPr>
                <w:rFonts w:cs="Times New Roman"/>
                <w:color w:val="000000"/>
                <w:szCs w:val="24"/>
              </w:rPr>
            </w:pPr>
            <w:r>
              <w:rPr>
                <w:rFonts w:cs="Times New Roman"/>
                <w:color w:val="000000"/>
                <w:szCs w:val="24"/>
              </w:rPr>
              <w:t>11.</w:t>
            </w:r>
          </w:p>
        </w:tc>
        <w:tc>
          <w:tcPr>
            <w:tcW w:w="3117" w:type="pct"/>
            <w:vAlign w:val="center"/>
          </w:tcPr>
          <w:p w14:paraId="68C2F2DA" w14:textId="38F8A5DC"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Likviditātes rādītājs</w:t>
            </w:r>
            <w:r w:rsidRPr="0066469D">
              <w:rPr>
                <w:rFonts w:cs="Times New Roman"/>
                <w:color w:val="000000"/>
                <w:szCs w:val="24"/>
              </w:rPr>
              <w:t xml:space="preserve"> (%)</w:t>
            </w:r>
          </w:p>
        </w:tc>
        <w:tc>
          <w:tcPr>
            <w:tcW w:w="564" w:type="pct"/>
            <w:vAlign w:val="center"/>
          </w:tcPr>
          <w:p w14:paraId="19EB9600"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7DE63AB0"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2B725D0B"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bookmarkEnd w:id="56"/>
    </w:tbl>
    <w:p w14:paraId="37D465FB" w14:textId="77777777" w:rsidR="000577AA" w:rsidRPr="00635750" w:rsidRDefault="000577AA" w:rsidP="00524766">
      <w:pPr>
        <w:spacing w:before="120"/>
        <w:rPr>
          <w:b/>
          <w:bCs/>
          <w:szCs w:val="24"/>
        </w:rPr>
      </w:pPr>
    </w:p>
    <w:p w14:paraId="717197BC" w14:textId="2DA4AB6C" w:rsidR="00950F52" w:rsidRDefault="00950F52" w:rsidP="00950F52">
      <w:pPr>
        <w:rPr>
          <w:b/>
          <w:bCs/>
          <w:sz w:val="20"/>
          <w:szCs w:val="20"/>
        </w:rPr>
      </w:pPr>
      <w:r>
        <w:rPr>
          <w:b/>
          <w:bCs/>
          <w:sz w:val="20"/>
          <w:szCs w:val="20"/>
        </w:rPr>
        <w:t>ŠIS DOKUMENTS IR ELEKTRONISKI PARAKSTĪTS AR DROŠU ELEKTRONISKO PARAKSTU UN SATUR LAIKA ZĪMOGU</w:t>
      </w:r>
    </w:p>
    <w:p w14:paraId="2DD6FEA9" w14:textId="77777777" w:rsidR="00950F52" w:rsidRPr="004F29B1" w:rsidRDefault="00950F52" w:rsidP="00950F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9376"/>
      </w:tblGrid>
      <w:tr w:rsidR="00950F52" w14:paraId="50D5D310" w14:textId="77777777" w:rsidTr="000E6756">
        <w:tc>
          <w:tcPr>
            <w:tcW w:w="4799" w:type="dxa"/>
            <w:vAlign w:val="bottom"/>
          </w:tcPr>
          <w:p w14:paraId="2BF45A82" w14:textId="11B698F2" w:rsidR="00950F52" w:rsidRDefault="00000000" w:rsidP="000F6B94">
            <w:pPr>
              <w:pStyle w:val="NoSpacing"/>
              <w:ind w:left="-107"/>
              <w:rPr>
                <w:rFonts w:cs="Times New Roman"/>
              </w:rPr>
            </w:pPr>
            <w:sdt>
              <w:sdtPr>
                <w:rPr>
                  <w:rFonts w:cs="Times New Roman"/>
                </w:rPr>
                <w:alias w:val="Amats"/>
                <w:tag w:val="Amats"/>
                <w:id w:val="720185488"/>
                <w:placeholder>
                  <w:docPart w:val="AFF58CB0D74C4266BF0248340291633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950F52">
                  <w:rPr>
                    <w:rFonts w:cs="Times New Roman"/>
                  </w:rPr>
                  <w:t>Latvijas Bankas prezidents</w:t>
                </w:r>
              </w:sdtContent>
            </w:sdt>
          </w:p>
        </w:tc>
        <w:sdt>
          <w:sdtPr>
            <w:rPr>
              <w:rFonts w:cs="Times New Roman"/>
            </w:rPr>
            <w:alias w:val="V. Uzvārds"/>
            <w:tag w:val="V. Uzvārds"/>
            <w:id w:val="2116470282"/>
            <w:placeholder>
              <w:docPart w:val="294EC294EF374641B0E2B6DD5EF33AD3"/>
            </w:placeholder>
          </w:sdtPr>
          <w:sdtContent>
            <w:tc>
              <w:tcPr>
                <w:tcW w:w="9376" w:type="dxa"/>
                <w:vAlign w:val="bottom"/>
              </w:tcPr>
              <w:p w14:paraId="58410125" w14:textId="5CF513A9" w:rsidR="00950F52" w:rsidRDefault="00950F52" w:rsidP="000F6B94">
                <w:pPr>
                  <w:pStyle w:val="NoSpacing"/>
                  <w:ind w:right="-111"/>
                  <w:jc w:val="right"/>
                  <w:rPr>
                    <w:rFonts w:cs="Times New Roman"/>
                  </w:rPr>
                </w:pPr>
                <w:r>
                  <w:rPr>
                    <w:rFonts w:cs="Times New Roman"/>
                  </w:rPr>
                  <w:t>M. Kazāks</w:t>
                </w:r>
              </w:p>
            </w:tc>
          </w:sdtContent>
        </w:sdt>
      </w:tr>
    </w:tbl>
    <w:p w14:paraId="33B45E33" w14:textId="77777777" w:rsidR="0006068C" w:rsidRDefault="0006068C" w:rsidP="00022E8C">
      <w:pPr>
        <w:pStyle w:val="NApielikums"/>
        <w:sectPr w:rsidR="0006068C" w:rsidSect="0006068C">
          <w:pgSz w:w="16838" w:h="11906" w:orient="landscape" w:code="9"/>
          <w:pgMar w:top="1701" w:right="1134" w:bottom="1701" w:left="1134" w:header="567" w:footer="709" w:gutter="0"/>
          <w:cols w:space="708"/>
          <w:titlePg/>
          <w:docGrid w:linePitch="360"/>
        </w:sectPr>
      </w:pPr>
    </w:p>
    <w:p w14:paraId="647174DF" w14:textId="77AC527E" w:rsidR="00022E8C" w:rsidRPr="004F29B1" w:rsidRDefault="00022E8C" w:rsidP="00022E8C">
      <w:pPr>
        <w:pStyle w:val="NApielikums"/>
      </w:pPr>
      <w:r>
        <w:lastRenderedPageBreak/>
        <w:t>5</w:t>
      </w:r>
      <w:r w:rsidRPr="004F29B1">
        <w:t>. pielikums</w:t>
      </w:r>
    </w:p>
    <w:p w14:paraId="6F9D712A" w14:textId="5BF6CAE3" w:rsidR="00022E8C" w:rsidRPr="00E2086E" w:rsidRDefault="00000000" w:rsidP="00022E8C">
      <w:pPr>
        <w:pStyle w:val="NApielikums"/>
      </w:pPr>
      <w:sdt>
        <w:sdtPr>
          <w:id w:val="1990972592"/>
          <w:placeholder>
            <w:docPart w:val="FB14478E965D440A83B0E17170FFDC09"/>
          </w:placeholder>
          <w:showingPlcHdr/>
        </w:sdtPr>
        <w:sdtContent>
          <w:r w:rsidR="00022E8C">
            <w:t xml:space="preserve">Latvijas Bankas </w:t>
          </w:r>
        </w:sdtContent>
      </w:sdt>
      <w:sdt>
        <w:sdtPr>
          <w:id w:val="-562331530"/>
          <w:placeholder>
            <w:docPart w:val="4C6A111B580B440896836A62AAC1D35C"/>
          </w:placeholder>
        </w:sdtPr>
        <w:sdtContent>
          <w:r w:rsidR="00685242">
            <w:t>2023. gada 22. maija</w:t>
          </w:r>
        </w:sdtContent>
      </w:sdt>
    </w:p>
    <w:p w14:paraId="060B5684" w14:textId="76CC07E3" w:rsidR="00022E8C" w:rsidRDefault="00000000" w:rsidP="00022E8C">
      <w:pPr>
        <w:jc w:val="right"/>
      </w:pPr>
      <w:sdt>
        <w:sdtPr>
          <w:id w:val="-2023847877"/>
          <w:placeholder>
            <w:docPart w:val="DA1DA982F39E4F18AFF492AC812D9EAE"/>
          </w:placeholder>
          <w:showingPlcHdr/>
        </w:sdtPr>
        <w:sdtContent>
          <w:r w:rsidR="00022E8C">
            <w:t xml:space="preserve">noteikumiem </w:t>
          </w:r>
        </w:sdtContent>
      </w:sdt>
      <w:sdt>
        <w:sdtPr>
          <w:id w:val="-1417467840"/>
          <w:placeholder>
            <w:docPart w:val="A9741A5F149C4B288A6467890B03B0D3"/>
          </w:placeholder>
          <w:showingPlcHdr/>
        </w:sdtPr>
        <w:sdtContent>
          <w:r w:rsidR="00022E8C">
            <w:t xml:space="preserve">Nr. </w:t>
          </w:r>
        </w:sdtContent>
      </w:sdt>
      <w:sdt>
        <w:sdtPr>
          <w:id w:val="1556042338"/>
          <w:placeholder>
            <w:docPart w:val="AAB6391CEA6A4AB4A29AD32B5042A223"/>
          </w:placeholder>
        </w:sdtPr>
        <w:sdtContent>
          <w:r w:rsidR="00685242">
            <w:t>241</w:t>
          </w:r>
        </w:sdtContent>
      </w:sdt>
    </w:p>
    <w:p w14:paraId="0ED8F1BF" w14:textId="71077B51" w:rsidR="00AE1626" w:rsidRDefault="00AE1626" w:rsidP="00022E8C">
      <w:pPr>
        <w:jc w:val="right"/>
        <w:rPr>
          <w:rFonts w:cs="Times New Roman"/>
          <w:b/>
          <w:bCs/>
          <w:szCs w:val="24"/>
        </w:rPr>
      </w:pPr>
    </w:p>
    <w:p w14:paraId="138126C9" w14:textId="0EF0C380" w:rsidR="007317C8" w:rsidRDefault="009C0BC3" w:rsidP="007317C8">
      <w:pPr>
        <w:jc w:val="center"/>
        <w:rPr>
          <w:rFonts w:cs="Times New Roman"/>
          <w:b/>
          <w:bCs/>
          <w:szCs w:val="24"/>
        </w:rPr>
      </w:pPr>
      <w:r>
        <w:rPr>
          <w:rFonts w:cs="Times New Roman"/>
          <w:b/>
          <w:bCs/>
          <w:szCs w:val="24"/>
        </w:rPr>
        <w:t>P</w:t>
      </w:r>
      <w:r w:rsidR="007317C8">
        <w:rPr>
          <w:rFonts w:cs="Times New Roman"/>
          <w:b/>
          <w:bCs/>
          <w:szCs w:val="24"/>
        </w:rPr>
        <w:t>ersonas datu apstrāde</w:t>
      </w:r>
    </w:p>
    <w:p w14:paraId="5CB99D92" w14:textId="77777777" w:rsidR="007317C8" w:rsidRDefault="007317C8" w:rsidP="007317C8">
      <w:pPr>
        <w:pStyle w:val="tvhtml"/>
        <w:shd w:val="clear" w:color="auto" w:fill="FFFFFF"/>
        <w:spacing w:before="0" w:beforeAutospacing="0" w:after="0" w:afterAutospacing="0"/>
        <w:jc w:val="both"/>
        <w:rPr>
          <w:rStyle w:val="tvhtml1"/>
          <w:b/>
          <w:bCs/>
          <w:caps/>
          <w:bdr w:val="none" w:sz="0" w:space="0" w:color="auto" w:frame="1"/>
          <w:lang w:val="lv-LV"/>
        </w:rPr>
      </w:pPr>
    </w:p>
    <w:p w14:paraId="29486121" w14:textId="76032914" w:rsidR="009C0BC3" w:rsidRDefault="009C0BC3" w:rsidP="00635750">
      <w:pPr>
        <w:rPr>
          <w:rStyle w:val="tvhtml1"/>
          <w:b/>
          <w:bCs/>
          <w:bdr w:val="none" w:sz="0" w:space="0" w:color="auto" w:frame="1"/>
        </w:rPr>
      </w:pPr>
      <w:r w:rsidRPr="008829A2">
        <w:rPr>
          <w:rStyle w:val="tvhtml1"/>
          <w:b/>
          <w:bCs/>
          <w:bdr w:val="none" w:sz="0" w:space="0" w:color="auto" w:frame="1"/>
        </w:rPr>
        <w:t xml:space="preserve">Personas datu apstrādes mērķis un tiesiskais pamats </w:t>
      </w:r>
      <w:bookmarkStart w:id="57" w:name="_Hlk130309452"/>
      <w:r w:rsidRPr="008829A2">
        <w:rPr>
          <w:rStyle w:val="tvhtml1"/>
          <w:b/>
          <w:bCs/>
          <w:bdr w:val="none" w:sz="0" w:space="0" w:color="auto" w:frame="1"/>
        </w:rPr>
        <w:t>būtiskas līdzdalības procedūras kontekstā</w:t>
      </w:r>
      <w:bookmarkEnd w:id="57"/>
    </w:p>
    <w:p w14:paraId="724BECC8" w14:textId="77777777" w:rsidR="00D45CAF" w:rsidRPr="008829A2" w:rsidRDefault="00D45CAF" w:rsidP="009C0BC3">
      <w:pPr>
        <w:jc w:val="both"/>
        <w:rPr>
          <w:b/>
          <w:bCs/>
        </w:rPr>
      </w:pPr>
    </w:p>
    <w:p w14:paraId="4CA6C527" w14:textId="6B67A3FC" w:rsidR="009C0BC3" w:rsidRDefault="009C0BC3" w:rsidP="009C0BC3">
      <w:pPr>
        <w:pStyle w:val="tvhtml"/>
        <w:shd w:val="clear" w:color="auto" w:fill="FFFFFF"/>
        <w:spacing w:before="0" w:beforeAutospacing="0" w:after="0" w:afterAutospacing="0"/>
        <w:jc w:val="both"/>
        <w:rPr>
          <w:lang w:val="lv-LV"/>
        </w:rPr>
      </w:pPr>
      <w:r w:rsidRPr="00B26618">
        <w:rPr>
          <w:lang w:val="lv-LV"/>
        </w:rPr>
        <w:t>Jebkura jaunā īpašnieka piemērotības novērtēšana pirms būtiskas līdzdalības iegūšanas kredītiestādē vai tās atsavināšanas ir neaizstājams instruments, lai pastāvīgi nodrošinātu kredītiestāžu jauno īpašnieku piemērotību un finan</w:t>
      </w:r>
      <w:r w:rsidR="00157E24">
        <w:rPr>
          <w:lang w:val="lv-LV"/>
        </w:rPr>
        <w:t>siālo</w:t>
      </w:r>
      <w:r w:rsidRPr="00B26618">
        <w:rPr>
          <w:lang w:val="lv-LV"/>
        </w:rPr>
        <w:t xml:space="preserve"> stabilitāti.</w:t>
      </w:r>
    </w:p>
    <w:p w14:paraId="38529FFE" w14:textId="77777777" w:rsidR="007317C8" w:rsidRPr="00022E8C" w:rsidRDefault="007317C8" w:rsidP="007317C8">
      <w:pPr>
        <w:pStyle w:val="tvhtml"/>
        <w:shd w:val="clear" w:color="auto" w:fill="FFFFFF"/>
        <w:spacing w:before="0" w:beforeAutospacing="0" w:after="0" w:afterAutospacing="0"/>
        <w:ind w:firstLine="540"/>
        <w:jc w:val="both"/>
        <w:rPr>
          <w:lang w:val="lv-LV"/>
        </w:rPr>
      </w:pPr>
    </w:p>
    <w:p w14:paraId="64CE30D2" w14:textId="020ADB22" w:rsidR="007317C8" w:rsidRDefault="007317C8" w:rsidP="007317C8">
      <w:pPr>
        <w:pStyle w:val="tvhtml"/>
        <w:shd w:val="clear" w:color="auto" w:fill="FFFFFF"/>
        <w:spacing w:before="0" w:beforeAutospacing="0" w:after="0" w:afterAutospacing="0"/>
        <w:jc w:val="both"/>
        <w:rPr>
          <w:lang w:val="lv-LV"/>
        </w:rPr>
      </w:pPr>
      <w:r w:rsidRPr="004E598D">
        <w:rPr>
          <w:lang w:val="lv-LV"/>
        </w:rPr>
        <w:t>Padomes 2013. gada 15. oktobra Regula (ES) Nr. </w:t>
      </w:r>
      <w:r>
        <w:fldChar w:fldCharType="begin"/>
      </w:r>
      <w:r w:rsidRPr="00A84B0C">
        <w:rPr>
          <w:lang w:val="pt-BR"/>
          <w:rPrChange w:id="58" w:author="Ingus Valtiņš" w:date="2025-02-19T08:30:00Z" w16du:dateUtc="2025-02-19T06:30:00Z">
            <w:rPr/>
          </w:rPrChange>
        </w:rPr>
        <w:instrText>HYPERLINK "http://eur-lex.europa.eu/eli/reg/2013/1024/oj/?locale=LV" \t "_blank"</w:instrText>
      </w:r>
      <w:r>
        <w:fldChar w:fldCharType="separate"/>
      </w:r>
      <w:r w:rsidRPr="004E598D">
        <w:rPr>
          <w:rStyle w:val="Hyperlink"/>
          <w:color w:val="auto"/>
          <w:u w:val="none"/>
          <w:lang w:val="lv-LV"/>
        </w:rPr>
        <w:t>1024/2013</w:t>
      </w:r>
      <w:r>
        <w:fldChar w:fldCharType="end"/>
      </w:r>
      <w:r w:rsidRPr="004E598D">
        <w:rPr>
          <w:rStyle w:val="Hyperlink"/>
          <w:color w:val="auto"/>
          <w:u w:val="none"/>
          <w:lang w:val="lv-LV"/>
        </w:rPr>
        <w:t>, ar ko</w:t>
      </w:r>
      <w:r w:rsidRPr="004E598D">
        <w:rPr>
          <w:lang w:val="lv-LV"/>
        </w:rPr>
        <w:t> Eiropas Centrālajai bankai uztic īpašus uzdevumus saistībā ar politikas nostādnēm, kas attiecas uz kredītiestāžu prudenciālo uzraudzību</w:t>
      </w:r>
      <w:r w:rsidRPr="004E598D">
        <w:rPr>
          <w:vertAlign w:val="superscript"/>
          <w:lang w:val="lv-LV"/>
        </w:rPr>
        <w:t xml:space="preserve"> </w:t>
      </w:r>
      <w:r w:rsidRPr="004E598D">
        <w:rPr>
          <w:lang w:val="lv-LV"/>
        </w:rPr>
        <w:t xml:space="preserve">(turpmāk – VUM </w:t>
      </w:r>
      <w:r w:rsidR="004605FB" w:rsidRPr="003F2CF6">
        <w:t>r</w:t>
      </w:r>
      <w:proofErr w:type="spellStart"/>
      <w:r w:rsidRPr="004E598D">
        <w:rPr>
          <w:lang w:val="lv-LV"/>
        </w:rPr>
        <w:t>egula</w:t>
      </w:r>
      <w:proofErr w:type="spellEnd"/>
      <w:r w:rsidRPr="004E598D">
        <w:rPr>
          <w:lang w:val="lv-LV"/>
        </w:rPr>
        <w:t>), pamatojoties uz Līguma par Eiropas Savienības darbību 127. panta 6. punktu</w:t>
      </w:r>
      <w:r w:rsidR="003B7614" w:rsidRPr="003F2CF6">
        <w:t>,</w:t>
      </w:r>
      <w:r w:rsidR="003B7614" w:rsidRPr="003F2CF6">
        <w:rPr>
          <w:rStyle w:val="ui-provider"/>
          <w:lang w:val="lv-LV"/>
        </w:rPr>
        <w:t xml:space="preserve"> uztic </w:t>
      </w:r>
      <w:r w:rsidR="004E598D" w:rsidRPr="004E598D">
        <w:rPr>
          <w:lang w:val="lv-LV"/>
        </w:rPr>
        <w:t xml:space="preserve">Eiropas Centrālajai bankai (turpmāk – ECB) </w:t>
      </w:r>
      <w:r w:rsidR="003B7614" w:rsidRPr="003F2CF6">
        <w:rPr>
          <w:rStyle w:val="ui-provider"/>
          <w:lang w:val="lv-LV"/>
        </w:rPr>
        <w:t xml:space="preserve">īpašus </w:t>
      </w:r>
      <w:r w:rsidR="004E598D">
        <w:rPr>
          <w:rStyle w:val="ui-provider"/>
          <w:lang w:val="lv-LV"/>
        </w:rPr>
        <w:t xml:space="preserve">tajā noteiktus </w:t>
      </w:r>
      <w:r w:rsidR="003B7614" w:rsidRPr="003F2CF6">
        <w:rPr>
          <w:rStyle w:val="ui-provider"/>
          <w:lang w:val="lv-LV"/>
        </w:rPr>
        <w:t>uzdevumus</w:t>
      </w:r>
      <w:r w:rsidR="004E598D">
        <w:rPr>
          <w:rStyle w:val="ui-provider"/>
          <w:lang w:val="lv-LV"/>
        </w:rPr>
        <w:t xml:space="preserve"> saistībā ar kredītiestāžu prudenciālo uzraudzību.</w:t>
      </w:r>
      <w:r w:rsidR="003B7614" w:rsidRPr="003F2CF6">
        <w:rPr>
          <w:rStyle w:val="ui-provider"/>
          <w:lang w:val="lv-LV"/>
        </w:rPr>
        <w:t xml:space="preserve"> </w:t>
      </w:r>
      <w:proofErr w:type="spellStart"/>
      <w:r w:rsidRPr="004E598D">
        <w:rPr>
          <w:lang w:val="lv-LV"/>
        </w:rPr>
        <w:t>Prudenciālās</w:t>
      </w:r>
      <w:proofErr w:type="spellEnd"/>
      <w:r w:rsidRPr="004E598D">
        <w:rPr>
          <w:lang w:val="lv-LV"/>
        </w:rPr>
        <w:t xml:space="preserve"> uzraudzības nolūkā </w:t>
      </w:r>
      <w:r w:rsidR="004E598D">
        <w:rPr>
          <w:lang w:val="lv-LV"/>
        </w:rPr>
        <w:t xml:space="preserve">ECB </w:t>
      </w:r>
      <w:r w:rsidRPr="004E598D">
        <w:rPr>
          <w:lang w:val="lv-LV"/>
        </w:rPr>
        <w:t>ir uzticēti uzdevumi attiecībā uz iesaistītajās dalībvalstīs</w:t>
      </w:r>
      <w:r w:rsidRPr="00F4749F">
        <w:rPr>
          <w:lang w:val="lv-LV"/>
        </w:rPr>
        <w:t xml:space="preserve"> dibinātajām kredītiestādēm, kas minēt</w:t>
      </w:r>
      <w:r w:rsidR="00C92144" w:rsidRPr="00F4749F">
        <w:rPr>
          <w:lang w:val="lv-LV"/>
        </w:rPr>
        <w:t>i</w:t>
      </w:r>
      <w:r w:rsidRPr="00F4749F">
        <w:rPr>
          <w:lang w:val="lv-LV"/>
        </w:rPr>
        <w:t xml:space="preserve"> VUM </w:t>
      </w:r>
      <w:r w:rsidR="004605FB" w:rsidRPr="00F4749F">
        <w:rPr>
          <w:lang w:val="lv-LV"/>
        </w:rPr>
        <w:t>r</w:t>
      </w:r>
      <w:r w:rsidRPr="00F4749F">
        <w:rPr>
          <w:lang w:val="lv-LV"/>
        </w:rPr>
        <w:t xml:space="preserve">egulas 4. pantā VUM </w:t>
      </w:r>
      <w:r w:rsidR="004605FB" w:rsidRPr="00F4749F">
        <w:rPr>
          <w:lang w:val="lv-LV"/>
        </w:rPr>
        <w:t>r</w:t>
      </w:r>
      <w:r w:rsidRPr="00F4749F">
        <w:rPr>
          <w:lang w:val="lv-LV"/>
        </w:rPr>
        <w:t xml:space="preserve">egulas 6. panta </w:t>
      </w:r>
      <w:r w:rsidR="00F4749F" w:rsidRPr="00F4749F">
        <w:rPr>
          <w:lang w:val="lv-LV"/>
        </w:rPr>
        <w:t>kontekstā</w:t>
      </w:r>
      <w:r w:rsidRPr="00F4749F">
        <w:rPr>
          <w:lang w:val="lv-LV"/>
        </w:rPr>
        <w:t>.</w:t>
      </w:r>
    </w:p>
    <w:p w14:paraId="5533DA2E" w14:textId="77777777" w:rsidR="007317C8" w:rsidRPr="00B26618" w:rsidRDefault="007317C8" w:rsidP="007317C8">
      <w:pPr>
        <w:pStyle w:val="tvhtml"/>
        <w:shd w:val="clear" w:color="auto" w:fill="FFFFFF"/>
        <w:spacing w:before="0" w:beforeAutospacing="0" w:after="0" w:afterAutospacing="0"/>
        <w:ind w:firstLine="540"/>
        <w:jc w:val="both"/>
        <w:rPr>
          <w:lang w:val="lv-LV"/>
        </w:rPr>
      </w:pPr>
    </w:p>
    <w:p w14:paraId="4145F426" w14:textId="52B767CB"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 xml:space="preserve">Ņemot vērā </w:t>
      </w:r>
      <w:r w:rsidRPr="00022E8C">
        <w:rPr>
          <w:lang w:val="lv-LV"/>
        </w:rPr>
        <w:t xml:space="preserve">VUM </w:t>
      </w:r>
      <w:r w:rsidR="004605FB">
        <w:rPr>
          <w:lang w:val="lv-LV"/>
        </w:rPr>
        <w:t>r</w:t>
      </w:r>
      <w:r w:rsidRPr="00022E8C">
        <w:rPr>
          <w:lang w:val="lv-LV"/>
        </w:rPr>
        <w:t xml:space="preserve">egulas 4. panta 1. punkta c) apakšpunktu un 15. pantu, ECB izvērtē paziņojumus par </w:t>
      </w:r>
      <w:r w:rsidRPr="00022E8C">
        <w:rPr>
          <w:bdr w:val="none" w:sz="0" w:space="0" w:color="auto" w:frame="1"/>
          <w:lang w:val="lv-LV"/>
        </w:rPr>
        <w:t xml:space="preserve">būtiskas līdzdalības iegūšanu un atsavināšanu </w:t>
      </w:r>
      <w:r w:rsidRPr="00022E8C">
        <w:rPr>
          <w:lang w:val="lv-LV"/>
        </w:rPr>
        <w:t xml:space="preserve">kredītiestādēs (izņemot </w:t>
      </w:r>
      <w:r w:rsidR="00157E24">
        <w:rPr>
          <w:lang w:val="lv-LV"/>
        </w:rPr>
        <w:t xml:space="preserve">kredītiestāžu </w:t>
      </w:r>
      <w:r w:rsidRPr="00022E8C">
        <w:rPr>
          <w:lang w:val="lv-LV"/>
        </w:rPr>
        <w:t>noregulējum</w:t>
      </w:r>
      <w:r w:rsidR="000635E0">
        <w:rPr>
          <w:lang w:val="lv-LV"/>
        </w:rPr>
        <w:t>a</w:t>
      </w:r>
      <w:r w:rsidRPr="00022E8C">
        <w:rPr>
          <w:lang w:val="lv-LV"/>
        </w:rPr>
        <w:t xml:space="preserve"> gadījumus) </w:t>
      </w:r>
      <w:r w:rsidRPr="00F4749F">
        <w:rPr>
          <w:lang w:val="lv-LV"/>
        </w:rPr>
        <w:t>un pieņem lēmumu vai iebilst</w:t>
      </w:r>
      <w:r w:rsidRPr="00022E8C">
        <w:rPr>
          <w:lang w:val="lv-LV"/>
        </w:rPr>
        <w:t xml:space="preserve"> pret plānoto līdzdalības iegūšanu, pamatojoties uz vērtēšanas kritērijiem, kas izklāstīti attiecīgajos Eiropas Savienības tiesību aktos. Saskaņā ar </w:t>
      </w:r>
      <w:r w:rsidRPr="00BD3E8C">
        <w:rPr>
          <w:lang w:val="lv-LV"/>
        </w:rPr>
        <w:t>Eiropas Parlamenta un Padomes 2013.</w:t>
      </w:r>
      <w:r w:rsidR="00C92144">
        <w:rPr>
          <w:lang w:val="lv-LV"/>
        </w:rPr>
        <w:t> </w:t>
      </w:r>
      <w:r w:rsidRPr="00BD3E8C">
        <w:rPr>
          <w:lang w:val="lv-LV"/>
        </w:rPr>
        <w:t>gada 26.</w:t>
      </w:r>
      <w:r w:rsidR="00C92144">
        <w:rPr>
          <w:lang w:val="lv-LV"/>
        </w:rPr>
        <w:t> </w:t>
      </w:r>
      <w:r w:rsidRPr="00BD3E8C">
        <w:rPr>
          <w:lang w:val="lv-LV"/>
        </w:rPr>
        <w:t xml:space="preserve">jūnija </w:t>
      </w:r>
      <w:r w:rsidR="004605FB">
        <w:rPr>
          <w:lang w:val="lv-LV"/>
        </w:rPr>
        <w:t>D</w:t>
      </w:r>
      <w:r w:rsidRPr="00BD3E8C">
        <w:rPr>
          <w:lang w:val="lv-LV"/>
        </w:rPr>
        <w:t>irektīva</w:t>
      </w:r>
      <w:r>
        <w:rPr>
          <w:lang w:val="lv-LV"/>
        </w:rPr>
        <w:t>s</w:t>
      </w:r>
      <w:r w:rsidRPr="00BD3E8C">
        <w:rPr>
          <w:lang w:val="lv-LV"/>
        </w:rPr>
        <w:t xml:space="preserve"> 2013/36/ES par piekļuvi kredītiestāžu darbībai un kredītiestāžu un ieguldījumu brokeru sabiedrību prudenciālo uzraudzību, ar ko groza Direktīvu 2002/87/EK un atceļ Direktīvas 2006/48/EK un 2006/49/</w:t>
      </w:r>
      <w:r w:rsidRPr="0075191B">
        <w:rPr>
          <w:lang w:val="lv-LV"/>
        </w:rPr>
        <w:t>EK (turpmāk –</w:t>
      </w:r>
      <w:r w:rsidR="00C92144" w:rsidRPr="0075191B">
        <w:rPr>
          <w:lang w:val="lv-LV"/>
        </w:rPr>
        <w:t> </w:t>
      </w:r>
      <w:r w:rsidRPr="0075191B">
        <w:rPr>
          <w:bdr w:val="none" w:sz="0" w:space="0" w:color="auto" w:frame="1"/>
          <w:lang w:val="lv-LV"/>
        </w:rPr>
        <w:t>KPD</w:t>
      </w:r>
      <w:r w:rsidRPr="0075191B">
        <w:rPr>
          <w:lang w:val="lv-LV"/>
        </w:rPr>
        <w:t> </w:t>
      </w:r>
      <w:r w:rsidRPr="0075191B">
        <w:rPr>
          <w:bdr w:val="none" w:sz="0" w:space="0" w:color="auto" w:frame="1"/>
          <w:lang w:val="lv-LV"/>
        </w:rPr>
        <w:t>IV)</w:t>
      </w:r>
      <w:r w:rsidRPr="0075191B">
        <w:rPr>
          <w:lang w:val="lv-LV"/>
        </w:rPr>
        <w:t xml:space="preserve"> 23. panta 1. punkta a) un b) apakšpunktu </w:t>
      </w:r>
      <w:r w:rsidR="00C92144" w:rsidRPr="0075191B">
        <w:rPr>
          <w:lang w:val="lv-LV"/>
        </w:rPr>
        <w:t xml:space="preserve">kompetentās iestādes </w:t>
      </w:r>
      <w:r w:rsidRPr="0075191B">
        <w:rPr>
          <w:lang w:val="lv-LV"/>
        </w:rPr>
        <w:t>novērtē izvirzītā</w:t>
      </w:r>
      <w:r w:rsidRPr="00022E8C">
        <w:rPr>
          <w:lang w:val="lv-LV"/>
        </w:rPr>
        <w:t xml:space="preserve"> </w:t>
      </w:r>
      <w:r w:rsidRPr="000635E0">
        <w:rPr>
          <w:lang w:val="lv-LV"/>
        </w:rPr>
        <w:t>līdzdalības ieguvēja reputāciju un katra augstākās vadības pārstāvja, kurš pēc plānotās būtisk</w:t>
      </w:r>
      <w:r w:rsidR="004605FB" w:rsidRPr="000635E0">
        <w:rPr>
          <w:lang w:val="lv-LV"/>
        </w:rPr>
        <w:t>a</w:t>
      </w:r>
      <w:r w:rsidRPr="000635E0">
        <w:rPr>
          <w:lang w:val="lv-LV"/>
        </w:rPr>
        <w:t xml:space="preserve">s līdzdalības iegūšanas vadīs kredītiestādi, reputāciju, zināšanas un pieredzi. </w:t>
      </w:r>
      <w:r w:rsidR="000635E0" w:rsidRPr="003F2CF6">
        <w:rPr>
          <w:lang w:val="lv-LV"/>
        </w:rPr>
        <w:t xml:space="preserve">Eiropas Centrālās bankas </w:t>
      </w:r>
      <w:r w:rsidR="000635E0" w:rsidRPr="004C4EB0">
        <w:rPr>
          <w:lang w:val="lv-LV"/>
        </w:rPr>
        <w:t>2014. gada 16. aprī</w:t>
      </w:r>
      <w:r w:rsidR="000635E0">
        <w:rPr>
          <w:lang w:val="lv-LV"/>
        </w:rPr>
        <w:t>ļa</w:t>
      </w:r>
      <w:r w:rsidR="000635E0" w:rsidRPr="000635E0">
        <w:rPr>
          <w:lang w:val="lv-LV"/>
        </w:rPr>
        <w:t xml:space="preserve"> </w:t>
      </w:r>
      <w:r w:rsidR="000635E0" w:rsidRPr="003F2CF6">
        <w:rPr>
          <w:lang w:val="lv-LV"/>
        </w:rPr>
        <w:t>Regula</w:t>
      </w:r>
      <w:r w:rsidR="000635E0">
        <w:rPr>
          <w:lang w:val="lv-LV"/>
        </w:rPr>
        <w:t>s</w:t>
      </w:r>
      <w:r w:rsidR="000635E0" w:rsidRPr="003F2CF6">
        <w:rPr>
          <w:lang w:val="lv-LV"/>
        </w:rPr>
        <w:t xml:space="preserve"> (ES) Nr. </w:t>
      </w:r>
      <w:r w:rsidR="000635E0">
        <w:fldChar w:fldCharType="begin"/>
      </w:r>
      <w:r w:rsidR="000635E0" w:rsidRPr="00A84B0C">
        <w:rPr>
          <w:lang w:val="lv-LV"/>
          <w:rPrChange w:id="59" w:author="Ingus Valtiņš" w:date="2025-02-19T08:30:00Z" w16du:dateUtc="2025-02-19T06:30:00Z">
            <w:rPr/>
          </w:rPrChange>
        </w:rPr>
        <w:instrText>HYPERLINK "http://eur-lex.europa.eu/eli/reg/2014/468/oj/?locale=LV" \t "_blank"</w:instrText>
      </w:r>
      <w:r w:rsidR="000635E0">
        <w:fldChar w:fldCharType="separate"/>
      </w:r>
      <w:r w:rsidR="000635E0" w:rsidRPr="003F2CF6">
        <w:rPr>
          <w:rStyle w:val="Hyperlink"/>
          <w:color w:val="auto"/>
          <w:u w:val="none"/>
          <w:lang w:val="lv-LV"/>
        </w:rPr>
        <w:t>468/2014</w:t>
      </w:r>
      <w:r w:rsidR="000635E0">
        <w:fldChar w:fldCharType="end"/>
      </w:r>
      <w:r w:rsidR="000635E0" w:rsidRPr="003F2CF6">
        <w:rPr>
          <w:lang w:val="lv-LV"/>
        </w:rPr>
        <w:t>, ar ko izveido vienotā uzraudzības mehānisma pamatstruktūru Eiropas Centrālās bankas sadarbībai ar nacionālajām kompetentajām un norīkotajām iestādēm</w:t>
      </w:r>
      <w:r w:rsidRPr="000635E0">
        <w:rPr>
          <w:vertAlign w:val="superscript"/>
          <w:lang w:val="lv-LV"/>
        </w:rPr>
        <w:t xml:space="preserve"> </w:t>
      </w:r>
      <w:r w:rsidR="000635E0">
        <w:rPr>
          <w:lang w:val="lv-LV"/>
        </w:rPr>
        <w:t xml:space="preserve">(turpmāk – VUM pamatregula) </w:t>
      </w:r>
      <w:r w:rsidRPr="000635E0">
        <w:rPr>
          <w:lang w:val="lv-LV"/>
        </w:rPr>
        <w:t xml:space="preserve">85. pants nosaka nacionālo kompetento iestāžu (turpmāk – </w:t>
      </w:r>
      <w:r w:rsidR="009C0BC3" w:rsidRPr="000635E0">
        <w:rPr>
          <w:bdr w:val="none" w:sz="0" w:space="0" w:color="auto" w:frame="1"/>
          <w:lang w:val="lv-LV"/>
        </w:rPr>
        <w:t>Latvijas Banka</w:t>
      </w:r>
      <w:r w:rsidRPr="000635E0">
        <w:rPr>
          <w:lang w:val="lv-LV"/>
        </w:rPr>
        <w:t>) un ECB</w:t>
      </w:r>
      <w:r w:rsidRPr="00022E8C">
        <w:rPr>
          <w:lang w:val="lv-LV"/>
        </w:rPr>
        <w:t xml:space="preserve"> sadarbības noteikumus</w:t>
      </w:r>
      <w:r w:rsidRPr="00B26618">
        <w:rPr>
          <w:lang w:val="lv-LV"/>
        </w:rPr>
        <w:t xml:space="preserve"> būtiskas līdzdalības procedūrā.</w:t>
      </w:r>
    </w:p>
    <w:p w14:paraId="33B41CB0"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1FBD5F56" w14:textId="0C8E3AE2" w:rsidR="007317C8" w:rsidRDefault="007317C8" w:rsidP="00635750">
      <w:pPr>
        <w:pStyle w:val="tvhtml"/>
        <w:shd w:val="clear" w:color="auto" w:fill="FFFFFF"/>
        <w:spacing w:before="0" w:beforeAutospacing="0" w:after="0" w:afterAutospacing="0"/>
        <w:rPr>
          <w:rStyle w:val="tvhtml1"/>
          <w:b/>
          <w:bCs/>
          <w:bdr w:val="none" w:sz="0" w:space="0" w:color="auto" w:frame="1"/>
          <w:lang w:val="lv-LV"/>
        </w:rPr>
      </w:pPr>
      <w:r>
        <w:rPr>
          <w:rStyle w:val="tvhtml1"/>
          <w:b/>
          <w:bCs/>
          <w:bdr w:val="none" w:sz="0" w:space="0" w:color="auto" w:frame="1"/>
          <w:lang w:val="lv-LV"/>
        </w:rPr>
        <w:t>Personas datu nodošana</w:t>
      </w:r>
    </w:p>
    <w:p w14:paraId="47759D48" w14:textId="77777777" w:rsidR="00D45CAF" w:rsidRPr="00080480" w:rsidRDefault="00D45CAF" w:rsidP="007317C8">
      <w:pPr>
        <w:pStyle w:val="tvhtml"/>
        <w:shd w:val="clear" w:color="auto" w:fill="FFFFFF"/>
        <w:spacing w:before="0" w:beforeAutospacing="0" w:after="0" w:afterAutospacing="0"/>
        <w:jc w:val="both"/>
        <w:rPr>
          <w:lang w:val="lv-LV"/>
        </w:rPr>
      </w:pPr>
    </w:p>
    <w:p w14:paraId="3EFF2016" w14:textId="10D21F0E"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 xml:space="preserve">Visi pieprasītie </w:t>
      </w:r>
      <w:r w:rsidR="009C0BC3" w:rsidRPr="00B26618">
        <w:rPr>
          <w:lang w:val="lv-LV"/>
        </w:rPr>
        <w:t>person</w:t>
      </w:r>
      <w:r w:rsidR="009C0BC3">
        <w:rPr>
          <w:lang w:val="lv-LV"/>
        </w:rPr>
        <w:t>as</w:t>
      </w:r>
      <w:r w:rsidR="009C0BC3" w:rsidRPr="00B26618">
        <w:rPr>
          <w:lang w:val="lv-LV"/>
        </w:rPr>
        <w:t xml:space="preserve"> </w:t>
      </w:r>
      <w:r w:rsidRPr="00B26618">
        <w:rPr>
          <w:lang w:val="lv-LV"/>
        </w:rPr>
        <w:t>dati ir nepieciešami, lai novērtētu izvirzītā būtiskas līdzdalības ieguvēja kredītiestādē reputāciju un katra vadības struktūras un augstākās vadības darbinieka, kurš</w:t>
      </w:r>
      <w:r>
        <w:rPr>
          <w:lang w:val="lv-LV"/>
        </w:rPr>
        <w:t xml:space="preserve"> pēc</w:t>
      </w:r>
      <w:r w:rsidRPr="00B26618">
        <w:rPr>
          <w:lang w:val="lv-LV"/>
        </w:rPr>
        <w:t xml:space="preserve"> būtisk</w:t>
      </w:r>
      <w:r w:rsidR="004605FB">
        <w:rPr>
          <w:lang w:val="lv-LV"/>
        </w:rPr>
        <w:t>a</w:t>
      </w:r>
      <w:r>
        <w:rPr>
          <w:lang w:val="lv-LV"/>
        </w:rPr>
        <w:t>s</w:t>
      </w:r>
      <w:r w:rsidRPr="00B26618">
        <w:rPr>
          <w:lang w:val="lv-LV"/>
        </w:rPr>
        <w:t xml:space="preserve"> līdzdalīb</w:t>
      </w:r>
      <w:r>
        <w:rPr>
          <w:lang w:val="lv-LV"/>
        </w:rPr>
        <w:t>as iegūšanas</w:t>
      </w:r>
      <w:r w:rsidRPr="00B26618">
        <w:rPr>
          <w:lang w:val="lv-LV"/>
        </w:rPr>
        <w:t xml:space="preserve"> vadīs mērķa kredītiestādes darbību, piemērotību. Ja dati netiek iesniegti, pieteikumu par Jūsu nodomu iegūt būtisku līdzdalību kredītiestādē uzskata par nepilnīgu un ECB iebilst pret plānoto līdzdalības iegūšanu, pamatojoties uz to, ka informācija par izvirzīto līdzdalības ieguvēju ir nepilnīga (KPD IV 23.</w:t>
      </w:r>
      <w:r>
        <w:rPr>
          <w:lang w:val="lv-LV"/>
        </w:rPr>
        <w:t> </w:t>
      </w:r>
      <w:r w:rsidRPr="00B26618">
        <w:rPr>
          <w:lang w:val="lv-LV"/>
        </w:rPr>
        <w:t>pant</w:t>
      </w:r>
      <w:r>
        <w:rPr>
          <w:lang w:val="lv-LV"/>
        </w:rPr>
        <w:t>a</w:t>
      </w:r>
      <w:r w:rsidRPr="00B26618">
        <w:rPr>
          <w:lang w:val="lv-LV"/>
        </w:rPr>
        <w:t xml:space="preserve"> 2.</w:t>
      </w:r>
      <w:r>
        <w:rPr>
          <w:lang w:val="lv-LV"/>
        </w:rPr>
        <w:t> </w:t>
      </w:r>
      <w:r w:rsidRPr="00B26618">
        <w:rPr>
          <w:lang w:val="lv-LV"/>
        </w:rPr>
        <w:t>punkts).</w:t>
      </w:r>
    </w:p>
    <w:p w14:paraId="5C7ECE85" w14:textId="77777777" w:rsidR="007317C8" w:rsidRDefault="007317C8" w:rsidP="007317C8">
      <w:pPr>
        <w:pStyle w:val="tvhtml"/>
        <w:shd w:val="clear" w:color="auto" w:fill="FFFFFF"/>
        <w:spacing w:before="0" w:beforeAutospacing="0" w:after="0" w:afterAutospacing="0"/>
        <w:jc w:val="both"/>
        <w:rPr>
          <w:rStyle w:val="tvhtml1"/>
          <w:b/>
          <w:bCs/>
          <w:caps/>
          <w:bdr w:val="none" w:sz="0" w:space="0" w:color="auto" w:frame="1"/>
          <w:lang w:val="lv-LV"/>
        </w:rPr>
      </w:pPr>
    </w:p>
    <w:p w14:paraId="27F2E799" w14:textId="77777777" w:rsidR="0084587F" w:rsidRDefault="0084587F">
      <w:pPr>
        <w:spacing w:after="200" w:line="276" w:lineRule="auto"/>
        <w:rPr>
          <w:rStyle w:val="tvhtml1"/>
          <w:rFonts w:eastAsia="Times New Roman" w:cs="Times New Roman"/>
          <w:b/>
          <w:bCs/>
          <w:szCs w:val="24"/>
          <w:bdr w:val="none" w:sz="0" w:space="0" w:color="auto" w:frame="1"/>
          <w:lang w:eastAsia="en-US"/>
        </w:rPr>
      </w:pPr>
      <w:r>
        <w:rPr>
          <w:rStyle w:val="tvhtml1"/>
          <w:b/>
          <w:bCs/>
          <w:bdr w:val="none" w:sz="0" w:space="0" w:color="auto" w:frame="1"/>
        </w:rPr>
        <w:br w:type="page"/>
      </w:r>
    </w:p>
    <w:p w14:paraId="07C5BF0D" w14:textId="57B077DB" w:rsidR="007317C8" w:rsidRDefault="007317C8" w:rsidP="00635750">
      <w:pPr>
        <w:pStyle w:val="tvhtml"/>
        <w:shd w:val="clear" w:color="auto" w:fill="FFFFFF"/>
        <w:spacing w:before="0" w:beforeAutospacing="0" w:after="0" w:afterAutospacing="0"/>
        <w:rPr>
          <w:rStyle w:val="tvhtml1"/>
          <w:b/>
          <w:bCs/>
          <w:bdr w:val="none" w:sz="0" w:space="0" w:color="auto" w:frame="1"/>
          <w:lang w:val="lv-LV"/>
        </w:rPr>
      </w:pPr>
      <w:r>
        <w:rPr>
          <w:rStyle w:val="tvhtml1"/>
          <w:b/>
          <w:bCs/>
          <w:bdr w:val="none" w:sz="0" w:space="0" w:color="auto" w:frame="1"/>
          <w:lang w:val="lv-LV"/>
        </w:rPr>
        <w:lastRenderedPageBreak/>
        <w:t xml:space="preserve">Personas datu saņēmēji vai saņēmēju grupas </w:t>
      </w:r>
    </w:p>
    <w:p w14:paraId="54CC3F6B" w14:textId="77777777" w:rsidR="00D45CAF" w:rsidRPr="00080480" w:rsidRDefault="00D45CAF" w:rsidP="007317C8">
      <w:pPr>
        <w:pStyle w:val="tvhtml"/>
        <w:shd w:val="clear" w:color="auto" w:fill="FFFFFF"/>
        <w:spacing w:before="0" w:beforeAutospacing="0" w:after="0" w:afterAutospacing="0"/>
        <w:jc w:val="both"/>
        <w:rPr>
          <w:lang w:val="lv-LV"/>
        </w:rPr>
      </w:pPr>
    </w:p>
    <w:p w14:paraId="483F1D6E" w14:textId="40B592B6"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Būtiskas līdzdalības procedūras gaitā personas datus var izpaust personām, kurām nepieciešams tos zināt</w:t>
      </w:r>
      <w:r>
        <w:rPr>
          <w:lang w:val="lv-LV"/>
        </w:rPr>
        <w:t xml:space="preserve">, </w:t>
      </w:r>
      <w:r w:rsidR="009C0BC3">
        <w:rPr>
          <w:lang w:val="lv-LV"/>
        </w:rPr>
        <w:t>Latvijas Bankas</w:t>
      </w:r>
      <w:r w:rsidR="009C0BC3" w:rsidRPr="00B26618">
        <w:rPr>
          <w:lang w:val="lv-LV"/>
        </w:rPr>
        <w:t xml:space="preserve"> </w:t>
      </w:r>
      <w:r w:rsidRPr="00B26618">
        <w:rPr>
          <w:lang w:val="lv-LV"/>
        </w:rPr>
        <w:t xml:space="preserve">darbiniekiem, </w:t>
      </w:r>
      <w:r w:rsidR="004605FB">
        <w:rPr>
          <w:lang w:val="lv-LV"/>
        </w:rPr>
        <w:t>k</w:t>
      </w:r>
      <w:r>
        <w:rPr>
          <w:lang w:val="lv-LV"/>
        </w:rPr>
        <w:t>opējās</w:t>
      </w:r>
      <w:r w:rsidRPr="00B26618">
        <w:rPr>
          <w:lang w:val="lv-LV"/>
        </w:rPr>
        <w:t xml:space="preserve"> uzraudzības komandu</w:t>
      </w:r>
      <w:r>
        <w:rPr>
          <w:lang w:val="lv-LV"/>
        </w:rPr>
        <w:t xml:space="preserve"> </w:t>
      </w:r>
      <w:r w:rsidRPr="00B26618">
        <w:rPr>
          <w:lang w:val="lv-LV"/>
        </w:rPr>
        <w:t>dalībniekiem</w:t>
      </w:r>
      <w:r>
        <w:rPr>
          <w:lang w:val="lv-LV"/>
        </w:rPr>
        <w:t xml:space="preserve">, ECB Ģenerāldirektorāta </w:t>
      </w:r>
      <w:proofErr w:type="spellStart"/>
      <w:r w:rsidR="004605FB">
        <w:rPr>
          <w:lang w:val="lv-LV"/>
        </w:rPr>
        <w:t>m</w:t>
      </w:r>
      <w:r w:rsidRPr="00B26618">
        <w:rPr>
          <w:lang w:val="lv-LV"/>
        </w:rPr>
        <w:t>ikrouzraudzība</w:t>
      </w:r>
      <w:r>
        <w:rPr>
          <w:lang w:val="lv-LV"/>
        </w:rPr>
        <w:t>s</w:t>
      </w:r>
      <w:proofErr w:type="spellEnd"/>
      <w:r>
        <w:rPr>
          <w:lang w:val="lv-LV"/>
        </w:rPr>
        <w:t xml:space="preserve"> </w:t>
      </w:r>
      <w:r w:rsidRPr="00B26618">
        <w:rPr>
          <w:lang w:val="lv-LV"/>
        </w:rPr>
        <w:t xml:space="preserve">darbiniekiem, ECB Uzraudzības valdes </w:t>
      </w:r>
      <w:r w:rsidR="004605FB">
        <w:rPr>
          <w:lang w:val="lv-LV"/>
        </w:rPr>
        <w:t>S</w:t>
      </w:r>
      <w:r w:rsidRPr="00B26618">
        <w:rPr>
          <w:lang w:val="lv-LV"/>
        </w:rPr>
        <w:t xml:space="preserve">ekretariātam un Uzraudzības valdes locekļiem, kā arī ECB </w:t>
      </w:r>
      <w:r>
        <w:rPr>
          <w:lang w:val="lv-LV"/>
        </w:rPr>
        <w:t>p</w:t>
      </w:r>
      <w:r w:rsidRPr="00B26618">
        <w:rPr>
          <w:lang w:val="lv-LV"/>
        </w:rPr>
        <w:t>adomes locekļiem.</w:t>
      </w:r>
    </w:p>
    <w:p w14:paraId="3858D848"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436E1B65" w14:textId="64BFAA7E" w:rsidR="007317C8" w:rsidRDefault="007317C8" w:rsidP="00635750">
      <w:pPr>
        <w:pStyle w:val="tvhtml"/>
        <w:shd w:val="clear" w:color="auto" w:fill="FFFFFF"/>
        <w:spacing w:before="0" w:beforeAutospacing="0" w:after="0" w:afterAutospacing="0"/>
        <w:rPr>
          <w:rStyle w:val="tvhtml1"/>
          <w:b/>
          <w:bCs/>
          <w:bdr w:val="none" w:sz="0" w:space="0" w:color="auto" w:frame="1"/>
          <w:lang w:val="lv-LV"/>
        </w:rPr>
      </w:pPr>
      <w:r>
        <w:rPr>
          <w:rStyle w:val="tvhtml1"/>
          <w:b/>
          <w:bCs/>
          <w:bdr w:val="none" w:sz="0" w:space="0" w:color="auto" w:frame="1"/>
          <w:lang w:val="lv-LV"/>
        </w:rPr>
        <w:t xml:space="preserve">Piemērojamais datu glabāšanas periods </w:t>
      </w:r>
    </w:p>
    <w:p w14:paraId="27FC95F7" w14:textId="77777777" w:rsidR="00D45CAF" w:rsidRPr="002C0913" w:rsidRDefault="00D45CAF" w:rsidP="007317C8">
      <w:pPr>
        <w:pStyle w:val="tvhtml"/>
        <w:shd w:val="clear" w:color="auto" w:fill="FFFFFF"/>
        <w:spacing w:before="0" w:beforeAutospacing="0" w:after="0" w:afterAutospacing="0"/>
        <w:jc w:val="both"/>
        <w:rPr>
          <w:lang w:val="lv-LV"/>
        </w:rPr>
      </w:pPr>
    </w:p>
    <w:p w14:paraId="721DD857" w14:textId="4DC70E4D"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ECB jāglabā personas dat</w:t>
      </w:r>
      <w:r>
        <w:rPr>
          <w:lang w:val="lv-LV"/>
        </w:rPr>
        <w:t>i</w:t>
      </w:r>
      <w:r w:rsidRPr="00B26618">
        <w:rPr>
          <w:lang w:val="lv-LV"/>
        </w:rPr>
        <w:t>, kas sniegti pieteikumos vai paziņojumos par būtisku līdzdalību</w:t>
      </w:r>
      <w:r>
        <w:rPr>
          <w:lang w:val="lv-LV"/>
        </w:rPr>
        <w:t>,</w:t>
      </w:r>
      <w:r w:rsidRPr="00B26618">
        <w:rPr>
          <w:lang w:val="lv-LV"/>
        </w:rPr>
        <w:t xml:space="preserve"> 15 gadus no pieteikuma vai paziņojuma </w:t>
      </w:r>
      <w:r w:rsidR="00D45CAF" w:rsidRPr="003F2CF6">
        <w:rPr>
          <w:lang w:val="lv-LV"/>
        </w:rPr>
        <w:t>iesniegšanas</w:t>
      </w:r>
      <w:r w:rsidR="00D45CAF">
        <w:rPr>
          <w:lang w:val="lv-LV"/>
        </w:rPr>
        <w:t xml:space="preserve"> </w:t>
      </w:r>
      <w:r w:rsidRPr="00B26618">
        <w:rPr>
          <w:lang w:val="lv-LV"/>
        </w:rPr>
        <w:t>dienas, ja tas tiek atsaukts pirms oficiāla lēmuma pieņemšanas</w:t>
      </w:r>
      <w:r w:rsidR="004605FB">
        <w:rPr>
          <w:lang w:val="lv-LV"/>
        </w:rPr>
        <w:t>,</w:t>
      </w:r>
      <w:r w:rsidRPr="00B26618">
        <w:rPr>
          <w:lang w:val="lv-LV"/>
        </w:rPr>
        <w:t xml:space="preserve"> no dienas, kad pieņemts negatīvs lēmums</w:t>
      </w:r>
      <w:r>
        <w:rPr>
          <w:lang w:val="lv-LV"/>
        </w:rPr>
        <w:t>,</w:t>
      </w:r>
      <w:r w:rsidRPr="00B26618">
        <w:rPr>
          <w:lang w:val="lv-LV"/>
        </w:rPr>
        <w:t xml:space="preserve"> vai no dienas, kad datu subjekti vairs nav akcionāri, kuriem ir būtiska līdzdalība</w:t>
      </w:r>
      <w:r>
        <w:rPr>
          <w:lang w:val="lv-LV"/>
        </w:rPr>
        <w:t>,</w:t>
      </w:r>
      <w:r w:rsidRPr="00B26618">
        <w:rPr>
          <w:lang w:val="lv-LV"/>
        </w:rPr>
        <w:t xml:space="preserve"> vai nav uzraudzītās iestādes augstāk</w:t>
      </w:r>
      <w:r>
        <w:rPr>
          <w:lang w:val="lv-LV"/>
        </w:rPr>
        <w:t>ās</w:t>
      </w:r>
      <w:r w:rsidRPr="00B26618">
        <w:rPr>
          <w:lang w:val="lv-LV"/>
        </w:rPr>
        <w:t xml:space="preserve"> vadīb</w:t>
      </w:r>
      <w:r>
        <w:rPr>
          <w:lang w:val="lv-LV"/>
        </w:rPr>
        <w:t>as</w:t>
      </w:r>
      <w:r w:rsidRPr="00B26618">
        <w:rPr>
          <w:lang w:val="lv-LV"/>
        </w:rPr>
        <w:t xml:space="preserve"> </w:t>
      </w:r>
      <w:r>
        <w:rPr>
          <w:lang w:val="lv-LV"/>
        </w:rPr>
        <w:t xml:space="preserve">pienākumu </w:t>
      </w:r>
      <w:r w:rsidRPr="00B26618">
        <w:rPr>
          <w:lang w:val="lv-LV"/>
        </w:rPr>
        <w:t>pildītāji</w:t>
      </w:r>
      <w:r w:rsidR="00D45CAF">
        <w:rPr>
          <w:lang w:val="lv-LV"/>
        </w:rPr>
        <w:t>,</w:t>
      </w:r>
      <w:r w:rsidRPr="00B26618">
        <w:rPr>
          <w:lang w:val="lv-LV"/>
        </w:rPr>
        <w:t xml:space="preserve"> pozitīva ECB lēmuma gadījumā. Ja tiek ierosināta administratīv</w:t>
      </w:r>
      <w:r>
        <w:rPr>
          <w:lang w:val="lv-LV"/>
        </w:rPr>
        <w:t>ā</w:t>
      </w:r>
      <w:r w:rsidRPr="00B26618">
        <w:rPr>
          <w:lang w:val="lv-LV"/>
        </w:rPr>
        <w:t xml:space="preserve"> lieta vai sākta tiesvedība, glabāšanas periodu pagarina un tas beidzas vienu gadu pēc tāda lēmuma par sankciju piemērošanu</w:t>
      </w:r>
      <w:r w:rsidR="00C42717" w:rsidRPr="00C42717">
        <w:rPr>
          <w:lang w:val="lv-LV"/>
        </w:rPr>
        <w:t xml:space="preserve"> </w:t>
      </w:r>
      <w:r w:rsidR="00C42717" w:rsidRPr="00B26618">
        <w:rPr>
          <w:lang w:val="lv-LV"/>
        </w:rPr>
        <w:t>stāšanās spēkā</w:t>
      </w:r>
      <w:r w:rsidRPr="00B26618">
        <w:rPr>
          <w:lang w:val="lv-LV"/>
        </w:rPr>
        <w:t>, kam ir galīga lēmumu spēks.</w:t>
      </w:r>
    </w:p>
    <w:p w14:paraId="7E017BF6"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19FD7E09" w14:textId="1492CA1B" w:rsidR="007317C8" w:rsidRDefault="007317C8" w:rsidP="00635750">
      <w:pPr>
        <w:pStyle w:val="tvhtml"/>
        <w:shd w:val="clear" w:color="auto" w:fill="FFFFFF" w:themeFill="background1"/>
        <w:spacing w:before="0" w:beforeAutospacing="0" w:after="0" w:afterAutospacing="0"/>
        <w:rPr>
          <w:rStyle w:val="tvhtml1"/>
          <w:b/>
          <w:bCs/>
          <w:bdr w:val="none" w:sz="0" w:space="0" w:color="auto" w:frame="1"/>
          <w:lang w:val="lv-LV"/>
        </w:rPr>
      </w:pPr>
      <w:r w:rsidRPr="00305B58">
        <w:rPr>
          <w:rStyle w:val="tvhtml1"/>
          <w:b/>
          <w:bCs/>
          <w:bdr w:val="none" w:sz="0" w:space="0" w:color="auto" w:frame="1"/>
          <w:lang w:val="lv-LV"/>
        </w:rPr>
        <w:t xml:space="preserve">Piemērojamā datu aizsardzība </w:t>
      </w:r>
    </w:p>
    <w:p w14:paraId="5E602BB3" w14:textId="77777777" w:rsidR="00D45CAF" w:rsidRPr="00305B58" w:rsidRDefault="00D45CAF" w:rsidP="003F2CF6">
      <w:pPr>
        <w:pStyle w:val="tvhtml"/>
        <w:shd w:val="clear" w:color="auto" w:fill="FFFFFF" w:themeFill="background1"/>
        <w:spacing w:before="0" w:beforeAutospacing="0" w:after="0" w:afterAutospacing="0"/>
        <w:jc w:val="both"/>
        <w:rPr>
          <w:lang w:val="lv-LV"/>
        </w:rPr>
      </w:pPr>
    </w:p>
    <w:p w14:paraId="18445697" w14:textId="6115B6E1" w:rsidR="007317C8" w:rsidRPr="00F96B21" w:rsidRDefault="007317C8" w:rsidP="003F2CF6">
      <w:pPr>
        <w:pStyle w:val="HTMLPreformatted"/>
        <w:shd w:val="clear" w:color="auto" w:fill="FFFFFF" w:themeFill="background1"/>
        <w:jc w:val="both"/>
        <w:rPr>
          <w:rFonts w:ascii="Times New Roman" w:hAnsi="Times New Roman" w:cs="Times New Roman"/>
          <w:color w:val="000000"/>
          <w:sz w:val="24"/>
          <w:szCs w:val="24"/>
          <w:shd w:val="clear" w:color="auto" w:fill="FFFFFF"/>
        </w:rPr>
      </w:pPr>
      <w:r w:rsidRPr="00F826D8">
        <w:rPr>
          <w:rFonts w:ascii="Times New Roman" w:hAnsi="Times New Roman" w:cs="Times New Roman"/>
          <w:sz w:val="24"/>
          <w:szCs w:val="24"/>
        </w:rPr>
        <w:t xml:space="preserve">Eiropas </w:t>
      </w:r>
      <w:r w:rsidRPr="00AA534D">
        <w:rPr>
          <w:rFonts w:ascii="Times New Roman" w:hAnsi="Times New Roman" w:cs="Times New Roman"/>
          <w:sz w:val="24"/>
          <w:szCs w:val="24"/>
        </w:rPr>
        <w:t>Parlamenta un Padomes 2018. gada 23. oktobra Regula (E</w:t>
      </w:r>
      <w:r w:rsidR="001873F9">
        <w:rPr>
          <w:rFonts w:ascii="Times New Roman" w:hAnsi="Times New Roman" w:cs="Times New Roman"/>
          <w:sz w:val="24"/>
          <w:szCs w:val="24"/>
        </w:rPr>
        <w:t>S</w:t>
      </w:r>
      <w:r w:rsidRPr="00AA534D">
        <w:rPr>
          <w:rFonts w:ascii="Times New Roman" w:hAnsi="Times New Roman" w:cs="Times New Roman"/>
          <w:sz w:val="24"/>
          <w:szCs w:val="24"/>
        </w:rPr>
        <w:t xml:space="preserve">) 2018/1725 par fizisku personu aizsardzību attiecībā uz personas datu apstrādi </w:t>
      </w:r>
      <w:r w:rsidRPr="00AA534D">
        <w:rPr>
          <w:rFonts w:ascii="Times New Roman" w:hAnsi="Times New Roman" w:cs="Times New Roman"/>
          <w:color w:val="000000"/>
          <w:sz w:val="24"/>
          <w:szCs w:val="24"/>
          <w:shd w:val="clear" w:color="auto" w:fill="FFFFFF"/>
        </w:rPr>
        <w:t>Savienības iestādēs, struktūrās, birojos un aģentūrās un par šādu datu brīvu apriti un ar ko atceļ Regulu (EK) Nr. 45/2001 un Lēmumu Nr. 1247/2002/EK</w:t>
      </w:r>
      <w:r w:rsidRPr="00AA534D">
        <w:rPr>
          <w:rFonts w:ascii="Times New Roman" w:hAnsi="Times New Roman" w:cs="Times New Roman"/>
          <w:sz w:val="24"/>
          <w:szCs w:val="24"/>
        </w:rPr>
        <w:t xml:space="preserve"> ir piemērojama personas datu apstrādē, ko veic ECB. Taču </w:t>
      </w:r>
      <w:r w:rsidRPr="00AA534D">
        <w:rPr>
          <w:rFonts w:ascii="Times New Roman" w:hAnsi="Times New Roman" w:cs="Times New Roman"/>
          <w:color w:val="202124"/>
          <w:sz w:val="24"/>
          <w:szCs w:val="24"/>
        </w:rPr>
        <w:t xml:space="preserve">ECB un </w:t>
      </w:r>
      <w:r w:rsidR="00E7569F">
        <w:rPr>
          <w:rFonts w:ascii="Times New Roman" w:hAnsi="Times New Roman" w:cs="Times New Roman"/>
          <w:color w:val="202124"/>
          <w:sz w:val="24"/>
          <w:szCs w:val="24"/>
        </w:rPr>
        <w:t>Latvijas Banka</w:t>
      </w:r>
      <w:r w:rsidR="00E7569F" w:rsidRPr="00AA534D">
        <w:rPr>
          <w:rFonts w:ascii="Times New Roman" w:hAnsi="Times New Roman" w:cs="Times New Roman"/>
          <w:color w:val="202124"/>
          <w:sz w:val="24"/>
          <w:szCs w:val="24"/>
        </w:rPr>
        <w:t xml:space="preserve"> </w:t>
      </w:r>
      <w:r w:rsidRPr="00AA534D">
        <w:rPr>
          <w:rFonts w:ascii="Times New Roman" w:hAnsi="Times New Roman" w:cs="Times New Roman"/>
          <w:color w:val="202124"/>
          <w:sz w:val="24"/>
          <w:szCs w:val="24"/>
        </w:rPr>
        <w:t>ir kopīgi pārziņi</w:t>
      </w:r>
      <w:r w:rsidR="00C42717">
        <w:rPr>
          <w:rFonts w:ascii="Times New Roman" w:hAnsi="Times New Roman" w:cs="Times New Roman"/>
          <w:color w:val="202124"/>
          <w:sz w:val="24"/>
          <w:szCs w:val="24"/>
        </w:rPr>
        <w:t>,</w:t>
      </w:r>
      <w:r w:rsidRPr="00AA534D">
        <w:rPr>
          <w:rFonts w:ascii="Times New Roman" w:hAnsi="Times New Roman" w:cs="Times New Roman"/>
          <w:color w:val="202124"/>
          <w:sz w:val="24"/>
          <w:szCs w:val="24"/>
        </w:rPr>
        <w:t xml:space="preserve"> veicot VUM regulā un VUM pamatregulā tām uzticētos piesardzīg</w:t>
      </w:r>
      <w:r w:rsidR="00D45CAF">
        <w:rPr>
          <w:rFonts w:ascii="Times New Roman" w:hAnsi="Times New Roman" w:cs="Times New Roman"/>
          <w:color w:val="202124"/>
          <w:sz w:val="24"/>
          <w:szCs w:val="24"/>
        </w:rPr>
        <w:t>a</w:t>
      </w:r>
      <w:r w:rsidRPr="00AA534D">
        <w:rPr>
          <w:rFonts w:ascii="Times New Roman" w:hAnsi="Times New Roman" w:cs="Times New Roman"/>
          <w:color w:val="202124"/>
          <w:sz w:val="24"/>
          <w:szCs w:val="24"/>
        </w:rPr>
        <w:t>s uzraudzības uzdevumus</w:t>
      </w:r>
      <w:r w:rsidR="00C42717">
        <w:rPr>
          <w:rFonts w:ascii="Times New Roman" w:hAnsi="Times New Roman" w:cs="Times New Roman"/>
          <w:color w:val="202124"/>
          <w:sz w:val="24"/>
          <w:szCs w:val="24"/>
        </w:rPr>
        <w:t>,</w:t>
      </w:r>
      <w:r w:rsidRPr="00AA534D">
        <w:rPr>
          <w:rFonts w:ascii="Times New Roman" w:hAnsi="Times New Roman" w:cs="Times New Roman"/>
          <w:color w:val="202124"/>
          <w:sz w:val="24"/>
          <w:szCs w:val="24"/>
        </w:rPr>
        <w:t xml:space="preserve"> ikreiz, kad tās kopīgi </w:t>
      </w:r>
      <w:r w:rsidRPr="0075191B">
        <w:rPr>
          <w:rFonts w:ascii="Times New Roman" w:hAnsi="Times New Roman" w:cs="Times New Roman"/>
          <w:color w:val="202124"/>
          <w:sz w:val="24"/>
          <w:szCs w:val="24"/>
        </w:rPr>
        <w:t>nosaka datu apstrādes darbību mērķi un līdzekļus.</w:t>
      </w:r>
    </w:p>
    <w:p w14:paraId="10BAAD02" w14:textId="77777777" w:rsidR="007317C8" w:rsidRPr="00305B58" w:rsidRDefault="007317C8" w:rsidP="007317C8">
      <w:pPr>
        <w:pStyle w:val="tvhtml"/>
        <w:shd w:val="clear" w:color="auto" w:fill="FFFFFF"/>
        <w:spacing w:before="0" w:beforeAutospacing="0" w:after="0" w:afterAutospacing="0"/>
        <w:jc w:val="both"/>
        <w:rPr>
          <w:lang w:val="lv-LV"/>
        </w:rPr>
      </w:pPr>
    </w:p>
    <w:p w14:paraId="66B073B0" w14:textId="64A5F2E9" w:rsidR="007317C8" w:rsidRDefault="007317C8" w:rsidP="00635750">
      <w:pPr>
        <w:pStyle w:val="tvhtml"/>
        <w:shd w:val="clear" w:color="auto" w:fill="FFFFFF"/>
        <w:spacing w:before="0" w:beforeAutospacing="0" w:after="0" w:afterAutospacing="0"/>
        <w:rPr>
          <w:rStyle w:val="tvhtml1"/>
          <w:b/>
          <w:bCs/>
          <w:bdr w:val="none" w:sz="0" w:space="0" w:color="auto" w:frame="1"/>
          <w:lang w:val="lv-LV"/>
        </w:rPr>
      </w:pPr>
      <w:r>
        <w:rPr>
          <w:rStyle w:val="tvhtml1"/>
          <w:b/>
          <w:bCs/>
          <w:bdr w:val="none" w:sz="0" w:space="0" w:color="auto" w:frame="1"/>
          <w:lang w:val="lv-LV"/>
        </w:rPr>
        <w:t xml:space="preserve">Datu subjekta tiesības </w:t>
      </w:r>
    </w:p>
    <w:p w14:paraId="4D64CDF4" w14:textId="77777777" w:rsidR="00D45CAF" w:rsidRPr="002C0913" w:rsidRDefault="00D45CAF" w:rsidP="007317C8">
      <w:pPr>
        <w:pStyle w:val="tvhtml"/>
        <w:shd w:val="clear" w:color="auto" w:fill="FFFFFF"/>
        <w:spacing w:before="0" w:beforeAutospacing="0" w:after="0" w:afterAutospacing="0"/>
        <w:jc w:val="both"/>
        <w:rPr>
          <w:lang w:val="lv-LV"/>
        </w:rPr>
      </w:pPr>
    </w:p>
    <w:p w14:paraId="1A530773" w14:textId="44A97326" w:rsidR="007317C8" w:rsidRPr="000635E0" w:rsidRDefault="007317C8" w:rsidP="007317C8">
      <w:pPr>
        <w:pStyle w:val="tvhtml"/>
        <w:shd w:val="clear" w:color="auto" w:fill="FFFFFF"/>
        <w:spacing w:before="0" w:beforeAutospacing="0" w:after="0" w:afterAutospacing="0"/>
        <w:jc w:val="both"/>
        <w:rPr>
          <w:lang w:val="lv-LV"/>
        </w:rPr>
      </w:pPr>
      <w:r w:rsidRPr="000635E0">
        <w:rPr>
          <w:lang w:val="lv-LV"/>
        </w:rPr>
        <w:t xml:space="preserve">Datu subjektam, kura personas datus minētās </w:t>
      </w:r>
      <w:proofErr w:type="spellStart"/>
      <w:r w:rsidRPr="000635E0">
        <w:rPr>
          <w:lang w:val="lv-LV"/>
        </w:rPr>
        <w:t>prudenciālās</w:t>
      </w:r>
      <w:proofErr w:type="spellEnd"/>
      <w:r w:rsidRPr="000635E0">
        <w:rPr>
          <w:lang w:val="lv-LV"/>
        </w:rPr>
        <w:t xml:space="preserve"> uzraudzības nolūkā apstrādā ECB, ir tiesības piekļūt datiem un labot tos datus, kas attiecas uz viņu saskaņā ar </w:t>
      </w:r>
      <w:r w:rsidRPr="000635E0">
        <w:rPr>
          <w:rStyle w:val="cf01"/>
          <w:rFonts w:ascii="Times New Roman" w:hAnsi="Times New Roman" w:cs="Times New Roman"/>
          <w:sz w:val="24"/>
          <w:szCs w:val="24"/>
          <w:lang w:val="lv-LV"/>
        </w:rPr>
        <w:t>E</w:t>
      </w:r>
      <w:r w:rsidR="00D45CAF">
        <w:rPr>
          <w:rStyle w:val="cf01"/>
          <w:rFonts w:ascii="Times New Roman" w:hAnsi="Times New Roman" w:cs="Times New Roman"/>
          <w:sz w:val="24"/>
          <w:szCs w:val="24"/>
          <w:lang w:val="lv-LV"/>
        </w:rPr>
        <w:t xml:space="preserve">iropas </w:t>
      </w:r>
      <w:r w:rsidRPr="000635E0">
        <w:rPr>
          <w:rStyle w:val="cf01"/>
          <w:rFonts w:ascii="Times New Roman" w:hAnsi="Times New Roman" w:cs="Times New Roman"/>
          <w:sz w:val="24"/>
          <w:szCs w:val="24"/>
          <w:lang w:val="lv-LV"/>
        </w:rPr>
        <w:t>C</w:t>
      </w:r>
      <w:r w:rsidR="00D45CAF">
        <w:rPr>
          <w:rStyle w:val="cf01"/>
          <w:rFonts w:ascii="Times New Roman" w:hAnsi="Times New Roman" w:cs="Times New Roman"/>
          <w:sz w:val="24"/>
          <w:szCs w:val="24"/>
          <w:lang w:val="lv-LV"/>
        </w:rPr>
        <w:t>entrālās bankas</w:t>
      </w:r>
      <w:r w:rsidRPr="000635E0">
        <w:rPr>
          <w:rStyle w:val="cf01"/>
          <w:rFonts w:ascii="Times New Roman" w:hAnsi="Times New Roman" w:cs="Times New Roman"/>
          <w:sz w:val="24"/>
          <w:szCs w:val="24"/>
          <w:lang w:val="lv-LV"/>
        </w:rPr>
        <w:t xml:space="preserve"> </w:t>
      </w:r>
      <w:r w:rsidRPr="003F2CF6">
        <w:rPr>
          <w:rStyle w:val="cf11"/>
          <w:rFonts w:ascii="Times New Roman" w:hAnsi="Times New Roman" w:cs="Times New Roman"/>
          <w:color w:val="auto"/>
          <w:sz w:val="24"/>
          <w:szCs w:val="24"/>
          <w:lang w:val="lv-LV"/>
        </w:rPr>
        <w:t xml:space="preserve">2020. gada 5. maija </w:t>
      </w:r>
      <w:r w:rsidR="00C42717" w:rsidRPr="003F2CF6">
        <w:rPr>
          <w:rStyle w:val="cf11"/>
          <w:rFonts w:ascii="Times New Roman" w:hAnsi="Times New Roman" w:cs="Times New Roman"/>
          <w:color w:val="auto"/>
          <w:sz w:val="24"/>
          <w:szCs w:val="24"/>
          <w:lang w:val="lv-LV"/>
        </w:rPr>
        <w:t>L</w:t>
      </w:r>
      <w:r w:rsidRPr="003F2CF6">
        <w:rPr>
          <w:rStyle w:val="cf11"/>
          <w:rFonts w:ascii="Times New Roman" w:hAnsi="Times New Roman" w:cs="Times New Roman"/>
          <w:color w:val="auto"/>
          <w:sz w:val="24"/>
          <w:szCs w:val="24"/>
          <w:lang w:val="lv-LV"/>
        </w:rPr>
        <w:t>ēmumu (ES) 2020/655, ar ko pieņem īstenošanas noteikumus attiecībā uz datu aizsardzību Eiropas Centrālajā bankā un atceļ Lēmumu ECB/2007/1.</w:t>
      </w:r>
    </w:p>
    <w:p w14:paraId="7E517874" w14:textId="77777777" w:rsidR="007317C8" w:rsidRPr="000635E0"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1686E464" w14:textId="014F7C0A" w:rsidR="007317C8" w:rsidRDefault="007317C8" w:rsidP="00635750">
      <w:pPr>
        <w:pStyle w:val="tvhtml"/>
        <w:shd w:val="clear" w:color="auto" w:fill="FFFFFF"/>
        <w:spacing w:before="0" w:beforeAutospacing="0" w:after="0" w:afterAutospacing="0"/>
        <w:rPr>
          <w:rStyle w:val="tvhtml1"/>
          <w:b/>
          <w:bCs/>
          <w:bdr w:val="none" w:sz="0" w:space="0" w:color="auto" w:frame="1"/>
          <w:lang w:val="lv-LV"/>
        </w:rPr>
      </w:pPr>
      <w:r>
        <w:rPr>
          <w:rStyle w:val="tvhtml1"/>
          <w:b/>
          <w:bCs/>
          <w:bdr w:val="none" w:sz="0" w:space="0" w:color="auto" w:frame="1"/>
          <w:lang w:val="lv-LV"/>
        </w:rPr>
        <w:t xml:space="preserve">Kontakti </w:t>
      </w:r>
    </w:p>
    <w:p w14:paraId="61562D6C" w14:textId="77777777" w:rsidR="00D45CAF" w:rsidRPr="002C0913" w:rsidRDefault="00D45CAF" w:rsidP="007317C8">
      <w:pPr>
        <w:pStyle w:val="tvhtml"/>
        <w:shd w:val="clear" w:color="auto" w:fill="FFFFFF"/>
        <w:spacing w:before="0" w:beforeAutospacing="0" w:after="0" w:afterAutospacing="0"/>
        <w:jc w:val="both"/>
        <w:rPr>
          <w:lang w:val="lv-LV"/>
        </w:rPr>
      </w:pPr>
    </w:p>
    <w:p w14:paraId="4FF499AF" w14:textId="04B2237E" w:rsidR="007317C8" w:rsidRDefault="007317C8" w:rsidP="007317C8">
      <w:pPr>
        <w:pStyle w:val="tvhtml"/>
        <w:shd w:val="clear" w:color="auto" w:fill="FFFFFF"/>
        <w:spacing w:before="0" w:beforeAutospacing="0" w:after="0" w:afterAutospacing="0"/>
        <w:jc w:val="both"/>
        <w:rPr>
          <w:lang w:val="lv-LV"/>
        </w:rPr>
      </w:pPr>
      <w:r w:rsidRPr="00B26618">
        <w:rPr>
          <w:lang w:val="lv-LV"/>
        </w:rPr>
        <w:t xml:space="preserve">Ja Jums rodas jautājumi vai sūdzības par datu apstrādes procesu, Jūs varat vērsties pie </w:t>
      </w:r>
      <w:r>
        <w:rPr>
          <w:lang w:val="lv-LV"/>
        </w:rPr>
        <w:t>d</w:t>
      </w:r>
      <w:r w:rsidRPr="00B26618">
        <w:rPr>
          <w:lang w:val="lv-LV"/>
        </w:rPr>
        <w:t xml:space="preserve">atu apstrādātāja </w:t>
      </w:r>
      <w:r>
        <w:rPr>
          <w:lang w:val="lv-LV"/>
        </w:rPr>
        <w:t xml:space="preserve">(e-pasts: </w:t>
      </w:r>
      <w:r w:rsidR="00C42717">
        <w:rPr>
          <w:lang w:val="lv-LV"/>
        </w:rPr>
        <w:t>a</w:t>
      </w:r>
      <w:r w:rsidRPr="00B26618">
        <w:rPr>
          <w:lang w:val="lv-LV"/>
        </w:rPr>
        <w:t>uthorisation@ecb.europa.eu</w:t>
      </w:r>
      <w:r>
        <w:rPr>
          <w:lang w:val="lv-LV"/>
        </w:rPr>
        <w:t>)</w:t>
      </w:r>
      <w:r w:rsidRPr="00B26618">
        <w:rPr>
          <w:lang w:val="lv-LV"/>
        </w:rPr>
        <w:t xml:space="preserve"> vai nacionālajā kompetentajā iestādē </w:t>
      </w:r>
      <w:r>
        <w:rPr>
          <w:lang w:val="lv-LV"/>
        </w:rPr>
        <w:t>(e-pasts: info</w:t>
      </w:r>
      <w:r w:rsidRPr="00B07CB6">
        <w:rPr>
          <w:lang w:val="lv-LV"/>
        </w:rPr>
        <w:t>@</w:t>
      </w:r>
      <w:r>
        <w:rPr>
          <w:lang w:val="lv-LV"/>
        </w:rPr>
        <w:t>bank</w:t>
      </w:r>
      <w:r w:rsidRPr="00B07CB6">
        <w:rPr>
          <w:lang w:val="lv-LV"/>
        </w:rPr>
        <w:t>.lv</w:t>
      </w:r>
      <w:r>
        <w:rPr>
          <w:lang w:val="lv-LV"/>
        </w:rPr>
        <w:t>).</w:t>
      </w:r>
    </w:p>
    <w:p w14:paraId="75B8A1BE" w14:textId="77777777" w:rsidR="007317C8" w:rsidRPr="00B26618" w:rsidRDefault="007317C8" w:rsidP="007317C8">
      <w:pPr>
        <w:pStyle w:val="tvhtml"/>
        <w:shd w:val="clear" w:color="auto" w:fill="FFFFFF"/>
        <w:spacing w:before="0" w:beforeAutospacing="0" w:after="0" w:afterAutospacing="0"/>
        <w:ind w:firstLine="540"/>
        <w:jc w:val="both"/>
        <w:rPr>
          <w:lang w:val="lv-LV"/>
        </w:rPr>
      </w:pPr>
    </w:p>
    <w:p w14:paraId="4721E7B1" w14:textId="1915B14E"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 xml:space="preserve">Turklāt Jums ir tiesības jebkurā laikā </w:t>
      </w:r>
      <w:r>
        <w:rPr>
          <w:lang w:val="lv-LV"/>
        </w:rPr>
        <w:t>vērsties</w:t>
      </w:r>
      <w:r w:rsidRPr="00B26618">
        <w:rPr>
          <w:lang w:val="lv-LV"/>
        </w:rPr>
        <w:t xml:space="preserve"> pēc palīdzības pie Eiropas Datu aizsardzības </w:t>
      </w:r>
      <w:r w:rsidRPr="00083AB7">
        <w:rPr>
          <w:lang w:val="lv-LV"/>
        </w:rPr>
        <w:t>uzrau</w:t>
      </w:r>
      <w:r w:rsidR="000635E0" w:rsidRPr="00083AB7">
        <w:rPr>
          <w:lang w:val="lv-LV"/>
        </w:rPr>
        <w:t>dzītāja</w:t>
      </w:r>
      <w:r w:rsidRPr="00083AB7">
        <w:rPr>
          <w:lang w:val="lv-LV"/>
        </w:rPr>
        <w:t xml:space="preserve"> (</w:t>
      </w:r>
      <w:r w:rsidR="00083AB7" w:rsidRPr="00E1125A">
        <w:rPr>
          <w:lang w:val="lv-LV"/>
        </w:rPr>
        <w:t>https://edps.europa.eu/data-protection/our-role-supervisor/personal-data-breach_en)</w:t>
      </w:r>
      <w:r w:rsidRPr="00083AB7">
        <w:rPr>
          <w:lang w:val="lv-LV"/>
        </w:rPr>
        <w:t>.</w:t>
      </w:r>
    </w:p>
    <w:p w14:paraId="7AC239E7"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08345380" w14:textId="08E63F34" w:rsidR="007317C8" w:rsidRDefault="007317C8" w:rsidP="00635750">
      <w:pPr>
        <w:pStyle w:val="tvhtml"/>
        <w:shd w:val="clear" w:color="auto" w:fill="FFFFFF"/>
        <w:spacing w:before="0" w:beforeAutospacing="0" w:after="0" w:afterAutospacing="0"/>
        <w:rPr>
          <w:rStyle w:val="tvhtml1"/>
          <w:b/>
          <w:bCs/>
          <w:bdr w:val="none" w:sz="0" w:space="0" w:color="auto" w:frame="1"/>
          <w:lang w:val="lv-LV"/>
        </w:rPr>
      </w:pPr>
      <w:r>
        <w:rPr>
          <w:rStyle w:val="tvhtml1"/>
          <w:b/>
          <w:bCs/>
          <w:bdr w:val="none" w:sz="0" w:space="0" w:color="auto" w:frame="1"/>
          <w:lang w:val="lv-LV"/>
        </w:rPr>
        <w:t xml:space="preserve">Apliecinājums </w:t>
      </w:r>
    </w:p>
    <w:p w14:paraId="041365DE" w14:textId="77777777" w:rsidR="00D45CAF" w:rsidRPr="002C0913" w:rsidRDefault="00D45CAF" w:rsidP="007317C8">
      <w:pPr>
        <w:pStyle w:val="tvhtml"/>
        <w:shd w:val="clear" w:color="auto" w:fill="FFFFFF"/>
        <w:spacing w:before="0" w:beforeAutospacing="0" w:after="0" w:afterAutospacing="0"/>
        <w:jc w:val="both"/>
        <w:rPr>
          <w:lang w:val="lv-LV"/>
        </w:rPr>
      </w:pPr>
    </w:p>
    <w:p w14:paraId="6205A485" w14:textId="18C10079" w:rsidR="009C0BC3" w:rsidRPr="00B26618" w:rsidRDefault="009C0BC3" w:rsidP="009C0BC3">
      <w:pPr>
        <w:pStyle w:val="tvhtml"/>
        <w:shd w:val="clear" w:color="auto" w:fill="FFFFFF"/>
        <w:spacing w:before="0" w:beforeAutospacing="0" w:after="0" w:afterAutospacing="0"/>
        <w:jc w:val="both"/>
        <w:rPr>
          <w:lang w:val="lv-LV"/>
        </w:rPr>
      </w:pPr>
      <w:r w:rsidRPr="00B26618">
        <w:rPr>
          <w:lang w:val="lv-LV"/>
        </w:rPr>
        <w:t xml:space="preserve">Ar šo </w:t>
      </w:r>
      <w:r>
        <w:rPr>
          <w:lang w:val="lv-LV"/>
        </w:rPr>
        <w:t>apliecinu</w:t>
      </w:r>
      <w:r w:rsidRPr="00B26618">
        <w:rPr>
          <w:lang w:val="lv-LV"/>
        </w:rPr>
        <w:t xml:space="preserve">, ka </w:t>
      </w:r>
      <w:r>
        <w:rPr>
          <w:lang w:val="lv-LV"/>
        </w:rPr>
        <w:t>esmu informēts par</w:t>
      </w:r>
      <w:r w:rsidRPr="00B26618">
        <w:rPr>
          <w:lang w:val="lv-LV"/>
        </w:rPr>
        <w:t xml:space="preserve"> </w:t>
      </w:r>
      <w:r>
        <w:rPr>
          <w:lang w:val="lv-LV"/>
        </w:rPr>
        <w:t>Latvijas Bankai</w:t>
      </w:r>
      <w:r w:rsidRPr="00B26618">
        <w:rPr>
          <w:lang w:val="lv-LV"/>
        </w:rPr>
        <w:t xml:space="preserve"> iesniegto manu kā fiziskās personas datu, t</w:t>
      </w:r>
      <w:r>
        <w:rPr>
          <w:lang w:val="lv-LV"/>
        </w:rPr>
        <w:t>ostarp</w:t>
      </w:r>
      <w:r w:rsidRPr="00B26618">
        <w:rPr>
          <w:lang w:val="lv-LV"/>
        </w:rPr>
        <w:t xml:space="preserve"> sensitīv</w:t>
      </w:r>
      <w:r>
        <w:rPr>
          <w:lang w:val="lv-LV"/>
        </w:rPr>
        <w:t>o</w:t>
      </w:r>
      <w:r w:rsidRPr="00B26618">
        <w:rPr>
          <w:lang w:val="lv-LV"/>
        </w:rPr>
        <w:t xml:space="preserve"> personas datu</w:t>
      </w:r>
      <w:r w:rsidR="00C42717">
        <w:rPr>
          <w:lang w:val="lv-LV"/>
        </w:rPr>
        <w:t>,</w:t>
      </w:r>
      <w:r>
        <w:rPr>
          <w:lang w:val="lv-LV"/>
        </w:rPr>
        <w:t xml:space="preserve"> apstrādi</w:t>
      </w:r>
      <w:r w:rsidRPr="00B26618">
        <w:rPr>
          <w:lang w:val="lv-LV"/>
        </w:rPr>
        <w:t xml:space="preserve"> </w:t>
      </w:r>
      <w:r w:rsidRPr="00DC75F2">
        <w:rPr>
          <w:lang w:val="lv-LV"/>
        </w:rPr>
        <w:t>būtiskas līdzdalības procedūras kontekstā</w:t>
      </w:r>
      <w:r>
        <w:rPr>
          <w:lang w:val="lv-LV"/>
        </w:rPr>
        <w:t>, t.</w:t>
      </w:r>
      <w:r w:rsidR="00C42717">
        <w:rPr>
          <w:lang w:val="lv-LV"/>
        </w:rPr>
        <w:t> </w:t>
      </w:r>
      <w:r>
        <w:rPr>
          <w:lang w:val="lv-LV"/>
        </w:rPr>
        <w:t xml:space="preserve">sk. šo datu </w:t>
      </w:r>
      <w:r w:rsidRPr="00B26618">
        <w:rPr>
          <w:lang w:val="lv-LV"/>
        </w:rPr>
        <w:t>nodo</w:t>
      </w:r>
      <w:r>
        <w:rPr>
          <w:lang w:val="lv-LV"/>
        </w:rPr>
        <w:t>šanu un apstrādi</w:t>
      </w:r>
      <w:r w:rsidRPr="00B26618">
        <w:rPr>
          <w:lang w:val="lv-LV"/>
        </w:rPr>
        <w:t xml:space="preserve"> </w:t>
      </w:r>
      <w:r>
        <w:rPr>
          <w:lang w:val="lv-LV"/>
        </w:rPr>
        <w:t>ECB</w:t>
      </w:r>
      <w:r w:rsidRPr="00B26618">
        <w:rPr>
          <w:lang w:val="lv-LV"/>
        </w:rPr>
        <w:t xml:space="preserve"> tās funkciju veikšanai.</w:t>
      </w:r>
    </w:p>
    <w:p w14:paraId="2EC8C4AB" w14:textId="77777777" w:rsidR="007317C8" w:rsidRDefault="007317C8" w:rsidP="007317C8">
      <w:pPr>
        <w:pStyle w:val="tvhtml"/>
        <w:shd w:val="clear" w:color="auto" w:fill="FFFFFF"/>
        <w:spacing w:before="0" w:beforeAutospacing="0" w:after="0" w:afterAutospacing="0"/>
        <w:ind w:firstLine="300"/>
        <w:jc w:val="both"/>
        <w:rPr>
          <w:lang w:val="lv-LV"/>
        </w:rPr>
      </w:pPr>
    </w:p>
    <w:p w14:paraId="672DA438" w14:textId="77777777"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Vārds, uzvārds</w:t>
      </w:r>
    </w:p>
    <w:p w14:paraId="5D01D8DA" w14:textId="77777777" w:rsidR="007317C8" w:rsidRDefault="007317C8" w:rsidP="007317C8">
      <w:pPr>
        <w:pStyle w:val="tvhtml"/>
        <w:shd w:val="clear" w:color="auto" w:fill="FFFFFF"/>
        <w:spacing w:before="0" w:beforeAutospacing="0" w:after="0" w:afterAutospacing="0"/>
        <w:jc w:val="both"/>
        <w:rPr>
          <w:lang w:val="lv-LV"/>
        </w:rPr>
      </w:pPr>
    </w:p>
    <w:p w14:paraId="2AE8FB3D" w14:textId="77777777"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Paraksts</w:t>
      </w:r>
    </w:p>
    <w:p w14:paraId="46FB170C" w14:textId="77777777" w:rsidR="007317C8" w:rsidRDefault="007317C8" w:rsidP="007317C8">
      <w:pPr>
        <w:pStyle w:val="tvhtml"/>
        <w:shd w:val="clear" w:color="auto" w:fill="FFFFFF"/>
        <w:spacing w:before="0" w:beforeAutospacing="0" w:after="0" w:afterAutospacing="0"/>
        <w:jc w:val="both"/>
        <w:rPr>
          <w:lang w:val="lv-LV"/>
        </w:rPr>
      </w:pPr>
    </w:p>
    <w:p w14:paraId="29AFF091" w14:textId="12532E30"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Vieta, datums</w:t>
      </w:r>
    </w:p>
    <w:p w14:paraId="42A70EA9" w14:textId="77777777" w:rsidR="007317C8" w:rsidRDefault="007317C8" w:rsidP="00B02C19">
      <w:pPr>
        <w:spacing w:before="480"/>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7317C8" w14:paraId="3540944A" w14:textId="77777777" w:rsidTr="00762772">
        <w:tc>
          <w:tcPr>
            <w:tcW w:w="4799" w:type="dxa"/>
            <w:vAlign w:val="bottom"/>
          </w:tcPr>
          <w:p w14:paraId="3F9AE10A" w14:textId="77777777" w:rsidR="007317C8" w:rsidRDefault="00000000" w:rsidP="00B02C19">
            <w:pPr>
              <w:pStyle w:val="NoSpacing"/>
              <w:spacing w:before="480"/>
              <w:ind w:left="-107"/>
              <w:rPr>
                <w:rFonts w:cs="Times New Roman"/>
              </w:rPr>
            </w:pPr>
            <w:sdt>
              <w:sdtPr>
                <w:rPr>
                  <w:rFonts w:cs="Times New Roman"/>
                </w:rPr>
                <w:alias w:val="Amats"/>
                <w:tag w:val="Amats"/>
                <w:id w:val="509725970"/>
                <w:placeholder>
                  <w:docPart w:val="5C8941D50EF64048B6837268F587B73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7317C8">
                  <w:rPr>
                    <w:rFonts w:cs="Times New Roman"/>
                  </w:rPr>
                  <w:t>Latvijas Bankas prezidents</w:t>
                </w:r>
              </w:sdtContent>
            </w:sdt>
          </w:p>
        </w:tc>
        <w:sdt>
          <w:sdtPr>
            <w:rPr>
              <w:rFonts w:cs="Times New Roman"/>
            </w:rPr>
            <w:alias w:val="V. Uzvārds"/>
            <w:tag w:val="V. Uzvārds"/>
            <w:id w:val="-1773921275"/>
            <w:placeholder>
              <w:docPart w:val="31282AAB81E44C8C81D4FFB980FF08C4"/>
            </w:placeholder>
          </w:sdtPr>
          <w:sdtContent>
            <w:tc>
              <w:tcPr>
                <w:tcW w:w="3705" w:type="dxa"/>
                <w:vAlign w:val="bottom"/>
              </w:tcPr>
              <w:p w14:paraId="33B80264" w14:textId="77777777" w:rsidR="007317C8" w:rsidRDefault="007317C8" w:rsidP="00B02C19">
                <w:pPr>
                  <w:pStyle w:val="NoSpacing"/>
                  <w:spacing w:before="480"/>
                  <w:ind w:right="-111"/>
                  <w:jc w:val="right"/>
                  <w:rPr>
                    <w:rFonts w:cs="Times New Roman"/>
                  </w:rPr>
                </w:pPr>
                <w:r>
                  <w:rPr>
                    <w:rFonts w:cs="Times New Roman"/>
                  </w:rPr>
                  <w:t>M. Kazāks</w:t>
                </w:r>
              </w:p>
            </w:tc>
          </w:sdtContent>
        </w:sdt>
      </w:tr>
    </w:tbl>
    <w:p w14:paraId="0985AC2F" w14:textId="77777777" w:rsidR="007317C8" w:rsidRPr="00542AB5" w:rsidRDefault="007317C8" w:rsidP="007317C8">
      <w:pPr>
        <w:jc w:val="center"/>
        <w:rPr>
          <w:rFonts w:cs="Times New Roman"/>
          <w:b/>
          <w:bCs/>
          <w:szCs w:val="24"/>
        </w:rPr>
      </w:pPr>
    </w:p>
    <w:p w14:paraId="271A30B8" w14:textId="489B84CC" w:rsidR="00022E8C" w:rsidRPr="00542AB5" w:rsidRDefault="00022E8C" w:rsidP="00022E8C">
      <w:pPr>
        <w:jc w:val="center"/>
        <w:rPr>
          <w:rFonts w:cs="Times New Roman"/>
          <w:b/>
          <w:bCs/>
          <w:szCs w:val="24"/>
        </w:rPr>
      </w:pPr>
    </w:p>
    <w:sectPr w:rsidR="00022E8C" w:rsidRPr="00542AB5" w:rsidSect="00022E8C">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41618" w14:textId="77777777" w:rsidR="00FF3977" w:rsidRDefault="00FF3977" w:rsidP="00AC4B00">
      <w:r>
        <w:separator/>
      </w:r>
    </w:p>
  </w:endnote>
  <w:endnote w:type="continuationSeparator" w:id="0">
    <w:p w14:paraId="183A2887" w14:textId="77777777" w:rsidR="00FF3977" w:rsidRDefault="00FF397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9CC40" w14:textId="77777777" w:rsidR="004B5B54" w:rsidRDefault="004B5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3A992" w14:textId="77777777" w:rsidR="004B5B54" w:rsidRDefault="004B5B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9162" w14:textId="77777777" w:rsidR="004B5B54" w:rsidRDefault="004B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9F865" w14:textId="77777777" w:rsidR="00FF3977" w:rsidRDefault="00FF3977" w:rsidP="00AC4B00">
      <w:r>
        <w:separator/>
      </w:r>
    </w:p>
  </w:footnote>
  <w:footnote w:type="continuationSeparator" w:id="0">
    <w:p w14:paraId="0F82FED7" w14:textId="77777777" w:rsidR="00FF3977" w:rsidRDefault="00FF3977" w:rsidP="00AC4B00">
      <w:r>
        <w:continuationSeparator/>
      </w:r>
    </w:p>
  </w:footnote>
  <w:footnote w:id="1">
    <w:p w14:paraId="6F5E04F6" w14:textId="03B42B8A" w:rsidR="00E91498" w:rsidRPr="00327790" w:rsidRDefault="00E91498" w:rsidP="00752CB7">
      <w:pPr>
        <w:pStyle w:val="FootnoteText"/>
        <w:rPr>
          <w:rFonts w:ascii="Times New Roman" w:hAnsi="Times New Roman" w:cs="Times New Roman"/>
          <w:lang w:val="lv-LV"/>
        </w:rPr>
      </w:pPr>
      <w:r>
        <w:rPr>
          <w:rStyle w:val="FootnoteReference"/>
        </w:rPr>
        <w:t>*</w:t>
      </w:r>
      <w:r w:rsidRPr="00327790">
        <w:rPr>
          <w:rFonts w:ascii="Times New Roman" w:hAnsi="Times New Roman" w:cs="Times New Roman"/>
        </w:rPr>
        <w:t xml:space="preserve"> </w:t>
      </w:r>
      <w:r w:rsidRPr="00E91498">
        <w:rPr>
          <w:rFonts w:ascii="Times New Roman" w:hAnsi="Times New Roman" w:cs="Times New Roman"/>
          <w:lang w:val="lv-LV"/>
        </w:rPr>
        <w:t>Finanšu intereses var būt tādas intereses kā kredītoperācijas, galvojumi un ķīlas; nefinanšu intereses var būt tādas intereses kā ģimenes vai ciešas attiecības.</w:t>
      </w:r>
    </w:p>
  </w:footnote>
  <w:footnote w:id="2">
    <w:p w14:paraId="556E3B72" w14:textId="176DF13D" w:rsidR="00E91498" w:rsidRPr="00327790" w:rsidRDefault="00E91498" w:rsidP="00067DC1">
      <w:pPr>
        <w:pStyle w:val="FootnoteText"/>
        <w:rPr>
          <w:rFonts w:ascii="Times New Roman" w:hAnsi="Times New Roman" w:cs="Times New Roman"/>
          <w:lang w:val="lv-LV"/>
        </w:rPr>
      </w:pPr>
      <w:r w:rsidRPr="00E1125A">
        <w:rPr>
          <w:rStyle w:val="FootnoteReference"/>
          <w:rFonts w:ascii="Times New Roman" w:hAnsi="Times New Roman" w:cs="Times New Roman"/>
          <w:lang w:val="lv-LV"/>
        </w:rPr>
        <w:t>*</w:t>
      </w:r>
      <w:r w:rsidRPr="00E1125A">
        <w:rPr>
          <w:rFonts w:ascii="Times New Roman" w:hAnsi="Times New Roman" w:cs="Times New Roman"/>
          <w:lang w:val="lv-LV"/>
        </w:rPr>
        <w:t xml:space="preserve"> </w:t>
      </w:r>
      <w:r w:rsidRPr="00327790">
        <w:rPr>
          <w:rFonts w:ascii="Times New Roman" w:hAnsi="Times New Roman" w:cs="Times New Roman"/>
          <w:lang w:val="lv-LV"/>
        </w:rPr>
        <w:t>Finanšu intereses var būt tādas intereses kā kredītoperācijas, galvojumi un ķīlas; nefinanšu intereses var būt tādas intereses kā ģimenes vai ciešas attiecības.</w:t>
      </w:r>
    </w:p>
  </w:footnote>
  <w:footnote w:id="3">
    <w:p w14:paraId="1765AA91" w14:textId="2D2D914A" w:rsidR="00E07042" w:rsidRPr="00E1125A" w:rsidRDefault="00E07042" w:rsidP="00E160B4">
      <w:pPr>
        <w:pStyle w:val="FootnoteText"/>
        <w:spacing w:line="200" w:lineRule="exact"/>
        <w:ind w:left="284" w:hanging="284"/>
        <w:rPr>
          <w:rFonts w:ascii="Times New Roman" w:hAnsi="Times New Roman" w:cs="Times New Roman"/>
          <w:sz w:val="18"/>
          <w:szCs w:val="18"/>
          <w:lang w:val="lv-LV"/>
        </w:rPr>
      </w:pPr>
      <w:r w:rsidRPr="003F2CF6">
        <w:rPr>
          <w:rStyle w:val="FootnoteReference"/>
          <w:rFonts w:ascii="Times New Roman" w:hAnsi="Times New Roman" w:cs="Times New Roman"/>
          <w:sz w:val="18"/>
          <w:szCs w:val="18"/>
        </w:rPr>
        <w:footnoteRef/>
      </w:r>
      <w:r w:rsidRPr="00E1125A">
        <w:rPr>
          <w:rFonts w:ascii="Times New Roman" w:hAnsi="Times New Roman" w:cs="Times New Roman"/>
          <w:sz w:val="18"/>
          <w:szCs w:val="18"/>
          <w:lang w:val="lv-LV"/>
        </w:rPr>
        <w:t xml:space="preserve"> Kapitāls/kopējie aktīvi</w:t>
      </w:r>
      <w:r w:rsidR="00E91498" w:rsidRPr="00E1125A">
        <w:rPr>
          <w:rFonts w:ascii="Times New Roman" w:hAnsi="Times New Roman" w:cs="Times New Roman"/>
          <w:sz w:val="18"/>
          <w:szCs w:val="18"/>
          <w:lang w:val="lv-LV"/>
        </w:rPr>
        <w:t>.</w:t>
      </w:r>
    </w:p>
  </w:footnote>
  <w:footnote w:id="4">
    <w:p w14:paraId="324D33D3" w14:textId="482B84C5" w:rsidR="00E07042" w:rsidRPr="00E1125A" w:rsidRDefault="00E07042" w:rsidP="00E160B4">
      <w:pPr>
        <w:pStyle w:val="FootnoteText"/>
        <w:spacing w:line="200" w:lineRule="exact"/>
        <w:ind w:left="284" w:hanging="284"/>
        <w:rPr>
          <w:rFonts w:ascii="Times New Roman" w:hAnsi="Times New Roman" w:cs="Times New Roman"/>
          <w:sz w:val="18"/>
          <w:szCs w:val="18"/>
          <w:lang w:val="lv-LV"/>
        </w:rPr>
      </w:pPr>
      <w:r w:rsidRPr="00615C5B">
        <w:rPr>
          <w:rStyle w:val="FootnoteReference"/>
          <w:rFonts w:ascii="Times New Roman" w:hAnsi="Times New Roman" w:cs="Times New Roman"/>
          <w:sz w:val="18"/>
          <w:szCs w:val="18"/>
        </w:rPr>
        <w:footnoteRef/>
      </w:r>
      <w:r w:rsidRPr="00E1125A">
        <w:rPr>
          <w:rFonts w:ascii="Times New Roman" w:hAnsi="Times New Roman" w:cs="Times New Roman"/>
          <w:sz w:val="18"/>
          <w:szCs w:val="18"/>
          <w:lang w:val="lv-LV"/>
        </w:rPr>
        <w:t xml:space="preserve"> Aktīvi/saistības</w:t>
      </w:r>
      <w:r w:rsidR="00E91498" w:rsidRPr="00E1125A">
        <w:rPr>
          <w:rFonts w:ascii="Times New Roman" w:hAnsi="Times New Roman" w:cs="Times New Roman"/>
          <w:sz w:val="18"/>
          <w:szCs w:val="18"/>
          <w:lang w:val="lv-LV"/>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58129" w14:textId="77777777" w:rsidR="004B5B54" w:rsidRDefault="004B5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2B311EB5"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8F823" w14:textId="171B6B9F" w:rsidR="009C42A8" w:rsidRPr="009C42A8" w:rsidRDefault="00BF152B" w:rsidP="00AA4809">
    <w:pPr>
      <w:pStyle w:val="Header"/>
      <w:spacing w:before="560"/>
      <w:jc w:val="center"/>
    </w:pPr>
    <w:r>
      <w:rPr>
        <w:noProof/>
      </w:rPr>
      <w:drawing>
        <wp:inline distT="0" distB="0" distL="0" distR="0" wp14:anchorId="11FC6172" wp14:editId="1A330C1D">
          <wp:extent cx="2087973" cy="737649"/>
          <wp:effectExtent l="19050" t="0" r="7527" b="0"/>
          <wp:docPr id="4"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4B9C2F9" wp14:editId="54C7411C">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BCF9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CF19D" w14:textId="2868D891" w:rsidR="00786D87" w:rsidRPr="009C42A8" w:rsidRDefault="00786D87" w:rsidP="00AA4809">
    <w:pPr>
      <w:pStyle w:val="Header"/>
      <w:spacing w:before="560"/>
      <w:jc w:val="center"/>
    </w:pPr>
    <w:r>
      <w:rPr>
        <w:noProof/>
      </w:rPr>
      <mc:AlternateContent>
        <mc:Choice Requires="wps">
          <w:drawing>
            <wp:anchor distT="0" distB="0" distL="114300" distR="114300" simplePos="0" relativeHeight="251664384" behindDoc="0" locked="0" layoutInCell="1" allowOverlap="1" wp14:anchorId="51E7FCA6" wp14:editId="5948EC4B">
              <wp:simplePos x="0" y="0"/>
              <wp:positionH relativeFrom="column">
                <wp:posOffset>1497965</wp:posOffset>
              </wp:positionH>
              <wp:positionV relativeFrom="paragraph">
                <wp:posOffset>184785</wp:posOffset>
              </wp:positionV>
              <wp:extent cx="2409190" cy="918210"/>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96537" id="Rectangle 1" o:spid="_x0000_s1026" style="position:absolute;margin-left:117.95pt;margin-top:14.55pt;width:189.7pt;height:7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F15852FA"/>
    <w:lvl w:ilvl="0" w:tplc="A9D834F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906603376">
    <w:abstractNumId w:val="2"/>
    <w:lvlOverride w:ilvl="0">
      <w:startOverride w:val="27"/>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gus Valtiņš">
    <w15:presenceInfo w15:providerId="AD" w15:userId="S::ivaltins@bank.lv::ee6e6217-e88c-44ce-8ec8-43e93b6e2f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141"/>
    <w:rsid w:val="00001229"/>
    <w:rsid w:val="000021AB"/>
    <w:rsid w:val="00003926"/>
    <w:rsid w:val="000120D6"/>
    <w:rsid w:val="000127B6"/>
    <w:rsid w:val="00013FEA"/>
    <w:rsid w:val="00016540"/>
    <w:rsid w:val="00017C12"/>
    <w:rsid w:val="00017E3A"/>
    <w:rsid w:val="000213EB"/>
    <w:rsid w:val="00022E8C"/>
    <w:rsid w:val="00024F56"/>
    <w:rsid w:val="00031F4C"/>
    <w:rsid w:val="00032F04"/>
    <w:rsid w:val="00034FAE"/>
    <w:rsid w:val="00043F83"/>
    <w:rsid w:val="00051A8B"/>
    <w:rsid w:val="00056A9F"/>
    <w:rsid w:val="00057385"/>
    <w:rsid w:val="000577AA"/>
    <w:rsid w:val="0006068C"/>
    <w:rsid w:val="00060D2F"/>
    <w:rsid w:val="000635E0"/>
    <w:rsid w:val="0006780B"/>
    <w:rsid w:val="00067DC1"/>
    <w:rsid w:val="00072FFE"/>
    <w:rsid w:val="000740BC"/>
    <w:rsid w:val="0007665B"/>
    <w:rsid w:val="00080480"/>
    <w:rsid w:val="00081D7E"/>
    <w:rsid w:val="00083AB7"/>
    <w:rsid w:val="00092872"/>
    <w:rsid w:val="000973A6"/>
    <w:rsid w:val="000A08A2"/>
    <w:rsid w:val="000A3FA0"/>
    <w:rsid w:val="000B3673"/>
    <w:rsid w:val="000B41DB"/>
    <w:rsid w:val="000B4D12"/>
    <w:rsid w:val="000B7299"/>
    <w:rsid w:val="000C00DE"/>
    <w:rsid w:val="000C5551"/>
    <w:rsid w:val="000C60EF"/>
    <w:rsid w:val="000D18A5"/>
    <w:rsid w:val="000D7B9C"/>
    <w:rsid w:val="000E09D0"/>
    <w:rsid w:val="000E1ED5"/>
    <w:rsid w:val="000E4379"/>
    <w:rsid w:val="000E6168"/>
    <w:rsid w:val="000E6756"/>
    <w:rsid w:val="000F000D"/>
    <w:rsid w:val="000F1E87"/>
    <w:rsid w:val="000F36F9"/>
    <w:rsid w:val="000F4F40"/>
    <w:rsid w:val="001022B7"/>
    <w:rsid w:val="001026BB"/>
    <w:rsid w:val="0010439A"/>
    <w:rsid w:val="00105A99"/>
    <w:rsid w:val="00105B62"/>
    <w:rsid w:val="001070D4"/>
    <w:rsid w:val="00111A97"/>
    <w:rsid w:val="00115058"/>
    <w:rsid w:val="00121156"/>
    <w:rsid w:val="00123001"/>
    <w:rsid w:val="001252ED"/>
    <w:rsid w:val="001306DB"/>
    <w:rsid w:val="0013617E"/>
    <w:rsid w:val="00143B27"/>
    <w:rsid w:val="00145D4F"/>
    <w:rsid w:val="00151E1B"/>
    <w:rsid w:val="0015223D"/>
    <w:rsid w:val="00154BA0"/>
    <w:rsid w:val="00157E24"/>
    <w:rsid w:val="00162B3E"/>
    <w:rsid w:val="0016444E"/>
    <w:rsid w:val="00170F3B"/>
    <w:rsid w:val="00184454"/>
    <w:rsid w:val="001873F9"/>
    <w:rsid w:val="0019212C"/>
    <w:rsid w:val="00195110"/>
    <w:rsid w:val="0019595C"/>
    <w:rsid w:val="001A2BFD"/>
    <w:rsid w:val="001A5809"/>
    <w:rsid w:val="001A6AD4"/>
    <w:rsid w:val="001B6797"/>
    <w:rsid w:val="001C33EB"/>
    <w:rsid w:val="001C43BF"/>
    <w:rsid w:val="001C5F77"/>
    <w:rsid w:val="001C726F"/>
    <w:rsid w:val="001D0421"/>
    <w:rsid w:val="001D1255"/>
    <w:rsid w:val="001D2188"/>
    <w:rsid w:val="001E0214"/>
    <w:rsid w:val="001E645E"/>
    <w:rsid w:val="001E6C0E"/>
    <w:rsid w:val="001F3A74"/>
    <w:rsid w:val="002016F8"/>
    <w:rsid w:val="00205EA7"/>
    <w:rsid w:val="00210F52"/>
    <w:rsid w:val="00214594"/>
    <w:rsid w:val="00215938"/>
    <w:rsid w:val="00217339"/>
    <w:rsid w:val="002220E9"/>
    <w:rsid w:val="00223424"/>
    <w:rsid w:val="0022469C"/>
    <w:rsid w:val="00225AA3"/>
    <w:rsid w:val="002306FA"/>
    <w:rsid w:val="00231118"/>
    <w:rsid w:val="002323FF"/>
    <w:rsid w:val="0023463E"/>
    <w:rsid w:val="00236505"/>
    <w:rsid w:val="00247858"/>
    <w:rsid w:val="00247A0A"/>
    <w:rsid w:val="002528E9"/>
    <w:rsid w:val="002573A6"/>
    <w:rsid w:val="002573BF"/>
    <w:rsid w:val="00261A7F"/>
    <w:rsid w:val="0026765A"/>
    <w:rsid w:val="002717C9"/>
    <w:rsid w:val="002728B2"/>
    <w:rsid w:val="002741D3"/>
    <w:rsid w:val="00280783"/>
    <w:rsid w:val="00291A77"/>
    <w:rsid w:val="00294F01"/>
    <w:rsid w:val="002A22D3"/>
    <w:rsid w:val="002A7380"/>
    <w:rsid w:val="002B4317"/>
    <w:rsid w:val="002C07AF"/>
    <w:rsid w:val="002C08EB"/>
    <w:rsid w:val="002C0913"/>
    <w:rsid w:val="002C0915"/>
    <w:rsid w:val="002C6FD2"/>
    <w:rsid w:val="002D7E90"/>
    <w:rsid w:val="002E4339"/>
    <w:rsid w:val="002F02BC"/>
    <w:rsid w:val="002F268B"/>
    <w:rsid w:val="002F2E10"/>
    <w:rsid w:val="002F6068"/>
    <w:rsid w:val="00300ED6"/>
    <w:rsid w:val="00301089"/>
    <w:rsid w:val="00312368"/>
    <w:rsid w:val="003162FA"/>
    <w:rsid w:val="00316BED"/>
    <w:rsid w:val="00325120"/>
    <w:rsid w:val="00327790"/>
    <w:rsid w:val="00330899"/>
    <w:rsid w:val="0033102C"/>
    <w:rsid w:val="00333D26"/>
    <w:rsid w:val="00334BEC"/>
    <w:rsid w:val="003406B7"/>
    <w:rsid w:val="00341CC5"/>
    <w:rsid w:val="003529FF"/>
    <w:rsid w:val="003553BF"/>
    <w:rsid w:val="00356D3F"/>
    <w:rsid w:val="003601D0"/>
    <w:rsid w:val="00365CD6"/>
    <w:rsid w:val="00366379"/>
    <w:rsid w:val="00366FB5"/>
    <w:rsid w:val="00373960"/>
    <w:rsid w:val="00373AEA"/>
    <w:rsid w:val="00381106"/>
    <w:rsid w:val="0038270B"/>
    <w:rsid w:val="00382F53"/>
    <w:rsid w:val="00385699"/>
    <w:rsid w:val="00386E32"/>
    <w:rsid w:val="00392337"/>
    <w:rsid w:val="00394563"/>
    <w:rsid w:val="003A2BD0"/>
    <w:rsid w:val="003A5004"/>
    <w:rsid w:val="003A6FE5"/>
    <w:rsid w:val="003A7E61"/>
    <w:rsid w:val="003B6905"/>
    <w:rsid w:val="003B7614"/>
    <w:rsid w:val="003C1EF2"/>
    <w:rsid w:val="003C699B"/>
    <w:rsid w:val="003D4A64"/>
    <w:rsid w:val="003E088C"/>
    <w:rsid w:val="003E0FBE"/>
    <w:rsid w:val="003E3222"/>
    <w:rsid w:val="003E3B26"/>
    <w:rsid w:val="003E46F5"/>
    <w:rsid w:val="003E47EE"/>
    <w:rsid w:val="003E51D0"/>
    <w:rsid w:val="003E619B"/>
    <w:rsid w:val="003E7C3C"/>
    <w:rsid w:val="003F2CF6"/>
    <w:rsid w:val="003F45A2"/>
    <w:rsid w:val="00402B09"/>
    <w:rsid w:val="00403ADC"/>
    <w:rsid w:val="00403FF6"/>
    <w:rsid w:val="0040594D"/>
    <w:rsid w:val="00405DF6"/>
    <w:rsid w:val="00407D09"/>
    <w:rsid w:val="00411A30"/>
    <w:rsid w:val="00415084"/>
    <w:rsid w:val="00415FF2"/>
    <w:rsid w:val="00416348"/>
    <w:rsid w:val="004239C6"/>
    <w:rsid w:val="00424600"/>
    <w:rsid w:val="00426279"/>
    <w:rsid w:val="004328CF"/>
    <w:rsid w:val="00433039"/>
    <w:rsid w:val="004346EB"/>
    <w:rsid w:val="004400AF"/>
    <w:rsid w:val="00440CAF"/>
    <w:rsid w:val="00443FEF"/>
    <w:rsid w:val="00447459"/>
    <w:rsid w:val="00451DF5"/>
    <w:rsid w:val="00455837"/>
    <w:rsid w:val="004572C5"/>
    <w:rsid w:val="004605FB"/>
    <w:rsid w:val="00462883"/>
    <w:rsid w:val="00463E5D"/>
    <w:rsid w:val="00470B6A"/>
    <w:rsid w:val="00475AE2"/>
    <w:rsid w:val="004922F0"/>
    <w:rsid w:val="0049232C"/>
    <w:rsid w:val="004A63EE"/>
    <w:rsid w:val="004B092F"/>
    <w:rsid w:val="004B3249"/>
    <w:rsid w:val="004B5B54"/>
    <w:rsid w:val="004B5D0B"/>
    <w:rsid w:val="004C3C22"/>
    <w:rsid w:val="004C610A"/>
    <w:rsid w:val="004D07BB"/>
    <w:rsid w:val="004D2B27"/>
    <w:rsid w:val="004D4FCE"/>
    <w:rsid w:val="004E159C"/>
    <w:rsid w:val="004E3633"/>
    <w:rsid w:val="004E598D"/>
    <w:rsid w:val="004F6D30"/>
    <w:rsid w:val="00500FB3"/>
    <w:rsid w:val="00501525"/>
    <w:rsid w:val="00503CF2"/>
    <w:rsid w:val="00506DA1"/>
    <w:rsid w:val="005113DD"/>
    <w:rsid w:val="00513441"/>
    <w:rsid w:val="0051436C"/>
    <w:rsid w:val="00514E3A"/>
    <w:rsid w:val="00515009"/>
    <w:rsid w:val="0051668E"/>
    <w:rsid w:val="00516D77"/>
    <w:rsid w:val="00524766"/>
    <w:rsid w:val="00535B61"/>
    <w:rsid w:val="005368F3"/>
    <w:rsid w:val="00542AB5"/>
    <w:rsid w:val="005430F1"/>
    <w:rsid w:val="005458BE"/>
    <w:rsid w:val="0055066F"/>
    <w:rsid w:val="00553206"/>
    <w:rsid w:val="0056484C"/>
    <w:rsid w:val="0056730C"/>
    <w:rsid w:val="00574B14"/>
    <w:rsid w:val="00575275"/>
    <w:rsid w:val="00576A98"/>
    <w:rsid w:val="005778F7"/>
    <w:rsid w:val="00585C00"/>
    <w:rsid w:val="005908AB"/>
    <w:rsid w:val="0059232A"/>
    <w:rsid w:val="005952B7"/>
    <w:rsid w:val="005A0594"/>
    <w:rsid w:val="005A22DF"/>
    <w:rsid w:val="005A58E8"/>
    <w:rsid w:val="005A78C2"/>
    <w:rsid w:val="005B116D"/>
    <w:rsid w:val="005B652F"/>
    <w:rsid w:val="005C43B0"/>
    <w:rsid w:val="005C4F9F"/>
    <w:rsid w:val="005D00AD"/>
    <w:rsid w:val="005D173D"/>
    <w:rsid w:val="005E12D5"/>
    <w:rsid w:val="005E582F"/>
    <w:rsid w:val="005E7D91"/>
    <w:rsid w:val="005F364A"/>
    <w:rsid w:val="005F62A8"/>
    <w:rsid w:val="005F65BC"/>
    <w:rsid w:val="0061055C"/>
    <w:rsid w:val="006108B1"/>
    <w:rsid w:val="0061580C"/>
    <w:rsid w:val="00615C5B"/>
    <w:rsid w:val="00617943"/>
    <w:rsid w:val="00623ABF"/>
    <w:rsid w:val="00625814"/>
    <w:rsid w:val="00625FBE"/>
    <w:rsid w:val="0062689E"/>
    <w:rsid w:val="00626D42"/>
    <w:rsid w:val="00633625"/>
    <w:rsid w:val="006352AE"/>
    <w:rsid w:val="00635750"/>
    <w:rsid w:val="00637DC3"/>
    <w:rsid w:val="0064051E"/>
    <w:rsid w:val="006433BF"/>
    <w:rsid w:val="00644EDD"/>
    <w:rsid w:val="006545EC"/>
    <w:rsid w:val="0066469D"/>
    <w:rsid w:val="00667920"/>
    <w:rsid w:val="00670022"/>
    <w:rsid w:val="00671C3D"/>
    <w:rsid w:val="00684E2D"/>
    <w:rsid w:val="00685242"/>
    <w:rsid w:val="00691FF3"/>
    <w:rsid w:val="00693F0E"/>
    <w:rsid w:val="006A0126"/>
    <w:rsid w:val="006A70E0"/>
    <w:rsid w:val="006C015B"/>
    <w:rsid w:val="006C060C"/>
    <w:rsid w:val="006C3FDB"/>
    <w:rsid w:val="006C77C9"/>
    <w:rsid w:val="006D395C"/>
    <w:rsid w:val="006D4A14"/>
    <w:rsid w:val="006E0725"/>
    <w:rsid w:val="006E6DD0"/>
    <w:rsid w:val="006F3096"/>
    <w:rsid w:val="006F441A"/>
    <w:rsid w:val="006F5854"/>
    <w:rsid w:val="006F72CA"/>
    <w:rsid w:val="006F7D73"/>
    <w:rsid w:val="00701ADD"/>
    <w:rsid w:val="00704600"/>
    <w:rsid w:val="007109DD"/>
    <w:rsid w:val="00715E01"/>
    <w:rsid w:val="00723CE2"/>
    <w:rsid w:val="007247ED"/>
    <w:rsid w:val="00724888"/>
    <w:rsid w:val="00726DBC"/>
    <w:rsid w:val="007317C8"/>
    <w:rsid w:val="007323A5"/>
    <w:rsid w:val="00733D91"/>
    <w:rsid w:val="00735BA6"/>
    <w:rsid w:val="00735D80"/>
    <w:rsid w:val="00736C40"/>
    <w:rsid w:val="00745D95"/>
    <w:rsid w:val="00746FE1"/>
    <w:rsid w:val="0075065D"/>
    <w:rsid w:val="00750E8C"/>
    <w:rsid w:val="0075191B"/>
    <w:rsid w:val="00751FAE"/>
    <w:rsid w:val="007526A9"/>
    <w:rsid w:val="00752CB7"/>
    <w:rsid w:val="00753095"/>
    <w:rsid w:val="00754B84"/>
    <w:rsid w:val="007577AE"/>
    <w:rsid w:val="00760827"/>
    <w:rsid w:val="007616A1"/>
    <w:rsid w:val="00771CB0"/>
    <w:rsid w:val="00772E79"/>
    <w:rsid w:val="0077573E"/>
    <w:rsid w:val="00780BA8"/>
    <w:rsid w:val="0078459E"/>
    <w:rsid w:val="00784DCB"/>
    <w:rsid w:val="00786D87"/>
    <w:rsid w:val="0079205D"/>
    <w:rsid w:val="00797AAC"/>
    <w:rsid w:val="007A05A7"/>
    <w:rsid w:val="007A4159"/>
    <w:rsid w:val="007B5B28"/>
    <w:rsid w:val="007C108C"/>
    <w:rsid w:val="007C2B57"/>
    <w:rsid w:val="007C4320"/>
    <w:rsid w:val="007D7DCE"/>
    <w:rsid w:val="007E7A00"/>
    <w:rsid w:val="007F2179"/>
    <w:rsid w:val="007F397C"/>
    <w:rsid w:val="007F4A16"/>
    <w:rsid w:val="007F51AD"/>
    <w:rsid w:val="00803C74"/>
    <w:rsid w:val="008104CD"/>
    <w:rsid w:val="00810A7D"/>
    <w:rsid w:val="00811BE5"/>
    <w:rsid w:val="008221D1"/>
    <w:rsid w:val="00822DA0"/>
    <w:rsid w:val="0082559E"/>
    <w:rsid w:val="008263D9"/>
    <w:rsid w:val="00827ACD"/>
    <w:rsid w:val="0083221C"/>
    <w:rsid w:val="0083252E"/>
    <w:rsid w:val="00834230"/>
    <w:rsid w:val="00840034"/>
    <w:rsid w:val="0084587F"/>
    <w:rsid w:val="0084631E"/>
    <w:rsid w:val="008548A6"/>
    <w:rsid w:val="008575CE"/>
    <w:rsid w:val="0086737E"/>
    <w:rsid w:val="00870D5A"/>
    <w:rsid w:val="00871985"/>
    <w:rsid w:val="008719BC"/>
    <w:rsid w:val="008738FB"/>
    <w:rsid w:val="0087631F"/>
    <w:rsid w:val="008849E1"/>
    <w:rsid w:val="008904FF"/>
    <w:rsid w:val="00890D87"/>
    <w:rsid w:val="0089641D"/>
    <w:rsid w:val="00896CD8"/>
    <w:rsid w:val="00896F87"/>
    <w:rsid w:val="008A529A"/>
    <w:rsid w:val="008B170B"/>
    <w:rsid w:val="008B7AFE"/>
    <w:rsid w:val="008C3F1D"/>
    <w:rsid w:val="008D1286"/>
    <w:rsid w:val="008D7723"/>
    <w:rsid w:val="008E182F"/>
    <w:rsid w:val="008E3639"/>
    <w:rsid w:val="008E628F"/>
    <w:rsid w:val="008F3272"/>
    <w:rsid w:val="008F7E5E"/>
    <w:rsid w:val="00904693"/>
    <w:rsid w:val="0090554F"/>
    <w:rsid w:val="009067B0"/>
    <w:rsid w:val="00914E2B"/>
    <w:rsid w:val="00915C16"/>
    <w:rsid w:val="009165B2"/>
    <w:rsid w:val="00921739"/>
    <w:rsid w:val="009226BE"/>
    <w:rsid w:val="00925AC1"/>
    <w:rsid w:val="00926D2C"/>
    <w:rsid w:val="00932794"/>
    <w:rsid w:val="00933C30"/>
    <w:rsid w:val="009343F0"/>
    <w:rsid w:val="00934ACC"/>
    <w:rsid w:val="00937AA2"/>
    <w:rsid w:val="009400BA"/>
    <w:rsid w:val="00940BFF"/>
    <w:rsid w:val="00942D0A"/>
    <w:rsid w:val="00944EE2"/>
    <w:rsid w:val="0094742C"/>
    <w:rsid w:val="00950F52"/>
    <w:rsid w:val="00952C3F"/>
    <w:rsid w:val="00960648"/>
    <w:rsid w:val="00962839"/>
    <w:rsid w:val="00962F4A"/>
    <w:rsid w:val="00964FA5"/>
    <w:rsid w:val="00966987"/>
    <w:rsid w:val="00966FB8"/>
    <w:rsid w:val="00972575"/>
    <w:rsid w:val="00985755"/>
    <w:rsid w:val="0098765D"/>
    <w:rsid w:val="00991D6F"/>
    <w:rsid w:val="009926D8"/>
    <w:rsid w:val="00992D7B"/>
    <w:rsid w:val="0099413E"/>
    <w:rsid w:val="009A3E79"/>
    <w:rsid w:val="009A43CE"/>
    <w:rsid w:val="009A4558"/>
    <w:rsid w:val="009A4D08"/>
    <w:rsid w:val="009A5519"/>
    <w:rsid w:val="009A6620"/>
    <w:rsid w:val="009B009D"/>
    <w:rsid w:val="009B02CF"/>
    <w:rsid w:val="009B042A"/>
    <w:rsid w:val="009B7B30"/>
    <w:rsid w:val="009B7CD6"/>
    <w:rsid w:val="009C0BC3"/>
    <w:rsid w:val="009C2D37"/>
    <w:rsid w:val="009C42A8"/>
    <w:rsid w:val="009C7FF1"/>
    <w:rsid w:val="009D0E32"/>
    <w:rsid w:val="009D2A59"/>
    <w:rsid w:val="009D65D8"/>
    <w:rsid w:val="009D6F4B"/>
    <w:rsid w:val="009E0DC1"/>
    <w:rsid w:val="009E667B"/>
    <w:rsid w:val="009F2804"/>
    <w:rsid w:val="00A125F4"/>
    <w:rsid w:val="00A13517"/>
    <w:rsid w:val="00A234AA"/>
    <w:rsid w:val="00A24CF1"/>
    <w:rsid w:val="00A32970"/>
    <w:rsid w:val="00A32C94"/>
    <w:rsid w:val="00A32CC6"/>
    <w:rsid w:val="00A35387"/>
    <w:rsid w:val="00A43DAE"/>
    <w:rsid w:val="00A457E8"/>
    <w:rsid w:val="00A45CCD"/>
    <w:rsid w:val="00A5191F"/>
    <w:rsid w:val="00A56918"/>
    <w:rsid w:val="00A57663"/>
    <w:rsid w:val="00A61835"/>
    <w:rsid w:val="00A62F53"/>
    <w:rsid w:val="00A64981"/>
    <w:rsid w:val="00A72A98"/>
    <w:rsid w:val="00A813EB"/>
    <w:rsid w:val="00A8178F"/>
    <w:rsid w:val="00A84B0C"/>
    <w:rsid w:val="00A93193"/>
    <w:rsid w:val="00A95605"/>
    <w:rsid w:val="00AA0506"/>
    <w:rsid w:val="00AA1C50"/>
    <w:rsid w:val="00AA4809"/>
    <w:rsid w:val="00AB1541"/>
    <w:rsid w:val="00AB27D8"/>
    <w:rsid w:val="00AC1C4C"/>
    <w:rsid w:val="00AC4B00"/>
    <w:rsid w:val="00AD65E6"/>
    <w:rsid w:val="00AE0803"/>
    <w:rsid w:val="00AE1626"/>
    <w:rsid w:val="00AE1F3E"/>
    <w:rsid w:val="00AF06D9"/>
    <w:rsid w:val="00AF30F3"/>
    <w:rsid w:val="00AF6E36"/>
    <w:rsid w:val="00B01BBB"/>
    <w:rsid w:val="00B026F5"/>
    <w:rsid w:val="00B02C19"/>
    <w:rsid w:val="00B02D98"/>
    <w:rsid w:val="00B1466D"/>
    <w:rsid w:val="00B14C6E"/>
    <w:rsid w:val="00B16636"/>
    <w:rsid w:val="00B22E69"/>
    <w:rsid w:val="00B2370E"/>
    <w:rsid w:val="00B23D2D"/>
    <w:rsid w:val="00B27B19"/>
    <w:rsid w:val="00B31CE7"/>
    <w:rsid w:val="00B31D0B"/>
    <w:rsid w:val="00B35B5D"/>
    <w:rsid w:val="00B400EE"/>
    <w:rsid w:val="00B42744"/>
    <w:rsid w:val="00B45C63"/>
    <w:rsid w:val="00B5273F"/>
    <w:rsid w:val="00B541C0"/>
    <w:rsid w:val="00B555B1"/>
    <w:rsid w:val="00B62B07"/>
    <w:rsid w:val="00B630A4"/>
    <w:rsid w:val="00B65E0B"/>
    <w:rsid w:val="00B67A8C"/>
    <w:rsid w:val="00B708A6"/>
    <w:rsid w:val="00B72BC3"/>
    <w:rsid w:val="00B76508"/>
    <w:rsid w:val="00B769EF"/>
    <w:rsid w:val="00B84590"/>
    <w:rsid w:val="00B85E98"/>
    <w:rsid w:val="00B940A2"/>
    <w:rsid w:val="00B95810"/>
    <w:rsid w:val="00BB311D"/>
    <w:rsid w:val="00BB35A8"/>
    <w:rsid w:val="00BB3763"/>
    <w:rsid w:val="00BC06FD"/>
    <w:rsid w:val="00BC1487"/>
    <w:rsid w:val="00BD0D4D"/>
    <w:rsid w:val="00BD3E8C"/>
    <w:rsid w:val="00BD4A18"/>
    <w:rsid w:val="00BE06AA"/>
    <w:rsid w:val="00BE72F2"/>
    <w:rsid w:val="00BF0E8D"/>
    <w:rsid w:val="00BF152B"/>
    <w:rsid w:val="00BF35D2"/>
    <w:rsid w:val="00BF41BD"/>
    <w:rsid w:val="00BF5304"/>
    <w:rsid w:val="00C12631"/>
    <w:rsid w:val="00C13664"/>
    <w:rsid w:val="00C15144"/>
    <w:rsid w:val="00C2284A"/>
    <w:rsid w:val="00C23D14"/>
    <w:rsid w:val="00C2605F"/>
    <w:rsid w:val="00C311EA"/>
    <w:rsid w:val="00C40F93"/>
    <w:rsid w:val="00C42717"/>
    <w:rsid w:val="00C443AC"/>
    <w:rsid w:val="00C523D5"/>
    <w:rsid w:val="00C54154"/>
    <w:rsid w:val="00C54D54"/>
    <w:rsid w:val="00C5530F"/>
    <w:rsid w:val="00C55E3C"/>
    <w:rsid w:val="00C57892"/>
    <w:rsid w:val="00C66E83"/>
    <w:rsid w:val="00C73633"/>
    <w:rsid w:val="00C745CD"/>
    <w:rsid w:val="00C84CCF"/>
    <w:rsid w:val="00C8546C"/>
    <w:rsid w:val="00C86D90"/>
    <w:rsid w:val="00C902AC"/>
    <w:rsid w:val="00C9077F"/>
    <w:rsid w:val="00C92144"/>
    <w:rsid w:val="00C94795"/>
    <w:rsid w:val="00CA2A1C"/>
    <w:rsid w:val="00CA302C"/>
    <w:rsid w:val="00CA5C0F"/>
    <w:rsid w:val="00CA78AB"/>
    <w:rsid w:val="00CB20E2"/>
    <w:rsid w:val="00CC18A1"/>
    <w:rsid w:val="00CC367A"/>
    <w:rsid w:val="00CD385D"/>
    <w:rsid w:val="00CD3BD9"/>
    <w:rsid w:val="00CD53C0"/>
    <w:rsid w:val="00CE1A75"/>
    <w:rsid w:val="00CF43D0"/>
    <w:rsid w:val="00CF6323"/>
    <w:rsid w:val="00CF7AE3"/>
    <w:rsid w:val="00D02919"/>
    <w:rsid w:val="00D04358"/>
    <w:rsid w:val="00D07390"/>
    <w:rsid w:val="00D1410C"/>
    <w:rsid w:val="00D21DB6"/>
    <w:rsid w:val="00D26119"/>
    <w:rsid w:val="00D26EB0"/>
    <w:rsid w:val="00D30D24"/>
    <w:rsid w:val="00D329F8"/>
    <w:rsid w:val="00D33C37"/>
    <w:rsid w:val="00D378AB"/>
    <w:rsid w:val="00D37C36"/>
    <w:rsid w:val="00D4242A"/>
    <w:rsid w:val="00D45CAF"/>
    <w:rsid w:val="00D4734A"/>
    <w:rsid w:val="00D47515"/>
    <w:rsid w:val="00D55997"/>
    <w:rsid w:val="00D60512"/>
    <w:rsid w:val="00D62EB3"/>
    <w:rsid w:val="00D644F9"/>
    <w:rsid w:val="00D72024"/>
    <w:rsid w:val="00D725CB"/>
    <w:rsid w:val="00D93501"/>
    <w:rsid w:val="00D97B00"/>
    <w:rsid w:val="00DB385B"/>
    <w:rsid w:val="00DB3F17"/>
    <w:rsid w:val="00DB66D4"/>
    <w:rsid w:val="00DB784C"/>
    <w:rsid w:val="00DC68F2"/>
    <w:rsid w:val="00DD119B"/>
    <w:rsid w:val="00DD6AA3"/>
    <w:rsid w:val="00DE039F"/>
    <w:rsid w:val="00DE1F09"/>
    <w:rsid w:val="00DE3861"/>
    <w:rsid w:val="00DE5516"/>
    <w:rsid w:val="00DE66D7"/>
    <w:rsid w:val="00DE671B"/>
    <w:rsid w:val="00DF0979"/>
    <w:rsid w:val="00DF7B34"/>
    <w:rsid w:val="00E0176E"/>
    <w:rsid w:val="00E01C95"/>
    <w:rsid w:val="00E041C6"/>
    <w:rsid w:val="00E04497"/>
    <w:rsid w:val="00E07042"/>
    <w:rsid w:val="00E10CFB"/>
    <w:rsid w:val="00E1125A"/>
    <w:rsid w:val="00E127DF"/>
    <w:rsid w:val="00E160B4"/>
    <w:rsid w:val="00E3140C"/>
    <w:rsid w:val="00E32797"/>
    <w:rsid w:val="00E36793"/>
    <w:rsid w:val="00E3696A"/>
    <w:rsid w:val="00E417C3"/>
    <w:rsid w:val="00E41B2D"/>
    <w:rsid w:val="00E473DE"/>
    <w:rsid w:val="00E47821"/>
    <w:rsid w:val="00E5051C"/>
    <w:rsid w:val="00E70723"/>
    <w:rsid w:val="00E71141"/>
    <w:rsid w:val="00E72154"/>
    <w:rsid w:val="00E7569F"/>
    <w:rsid w:val="00E76F0D"/>
    <w:rsid w:val="00E76F9E"/>
    <w:rsid w:val="00E818D0"/>
    <w:rsid w:val="00E91498"/>
    <w:rsid w:val="00EA6CA5"/>
    <w:rsid w:val="00EB1C04"/>
    <w:rsid w:val="00EB470A"/>
    <w:rsid w:val="00EC015A"/>
    <w:rsid w:val="00EC1D6E"/>
    <w:rsid w:val="00EC2703"/>
    <w:rsid w:val="00EC4232"/>
    <w:rsid w:val="00ED733E"/>
    <w:rsid w:val="00ED77C1"/>
    <w:rsid w:val="00EE0227"/>
    <w:rsid w:val="00EF0365"/>
    <w:rsid w:val="00EF6956"/>
    <w:rsid w:val="00F018B2"/>
    <w:rsid w:val="00F07F1D"/>
    <w:rsid w:val="00F10222"/>
    <w:rsid w:val="00F1192F"/>
    <w:rsid w:val="00F13D71"/>
    <w:rsid w:val="00F13DD7"/>
    <w:rsid w:val="00F15FC7"/>
    <w:rsid w:val="00F262F8"/>
    <w:rsid w:val="00F306D8"/>
    <w:rsid w:val="00F30773"/>
    <w:rsid w:val="00F30DDB"/>
    <w:rsid w:val="00F30F87"/>
    <w:rsid w:val="00F3140E"/>
    <w:rsid w:val="00F31919"/>
    <w:rsid w:val="00F3441F"/>
    <w:rsid w:val="00F43108"/>
    <w:rsid w:val="00F4418E"/>
    <w:rsid w:val="00F4749F"/>
    <w:rsid w:val="00F51202"/>
    <w:rsid w:val="00F51DA4"/>
    <w:rsid w:val="00F52C26"/>
    <w:rsid w:val="00F52FC1"/>
    <w:rsid w:val="00F5647B"/>
    <w:rsid w:val="00F5757C"/>
    <w:rsid w:val="00F62AE8"/>
    <w:rsid w:val="00F637DE"/>
    <w:rsid w:val="00F639B6"/>
    <w:rsid w:val="00F672D3"/>
    <w:rsid w:val="00F67CC5"/>
    <w:rsid w:val="00F72A9A"/>
    <w:rsid w:val="00F73B3F"/>
    <w:rsid w:val="00F75A2C"/>
    <w:rsid w:val="00F772B1"/>
    <w:rsid w:val="00F77906"/>
    <w:rsid w:val="00F77C47"/>
    <w:rsid w:val="00F8030A"/>
    <w:rsid w:val="00F82871"/>
    <w:rsid w:val="00F84CD0"/>
    <w:rsid w:val="00F8643C"/>
    <w:rsid w:val="00F91ECF"/>
    <w:rsid w:val="00F9396F"/>
    <w:rsid w:val="00F9482C"/>
    <w:rsid w:val="00F9650F"/>
    <w:rsid w:val="00F96B21"/>
    <w:rsid w:val="00F96BB8"/>
    <w:rsid w:val="00FA055C"/>
    <w:rsid w:val="00FA32EC"/>
    <w:rsid w:val="00FA7AE0"/>
    <w:rsid w:val="00FB1572"/>
    <w:rsid w:val="00FB1980"/>
    <w:rsid w:val="00FB68F9"/>
    <w:rsid w:val="00FD10EB"/>
    <w:rsid w:val="00FD30DD"/>
    <w:rsid w:val="00FD37FA"/>
    <w:rsid w:val="00FE2872"/>
    <w:rsid w:val="00FF1BFE"/>
    <w:rsid w:val="00FF3977"/>
    <w:rsid w:val="00FF3BE4"/>
    <w:rsid w:val="00FF5F18"/>
    <w:rsid w:val="00FF7A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C6BFE"/>
  <w15:docId w15:val="{75A42CAA-A413-4B13-9AF9-791AB92E3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24888"/>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FootnoteText">
    <w:name w:val="footnote text"/>
    <w:aliases w:val="Footnote,Fußnote,Footnote Text Char Char,FSR footnote,lábléc,Voetnoottekst Char1 Char,Voetnoottekst Char Char Char,Footnote Char Char Char,Fußnote Char Char Char,Footnote Text Char Char Char Char Char,text,Footnote Char,lábléc Car Car Car"/>
    <w:basedOn w:val="Normal"/>
    <w:link w:val="FootnoteTextChar"/>
    <w:uiPriority w:val="99"/>
    <w:unhideWhenUsed/>
    <w:qFormat/>
    <w:rsid w:val="00752CB7"/>
    <w:rPr>
      <w:rFonts w:asciiTheme="minorHAnsi" w:eastAsiaTheme="minorHAnsi" w:hAnsiTheme="minorHAnsi"/>
      <w:sz w:val="20"/>
      <w:szCs w:val="20"/>
      <w:lang w:val="en-US" w:eastAsia="en-US"/>
    </w:rPr>
  </w:style>
  <w:style w:type="character" w:customStyle="1" w:styleId="FootnoteTextChar">
    <w:name w:val="Footnote Text Char"/>
    <w:aliases w:val="Footnote Char1,Fußnote Char,Footnote Text Char Char Char,FSR footnote Char,lábléc Char,Voetnoottekst Char1 Char Char,Voetnoottekst Char Char Char Char,Footnote Char Char Char Char,Fußnote Char Char Char Char,text Char"/>
    <w:basedOn w:val="DefaultParagraphFont"/>
    <w:link w:val="FootnoteText"/>
    <w:uiPriority w:val="99"/>
    <w:rsid w:val="00752CB7"/>
    <w:rPr>
      <w:rFonts w:eastAsiaTheme="minorHAnsi"/>
      <w:sz w:val="20"/>
      <w:szCs w:val="20"/>
      <w:lang w:val="en-US" w:eastAsia="en-US"/>
    </w:rPr>
  </w:style>
  <w:style w:type="character" w:styleId="FootnoteReference">
    <w:name w:val="footnote reference"/>
    <w:aliases w:val="Footnote Reference Number,Footnote Reference_LVL6,Footnote Reference_LVL61,Footnote Reference_LVL62,Footnote Reference_LVL63,Footnote Reference_LVL64,C26 Footnote Number,Footnote symbol,Footnote Reference_LVL65,fn,Footnote Reference1"/>
    <w:basedOn w:val="DefaultParagraphFont"/>
    <w:uiPriority w:val="99"/>
    <w:unhideWhenUsed/>
    <w:qFormat/>
    <w:rsid w:val="00752CB7"/>
    <w:rPr>
      <w:vertAlign w:val="superscript"/>
    </w:rPr>
  </w:style>
  <w:style w:type="character" w:styleId="Hyperlink">
    <w:name w:val="Hyperlink"/>
    <w:rsid w:val="00022E8C"/>
    <w:rPr>
      <w:color w:val="0000FF"/>
      <w:u w:val="single"/>
    </w:rPr>
  </w:style>
  <w:style w:type="paragraph" w:customStyle="1" w:styleId="tvhtml">
    <w:name w:val="tv_html"/>
    <w:basedOn w:val="Normal"/>
    <w:rsid w:val="00022E8C"/>
    <w:pPr>
      <w:spacing w:before="100" w:beforeAutospacing="1" w:after="100" w:afterAutospacing="1"/>
    </w:pPr>
    <w:rPr>
      <w:rFonts w:eastAsia="Times New Roman" w:cs="Times New Roman"/>
      <w:szCs w:val="24"/>
      <w:lang w:val="en-US" w:eastAsia="en-US"/>
    </w:rPr>
  </w:style>
  <w:style w:type="character" w:customStyle="1" w:styleId="tvhtml1">
    <w:name w:val="tv_html1"/>
    <w:rsid w:val="00022E8C"/>
  </w:style>
  <w:style w:type="character" w:styleId="CommentReference">
    <w:name w:val="annotation reference"/>
    <w:basedOn w:val="DefaultParagraphFont"/>
    <w:uiPriority w:val="99"/>
    <w:semiHidden/>
    <w:unhideWhenUsed/>
    <w:rsid w:val="001D0421"/>
    <w:rPr>
      <w:sz w:val="16"/>
      <w:szCs w:val="16"/>
    </w:rPr>
  </w:style>
  <w:style w:type="paragraph" w:styleId="CommentText">
    <w:name w:val="annotation text"/>
    <w:basedOn w:val="Normal"/>
    <w:link w:val="CommentTextChar"/>
    <w:uiPriority w:val="99"/>
    <w:unhideWhenUsed/>
    <w:rsid w:val="001D0421"/>
    <w:rPr>
      <w:sz w:val="20"/>
      <w:szCs w:val="20"/>
    </w:rPr>
  </w:style>
  <w:style w:type="character" w:customStyle="1" w:styleId="CommentTextChar">
    <w:name w:val="Comment Text Char"/>
    <w:basedOn w:val="DefaultParagraphFont"/>
    <w:link w:val="CommentText"/>
    <w:uiPriority w:val="99"/>
    <w:rsid w:val="001D042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D0421"/>
    <w:rPr>
      <w:b/>
      <w:bCs/>
    </w:rPr>
  </w:style>
  <w:style w:type="character" w:customStyle="1" w:styleId="CommentSubjectChar">
    <w:name w:val="Comment Subject Char"/>
    <w:basedOn w:val="CommentTextChar"/>
    <w:link w:val="CommentSubject"/>
    <w:uiPriority w:val="99"/>
    <w:semiHidden/>
    <w:rsid w:val="001D0421"/>
    <w:rPr>
      <w:rFonts w:ascii="Times New Roman" w:hAnsi="Times New Roman"/>
      <w:b/>
      <w:bCs/>
      <w:sz w:val="20"/>
      <w:szCs w:val="20"/>
    </w:rPr>
  </w:style>
  <w:style w:type="paragraph" w:customStyle="1" w:styleId="tv213">
    <w:name w:val="tv213"/>
    <w:basedOn w:val="Normal"/>
    <w:rsid w:val="00501525"/>
    <w:pPr>
      <w:spacing w:before="100" w:beforeAutospacing="1" w:after="100" w:afterAutospacing="1"/>
    </w:pPr>
    <w:rPr>
      <w:rFonts w:eastAsia="Times New Roman" w:cs="Times New Roman"/>
      <w:szCs w:val="24"/>
    </w:rPr>
  </w:style>
  <w:style w:type="paragraph" w:styleId="Revision">
    <w:name w:val="Revision"/>
    <w:hidden/>
    <w:uiPriority w:val="99"/>
    <w:semiHidden/>
    <w:rsid w:val="007C2B57"/>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98765D"/>
    <w:rPr>
      <w:color w:val="605E5C"/>
      <w:shd w:val="clear" w:color="auto" w:fill="E1DFDD"/>
    </w:rPr>
  </w:style>
  <w:style w:type="character" w:customStyle="1" w:styleId="cf01">
    <w:name w:val="cf01"/>
    <w:basedOn w:val="DefaultParagraphFont"/>
    <w:rsid w:val="007C4320"/>
    <w:rPr>
      <w:rFonts w:ascii="Segoe UI" w:hAnsi="Segoe UI" w:cs="Segoe UI" w:hint="default"/>
      <w:sz w:val="18"/>
      <w:szCs w:val="18"/>
    </w:rPr>
  </w:style>
  <w:style w:type="character" w:customStyle="1" w:styleId="cf11">
    <w:name w:val="cf11"/>
    <w:basedOn w:val="DefaultParagraphFont"/>
    <w:rsid w:val="007317C8"/>
    <w:rPr>
      <w:rFonts w:ascii="Segoe UI" w:hAnsi="Segoe UI" w:cs="Segoe UI" w:hint="default"/>
      <w:color w:val="333333"/>
      <w:sz w:val="18"/>
      <w:szCs w:val="18"/>
      <w:shd w:val="clear" w:color="auto" w:fill="FFFFFF"/>
    </w:rPr>
  </w:style>
  <w:style w:type="paragraph" w:styleId="HTMLPreformatted">
    <w:name w:val="HTML Preformatted"/>
    <w:basedOn w:val="Normal"/>
    <w:link w:val="HTMLPreformattedChar"/>
    <w:uiPriority w:val="99"/>
    <w:semiHidden/>
    <w:unhideWhenUsed/>
    <w:rsid w:val="00731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317C8"/>
    <w:rPr>
      <w:rFonts w:ascii="Courier New" w:eastAsia="Times New Roman" w:hAnsi="Courier New" w:cs="Courier New"/>
      <w:sz w:val="20"/>
      <w:szCs w:val="20"/>
    </w:rPr>
  </w:style>
  <w:style w:type="character" w:customStyle="1" w:styleId="ui-provider">
    <w:name w:val="ui-provider"/>
    <w:basedOn w:val="DefaultParagraphFont"/>
    <w:rsid w:val="003B7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7426-kreditiestazu-likums" TargetMode="External"/><Relationship Id="rId13" Type="http://schemas.openxmlformats.org/officeDocument/2006/relationships/hyperlink" Target="https://likumi.lv/ta/id/81995-finansu-instrumentu-tirgus-likums"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ikumi.lv/ta/id/81995-finansu-instrumentu-tirgus-likums" TargetMode="External"/><Relationship Id="rId17" Type="http://schemas.openxmlformats.org/officeDocument/2006/relationships/hyperlink" Target="https://likumi.lv/ta/id/206634-maksajumu-pakalpojumu-un-elektroniskas-naudas-likum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kumi.lv/ta/id/206634-maksajumu-pakalpojumu-un-elektroniskas-naudas-likum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74969-apdrosinasanas-un-parapdrosinasanas-likums"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ikumi.lv/ta/id/258477-alternativo-ieguldijumu-fondu-un-to-parvaldnieku-likums"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s://likumi.lv/ta/id/274969-apdrosinasanas-un-parapdrosinasanas-likum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ikumi.lv/ta/id/37426-kreditiestazu-likums" TargetMode="External"/><Relationship Id="rId14" Type="http://schemas.openxmlformats.org/officeDocument/2006/relationships/hyperlink" Target="https://likumi.lv/ta/id/258477-alternativo-ieguldijumu-fondu-un-to-parvaldnieku-likums" TargetMode="External"/><Relationship Id="rId22" Type="http://schemas.openxmlformats.org/officeDocument/2006/relationships/header" Target="header3.xml"/><Relationship Id="rId27"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136156E2D143CE8B59A5BFEC56544A"/>
        <w:category>
          <w:name w:val="General"/>
          <w:gallery w:val="placeholder"/>
        </w:category>
        <w:types>
          <w:type w:val="bbPlcHdr"/>
        </w:types>
        <w:behaviors>
          <w:behavior w:val="content"/>
        </w:behaviors>
        <w:guid w:val="{03B634C4-6711-401A-BD38-BFABFE7B85B3}"/>
      </w:docPartPr>
      <w:docPartBody>
        <w:p w:rsidR="00B66B1C" w:rsidRDefault="000D2A98" w:rsidP="000D2A98">
          <w:pPr>
            <w:pStyle w:val="A0136156E2D143CE8B59A5BFEC56544A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D8E5380EFAA49879999521956D2F71E"/>
        <w:category>
          <w:name w:val="General"/>
          <w:gallery w:val="placeholder"/>
        </w:category>
        <w:types>
          <w:type w:val="bbPlcHdr"/>
        </w:types>
        <w:behaviors>
          <w:behavior w:val="content"/>
        </w:behaviors>
        <w:guid w:val="{4A34C8D9-7ABF-486F-9E0D-714973FF9CCE}"/>
      </w:docPartPr>
      <w:docPartBody>
        <w:p w:rsidR="00B66B1C" w:rsidRDefault="000D2A98" w:rsidP="000D2A98">
          <w:pPr>
            <w:pStyle w:val="5D8E5380EFAA49879999521956D2F71E1"/>
          </w:pPr>
          <w:r w:rsidRPr="00811BE5">
            <w:rPr>
              <w:color w:val="808080" w:themeColor="background1" w:themeShade="80"/>
            </w:rPr>
            <w:t>[Datums]</w:t>
          </w:r>
        </w:p>
      </w:docPartBody>
    </w:docPart>
    <w:docPart>
      <w:docPartPr>
        <w:name w:val="1F1D27D4D7F8412884A83470A0E7D27A"/>
        <w:category>
          <w:name w:val="General"/>
          <w:gallery w:val="placeholder"/>
        </w:category>
        <w:types>
          <w:type w:val="bbPlcHdr"/>
        </w:types>
        <w:behaviors>
          <w:behavior w:val="content"/>
        </w:behaviors>
        <w:guid w:val="{F0405A73-EC85-4252-8ECA-FE6F07139861}"/>
      </w:docPartPr>
      <w:docPartBody>
        <w:p w:rsidR="00B66B1C" w:rsidRDefault="000D2A98">
          <w:pPr>
            <w:pStyle w:val="1F1D27D4D7F8412884A83470A0E7D27A"/>
          </w:pPr>
          <w:r>
            <w:t xml:space="preserve">Noteikumi </w:t>
          </w:r>
        </w:p>
      </w:docPartBody>
    </w:docPart>
    <w:docPart>
      <w:docPartPr>
        <w:name w:val="2602C71E8B2440EABF0172D9B90E3AD7"/>
        <w:category>
          <w:name w:val="General"/>
          <w:gallery w:val="placeholder"/>
        </w:category>
        <w:types>
          <w:type w:val="bbPlcHdr"/>
        </w:types>
        <w:behaviors>
          <w:behavior w:val="content"/>
        </w:behaviors>
        <w:guid w:val="{ADD44858-0769-4E99-8F0F-FB6473B7B3E3}"/>
      </w:docPartPr>
      <w:docPartBody>
        <w:p w:rsidR="00B66B1C" w:rsidRDefault="000D2A98">
          <w:pPr>
            <w:pStyle w:val="2602C71E8B2440EABF0172D9B90E3AD7"/>
          </w:pPr>
          <w:r>
            <w:t xml:space="preserve">Nr. </w:t>
          </w:r>
        </w:p>
      </w:docPartBody>
    </w:docPart>
    <w:docPart>
      <w:docPartPr>
        <w:name w:val="7F9BB03DACDD41BFB7FA34404D0E4F46"/>
        <w:category>
          <w:name w:val="General"/>
          <w:gallery w:val="placeholder"/>
        </w:category>
        <w:types>
          <w:type w:val="bbPlcHdr"/>
        </w:types>
        <w:behaviors>
          <w:behavior w:val="content"/>
        </w:behaviors>
        <w:guid w:val="{5C93065E-778B-496E-BD76-D359BA1CC316}"/>
      </w:docPartPr>
      <w:docPartBody>
        <w:p w:rsidR="00B66B1C" w:rsidRDefault="000D2A98">
          <w:pPr>
            <w:pStyle w:val="7F9BB03DACDD41BFB7FA34404D0E4F46"/>
          </w:pPr>
          <w:r>
            <w:t>_____</w:t>
          </w:r>
        </w:p>
      </w:docPartBody>
    </w:docPart>
    <w:docPart>
      <w:docPartPr>
        <w:name w:val="6CCF576296974FA5A857F7F7728E180A"/>
        <w:category>
          <w:name w:val="General"/>
          <w:gallery w:val="placeholder"/>
        </w:category>
        <w:types>
          <w:type w:val="bbPlcHdr"/>
        </w:types>
        <w:behaviors>
          <w:behavior w:val="content"/>
        </w:behaviors>
        <w:guid w:val="{DE4D6BD5-19FF-4296-8865-8ABDA0C4EC07}"/>
      </w:docPartPr>
      <w:docPartBody>
        <w:p w:rsidR="00B66B1C" w:rsidRDefault="000D2A98" w:rsidP="000D2A98">
          <w:pPr>
            <w:pStyle w:val="6CCF576296974FA5A857F7F7728E180A1"/>
          </w:pPr>
          <w:r>
            <w:rPr>
              <w:rFonts w:cs="Times New Roman"/>
              <w:szCs w:val="24"/>
            </w:rPr>
            <w:t>Rīgā</w:t>
          </w:r>
        </w:p>
      </w:docPartBody>
    </w:docPart>
    <w:docPart>
      <w:docPartPr>
        <w:name w:val="95EAA68A7C6C43F5BF1B7BFB20E4E5F0"/>
        <w:category>
          <w:name w:val="General"/>
          <w:gallery w:val="placeholder"/>
        </w:category>
        <w:types>
          <w:type w:val="bbPlcHdr"/>
        </w:types>
        <w:behaviors>
          <w:behavior w:val="content"/>
        </w:behaviors>
        <w:guid w:val="{0EC531BA-5696-4101-8C8C-10269D2D9B4B}"/>
      </w:docPartPr>
      <w:docPartBody>
        <w:p w:rsidR="00B66B1C" w:rsidRDefault="00B66B1C">
          <w:pPr>
            <w:pStyle w:val="95EAA68A7C6C43F5BF1B7BFB20E4E5F0"/>
          </w:pPr>
          <w:r w:rsidRPr="00F5647B">
            <w:rPr>
              <w:rStyle w:val="PlaceholderText"/>
              <w:b/>
              <w:szCs w:val="24"/>
            </w:rPr>
            <w:t>[Nosaukums]</w:t>
          </w:r>
        </w:p>
      </w:docPartBody>
    </w:docPart>
    <w:docPart>
      <w:docPartPr>
        <w:name w:val="1F0EFA8AA59342D5A8ED70DDD642E515"/>
        <w:category>
          <w:name w:val="General"/>
          <w:gallery w:val="placeholder"/>
        </w:category>
        <w:types>
          <w:type w:val="bbPlcHdr"/>
        </w:types>
        <w:behaviors>
          <w:behavior w:val="content"/>
        </w:behaviors>
        <w:guid w:val="{E4D95198-A01F-4F91-9339-D976FCFB234A}"/>
      </w:docPartPr>
      <w:docPartBody>
        <w:p w:rsidR="00B66B1C" w:rsidRDefault="000D2A98" w:rsidP="000D2A98">
          <w:pPr>
            <w:pStyle w:val="1F0EFA8AA59342D5A8ED70DDD642E5151"/>
          </w:pPr>
          <w:r>
            <w:rPr>
              <w:rFonts w:cs="Times New Roman"/>
              <w:szCs w:val="24"/>
            </w:rPr>
            <w:t xml:space="preserve">Izdoti </w:t>
          </w:r>
        </w:p>
      </w:docPartBody>
    </w:docPart>
    <w:docPart>
      <w:docPartPr>
        <w:name w:val="26E699B54D6341DEAFC090E943FC2561"/>
        <w:category>
          <w:name w:val="General"/>
          <w:gallery w:val="placeholder"/>
        </w:category>
        <w:types>
          <w:type w:val="bbPlcHdr"/>
        </w:types>
        <w:behaviors>
          <w:behavior w:val="content"/>
        </w:behaviors>
        <w:guid w:val="{A5C6234F-145C-4654-8AE3-AC1ABCD39DC4}"/>
      </w:docPartPr>
      <w:docPartBody>
        <w:p w:rsidR="00B66B1C" w:rsidRDefault="000D2A98" w:rsidP="000D2A98">
          <w:pPr>
            <w:pStyle w:val="26E699B54D6341DEAFC090E943FC25611"/>
          </w:pPr>
          <w:r>
            <w:rPr>
              <w:rFonts w:cs="Times New Roman"/>
              <w:szCs w:val="24"/>
            </w:rPr>
            <w:t>saskaņā ar</w:t>
          </w:r>
        </w:p>
      </w:docPartBody>
    </w:docPart>
    <w:docPart>
      <w:docPartPr>
        <w:name w:val="C8E1A70435334C7FB4AF0EE291ACD6D2"/>
        <w:category>
          <w:name w:val="General"/>
          <w:gallery w:val="placeholder"/>
        </w:category>
        <w:types>
          <w:type w:val="bbPlcHdr"/>
        </w:types>
        <w:behaviors>
          <w:behavior w:val="content"/>
        </w:behaviors>
        <w:guid w:val="{3134D793-DC81-4279-8ACB-862079578817}"/>
      </w:docPartPr>
      <w:docPartBody>
        <w:p w:rsidR="00B66B1C" w:rsidRDefault="00B66B1C">
          <w:pPr>
            <w:pStyle w:val="C8E1A70435334C7FB4AF0EE291ACD6D2"/>
          </w:pPr>
          <w:r w:rsidRPr="00301089">
            <w:rPr>
              <w:rStyle w:val="PlaceholderText"/>
              <w:szCs w:val="24"/>
            </w:rPr>
            <w:t>[likuma]</w:t>
          </w:r>
        </w:p>
      </w:docPartBody>
    </w:docPart>
    <w:docPart>
      <w:docPartPr>
        <w:name w:val="8B369610600B471C8920E18736215A7D"/>
        <w:category>
          <w:name w:val="General"/>
          <w:gallery w:val="placeholder"/>
        </w:category>
        <w:types>
          <w:type w:val="bbPlcHdr"/>
        </w:types>
        <w:behaviors>
          <w:behavior w:val="content"/>
        </w:behaviors>
        <w:guid w:val="{FE09008A-289E-4130-B44C-AAD895C306AC}"/>
      </w:docPartPr>
      <w:docPartBody>
        <w:p w:rsidR="00B66B1C" w:rsidRDefault="00B66B1C">
          <w:pPr>
            <w:pStyle w:val="8B369610600B471C8920E18736215A7D"/>
          </w:pPr>
          <w:r>
            <w:rPr>
              <w:rFonts w:ascii="Times New Roman" w:hAnsi="Times New Roman" w:cs="Times New Roman"/>
              <w:sz w:val="24"/>
              <w:szCs w:val="24"/>
            </w:rPr>
            <w:t>{amats}</w:t>
          </w:r>
        </w:p>
      </w:docPartBody>
    </w:docPart>
    <w:docPart>
      <w:docPartPr>
        <w:name w:val="8D169BB814334B7DA2E72B65321AAE0D"/>
        <w:category>
          <w:name w:val="General"/>
          <w:gallery w:val="placeholder"/>
        </w:category>
        <w:types>
          <w:type w:val="bbPlcHdr"/>
        </w:types>
        <w:behaviors>
          <w:behavior w:val="content"/>
        </w:behaviors>
        <w:guid w:val="{E35CD1F1-2220-4296-B7D8-97FA3BC2F6BF}"/>
      </w:docPartPr>
      <w:docPartBody>
        <w:p w:rsidR="00B66B1C" w:rsidRDefault="00B66B1C">
          <w:pPr>
            <w:pStyle w:val="8D169BB814334B7DA2E72B65321AAE0D"/>
          </w:pPr>
          <w:r w:rsidRPr="00811BE5">
            <w:rPr>
              <w:color w:val="808080" w:themeColor="background1" w:themeShade="80"/>
            </w:rPr>
            <w:t>[V. Uzvārds]</w:t>
          </w:r>
        </w:p>
      </w:docPartBody>
    </w:docPart>
    <w:docPart>
      <w:docPartPr>
        <w:name w:val="7C5DDC3D85B941F98CEC693B92FD1879"/>
        <w:category>
          <w:name w:val="General"/>
          <w:gallery w:val="placeholder"/>
        </w:category>
        <w:types>
          <w:type w:val="bbPlcHdr"/>
        </w:types>
        <w:behaviors>
          <w:behavior w:val="content"/>
        </w:behaviors>
        <w:guid w:val="{BC12770D-29FE-4042-808D-8489C4C43EE1}"/>
      </w:docPartPr>
      <w:docPartBody>
        <w:p w:rsidR="00B66B1C" w:rsidRDefault="000D2A98">
          <w:pPr>
            <w:pStyle w:val="7C5DDC3D85B941F98CEC693B92FD1879"/>
          </w:pPr>
          <w:r>
            <w:t xml:space="preserve">Latvijas Bankas </w:t>
          </w:r>
        </w:p>
      </w:docPartBody>
    </w:docPart>
    <w:docPart>
      <w:docPartPr>
        <w:name w:val="3B4BAECFF6C74C31BF3250E444C4136B"/>
        <w:category>
          <w:name w:val="General"/>
          <w:gallery w:val="placeholder"/>
        </w:category>
        <w:types>
          <w:type w:val="bbPlcHdr"/>
        </w:types>
        <w:behaviors>
          <w:behavior w:val="content"/>
        </w:behaviors>
        <w:guid w:val="{4FEDB356-984B-4719-A0C9-3EEEE1A3B5C1}"/>
      </w:docPartPr>
      <w:docPartBody>
        <w:p w:rsidR="00B66B1C" w:rsidRDefault="000D2A98" w:rsidP="000D2A98">
          <w:pPr>
            <w:pStyle w:val="3B4BAECFF6C74C31BF3250E444C4136B1"/>
          </w:pPr>
          <w:r w:rsidRPr="00811BE5">
            <w:rPr>
              <w:rStyle w:val="PlaceholderText"/>
            </w:rPr>
            <w:t>[datums]</w:t>
          </w:r>
        </w:p>
      </w:docPartBody>
    </w:docPart>
    <w:docPart>
      <w:docPartPr>
        <w:name w:val="CBD4990F525A4F699266A5441D865379"/>
        <w:category>
          <w:name w:val="General"/>
          <w:gallery w:val="placeholder"/>
        </w:category>
        <w:types>
          <w:type w:val="bbPlcHdr"/>
        </w:types>
        <w:behaviors>
          <w:behavior w:val="content"/>
        </w:behaviors>
        <w:guid w:val="{9C784B8D-77A2-4ECB-9391-4694B405F664}"/>
      </w:docPartPr>
      <w:docPartBody>
        <w:p w:rsidR="00B66B1C" w:rsidRDefault="000D2A98">
          <w:pPr>
            <w:pStyle w:val="CBD4990F525A4F699266A5441D865379"/>
          </w:pPr>
          <w:r>
            <w:t xml:space="preserve">noteikumiem </w:t>
          </w:r>
        </w:p>
      </w:docPartBody>
    </w:docPart>
    <w:docPart>
      <w:docPartPr>
        <w:name w:val="792A5A6EEE4D46CA82E26E8E31E00C44"/>
        <w:category>
          <w:name w:val="General"/>
          <w:gallery w:val="placeholder"/>
        </w:category>
        <w:types>
          <w:type w:val="bbPlcHdr"/>
        </w:types>
        <w:behaviors>
          <w:behavior w:val="content"/>
        </w:behaviors>
        <w:guid w:val="{D8FAFFBF-9B52-4F7B-8B46-E8935D728873}"/>
      </w:docPartPr>
      <w:docPartBody>
        <w:p w:rsidR="00B66B1C" w:rsidRDefault="000D2A98">
          <w:pPr>
            <w:pStyle w:val="792A5A6EEE4D46CA82E26E8E31E00C44"/>
          </w:pPr>
          <w:r>
            <w:t xml:space="preserve">Nr. </w:t>
          </w:r>
        </w:p>
      </w:docPartBody>
    </w:docPart>
    <w:docPart>
      <w:docPartPr>
        <w:name w:val="BEA465774CE7434A9AC0B0B67D448706"/>
        <w:category>
          <w:name w:val="General"/>
          <w:gallery w:val="placeholder"/>
        </w:category>
        <w:types>
          <w:type w:val="bbPlcHdr"/>
        </w:types>
        <w:behaviors>
          <w:behavior w:val="content"/>
        </w:behaviors>
        <w:guid w:val="{F19B932A-4CB8-47E6-A84F-D7F46A078A38}"/>
      </w:docPartPr>
      <w:docPartBody>
        <w:p w:rsidR="00B66B1C" w:rsidRDefault="000D2A98" w:rsidP="000D2A98">
          <w:pPr>
            <w:pStyle w:val="BEA465774CE7434A9AC0B0B67D4487061"/>
          </w:pPr>
          <w:r>
            <w:rPr>
              <w:rStyle w:val="PlaceholderText"/>
            </w:rPr>
            <w:t>[_____]</w:t>
          </w:r>
        </w:p>
      </w:docPartBody>
    </w:docPart>
    <w:docPart>
      <w:docPartPr>
        <w:name w:val="CD4CDB3E0FFF48C795ABBCB13BA90969"/>
        <w:category>
          <w:name w:val="General"/>
          <w:gallery w:val="placeholder"/>
        </w:category>
        <w:types>
          <w:type w:val="bbPlcHdr"/>
        </w:types>
        <w:behaviors>
          <w:behavior w:val="content"/>
        </w:behaviors>
        <w:guid w:val="{816C9CE0-11F1-46C6-9B72-D6911BC2072B}"/>
      </w:docPartPr>
      <w:docPartBody>
        <w:p w:rsidR="00B66B1C" w:rsidRDefault="00B66B1C">
          <w:pPr>
            <w:pStyle w:val="CD4CDB3E0FFF48C795ABBCB13BA90969"/>
          </w:pPr>
          <w:r w:rsidRPr="00385699">
            <w:rPr>
              <w:rStyle w:val="PlaceholderText"/>
              <w:b/>
              <w:color w:val="808080" w:themeColor="background1" w:themeShade="80"/>
              <w:szCs w:val="24"/>
            </w:rPr>
            <w:t>[Nosaukums]</w:t>
          </w:r>
        </w:p>
      </w:docPartBody>
    </w:docPart>
    <w:docPart>
      <w:docPartPr>
        <w:name w:val="A1749512C4F24C47AEAEB1232CC8926E"/>
        <w:category>
          <w:name w:val="General"/>
          <w:gallery w:val="placeholder"/>
        </w:category>
        <w:types>
          <w:type w:val="bbPlcHdr"/>
        </w:types>
        <w:behaviors>
          <w:behavior w:val="content"/>
        </w:behaviors>
        <w:guid w:val="{4C3B3914-0328-4323-B113-8875240585FC}"/>
      </w:docPartPr>
      <w:docPartBody>
        <w:p w:rsidR="00B66B1C" w:rsidRDefault="000D2A98">
          <w:pPr>
            <w:pStyle w:val="A1749512C4F24C47AEAEB1232CC8926E"/>
          </w:pPr>
          <w:r>
            <w:t xml:space="preserve">Latvijas Bankas </w:t>
          </w:r>
        </w:p>
      </w:docPartBody>
    </w:docPart>
    <w:docPart>
      <w:docPartPr>
        <w:name w:val="C330803D24224F518C633BD3E230AFB0"/>
        <w:category>
          <w:name w:val="General"/>
          <w:gallery w:val="placeholder"/>
        </w:category>
        <w:types>
          <w:type w:val="bbPlcHdr"/>
        </w:types>
        <w:behaviors>
          <w:behavior w:val="content"/>
        </w:behaviors>
        <w:guid w:val="{9AB9572F-2E60-4B54-8763-304135262E90}"/>
      </w:docPartPr>
      <w:docPartBody>
        <w:p w:rsidR="00B66B1C" w:rsidRDefault="000D2A98" w:rsidP="000D2A98">
          <w:pPr>
            <w:pStyle w:val="C330803D24224F518C633BD3E230AFB01"/>
          </w:pPr>
          <w:r w:rsidRPr="005E582F">
            <w:rPr>
              <w:rStyle w:val="PlaceholderText"/>
            </w:rPr>
            <w:t>[datums]</w:t>
          </w:r>
        </w:p>
      </w:docPartBody>
    </w:docPart>
    <w:docPart>
      <w:docPartPr>
        <w:name w:val="34BD744390804186AC6D2E0129DFD11D"/>
        <w:category>
          <w:name w:val="General"/>
          <w:gallery w:val="placeholder"/>
        </w:category>
        <w:types>
          <w:type w:val="bbPlcHdr"/>
        </w:types>
        <w:behaviors>
          <w:behavior w:val="content"/>
        </w:behaviors>
        <w:guid w:val="{FC5B0B95-85E1-4CC5-89FA-1DF64243945F}"/>
      </w:docPartPr>
      <w:docPartBody>
        <w:p w:rsidR="00B66B1C" w:rsidRDefault="000D2A98">
          <w:pPr>
            <w:pStyle w:val="34BD744390804186AC6D2E0129DFD11D"/>
          </w:pPr>
          <w:r>
            <w:t xml:space="preserve">noteikumiem </w:t>
          </w:r>
        </w:p>
      </w:docPartBody>
    </w:docPart>
    <w:docPart>
      <w:docPartPr>
        <w:name w:val="153B364343FC4802AFB0D3917AFD917C"/>
        <w:category>
          <w:name w:val="General"/>
          <w:gallery w:val="placeholder"/>
        </w:category>
        <w:types>
          <w:type w:val="bbPlcHdr"/>
        </w:types>
        <w:behaviors>
          <w:behavior w:val="content"/>
        </w:behaviors>
        <w:guid w:val="{04065E09-C332-494D-99EF-66BBF7318D6A}"/>
      </w:docPartPr>
      <w:docPartBody>
        <w:p w:rsidR="00B66B1C" w:rsidRDefault="000D2A98">
          <w:pPr>
            <w:pStyle w:val="153B364343FC4802AFB0D3917AFD917C"/>
          </w:pPr>
          <w:r>
            <w:t xml:space="preserve">Nr. </w:t>
          </w:r>
        </w:p>
      </w:docPartBody>
    </w:docPart>
    <w:docPart>
      <w:docPartPr>
        <w:name w:val="509C58C1D83D4D8E9BBAF40CE8DF44A2"/>
        <w:category>
          <w:name w:val="General"/>
          <w:gallery w:val="placeholder"/>
        </w:category>
        <w:types>
          <w:type w:val="bbPlcHdr"/>
        </w:types>
        <w:behaviors>
          <w:behavior w:val="content"/>
        </w:behaviors>
        <w:guid w:val="{55B33F33-2AC1-4E5D-90FE-A25F74A76178}"/>
      </w:docPartPr>
      <w:docPartBody>
        <w:p w:rsidR="00B66B1C" w:rsidRDefault="000D2A98" w:rsidP="000D2A98">
          <w:pPr>
            <w:pStyle w:val="509C58C1D83D4D8E9BBAF40CE8DF44A21"/>
          </w:pPr>
          <w:r>
            <w:rPr>
              <w:rStyle w:val="PlaceholderText"/>
            </w:rPr>
            <w:t>[_____]</w:t>
          </w:r>
        </w:p>
      </w:docPartBody>
    </w:docPart>
    <w:docPart>
      <w:docPartPr>
        <w:name w:val="F6D7383B753B478F9AB3AD62FEACB68A"/>
        <w:category>
          <w:name w:val="General"/>
          <w:gallery w:val="placeholder"/>
        </w:category>
        <w:types>
          <w:type w:val="bbPlcHdr"/>
        </w:types>
        <w:behaviors>
          <w:behavior w:val="content"/>
        </w:behaviors>
        <w:guid w:val="{3C9EA491-5DFB-47C4-996F-9AE523BC49D4}"/>
      </w:docPartPr>
      <w:docPartBody>
        <w:p w:rsidR="00B66B1C" w:rsidRDefault="00B66B1C">
          <w:pPr>
            <w:pStyle w:val="F6D7383B753B478F9AB3AD62FEACB68A"/>
          </w:pPr>
          <w:r w:rsidRPr="00385699">
            <w:rPr>
              <w:rStyle w:val="PlaceholderText"/>
              <w:b/>
              <w:color w:val="808080" w:themeColor="background1" w:themeShade="80"/>
              <w:szCs w:val="24"/>
            </w:rPr>
            <w:t>[Nosaukums]</w:t>
          </w:r>
        </w:p>
      </w:docPartBody>
    </w:docPart>
    <w:docPart>
      <w:docPartPr>
        <w:name w:val="200B7BE6D6F648A2B51ECE329D68CF7B"/>
        <w:category>
          <w:name w:val="General"/>
          <w:gallery w:val="placeholder"/>
        </w:category>
        <w:types>
          <w:type w:val="bbPlcHdr"/>
        </w:types>
        <w:behaviors>
          <w:behavior w:val="content"/>
        </w:behaviors>
        <w:guid w:val="{1B44B08B-7848-4E7C-986D-BC7815A18D07}"/>
      </w:docPartPr>
      <w:docPartBody>
        <w:p w:rsidR="00D12DF6" w:rsidRDefault="000D2A98" w:rsidP="00B66B1C">
          <w:pPr>
            <w:pStyle w:val="200B7BE6D6F648A2B51ECE329D68CF7B"/>
          </w:pPr>
          <w:r>
            <w:t xml:space="preserve">Latvijas Bankas </w:t>
          </w:r>
        </w:p>
      </w:docPartBody>
    </w:docPart>
    <w:docPart>
      <w:docPartPr>
        <w:name w:val="E99442A38F9F47ABB39668E272971B61"/>
        <w:category>
          <w:name w:val="General"/>
          <w:gallery w:val="placeholder"/>
        </w:category>
        <w:types>
          <w:type w:val="bbPlcHdr"/>
        </w:types>
        <w:behaviors>
          <w:behavior w:val="content"/>
        </w:behaviors>
        <w:guid w:val="{8E934666-1108-42CC-A6F9-60A1A53FA8F6}"/>
      </w:docPartPr>
      <w:docPartBody>
        <w:p w:rsidR="00D12DF6" w:rsidRDefault="000D2A98" w:rsidP="000D2A98">
          <w:pPr>
            <w:pStyle w:val="E99442A38F9F47ABB39668E272971B611"/>
          </w:pPr>
          <w:r w:rsidRPr="00811BE5">
            <w:rPr>
              <w:rStyle w:val="PlaceholderText"/>
            </w:rPr>
            <w:t>[datums]</w:t>
          </w:r>
        </w:p>
      </w:docPartBody>
    </w:docPart>
    <w:docPart>
      <w:docPartPr>
        <w:name w:val="034D4C7DB0234747A4B35D84F82B7ADE"/>
        <w:category>
          <w:name w:val="General"/>
          <w:gallery w:val="placeholder"/>
        </w:category>
        <w:types>
          <w:type w:val="bbPlcHdr"/>
        </w:types>
        <w:behaviors>
          <w:behavior w:val="content"/>
        </w:behaviors>
        <w:guid w:val="{A5040C97-4A75-463A-B288-B1914829AE10}"/>
      </w:docPartPr>
      <w:docPartBody>
        <w:p w:rsidR="00D12DF6" w:rsidRDefault="000D2A98" w:rsidP="00B66B1C">
          <w:pPr>
            <w:pStyle w:val="034D4C7DB0234747A4B35D84F82B7ADE"/>
          </w:pPr>
          <w:r>
            <w:t xml:space="preserve">noteikumiem </w:t>
          </w:r>
        </w:p>
      </w:docPartBody>
    </w:docPart>
    <w:docPart>
      <w:docPartPr>
        <w:name w:val="128C371FD3594381B969A2853F06AF93"/>
        <w:category>
          <w:name w:val="General"/>
          <w:gallery w:val="placeholder"/>
        </w:category>
        <w:types>
          <w:type w:val="bbPlcHdr"/>
        </w:types>
        <w:behaviors>
          <w:behavior w:val="content"/>
        </w:behaviors>
        <w:guid w:val="{23A3E54C-9512-4DF9-8FF2-903F1BBDC168}"/>
      </w:docPartPr>
      <w:docPartBody>
        <w:p w:rsidR="00D12DF6" w:rsidRDefault="000D2A98" w:rsidP="00B66B1C">
          <w:pPr>
            <w:pStyle w:val="128C371FD3594381B969A2853F06AF93"/>
          </w:pPr>
          <w:r>
            <w:t xml:space="preserve">Nr. </w:t>
          </w:r>
        </w:p>
      </w:docPartBody>
    </w:docPart>
    <w:docPart>
      <w:docPartPr>
        <w:name w:val="A4342DFEC0FA43819D1DB62AC349E9CF"/>
        <w:category>
          <w:name w:val="General"/>
          <w:gallery w:val="placeholder"/>
        </w:category>
        <w:types>
          <w:type w:val="bbPlcHdr"/>
        </w:types>
        <w:behaviors>
          <w:behavior w:val="content"/>
        </w:behaviors>
        <w:guid w:val="{56226BA5-FC92-48E7-8ED3-CB1AACF93886}"/>
      </w:docPartPr>
      <w:docPartBody>
        <w:p w:rsidR="00D12DF6" w:rsidRDefault="000D2A98" w:rsidP="000D2A98">
          <w:pPr>
            <w:pStyle w:val="A4342DFEC0FA43819D1DB62AC349E9CF1"/>
          </w:pPr>
          <w:r>
            <w:rPr>
              <w:rStyle w:val="PlaceholderText"/>
            </w:rPr>
            <w:t>[_____]</w:t>
          </w:r>
        </w:p>
      </w:docPartBody>
    </w:docPart>
    <w:docPart>
      <w:docPartPr>
        <w:name w:val="03269F979CAE4DEF8BDB9A105CAD73DC"/>
        <w:category>
          <w:name w:val="General"/>
          <w:gallery w:val="placeholder"/>
        </w:category>
        <w:types>
          <w:type w:val="bbPlcHdr"/>
        </w:types>
        <w:behaviors>
          <w:behavior w:val="content"/>
        </w:behaviors>
        <w:guid w:val="{D7E98F28-C857-4665-A918-0386688B5942}"/>
      </w:docPartPr>
      <w:docPartBody>
        <w:p w:rsidR="00D12DF6" w:rsidRDefault="000D2A98" w:rsidP="00B66B1C">
          <w:pPr>
            <w:pStyle w:val="03269F979CAE4DEF8BDB9A105CAD73DC"/>
          </w:pPr>
          <w:r>
            <w:t xml:space="preserve">Latvijas Bankas </w:t>
          </w:r>
        </w:p>
      </w:docPartBody>
    </w:docPart>
    <w:docPart>
      <w:docPartPr>
        <w:name w:val="EC3E3211C4B840F0B87D5CF6F2F69D62"/>
        <w:category>
          <w:name w:val="General"/>
          <w:gallery w:val="placeholder"/>
        </w:category>
        <w:types>
          <w:type w:val="bbPlcHdr"/>
        </w:types>
        <w:behaviors>
          <w:behavior w:val="content"/>
        </w:behaviors>
        <w:guid w:val="{E7660F2E-F268-4055-92E9-6F5E6A8FFA81}"/>
      </w:docPartPr>
      <w:docPartBody>
        <w:p w:rsidR="00D12DF6" w:rsidRDefault="000D2A98" w:rsidP="000D2A98">
          <w:pPr>
            <w:pStyle w:val="EC3E3211C4B840F0B87D5CF6F2F69D621"/>
          </w:pPr>
          <w:r w:rsidRPr="00811BE5">
            <w:rPr>
              <w:rStyle w:val="PlaceholderText"/>
            </w:rPr>
            <w:t>[datums]</w:t>
          </w:r>
        </w:p>
      </w:docPartBody>
    </w:docPart>
    <w:docPart>
      <w:docPartPr>
        <w:name w:val="A43CF4BD102345158CF99364F1A2AEA4"/>
        <w:category>
          <w:name w:val="General"/>
          <w:gallery w:val="placeholder"/>
        </w:category>
        <w:types>
          <w:type w:val="bbPlcHdr"/>
        </w:types>
        <w:behaviors>
          <w:behavior w:val="content"/>
        </w:behaviors>
        <w:guid w:val="{E069F624-2A9C-446E-B7EE-6D06911D4018}"/>
      </w:docPartPr>
      <w:docPartBody>
        <w:p w:rsidR="00D12DF6" w:rsidRDefault="000D2A98" w:rsidP="00B66B1C">
          <w:pPr>
            <w:pStyle w:val="A43CF4BD102345158CF99364F1A2AEA4"/>
          </w:pPr>
          <w:r>
            <w:t xml:space="preserve">noteikumiem </w:t>
          </w:r>
        </w:p>
      </w:docPartBody>
    </w:docPart>
    <w:docPart>
      <w:docPartPr>
        <w:name w:val="EAE2A5125ABF4000B72AC61D8F20A0E4"/>
        <w:category>
          <w:name w:val="General"/>
          <w:gallery w:val="placeholder"/>
        </w:category>
        <w:types>
          <w:type w:val="bbPlcHdr"/>
        </w:types>
        <w:behaviors>
          <w:behavior w:val="content"/>
        </w:behaviors>
        <w:guid w:val="{B719D7F6-965A-489C-94D6-71A7DF6F9897}"/>
      </w:docPartPr>
      <w:docPartBody>
        <w:p w:rsidR="00D12DF6" w:rsidRDefault="000D2A98" w:rsidP="00B66B1C">
          <w:pPr>
            <w:pStyle w:val="EAE2A5125ABF4000B72AC61D8F20A0E4"/>
          </w:pPr>
          <w:r>
            <w:t xml:space="preserve">Nr. </w:t>
          </w:r>
        </w:p>
      </w:docPartBody>
    </w:docPart>
    <w:docPart>
      <w:docPartPr>
        <w:name w:val="C042AC2B10784723AB0AB3DF89B9589D"/>
        <w:category>
          <w:name w:val="General"/>
          <w:gallery w:val="placeholder"/>
        </w:category>
        <w:types>
          <w:type w:val="bbPlcHdr"/>
        </w:types>
        <w:behaviors>
          <w:behavior w:val="content"/>
        </w:behaviors>
        <w:guid w:val="{989F427B-6796-4D2D-A97A-C9A9B5B11D18}"/>
      </w:docPartPr>
      <w:docPartBody>
        <w:p w:rsidR="00D12DF6" w:rsidRDefault="000D2A98" w:rsidP="000D2A98">
          <w:pPr>
            <w:pStyle w:val="C042AC2B10784723AB0AB3DF89B9589D1"/>
          </w:pPr>
          <w:r>
            <w:rPr>
              <w:rStyle w:val="PlaceholderText"/>
            </w:rPr>
            <w:t>[_____]</w:t>
          </w:r>
        </w:p>
      </w:docPartBody>
    </w:docPart>
    <w:docPart>
      <w:docPartPr>
        <w:name w:val="FB14478E965D440A83B0E17170FFDC09"/>
        <w:category>
          <w:name w:val="General"/>
          <w:gallery w:val="placeholder"/>
        </w:category>
        <w:types>
          <w:type w:val="bbPlcHdr"/>
        </w:types>
        <w:behaviors>
          <w:behavior w:val="content"/>
        </w:behaviors>
        <w:guid w:val="{A19D6286-115B-4D23-9E86-646E1255128E}"/>
      </w:docPartPr>
      <w:docPartBody>
        <w:p w:rsidR="00354ACA" w:rsidRDefault="000D2A98" w:rsidP="00D12DF6">
          <w:pPr>
            <w:pStyle w:val="FB14478E965D440A83B0E17170FFDC09"/>
          </w:pPr>
          <w:r>
            <w:t xml:space="preserve">Latvijas Bankas </w:t>
          </w:r>
        </w:p>
      </w:docPartBody>
    </w:docPart>
    <w:docPart>
      <w:docPartPr>
        <w:name w:val="4C6A111B580B440896836A62AAC1D35C"/>
        <w:category>
          <w:name w:val="General"/>
          <w:gallery w:val="placeholder"/>
        </w:category>
        <w:types>
          <w:type w:val="bbPlcHdr"/>
        </w:types>
        <w:behaviors>
          <w:behavior w:val="content"/>
        </w:behaviors>
        <w:guid w:val="{A5893238-AC31-4C6E-B501-7936DF2AD66C}"/>
      </w:docPartPr>
      <w:docPartBody>
        <w:p w:rsidR="00354ACA" w:rsidRDefault="000D2A98" w:rsidP="000D2A98">
          <w:pPr>
            <w:pStyle w:val="4C6A111B580B440896836A62AAC1D35C1"/>
          </w:pPr>
          <w:r w:rsidRPr="00811BE5">
            <w:rPr>
              <w:rStyle w:val="PlaceholderText"/>
            </w:rPr>
            <w:t>[datums]</w:t>
          </w:r>
        </w:p>
      </w:docPartBody>
    </w:docPart>
    <w:docPart>
      <w:docPartPr>
        <w:name w:val="DA1DA982F39E4F18AFF492AC812D9EAE"/>
        <w:category>
          <w:name w:val="General"/>
          <w:gallery w:val="placeholder"/>
        </w:category>
        <w:types>
          <w:type w:val="bbPlcHdr"/>
        </w:types>
        <w:behaviors>
          <w:behavior w:val="content"/>
        </w:behaviors>
        <w:guid w:val="{79AE4E63-A804-4F90-B579-5AF8D1489930}"/>
      </w:docPartPr>
      <w:docPartBody>
        <w:p w:rsidR="00354ACA" w:rsidRDefault="000D2A98" w:rsidP="00D12DF6">
          <w:pPr>
            <w:pStyle w:val="DA1DA982F39E4F18AFF492AC812D9EAE"/>
          </w:pPr>
          <w:r>
            <w:t xml:space="preserve">noteikumiem </w:t>
          </w:r>
        </w:p>
      </w:docPartBody>
    </w:docPart>
    <w:docPart>
      <w:docPartPr>
        <w:name w:val="A9741A5F149C4B288A6467890B03B0D3"/>
        <w:category>
          <w:name w:val="General"/>
          <w:gallery w:val="placeholder"/>
        </w:category>
        <w:types>
          <w:type w:val="bbPlcHdr"/>
        </w:types>
        <w:behaviors>
          <w:behavior w:val="content"/>
        </w:behaviors>
        <w:guid w:val="{4717F1F3-8F7E-456C-9836-9A5C7236F31E}"/>
      </w:docPartPr>
      <w:docPartBody>
        <w:p w:rsidR="00354ACA" w:rsidRDefault="000D2A98" w:rsidP="00D12DF6">
          <w:pPr>
            <w:pStyle w:val="A9741A5F149C4B288A6467890B03B0D3"/>
          </w:pPr>
          <w:r>
            <w:t xml:space="preserve">Nr. </w:t>
          </w:r>
        </w:p>
      </w:docPartBody>
    </w:docPart>
    <w:docPart>
      <w:docPartPr>
        <w:name w:val="AAB6391CEA6A4AB4A29AD32B5042A223"/>
        <w:category>
          <w:name w:val="General"/>
          <w:gallery w:val="placeholder"/>
        </w:category>
        <w:types>
          <w:type w:val="bbPlcHdr"/>
        </w:types>
        <w:behaviors>
          <w:behavior w:val="content"/>
        </w:behaviors>
        <w:guid w:val="{DB3E7982-FE50-4910-8D0F-0D65FCA88ADF}"/>
      </w:docPartPr>
      <w:docPartBody>
        <w:p w:rsidR="00354ACA" w:rsidRDefault="000D2A98" w:rsidP="000D2A98">
          <w:pPr>
            <w:pStyle w:val="AAB6391CEA6A4AB4A29AD32B5042A2231"/>
          </w:pPr>
          <w:r>
            <w:rPr>
              <w:rStyle w:val="PlaceholderText"/>
            </w:rPr>
            <w:t>[_____]</w:t>
          </w:r>
        </w:p>
      </w:docPartBody>
    </w:docPart>
    <w:docPart>
      <w:docPartPr>
        <w:name w:val="EC88EC2A54084708841F5A3D61ABA842"/>
        <w:category>
          <w:name w:val="Vispārīgi"/>
          <w:gallery w:val="placeholder"/>
        </w:category>
        <w:types>
          <w:type w:val="bbPlcHdr"/>
        </w:types>
        <w:behaviors>
          <w:behavior w:val="content"/>
        </w:behaviors>
        <w:guid w:val="{3B5A004F-DE0A-466F-B5E3-B36F7D3C56FB}"/>
      </w:docPartPr>
      <w:docPartBody>
        <w:p w:rsidR="00EB2EB8" w:rsidRDefault="009A488D" w:rsidP="009A488D">
          <w:pPr>
            <w:pStyle w:val="EC88EC2A54084708841F5A3D61ABA842"/>
          </w:pPr>
          <w:r>
            <w:rPr>
              <w:rFonts w:ascii="Times New Roman" w:hAnsi="Times New Roman" w:cs="Times New Roman"/>
              <w:sz w:val="24"/>
              <w:szCs w:val="24"/>
            </w:rPr>
            <w:t>{amats}</w:t>
          </w:r>
        </w:p>
      </w:docPartBody>
    </w:docPart>
    <w:docPart>
      <w:docPartPr>
        <w:name w:val="CCD237A045AE40109DB7B4F6CD8A7625"/>
        <w:category>
          <w:name w:val="Vispārīgi"/>
          <w:gallery w:val="placeholder"/>
        </w:category>
        <w:types>
          <w:type w:val="bbPlcHdr"/>
        </w:types>
        <w:behaviors>
          <w:behavior w:val="content"/>
        </w:behaviors>
        <w:guid w:val="{F9A3D80C-3F08-4A75-8853-5CF85C58B232}"/>
      </w:docPartPr>
      <w:docPartBody>
        <w:p w:rsidR="00EB2EB8" w:rsidRDefault="009A488D" w:rsidP="009A488D">
          <w:pPr>
            <w:pStyle w:val="CCD237A045AE40109DB7B4F6CD8A7625"/>
          </w:pPr>
          <w:r w:rsidRPr="005E582F">
            <w:rPr>
              <w:color w:val="808080" w:themeColor="background1" w:themeShade="80"/>
            </w:rPr>
            <w:t>[V. Uzvārds]</w:t>
          </w:r>
        </w:p>
      </w:docPartBody>
    </w:docPart>
    <w:docPart>
      <w:docPartPr>
        <w:name w:val="95A0549E4BAF43C9BC96ACE66A9ED15D"/>
        <w:category>
          <w:name w:val="Vispārīgi"/>
          <w:gallery w:val="placeholder"/>
        </w:category>
        <w:types>
          <w:type w:val="bbPlcHdr"/>
        </w:types>
        <w:behaviors>
          <w:behavior w:val="content"/>
        </w:behaviors>
        <w:guid w:val="{8740BA68-1C78-4EDB-9968-A26FCA49CC5D}"/>
      </w:docPartPr>
      <w:docPartBody>
        <w:p w:rsidR="00EB2EB8" w:rsidRDefault="009A488D" w:rsidP="009A488D">
          <w:pPr>
            <w:pStyle w:val="95A0549E4BAF43C9BC96ACE66A9ED15D"/>
          </w:pPr>
          <w:r>
            <w:rPr>
              <w:rFonts w:ascii="Times New Roman" w:hAnsi="Times New Roman" w:cs="Times New Roman"/>
              <w:sz w:val="24"/>
              <w:szCs w:val="24"/>
            </w:rPr>
            <w:t>{amats}</w:t>
          </w:r>
        </w:p>
      </w:docPartBody>
    </w:docPart>
    <w:docPart>
      <w:docPartPr>
        <w:name w:val="E00AF016453C454AAC207624D23A2DCB"/>
        <w:category>
          <w:name w:val="Vispārīgi"/>
          <w:gallery w:val="placeholder"/>
        </w:category>
        <w:types>
          <w:type w:val="bbPlcHdr"/>
        </w:types>
        <w:behaviors>
          <w:behavior w:val="content"/>
        </w:behaviors>
        <w:guid w:val="{CC445F7A-B8DC-4B90-B58A-9486937A5121}"/>
      </w:docPartPr>
      <w:docPartBody>
        <w:p w:rsidR="00EB2EB8" w:rsidRDefault="009A488D" w:rsidP="009A488D">
          <w:pPr>
            <w:pStyle w:val="E00AF016453C454AAC207624D23A2DCB"/>
          </w:pPr>
          <w:r w:rsidRPr="005E582F">
            <w:rPr>
              <w:color w:val="808080" w:themeColor="background1" w:themeShade="80"/>
            </w:rPr>
            <w:t>[V. Uzvārds]</w:t>
          </w:r>
        </w:p>
      </w:docPartBody>
    </w:docPart>
    <w:docPart>
      <w:docPartPr>
        <w:name w:val="2A2A3A82107C4CA0882C8D9BADDBBF9B"/>
        <w:category>
          <w:name w:val="Vispārīgi"/>
          <w:gallery w:val="placeholder"/>
        </w:category>
        <w:types>
          <w:type w:val="bbPlcHdr"/>
        </w:types>
        <w:behaviors>
          <w:behavior w:val="content"/>
        </w:behaviors>
        <w:guid w:val="{6761A3EB-6309-462D-A061-BB1C67091A03}"/>
      </w:docPartPr>
      <w:docPartBody>
        <w:p w:rsidR="00EB2EB8" w:rsidRDefault="009A488D" w:rsidP="009A488D">
          <w:pPr>
            <w:pStyle w:val="2A2A3A82107C4CA0882C8D9BADDBBF9B"/>
          </w:pPr>
          <w:r>
            <w:rPr>
              <w:rFonts w:ascii="Times New Roman" w:hAnsi="Times New Roman" w:cs="Times New Roman"/>
              <w:sz w:val="24"/>
              <w:szCs w:val="24"/>
            </w:rPr>
            <w:t>{amats}</w:t>
          </w:r>
        </w:p>
      </w:docPartBody>
    </w:docPart>
    <w:docPart>
      <w:docPartPr>
        <w:name w:val="54BE61D3F26F417980510913FF2E1A9E"/>
        <w:category>
          <w:name w:val="Vispārīgi"/>
          <w:gallery w:val="placeholder"/>
        </w:category>
        <w:types>
          <w:type w:val="bbPlcHdr"/>
        </w:types>
        <w:behaviors>
          <w:behavior w:val="content"/>
        </w:behaviors>
        <w:guid w:val="{7DE3000A-4245-4CE5-940D-A4E00A0547C0}"/>
      </w:docPartPr>
      <w:docPartBody>
        <w:p w:rsidR="00EB2EB8" w:rsidRDefault="009A488D" w:rsidP="009A488D">
          <w:pPr>
            <w:pStyle w:val="54BE61D3F26F417980510913FF2E1A9E"/>
          </w:pPr>
          <w:r w:rsidRPr="005E582F">
            <w:rPr>
              <w:color w:val="808080" w:themeColor="background1" w:themeShade="80"/>
            </w:rPr>
            <w:t>[V. Uzvārds]</w:t>
          </w:r>
        </w:p>
      </w:docPartBody>
    </w:docPart>
    <w:docPart>
      <w:docPartPr>
        <w:name w:val="AFF58CB0D74C4266BF02483402916332"/>
        <w:category>
          <w:name w:val="Vispārīgi"/>
          <w:gallery w:val="placeholder"/>
        </w:category>
        <w:types>
          <w:type w:val="bbPlcHdr"/>
        </w:types>
        <w:behaviors>
          <w:behavior w:val="content"/>
        </w:behaviors>
        <w:guid w:val="{EDDEDC36-DA20-4F4D-B853-0059188468AF}"/>
      </w:docPartPr>
      <w:docPartBody>
        <w:p w:rsidR="00EB2EB8" w:rsidRDefault="009A488D" w:rsidP="009A488D">
          <w:pPr>
            <w:pStyle w:val="AFF58CB0D74C4266BF02483402916332"/>
          </w:pPr>
          <w:r>
            <w:rPr>
              <w:rFonts w:ascii="Times New Roman" w:hAnsi="Times New Roman" w:cs="Times New Roman"/>
              <w:sz w:val="24"/>
              <w:szCs w:val="24"/>
            </w:rPr>
            <w:t>{amats}</w:t>
          </w:r>
        </w:p>
      </w:docPartBody>
    </w:docPart>
    <w:docPart>
      <w:docPartPr>
        <w:name w:val="294EC294EF374641B0E2B6DD5EF33AD3"/>
        <w:category>
          <w:name w:val="Vispārīgi"/>
          <w:gallery w:val="placeholder"/>
        </w:category>
        <w:types>
          <w:type w:val="bbPlcHdr"/>
        </w:types>
        <w:behaviors>
          <w:behavior w:val="content"/>
        </w:behaviors>
        <w:guid w:val="{6A83D681-0A2F-43CE-A5BE-22F4C194F2DD}"/>
      </w:docPartPr>
      <w:docPartBody>
        <w:p w:rsidR="00EB2EB8" w:rsidRDefault="009A488D" w:rsidP="009A488D">
          <w:pPr>
            <w:pStyle w:val="294EC294EF374641B0E2B6DD5EF33AD3"/>
          </w:pPr>
          <w:r w:rsidRPr="005E582F">
            <w:rPr>
              <w:color w:val="808080" w:themeColor="background1" w:themeShade="80"/>
            </w:rPr>
            <w:t>[V. Uzvārds]</w:t>
          </w:r>
        </w:p>
      </w:docPartBody>
    </w:docPart>
    <w:docPart>
      <w:docPartPr>
        <w:name w:val="5C8941D50EF64048B6837268F587B739"/>
        <w:category>
          <w:name w:val="General"/>
          <w:gallery w:val="placeholder"/>
        </w:category>
        <w:types>
          <w:type w:val="bbPlcHdr"/>
        </w:types>
        <w:behaviors>
          <w:behavior w:val="content"/>
        </w:behaviors>
        <w:guid w:val="{D9973659-EC91-49C0-B778-AEEFD7A70539}"/>
      </w:docPartPr>
      <w:docPartBody>
        <w:p w:rsidR="00686FEA" w:rsidRDefault="002F0D89" w:rsidP="002F0D89">
          <w:pPr>
            <w:pStyle w:val="5C8941D50EF64048B6837268F587B739"/>
          </w:pPr>
          <w:r>
            <w:rPr>
              <w:rFonts w:ascii="Times New Roman" w:hAnsi="Times New Roman" w:cs="Times New Roman"/>
              <w:sz w:val="24"/>
              <w:szCs w:val="24"/>
            </w:rPr>
            <w:t>{amats}</w:t>
          </w:r>
        </w:p>
      </w:docPartBody>
    </w:docPart>
    <w:docPart>
      <w:docPartPr>
        <w:name w:val="31282AAB81E44C8C81D4FFB980FF08C4"/>
        <w:category>
          <w:name w:val="General"/>
          <w:gallery w:val="placeholder"/>
        </w:category>
        <w:types>
          <w:type w:val="bbPlcHdr"/>
        </w:types>
        <w:behaviors>
          <w:behavior w:val="content"/>
        </w:behaviors>
        <w:guid w:val="{9072314A-365A-43A8-B3D4-A2C0EB608983}"/>
      </w:docPartPr>
      <w:docPartBody>
        <w:p w:rsidR="00686FEA" w:rsidRDefault="002F0D89" w:rsidP="002F0D89">
          <w:pPr>
            <w:pStyle w:val="31282AAB81E44C8C81D4FFB980FF08C4"/>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B1C"/>
    <w:rsid w:val="000D2A98"/>
    <w:rsid w:val="000F14E2"/>
    <w:rsid w:val="00131F51"/>
    <w:rsid w:val="001F270E"/>
    <w:rsid w:val="00245DB1"/>
    <w:rsid w:val="0026461B"/>
    <w:rsid w:val="002717C9"/>
    <w:rsid w:val="002F0D89"/>
    <w:rsid w:val="002F38A2"/>
    <w:rsid w:val="00354ACA"/>
    <w:rsid w:val="00355D06"/>
    <w:rsid w:val="004A16DD"/>
    <w:rsid w:val="005368F3"/>
    <w:rsid w:val="005E6474"/>
    <w:rsid w:val="00673EF0"/>
    <w:rsid w:val="00686FEA"/>
    <w:rsid w:val="00697742"/>
    <w:rsid w:val="006C39DF"/>
    <w:rsid w:val="00705FFF"/>
    <w:rsid w:val="007138CF"/>
    <w:rsid w:val="007B0BEC"/>
    <w:rsid w:val="00890426"/>
    <w:rsid w:val="008B68FB"/>
    <w:rsid w:val="008D4E49"/>
    <w:rsid w:val="008E6643"/>
    <w:rsid w:val="0091261E"/>
    <w:rsid w:val="009A488D"/>
    <w:rsid w:val="00A93BF8"/>
    <w:rsid w:val="00B16636"/>
    <w:rsid w:val="00B66B1C"/>
    <w:rsid w:val="00B74ACC"/>
    <w:rsid w:val="00B90FBE"/>
    <w:rsid w:val="00BF5240"/>
    <w:rsid w:val="00C42495"/>
    <w:rsid w:val="00C725DD"/>
    <w:rsid w:val="00C91638"/>
    <w:rsid w:val="00CB0133"/>
    <w:rsid w:val="00CD0B84"/>
    <w:rsid w:val="00CE25B2"/>
    <w:rsid w:val="00D12DF6"/>
    <w:rsid w:val="00D64803"/>
    <w:rsid w:val="00D80855"/>
    <w:rsid w:val="00DD01EA"/>
    <w:rsid w:val="00E32D8B"/>
    <w:rsid w:val="00EA319A"/>
    <w:rsid w:val="00EA5F65"/>
    <w:rsid w:val="00EB2EB8"/>
    <w:rsid w:val="00EC1464"/>
    <w:rsid w:val="00F07F1D"/>
    <w:rsid w:val="00F11721"/>
    <w:rsid w:val="00F32637"/>
    <w:rsid w:val="00F61AF1"/>
    <w:rsid w:val="00FD7D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1D27D4D7F8412884A83470A0E7D27A">
    <w:name w:val="1F1D27D4D7F8412884A83470A0E7D27A"/>
  </w:style>
  <w:style w:type="paragraph" w:customStyle="1" w:styleId="2602C71E8B2440EABF0172D9B90E3AD7">
    <w:name w:val="2602C71E8B2440EABF0172D9B90E3AD7"/>
  </w:style>
  <w:style w:type="paragraph" w:customStyle="1" w:styleId="7F9BB03DACDD41BFB7FA34404D0E4F46">
    <w:name w:val="7F9BB03DACDD41BFB7FA34404D0E4F46"/>
  </w:style>
  <w:style w:type="character" w:styleId="PlaceholderText">
    <w:name w:val="Placeholder Text"/>
    <w:basedOn w:val="DefaultParagraphFont"/>
    <w:uiPriority w:val="99"/>
    <w:semiHidden/>
    <w:rsid w:val="000D2A98"/>
    <w:rPr>
      <w:color w:val="808080"/>
    </w:rPr>
  </w:style>
  <w:style w:type="paragraph" w:customStyle="1" w:styleId="95EAA68A7C6C43F5BF1B7BFB20E4E5F0">
    <w:name w:val="95EAA68A7C6C43F5BF1B7BFB20E4E5F0"/>
  </w:style>
  <w:style w:type="paragraph" w:customStyle="1" w:styleId="C8E1A70435334C7FB4AF0EE291ACD6D2">
    <w:name w:val="C8E1A70435334C7FB4AF0EE291ACD6D2"/>
  </w:style>
  <w:style w:type="paragraph" w:customStyle="1" w:styleId="200B7BE6D6F648A2B51ECE329D68CF7B">
    <w:name w:val="200B7BE6D6F648A2B51ECE329D68CF7B"/>
    <w:rsid w:val="00B66B1C"/>
  </w:style>
  <w:style w:type="paragraph" w:customStyle="1" w:styleId="034D4C7DB0234747A4B35D84F82B7ADE">
    <w:name w:val="034D4C7DB0234747A4B35D84F82B7ADE"/>
    <w:rsid w:val="00B66B1C"/>
  </w:style>
  <w:style w:type="paragraph" w:customStyle="1" w:styleId="128C371FD3594381B969A2853F06AF93">
    <w:name w:val="128C371FD3594381B969A2853F06AF93"/>
    <w:rsid w:val="00B66B1C"/>
  </w:style>
  <w:style w:type="paragraph" w:customStyle="1" w:styleId="8B369610600B471C8920E18736215A7D">
    <w:name w:val="8B369610600B471C8920E18736215A7D"/>
  </w:style>
  <w:style w:type="paragraph" w:customStyle="1" w:styleId="8D169BB814334B7DA2E72B65321AAE0D">
    <w:name w:val="8D169BB814334B7DA2E72B65321AAE0D"/>
  </w:style>
  <w:style w:type="paragraph" w:customStyle="1" w:styleId="7C5DDC3D85B941F98CEC693B92FD1879">
    <w:name w:val="7C5DDC3D85B941F98CEC693B92FD1879"/>
  </w:style>
  <w:style w:type="paragraph" w:customStyle="1" w:styleId="CBD4990F525A4F699266A5441D865379">
    <w:name w:val="CBD4990F525A4F699266A5441D865379"/>
  </w:style>
  <w:style w:type="paragraph" w:customStyle="1" w:styleId="792A5A6EEE4D46CA82E26E8E31E00C44">
    <w:name w:val="792A5A6EEE4D46CA82E26E8E31E00C44"/>
  </w:style>
  <w:style w:type="paragraph" w:customStyle="1" w:styleId="CD4CDB3E0FFF48C795ABBCB13BA90969">
    <w:name w:val="CD4CDB3E0FFF48C795ABBCB13BA90969"/>
  </w:style>
  <w:style w:type="paragraph" w:customStyle="1" w:styleId="A1749512C4F24C47AEAEB1232CC8926E">
    <w:name w:val="A1749512C4F24C47AEAEB1232CC8926E"/>
  </w:style>
  <w:style w:type="paragraph" w:customStyle="1" w:styleId="34BD744390804186AC6D2E0129DFD11D">
    <w:name w:val="34BD744390804186AC6D2E0129DFD11D"/>
  </w:style>
  <w:style w:type="paragraph" w:customStyle="1" w:styleId="153B364343FC4802AFB0D3917AFD917C">
    <w:name w:val="153B364343FC4802AFB0D3917AFD917C"/>
  </w:style>
  <w:style w:type="paragraph" w:customStyle="1" w:styleId="F6D7383B753B478F9AB3AD62FEACB68A">
    <w:name w:val="F6D7383B753B478F9AB3AD62FEACB68A"/>
  </w:style>
  <w:style w:type="paragraph" w:customStyle="1" w:styleId="03269F979CAE4DEF8BDB9A105CAD73DC">
    <w:name w:val="03269F979CAE4DEF8BDB9A105CAD73DC"/>
    <w:rsid w:val="00B66B1C"/>
  </w:style>
  <w:style w:type="paragraph" w:customStyle="1" w:styleId="A43CF4BD102345158CF99364F1A2AEA4">
    <w:name w:val="A43CF4BD102345158CF99364F1A2AEA4"/>
    <w:rsid w:val="00B66B1C"/>
  </w:style>
  <w:style w:type="paragraph" w:customStyle="1" w:styleId="EAE2A5125ABF4000B72AC61D8F20A0E4">
    <w:name w:val="EAE2A5125ABF4000B72AC61D8F20A0E4"/>
    <w:rsid w:val="00B66B1C"/>
  </w:style>
  <w:style w:type="paragraph" w:customStyle="1" w:styleId="FB14478E965D440A83B0E17170FFDC09">
    <w:name w:val="FB14478E965D440A83B0E17170FFDC09"/>
    <w:rsid w:val="00D12DF6"/>
  </w:style>
  <w:style w:type="paragraph" w:customStyle="1" w:styleId="DA1DA982F39E4F18AFF492AC812D9EAE">
    <w:name w:val="DA1DA982F39E4F18AFF492AC812D9EAE"/>
    <w:rsid w:val="00D12DF6"/>
  </w:style>
  <w:style w:type="paragraph" w:customStyle="1" w:styleId="A9741A5F149C4B288A6467890B03B0D3">
    <w:name w:val="A9741A5F149C4B288A6467890B03B0D3"/>
    <w:rsid w:val="00D12DF6"/>
  </w:style>
  <w:style w:type="paragraph" w:customStyle="1" w:styleId="EC88EC2A54084708841F5A3D61ABA842">
    <w:name w:val="EC88EC2A54084708841F5A3D61ABA842"/>
    <w:rsid w:val="009A488D"/>
  </w:style>
  <w:style w:type="paragraph" w:customStyle="1" w:styleId="CCD237A045AE40109DB7B4F6CD8A7625">
    <w:name w:val="CCD237A045AE40109DB7B4F6CD8A7625"/>
    <w:rsid w:val="009A488D"/>
  </w:style>
  <w:style w:type="paragraph" w:customStyle="1" w:styleId="95A0549E4BAF43C9BC96ACE66A9ED15D">
    <w:name w:val="95A0549E4BAF43C9BC96ACE66A9ED15D"/>
    <w:rsid w:val="009A488D"/>
  </w:style>
  <w:style w:type="paragraph" w:customStyle="1" w:styleId="E00AF016453C454AAC207624D23A2DCB">
    <w:name w:val="E00AF016453C454AAC207624D23A2DCB"/>
    <w:rsid w:val="009A488D"/>
  </w:style>
  <w:style w:type="paragraph" w:customStyle="1" w:styleId="2A2A3A82107C4CA0882C8D9BADDBBF9B">
    <w:name w:val="2A2A3A82107C4CA0882C8D9BADDBBF9B"/>
    <w:rsid w:val="009A488D"/>
  </w:style>
  <w:style w:type="paragraph" w:customStyle="1" w:styleId="54BE61D3F26F417980510913FF2E1A9E">
    <w:name w:val="54BE61D3F26F417980510913FF2E1A9E"/>
    <w:rsid w:val="009A488D"/>
  </w:style>
  <w:style w:type="paragraph" w:customStyle="1" w:styleId="AFF58CB0D74C4266BF02483402916332">
    <w:name w:val="AFF58CB0D74C4266BF02483402916332"/>
    <w:rsid w:val="009A488D"/>
  </w:style>
  <w:style w:type="paragraph" w:customStyle="1" w:styleId="294EC294EF374641B0E2B6DD5EF33AD3">
    <w:name w:val="294EC294EF374641B0E2B6DD5EF33AD3"/>
    <w:rsid w:val="009A488D"/>
  </w:style>
  <w:style w:type="paragraph" w:customStyle="1" w:styleId="5C8941D50EF64048B6837268F587B739">
    <w:name w:val="5C8941D50EF64048B6837268F587B739"/>
    <w:rsid w:val="002F0D89"/>
  </w:style>
  <w:style w:type="paragraph" w:customStyle="1" w:styleId="31282AAB81E44C8C81D4FFB980FF08C4">
    <w:name w:val="31282AAB81E44C8C81D4FFB980FF08C4"/>
    <w:rsid w:val="002F0D89"/>
  </w:style>
  <w:style w:type="paragraph" w:customStyle="1" w:styleId="A0136156E2D143CE8B59A5BFEC56544A1">
    <w:name w:val="A0136156E2D143CE8B59A5BFEC56544A1"/>
    <w:rsid w:val="000D2A98"/>
    <w:pPr>
      <w:spacing w:after="0" w:line="240" w:lineRule="auto"/>
    </w:pPr>
    <w:rPr>
      <w:rFonts w:ascii="Times New Roman" w:hAnsi="Times New Roman"/>
      <w:sz w:val="24"/>
    </w:rPr>
  </w:style>
  <w:style w:type="paragraph" w:customStyle="1" w:styleId="5D8E5380EFAA49879999521956D2F71E1">
    <w:name w:val="5D8E5380EFAA49879999521956D2F71E1"/>
    <w:rsid w:val="000D2A98"/>
    <w:pPr>
      <w:spacing w:after="0" w:line="240" w:lineRule="auto"/>
    </w:pPr>
    <w:rPr>
      <w:rFonts w:ascii="Times New Roman" w:hAnsi="Times New Roman"/>
      <w:sz w:val="24"/>
    </w:rPr>
  </w:style>
  <w:style w:type="paragraph" w:customStyle="1" w:styleId="6CCF576296974FA5A857F7F7728E180A1">
    <w:name w:val="6CCF576296974FA5A857F7F7728E180A1"/>
    <w:rsid w:val="000D2A98"/>
    <w:pPr>
      <w:spacing w:after="0" w:line="240" w:lineRule="auto"/>
    </w:pPr>
    <w:rPr>
      <w:rFonts w:ascii="Times New Roman" w:hAnsi="Times New Roman"/>
      <w:sz w:val="24"/>
    </w:rPr>
  </w:style>
  <w:style w:type="paragraph" w:customStyle="1" w:styleId="1F0EFA8AA59342D5A8ED70DDD642E5151">
    <w:name w:val="1F0EFA8AA59342D5A8ED70DDD642E5151"/>
    <w:rsid w:val="000D2A98"/>
    <w:pPr>
      <w:spacing w:after="0" w:line="240" w:lineRule="auto"/>
    </w:pPr>
    <w:rPr>
      <w:rFonts w:ascii="Times New Roman" w:hAnsi="Times New Roman"/>
      <w:sz w:val="24"/>
    </w:rPr>
  </w:style>
  <w:style w:type="paragraph" w:customStyle="1" w:styleId="26E699B54D6341DEAFC090E943FC25611">
    <w:name w:val="26E699B54D6341DEAFC090E943FC25611"/>
    <w:rsid w:val="000D2A98"/>
    <w:pPr>
      <w:spacing w:after="0" w:line="240" w:lineRule="auto"/>
    </w:pPr>
    <w:rPr>
      <w:rFonts w:ascii="Times New Roman" w:hAnsi="Times New Roman"/>
      <w:sz w:val="24"/>
    </w:rPr>
  </w:style>
  <w:style w:type="paragraph" w:customStyle="1" w:styleId="3B4BAECFF6C74C31BF3250E444C4136B1">
    <w:name w:val="3B4BAECFF6C74C31BF3250E444C4136B1"/>
    <w:rsid w:val="000D2A98"/>
    <w:pPr>
      <w:spacing w:after="0" w:line="240" w:lineRule="auto"/>
      <w:jc w:val="right"/>
    </w:pPr>
    <w:rPr>
      <w:rFonts w:ascii="Times New Roman" w:eastAsia="Times New Roman" w:hAnsi="Times New Roman" w:cs="Times New Roman"/>
      <w:sz w:val="24"/>
      <w:szCs w:val="24"/>
    </w:rPr>
  </w:style>
  <w:style w:type="paragraph" w:customStyle="1" w:styleId="BEA465774CE7434A9AC0B0B67D4487061">
    <w:name w:val="BEA465774CE7434A9AC0B0B67D4487061"/>
    <w:rsid w:val="000D2A98"/>
    <w:pPr>
      <w:spacing w:after="0" w:line="240" w:lineRule="auto"/>
      <w:jc w:val="right"/>
    </w:pPr>
    <w:rPr>
      <w:rFonts w:ascii="Times New Roman" w:eastAsia="Times New Roman" w:hAnsi="Times New Roman" w:cs="Times New Roman"/>
      <w:sz w:val="24"/>
      <w:szCs w:val="24"/>
    </w:rPr>
  </w:style>
  <w:style w:type="paragraph" w:customStyle="1" w:styleId="C330803D24224F518C633BD3E230AFB01">
    <w:name w:val="C330803D24224F518C633BD3E230AFB01"/>
    <w:rsid w:val="000D2A98"/>
    <w:pPr>
      <w:spacing w:after="0" w:line="240" w:lineRule="auto"/>
      <w:jc w:val="right"/>
    </w:pPr>
    <w:rPr>
      <w:rFonts w:ascii="Times New Roman" w:eastAsia="Times New Roman" w:hAnsi="Times New Roman" w:cs="Times New Roman"/>
      <w:sz w:val="24"/>
      <w:szCs w:val="24"/>
    </w:rPr>
  </w:style>
  <w:style w:type="paragraph" w:customStyle="1" w:styleId="509C58C1D83D4D8E9BBAF40CE8DF44A21">
    <w:name w:val="509C58C1D83D4D8E9BBAF40CE8DF44A21"/>
    <w:rsid w:val="000D2A98"/>
    <w:pPr>
      <w:spacing w:after="0" w:line="240" w:lineRule="auto"/>
      <w:jc w:val="right"/>
    </w:pPr>
    <w:rPr>
      <w:rFonts w:ascii="Times New Roman" w:eastAsia="Times New Roman" w:hAnsi="Times New Roman" w:cs="Times New Roman"/>
      <w:sz w:val="24"/>
      <w:szCs w:val="24"/>
    </w:rPr>
  </w:style>
  <w:style w:type="paragraph" w:customStyle="1" w:styleId="E99442A38F9F47ABB39668E272971B611">
    <w:name w:val="E99442A38F9F47ABB39668E272971B611"/>
    <w:rsid w:val="000D2A98"/>
    <w:pPr>
      <w:spacing w:after="0" w:line="240" w:lineRule="auto"/>
      <w:jc w:val="right"/>
    </w:pPr>
    <w:rPr>
      <w:rFonts w:ascii="Times New Roman" w:eastAsia="Times New Roman" w:hAnsi="Times New Roman" w:cs="Times New Roman"/>
      <w:sz w:val="24"/>
      <w:szCs w:val="24"/>
    </w:rPr>
  </w:style>
  <w:style w:type="paragraph" w:customStyle="1" w:styleId="A4342DFEC0FA43819D1DB62AC349E9CF1">
    <w:name w:val="A4342DFEC0FA43819D1DB62AC349E9CF1"/>
    <w:rsid w:val="000D2A98"/>
    <w:pPr>
      <w:spacing w:after="0" w:line="240" w:lineRule="auto"/>
    </w:pPr>
    <w:rPr>
      <w:rFonts w:ascii="Times New Roman" w:hAnsi="Times New Roman"/>
      <w:sz w:val="24"/>
    </w:rPr>
  </w:style>
  <w:style w:type="paragraph" w:customStyle="1" w:styleId="EC3E3211C4B840F0B87D5CF6F2F69D621">
    <w:name w:val="EC3E3211C4B840F0B87D5CF6F2F69D621"/>
    <w:rsid w:val="000D2A98"/>
    <w:pPr>
      <w:spacing w:after="0" w:line="240" w:lineRule="auto"/>
      <w:jc w:val="right"/>
    </w:pPr>
    <w:rPr>
      <w:rFonts w:ascii="Times New Roman" w:eastAsia="Times New Roman" w:hAnsi="Times New Roman" w:cs="Times New Roman"/>
      <w:sz w:val="24"/>
      <w:szCs w:val="24"/>
    </w:rPr>
  </w:style>
  <w:style w:type="paragraph" w:customStyle="1" w:styleId="C042AC2B10784723AB0AB3DF89B9589D1">
    <w:name w:val="C042AC2B10784723AB0AB3DF89B9589D1"/>
    <w:rsid w:val="000D2A98"/>
    <w:pPr>
      <w:spacing w:after="0" w:line="240" w:lineRule="auto"/>
    </w:pPr>
    <w:rPr>
      <w:rFonts w:ascii="Times New Roman" w:hAnsi="Times New Roman"/>
      <w:sz w:val="24"/>
    </w:rPr>
  </w:style>
  <w:style w:type="paragraph" w:customStyle="1" w:styleId="4C6A111B580B440896836A62AAC1D35C1">
    <w:name w:val="4C6A111B580B440896836A62AAC1D35C1"/>
    <w:rsid w:val="000D2A98"/>
    <w:pPr>
      <w:spacing w:after="0" w:line="240" w:lineRule="auto"/>
      <w:jc w:val="right"/>
    </w:pPr>
    <w:rPr>
      <w:rFonts w:ascii="Times New Roman" w:eastAsia="Times New Roman" w:hAnsi="Times New Roman" w:cs="Times New Roman"/>
      <w:sz w:val="24"/>
      <w:szCs w:val="24"/>
    </w:rPr>
  </w:style>
  <w:style w:type="paragraph" w:customStyle="1" w:styleId="AAB6391CEA6A4AB4A29AD32B5042A2231">
    <w:name w:val="AAB6391CEA6A4AB4A29AD32B5042A2231"/>
    <w:rsid w:val="000D2A98"/>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52073</Words>
  <Characters>29683</Characters>
  <Application>Microsoft Office Word</Application>
  <DocSecurity>0</DocSecurity>
  <Lines>247</Lines>
  <Paragraphs>163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81593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Daiga Birīte</dc:creator>
  <cp:lastModifiedBy>Ingus Valtiņš</cp:lastModifiedBy>
  <cp:revision>2</cp:revision>
  <cp:lastPrinted>2023-02-24T14:15:00Z</cp:lastPrinted>
  <dcterms:created xsi:type="dcterms:W3CDTF">2025-02-19T06:31:00Z</dcterms:created>
  <dcterms:modified xsi:type="dcterms:W3CDTF">2025-02-19T06:31:00Z</dcterms:modified>
</cp:coreProperties>
</file>